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7690A" w:rsidRPr="00B31BD1" w:rsidRDefault="00C7690A" w:rsidP="00C7690A">
      <w:pPr>
        <w:pStyle w:val="ListeParagraf"/>
        <w:spacing w:after="0"/>
        <w:rPr>
          <w:rFonts w:ascii="Times New Roman" w:hAnsi="Times New Roman"/>
          <w:b/>
          <w:sz w:val="24"/>
          <w:szCs w:val="24"/>
        </w:rPr>
      </w:pPr>
    </w:p>
    <w:p w:rsidR="00C7690A" w:rsidRPr="00B31BD1" w:rsidRDefault="00C7690A" w:rsidP="00C7690A">
      <w:pPr>
        <w:pStyle w:val="ListeParagraf"/>
        <w:spacing w:after="0"/>
        <w:rPr>
          <w:rFonts w:ascii="Times New Roman" w:hAnsi="Times New Roman"/>
          <w:b/>
          <w:sz w:val="24"/>
          <w:szCs w:val="24"/>
        </w:rPr>
      </w:pPr>
    </w:p>
    <w:p w:rsidR="00C7690A" w:rsidRPr="007B0507" w:rsidRDefault="006F09DA" w:rsidP="00C7690A">
      <w:pPr>
        <w:spacing w:line="36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……………….</w:t>
      </w:r>
      <w:r w:rsidR="00C7690A" w:rsidRPr="007B0507">
        <w:rPr>
          <w:rFonts w:ascii="Times New Roman" w:hAnsi="Times New Roman"/>
          <w:b/>
          <w:sz w:val="24"/>
          <w:szCs w:val="24"/>
        </w:rPr>
        <w:t xml:space="preserve"> ÖĞRETİM YILI </w:t>
      </w:r>
    </w:p>
    <w:p w:rsidR="00C7690A" w:rsidRPr="007B0507" w:rsidRDefault="006F09DA" w:rsidP="00C7690A">
      <w:pPr>
        <w:spacing w:line="36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…………………………………..</w:t>
      </w:r>
      <w:r w:rsidR="00C7690A" w:rsidRPr="007B0507">
        <w:rPr>
          <w:rFonts w:ascii="Times New Roman" w:hAnsi="Times New Roman"/>
          <w:b/>
          <w:sz w:val="24"/>
          <w:szCs w:val="24"/>
        </w:rPr>
        <w:t xml:space="preserve"> ANADOLU LİSESİ </w:t>
      </w:r>
    </w:p>
    <w:p w:rsidR="00C7690A" w:rsidRPr="007B0507" w:rsidRDefault="00C7690A" w:rsidP="00C7690A">
      <w:pPr>
        <w:spacing w:line="36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7B0507">
        <w:rPr>
          <w:rFonts w:ascii="Times New Roman" w:hAnsi="Times New Roman"/>
          <w:b/>
          <w:sz w:val="24"/>
          <w:szCs w:val="24"/>
        </w:rPr>
        <w:t xml:space="preserve">SINIF REHBERLİK </w:t>
      </w:r>
      <w:r w:rsidR="00B31BD1" w:rsidRPr="007B0507">
        <w:rPr>
          <w:rFonts w:ascii="Times New Roman" w:hAnsi="Times New Roman"/>
          <w:b/>
          <w:sz w:val="24"/>
          <w:szCs w:val="24"/>
        </w:rPr>
        <w:t xml:space="preserve">ÇALIŞMALARI </w:t>
      </w:r>
      <w:r w:rsidR="0084509F">
        <w:rPr>
          <w:rFonts w:ascii="Times New Roman" w:hAnsi="Times New Roman"/>
          <w:b/>
          <w:sz w:val="24"/>
          <w:szCs w:val="24"/>
        </w:rPr>
        <w:t>YIL</w:t>
      </w:r>
      <w:r w:rsidR="00B31BD1" w:rsidRPr="007B0507">
        <w:rPr>
          <w:rFonts w:ascii="Times New Roman" w:hAnsi="Times New Roman"/>
          <w:b/>
          <w:sz w:val="24"/>
          <w:szCs w:val="24"/>
        </w:rPr>
        <w:t xml:space="preserve"> SONU</w:t>
      </w:r>
      <w:r w:rsidRPr="007B0507">
        <w:rPr>
          <w:rFonts w:ascii="Times New Roman" w:hAnsi="Times New Roman"/>
          <w:b/>
          <w:sz w:val="24"/>
          <w:szCs w:val="24"/>
        </w:rPr>
        <w:t xml:space="preserve"> ÇALIŞMA RAPORU</w:t>
      </w:r>
    </w:p>
    <w:tbl>
      <w:tblPr>
        <w:tblW w:w="9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60"/>
        <w:gridCol w:w="5958"/>
      </w:tblGrid>
      <w:tr w:rsidR="00C7690A" w:rsidRPr="00B31BD1" w:rsidTr="00C32542">
        <w:trPr>
          <w:trHeight w:val="436"/>
        </w:trPr>
        <w:tc>
          <w:tcPr>
            <w:tcW w:w="3360" w:type="dxa"/>
            <w:shd w:val="clear" w:color="auto" w:fill="auto"/>
          </w:tcPr>
          <w:p w:rsidR="00C7690A" w:rsidRPr="00B31BD1" w:rsidRDefault="00C7690A" w:rsidP="00C7690A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B31BD1">
              <w:rPr>
                <w:rFonts w:ascii="Times New Roman" w:hAnsi="Times New Roman"/>
                <w:b/>
                <w:sz w:val="24"/>
                <w:szCs w:val="24"/>
              </w:rPr>
              <w:t>Sınıf/Şube:</w:t>
            </w:r>
          </w:p>
        </w:tc>
        <w:tc>
          <w:tcPr>
            <w:tcW w:w="5958" w:type="dxa"/>
            <w:shd w:val="clear" w:color="auto" w:fill="auto"/>
          </w:tcPr>
          <w:p w:rsidR="00C7690A" w:rsidRPr="00B31BD1" w:rsidRDefault="00C7690A" w:rsidP="00C7690A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7690A" w:rsidRPr="00B31BD1" w:rsidTr="00C32542">
        <w:trPr>
          <w:trHeight w:val="436"/>
        </w:trPr>
        <w:tc>
          <w:tcPr>
            <w:tcW w:w="3360" w:type="dxa"/>
            <w:shd w:val="clear" w:color="auto" w:fill="auto"/>
          </w:tcPr>
          <w:p w:rsidR="00C7690A" w:rsidRPr="00B31BD1" w:rsidRDefault="00C7690A" w:rsidP="00C7690A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B31BD1">
              <w:rPr>
                <w:rFonts w:ascii="Times New Roman" w:hAnsi="Times New Roman"/>
                <w:b/>
                <w:sz w:val="24"/>
                <w:szCs w:val="24"/>
              </w:rPr>
              <w:t>Sınıf Rehber Öğretmeni:</w:t>
            </w:r>
          </w:p>
        </w:tc>
        <w:tc>
          <w:tcPr>
            <w:tcW w:w="5958" w:type="dxa"/>
            <w:shd w:val="clear" w:color="auto" w:fill="auto"/>
          </w:tcPr>
          <w:p w:rsidR="00C7690A" w:rsidRPr="00B31BD1" w:rsidRDefault="00C7690A" w:rsidP="00C7690A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C7690A" w:rsidRPr="00B31BD1" w:rsidRDefault="00C7690A" w:rsidP="00C7690A">
      <w:pPr>
        <w:numPr>
          <w:ilvl w:val="0"/>
          <w:numId w:val="3"/>
        </w:numPr>
        <w:rPr>
          <w:rFonts w:ascii="Times New Roman" w:hAnsi="Times New Roman"/>
          <w:b/>
          <w:sz w:val="24"/>
          <w:szCs w:val="24"/>
        </w:rPr>
      </w:pPr>
      <w:r w:rsidRPr="00B31BD1">
        <w:rPr>
          <w:rFonts w:ascii="Times New Roman" w:hAnsi="Times New Roman"/>
          <w:b/>
          <w:sz w:val="24"/>
          <w:szCs w:val="24"/>
        </w:rPr>
        <w:t>YAPILAN AYLIK ETKİNLİKLER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30"/>
        <w:gridCol w:w="7532"/>
      </w:tblGrid>
      <w:tr w:rsidR="00C7690A" w:rsidRPr="00B31BD1" w:rsidTr="00C32542">
        <w:trPr>
          <w:trHeight w:val="1191"/>
        </w:trPr>
        <w:tc>
          <w:tcPr>
            <w:tcW w:w="844" w:type="pct"/>
            <w:shd w:val="clear" w:color="auto" w:fill="auto"/>
          </w:tcPr>
          <w:p w:rsidR="00C7690A" w:rsidRPr="00B31BD1" w:rsidRDefault="00C7690A" w:rsidP="00C7690A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B31BD1">
              <w:rPr>
                <w:rFonts w:ascii="Times New Roman" w:hAnsi="Times New Roman"/>
                <w:b/>
                <w:sz w:val="24"/>
                <w:szCs w:val="24"/>
              </w:rPr>
              <w:t>EYLÜL</w:t>
            </w:r>
          </w:p>
          <w:p w:rsidR="00C7690A" w:rsidRPr="00B31BD1" w:rsidRDefault="00C7690A" w:rsidP="00C7690A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156" w:type="pct"/>
            <w:shd w:val="clear" w:color="auto" w:fill="auto"/>
          </w:tcPr>
          <w:p w:rsidR="00C7690A" w:rsidRDefault="00C7690A" w:rsidP="00C7690A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31BD1" w:rsidRDefault="00B31BD1" w:rsidP="00C7690A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31BD1" w:rsidRDefault="00B31BD1" w:rsidP="00C7690A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31BD1" w:rsidRPr="00B31BD1" w:rsidRDefault="00B31BD1" w:rsidP="00C7690A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7690A" w:rsidRPr="00B31BD1" w:rsidTr="00C32542">
        <w:trPr>
          <w:trHeight w:val="1191"/>
        </w:trPr>
        <w:tc>
          <w:tcPr>
            <w:tcW w:w="844" w:type="pct"/>
            <w:shd w:val="clear" w:color="auto" w:fill="auto"/>
          </w:tcPr>
          <w:p w:rsidR="00C7690A" w:rsidRPr="00B31BD1" w:rsidRDefault="00C7690A" w:rsidP="00C7690A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B31BD1">
              <w:rPr>
                <w:rFonts w:ascii="Times New Roman" w:hAnsi="Times New Roman"/>
                <w:b/>
                <w:sz w:val="24"/>
                <w:szCs w:val="24"/>
              </w:rPr>
              <w:t>EKİM</w:t>
            </w:r>
          </w:p>
          <w:p w:rsidR="00C7690A" w:rsidRPr="00B31BD1" w:rsidRDefault="00C7690A" w:rsidP="00C7690A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156" w:type="pct"/>
            <w:shd w:val="clear" w:color="auto" w:fill="auto"/>
          </w:tcPr>
          <w:p w:rsidR="00C7690A" w:rsidRDefault="00C7690A" w:rsidP="00C7690A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31BD1" w:rsidRDefault="00B31BD1" w:rsidP="00C7690A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31BD1" w:rsidRDefault="00B31BD1" w:rsidP="00C7690A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31BD1" w:rsidRPr="00B31BD1" w:rsidRDefault="00B31BD1" w:rsidP="00C7690A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7690A" w:rsidRPr="00B31BD1" w:rsidTr="00C32542">
        <w:trPr>
          <w:trHeight w:val="1191"/>
        </w:trPr>
        <w:tc>
          <w:tcPr>
            <w:tcW w:w="844" w:type="pct"/>
            <w:shd w:val="clear" w:color="auto" w:fill="auto"/>
          </w:tcPr>
          <w:p w:rsidR="00C7690A" w:rsidRPr="00B31BD1" w:rsidRDefault="00C7690A" w:rsidP="00C7690A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B31BD1">
              <w:rPr>
                <w:rFonts w:ascii="Times New Roman" w:hAnsi="Times New Roman"/>
                <w:b/>
                <w:sz w:val="24"/>
                <w:szCs w:val="24"/>
              </w:rPr>
              <w:t>KASIM</w:t>
            </w:r>
          </w:p>
          <w:p w:rsidR="00C7690A" w:rsidRPr="00B31BD1" w:rsidRDefault="00C7690A" w:rsidP="00C7690A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156" w:type="pct"/>
            <w:shd w:val="clear" w:color="auto" w:fill="auto"/>
          </w:tcPr>
          <w:p w:rsidR="00C7690A" w:rsidRDefault="00C7690A" w:rsidP="00C7690A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31BD1" w:rsidRDefault="00B31BD1" w:rsidP="00C7690A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31BD1" w:rsidRDefault="00B31BD1" w:rsidP="00C7690A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31BD1" w:rsidRPr="00B31BD1" w:rsidRDefault="00B31BD1" w:rsidP="00C7690A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7690A" w:rsidRPr="00B31BD1" w:rsidTr="00C32542">
        <w:trPr>
          <w:trHeight w:val="1191"/>
        </w:trPr>
        <w:tc>
          <w:tcPr>
            <w:tcW w:w="844" w:type="pct"/>
            <w:shd w:val="clear" w:color="auto" w:fill="auto"/>
          </w:tcPr>
          <w:p w:rsidR="00C7690A" w:rsidRPr="00B31BD1" w:rsidRDefault="00C7690A" w:rsidP="00C7690A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B31BD1">
              <w:rPr>
                <w:rFonts w:ascii="Times New Roman" w:hAnsi="Times New Roman"/>
                <w:b/>
                <w:sz w:val="24"/>
                <w:szCs w:val="24"/>
              </w:rPr>
              <w:t>ARALIK</w:t>
            </w:r>
          </w:p>
          <w:p w:rsidR="00C7690A" w:rsidRPr="00B31BD1" w:rsidRDefault="00C7690A" w:rsidP="00C7690A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156" w:type="pct"/>
            <w:shd w:val="clear" w:color="auto" w:fill="auto"/>
          </w:tcPr>
          <w:p w:rsidR="00C7690A" w:rsidRDefault="00C7690A" w:rsidP="00C7690A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31BD1" w:rsidRDefault="00B31BD1" w:rsidP="00C7690A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31BD1" w:rsidRDefault="00B31BD1" w:rsidP="00C7690A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31BD1" w:rsidRPr="00B31BD1" w:rsidRDefault="00B31BD1" w:rsidP="00C7690A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7690A" w:rsidRPr="00B31BD1" w:rsidTr="00C32542">
        <w:trPr>
          <w:trHeight w:val="1191"/>
        </w:trPr>
        <w:tc>
          <w:tcPr>
            <w:tcW w:w="844" w:type="pct"/>
            <w:shd w:val="clear" w:color="auto" w:fill="auto"/>
          </w:tcPr>
          <w:p w:rsidR="00C7690A" w:rsidRPr="00B31BD1" w:rsidRDefault="00C7690A" w:rsidP="00C7690A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B31BD1">
              <w:rPr>
                <w:rFonts w:ascii="Times New Roman" w:hAnsi="Times New Roman"/>
                <w:b/>
                <w:sz w:val="24"/>
                <w:szCs w:val="24"/>
              </w:rPr>
              <w:t>OCAK</w:t>
            </w:r>
          </w:p>
          <w:p w:rsidR="00C7690A" w:rsidRPr="00B31BD1" w:rsidRDefault="00C7690A" w:rsidP="00C7690A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156" w:type="pct"/>
            <w:shd w:val="clear" w:color="auto" w:fill="auto"/>
          </w:tcPr>
          <w:p w:rsidR="00C7690A" w:rsidRDefault="00C7690A" w:rsidP="00C7690A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31BD1" w:rsidRDefault="00B31BD1" w:rsidP="00C7690A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31BD1" w:rsidRDefault="00B31BD1" w:rsidP="00C7690A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31BD1" w:rsidRPr="00B31BD1" w:rsidRDefault="00B31BD1" w:rsidP="00C7690A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32542" w:rsidRPr="00B31BD1" w:rsidTr="00C32542">
        <w:trPr>
          <w:trHeight w:val="1191"/>
        </w:trPr>
        <w:tc>
          <w:tcPr>
            <w:tcW w:w="844" w:type="pct"/>
            <w:shd w:val="clear" w:color="auto" w:fill="auto"/>
          </w:tcPr>
          <w:p w:rsidR="00C32542" w:rsidRPr="00B31BD1" w:rsidRDefault="00C32542" w:rsidP="00C7690A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ŞUBAT</w:t>
            </w:r>
          </w:p>
        </w:tc>
        <w:tc>
          <w:tcPr>
            <w:tcW w:w="4156" w:type="pct"/>
            <w:shd w:val="clear" w:color="auto" w:fill="auto"/>
          </w:tcPr>
          <w:p w:rsidR="00C32542" w:rsidRDefault="00C32542" w:rsidP="00C7690A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32542" w:rsidRPr="00B31BD1" w:rsidTr="00C32542">
        <w:trPr>
          <w:trHeight w:val="1191"/>
        </w:trPr>
        <w:tc>
          <w:tcPr>
            <w:tcW w:w="844" w:type="pct"/>
            <w:shd w:val="clear" w:color="auto" w:fill="auto"/>
          </w:tcPr>
          <w:p w:rsidR="00C32542" w:rsidRDefault="00C32542" w:rsidP="00C7690A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MART</w:t>
            </w:r>
          </w:p>
        </w:tc>
        <w:tc>
          <w:tcPr>
            <w:tcW w:w="4156" w:type="pct"/>
            <w:shd w:val="clear" w:color="auto" w:fill="auto"/>
          </w:tcPr>
          <w:p w:rsidR="00C32542" w:rsidRDefault="00C32542" w:rsidP="00C7690A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32542" w:rsidRPr="00B31BD1" w:rsidTr="00C32542">
        <w:trPr>
          <w:trHeight w:val="1191"/>
        </w:trPr>
        <w:tc>
          <w:tcPr>
            <w:tcW w:w="844" w:type="pct"/>
            <w:shd w:val="clear" w:color="auto" w:fill="auto"/>
          </w:tcPr>
          <w:p w:rsidR="00C32542" w:rsidRDefault="00C32542" w:rsidP="00C7690A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NİSAN</w:t>
            </w:r>
          </w:p>
        </w:tc>
        <w:tc>
          <w:tcPr>
            <w:tcW w:w="4156" w:type="pct"/>
            <w:shd w:val="clear" w:color="auto" w:fill="auto"/>
          </w:tcPr>
          <w:p w:rsidR="00C32542" w:rsidRDefault="00C32542" w:rsidP="00C7690A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32542" w:rsidRPr="00B31BD1" w:rsidTr="00C32542">
        <w:trPr>
          <w:trHeight w:val="1191"/>
        </w:trPr>
        <w:tc>
          <w:tcPr>
            <w:tcW w:w="844" w:type="pct"/>
            <w:shd w:val="clear" w:color="auto" w:fill="auto"/>
          </w:tcPr>
          <w:p w:rsidR="00C32542" w:rsidRDefault="00C32542" w:rsidP="00C7690A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MAYIS</w:t>
            </w:r>
          </w:p>
        </w:tc>
        <w:tc>
          <w:tcPr>
            <w:tcW w:w="4156" w:type="pct"/>
            <w:shd w:val="clear" w:color="auto" w:fill="auto"/>
          </w:tcPr>
          <w:p w:rsidR="00C32542" w:rsidRDefault="00C32542" w:rsidP="00C7690A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32542" w:rsidRPr="00B31BD1" w:rsidTr="00C32542">
        <w:trPr>
          <w:trHeight w:val="1191"/>
        </w:trPr>
        <w:tc>
          <w:tcPr>
            <w:tcW w:w="844" w:type="pct"/>
            <w:shd w:val="clear" w:color="auto" w:fill="auto"/>
          </w:tcPr>
          <w:p w:rsidR="00C32542" w:rsidRDefault="00C32542" w:rsidP="00C7690A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HAZİRAN</w:t>
            </w:r>
          </w:p>
        </w:tc>
        <w:tc>
          <w:tcPr>
            <w:tcW w:w="4156" w:type="pct"/>
            <w:shd w:val="clear" w:color="auto" w:fill="auto"/>
          </w:tcPr>
          <w:p w:rsidR="00C32542" w:rsidRDefault="00C32542" w:rsidP="00C7690A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C7690A" w:rsidRPr="00B31BD1" w:rsidRDefault="00C7690A" w:rsidP="00C7690A">
      <w:pPr>
        <w:rPr>
          <w:rFonts w:ascii="Times New Roman" w:hAnsi="Times New Roman"/>
          <w:b/>
          <w:sz w:val="26"/>
          <w:szCs w:val="26"/>
        </w:rPr>
      </w:pPr>
    </w:p>
    <w:p w:rsidR="00C7690A" w:rsidRPr="00B31BD1" w:rsidRDefault="00C7690A" w:rsidP="00C7690A">
      <w:pPr>
        <w:pStyle w:val="ListeParagraf"/>
        <w:spacing w:after="0"/>
        <w:ind w:left="0"/>
        <w:rPr>
          <w:rFonts w:ascii="Times New Roman" w:hAnsi="Times New Roman"/>
          <w:b/>
        </w:rPr>
      </w:pPr>
      <w:r w:rsidRPr="00B31BD1">
        <w:rPr>
          <w:rFonts w:ascii="Times New Roman" w:hAnsi="Times New Roman"/>
          <w:b/>
        </w:rPr>
        <w:t>*** Not: Sınıf rehberlik yıllık planına bağlı kalınarak doldurulacaktır.</w:t>
      </w:r>
    </w:p>
    <w:p w:rsidR="00C7690A" w:rsidRPr="00B31BD1" w:rsidRDefault="00C7690A" w:rsidP="00C7690A">
      <w:pPr>
        <w:pStyle w:val="ListeParagraf"/>
        <w:spacing w:after="0"/>
        <w:rPr>
          <w:rFonts w:ascii="Times New Roman" w:hAnsi="Times New Roman"/>
          <w:b/>
        </w:rPr>
      </w:pPr>
    </w:p>
    <w:p w:rsidR="00C7690A" w:rsidRPr="00B31BD1" w:rsidRDefault="00C7690A" w:rsidP="00B31BD1">
      <w:pPr>
        <w:pStyle w:val="ListeParagraf"/>
        <w:spacing w:after="0"/>
        <w:ind w:left="0"/>
        <w:rPr>
          <w:rFonts w:ascii="Times New Roman" w:hAnsi="Times New Roman"/>
          <w:b/>
        </w:rPr>
      </w:pPr>
    </w:p>
    <w:p w:rsidR="00C7690A" w:rsidRPr="00B31BD1" w:rsidRDefault="00C7690A" w:rsidP="00C7690A">
      <w:pPr>
        <w:pStyle w:val="ListeParagraf"/>
        <w:spacing w:after="0"/>
        <w:rPr>
          <w:rFonts w:ascii="Times New Roman" w:hAnsi="Times New Roman"/>
          <w:b/>
        </w:rPr>
      </w:pPr>
    </w:p>
    <w:p w:rsidR="00C7690A" w:rsidRPr="00B31BD1" w:rsidRDefault="00C7690A" w:rsidP="00C7690A">
      <w:pPr>
        <w:pStyle w:val="ListeParagraf"/>
        <w:spacing w:after="0"/>
        <w:rPr>
          <w:rFonts w:ascii="Times New Roman" w:hAnsi="Times New Roman"/>
          <w:b/>
        </w:rPr>
      </w:pPr>
    </w:p>
    <w:p w:rsidR="003074B4" w:rsidRPr="00B31BD1" w:rsidRDefault="00D648BC" w:rsidP="00C7690A">
      <w:pPr>
        <w:pStyle w:val="ListeParagraf"/>
        <w:numPr>
          <w:ilvl w:val="0"/>
          <w:numId w:val="3"/>
        </w:numPr>
        <w:spacing w:after="0"/>
        <w:rPr>
          <w:rFonts w:ascii="Times New Roman" w:hAnsi="Times New Roman"/>
          <w:b/>
          <w:sz w:val="24"/>
          <w:szCs w:val="24"/>
        </w:rPr>
      </w:pPr>
      <w:r w:rsidRPr="00B31BD1">
        <w:rPr>
          <w:rFonts w:ascii="Times New Roman" w:hAnsi="Times New Roman"/>
          <w:b/>
          <w:sz w:val="24"/>
          <w:szCs w:val="24"/>
        </w:rPr>
        <w:t xml:space="preserve">UYGULANAN </w:t>
      </w:r>
      <w:r w:rsidR="00B31BD1" w:rsidRPr="00B31BD1">
        <w:rPr>
          <w:rFonts w:ascii="Times New Roman" w:hAnsi="Times New Roman"/>
          <w:b/>
          <w:sz w:val="24"/>
          <w:szCs w:val="24"/>
        </w:rPr>
        <w:t>TEKNİKLER, BİREYİ</w:t>
      </w:r>
      <w:r w:rsidRPr="00B31BD1">
        <w:rPr>
          <w:rFonts w:ascii="Times New Roman" w:hAnsi="Times New Roman"/>
          <w:b/>
          <w:sz w:val="24"/>
          <w:szCs w:val="24"/>
        </w:rPr>
        <w:t xml:space="preserve"> TANIMA, BİLGİLENDİRME ÇALIŞMALARI </w:t>
      </w:r>
    </w:p>
    <w:tbl>
      <w:tblPr>
        <w:tblW w:w="9463" w:type="dxa"/>
        <w:tblInd w:w="4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7"/>
        <w:gridCol w:w="5949"/>
        <w:gridCol w:w="851"/>
        <w:gridCol w:w="850"/>
        <w:gridCol w:w="1276"/>
      </w:tblGrid>
      <w:tr w:rsidR="003C1DB2" w:rsidRPr="00B31BD1" w:rsidTr="00C32542">
        <w:tc>
          <w:tcPr>
            <w:tcW w:w="537" w:type="dxa"/>
          </w:tcPr>
          <w:p w:rsidR="007F231E" w:rsidRPr="00B31BD1" w:rsidRDefault="007F231E" w:rsidP="002B351F">
            <w:pPr>
              <w:pStyle w:val="ListeParagraf"/>
              <w:spacing w:after="0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31BD1">
              <w:rPr>
                <w:rFonts w:ascii="Times New Roman" w:hAnsi="Times New Roman"/>
                <w:b/>
                <w:sz w:val="24"/>
                <w:szCs w:val="24"/>
              </w:rPr>
              <w:t>NO</w:t>
            </w:r>
          </w:p>
        </w:tc>
        <w:tc>
          <w:tcPr>
            <w:tcW w:w="5949" w:type="dxa"/>
          </w:tcPr>
          <w:p w:rsidR="007F231E" w:rsidRPr="00B31BD1" w:rsidRDefault="00F9776A" w:rsidP="00F9776A">
            <w:pPr>
              <w:pStyle w:val="ListeParagraf"/>
              <w:spacing w:after="0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31BD1">
              <w:rPr>
                <w:rFonts w:ascii="Times New Roman" w:hAnsi="Times New Roman"/>
                <w:b/>
                <w:sz w:val="24"/>
                <w:szCs w:val="24"/>
              </w:rPr>
              <w:t>YAPILAN</w:t>
            </w:r>
            <w:r w:rsidR="000B3B4D" w:rsidRPr="00B31BD1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B31BD1">
              <w:rPr>
                <w:rFonts w:ascii="Times New Roman" w:hAnsi="Times New Roman"/>
                <w:b/>
                <w:sz w:val="24"/>
                <w:szCs w:val="24"/>
              </w:rPr>
              <w:t>ÇALIŞMALAR</w:t>
            </w:r>
          </w:p>
        </w:tc>
        <w:tc>
          <w:tcPr>
            <w:tcW w:w="851" w:type="dxa"/>
          </w:tcPr>
          <w:p w:rsidR="007F231E" w:rsidRPr="00B31BD1" w:rsidRDefault="007F231E" w:rsidP="002B351F">
            <w:pPr>
              <w:pStyle w:val="ListeParagraf"/>
              <w:spacing w:after="0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31BD1">
              <w:rPr>
                <w:rFonts w:ascii="Times New Roman" w:hAnsi="Times New Roman"/>
                <w:b/>
                <w:sz w:val="24"/>
                <w:szCs w:val="24"/>
              </w:rPr>
              <w:t>KIZ</w:t>
            </w:r>
          </w:p>
        </w:tc>
        <w:tc>
          <w:tcPr>
            <w:tcW w:w="850" w:type="dxa"/>
          </w:tcPr>
          <w:p w:rsidR="007F231E" w:rsidRPr="00B31BD1" w:rsidRDefault="007F231E" w:rsidP="002B351F">
            <w:pPr>
              <w:pStyle w:val="ListeParagraf"/>
              <w:spacing w:after="0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31BD1">
              <w:rPr>
                <w:rFonts w:ascii="Times New Roman" w:hAnsi="Times New Roman"/>
                <w:b/>
                <w:sz w:val="24"/>
                <w:szCs w:val="24"/>
              </w:rPr>
              <w:t>ERKEK</w:t>
            </w:r>
          </w:p>
        </w:tc>
        <w:tc>
          <w:tcPr>
            <w:tcW w:w="1276" w:type="dxa"/>
          </w:tcPr>
          <w:p w:rsidR="007F231E" w:rsidRPr="00B31BD1" w:rsidRDefault="007F231E" w:rsidP="002B351F">
            <w:pPr>
              <w:pStyle w:val="ListeParagraf"/>
              <w:spacing w:after="0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31BD1">
              <w:rPr>
                <w:rFonts w:ascii="Times New Roman" w:hAnsi="Times New Roman"/>
                <w:b/>
                <w:sz w:val="24"/>
                <w:szCs w:val="24"/>
              </w:rPr>
              <w:t>TOPLAM</w:t>
            </w:r>
          </w:p>
        </w:tc>
      </w:tr>
      <w:tr w:rsidR="003C1DB2" w:rsidRPr="00B31BD1" w:rsidTr="00C32542">
        <w:tc>
          <w:tcPr>
            <w:tcW w:w="537" w:type="dxa"/>
          </w:tcPr>
          <w:p w:rsidR="007F231E" w:rsidRPr="00B31BD1" w:rsidRDefault="00255E26" w:rsidP="002B351F">
            <w:pPr>
              <w:pStyle w:val="ListeParagraf"/>
              <w:spacing w:after="0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31BD1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5949" w:type="dxa"/>
          </w:tcPr>
          <w:p w:rsidR="007F231E" w:rsidRPr="00B31BD1" w:rsidRDefault="00C7690A" w:rsidP="002B351F">
            <w:pPr>
              <w:pStyle w:val="ListeParagraf"/>
              <w:spacing w:after="0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B31BD1">
              <w:rPr>
                <w:rFonts w:ascii="Times New Roman" w:hAnsi="Times New Roman"/>
                <w:b/>
                <w:sz w:val="24"/>
                <w:szCs w:val="24"/>
              </w:rPr>
              <w:t xml:space="preserve">Bana Kendini Anlat  </w:t>
            </w:r>
          </w:p>
        </w:tc>
        <w:tc>
          <w:tcPr>
            <w:tcW w:w="851" w:type="dxa"/>
          </w:tcPr>
          <w:p w:rsidR="007F231E" w:rsidRPr="00B31BD1" w:rsidRDefault="007F231E" w:rsidP="002B351F">
            <w:pPr>
              <w:pStyle w:val="ListeParagraf"/>
              <w:spacing w:after="0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7F231E" w:rsidRPr="00B31BD1" w:rsidRDefault="007F231E" w:rsidP="002B351F">
            <w:pPr>
              <w:pStyle w:val="ListeParagraf"/>
              <w:spacing w:after="0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7F231E" w:rsidRPr="00B31BD1" w:rsidRDefault="007F231E" w:rsidP="002B351F">
            <w:pPr>
              <w:pStyle w:val="ListeParagraf"/>
              <w:spacing w:after="0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C1DB2" w:rsidRPr="00B31BD1" w:rsidTr="00C32542">
        <w:tc>
          <w:tcPr>
            <w:tcW w:w="537" w:type="dxa"/>
          </w:tcPr>
          <w:p w:rsidR="007F231E" w:rsidRPr="00B31BD1" w:rsidRDefault="00255E26" w:rsidP="002B351F">
            <w:pPr>
              <w:pStyle w:val="ListeParagraf"/>
              <w:spacing w:after="0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31BD1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5949" w:type="dxa"/>
          </w:tcPr>
          <w:p w:rsidR="007F231E" w:rsidRPr="00B31BD1" w:rsidRDefault="00C7690A" w:rsidP="002B351F">
            <w:pPr>
              <w:pStyle w:val="ListeParagraf"/>
              <w:spacing w:after="0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B31BD1">
              <w:rPr>
                <w:rFonts w:ascii="Times New Roman" w:hAnsi="Times New Roman"/>
                <w:b/>
                <w:sz w:val="24"/>
                <w:szCs w:val="24"/>
              </w:rPr>
              <w:t>Yaşam Pencerem Envanteri</w:t>
            </w:r>
          </w:p>
        </w:tc>
        <w:tc>
          <w:tcPr>
            <w:tcW w:w="851" w:type="dxa"/>
          </w:tcPr>
          <w:p w:rsidR="007F231E" w:rsidRPr="00B31BD1" w:rsidRDefault="007F231E" w:rsidP="002B351F">
            <w:pPr>
              <w:pStyle w:val="ListeParagraf"/>
              <w:spacing w:after="0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7F231E" w:rsidRPr="00B31BD1" w:rsidRDefault="007F231E" w:rsidP="002B351F">
            <w:pPr>
              <w:pStyle w:val="ListeParagraf"/>
              <w:spacing w:after="0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7F231E" w:rsidRPr="00B31BD1" w:rsidRDefault="007F231E" w:rsidP="002B351F">
            <w:pPr>
              <w:pStyle w:val="ListeParagraf"/>
              <w:spacing w:after="0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C1DB2" w:rsidRPr="00B31BD1" w:rsidTr="00C32542">
        <w:tc>
          <w:tcPr>
            <w:tcW w:w="537" w:type="dxa"/>
          </w:tcPr>
          <w:p w:rsidR="007F231E" w:rsidRPr="00B31BD1" w:rsidRDefault="00255E26" w:rsidP="002B351F">
            <w:pPr>
              <w:pStyle w:val="ListeParagraf"/>
              <w:spacing w:after="0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31BD1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5949" w:type="dxa"/>
          </w:tcPr>
          <w:p w:rsidR="007F231E" w:rsidRPr="00B31BD1" w:rsidRDefault="007F231E" w:rsidP="002B351F">
            <w:pPr>
              <w:pStyle w:val="ListeParagraf"/>
              <w:spacing w:after="0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B31BD1">
              <w:rPr>
                <w:rFonts w:ascii="Times New Roman" w:hAnsi="Times New Roman"/>
                <w:b/>
                <w:sz w:val="24"/>
                <w:szCs w:val="24"/>
              </w:rPr>
              <w:t>Başarısızlık nedenleri</w:t>
            </w:r>
            <w:r w:rsidR="00101963" w:rsidRPr="00B31BD1">
              <w:rPr>
                <w:rFonts w:ascii="Times New Roman" w:hAnsi="Times New Roman"/>
                <w:b/>
                <w:sz w:val="24"/>
                <w:szCs w:val="24"/>
              </w:rPr>
              <w:t xml:space="preserve"> anketi</w:t>
            </w:r>
          </w:p>
        </w:tc>
        <w:tc>
          <w:tcPr>
            <w:tcW w:w="851" w:type="dxa"/>
          </w:tcPr>
          <w:p w:rsidR="007F231E" w:rsidRPr="00B31BD1" w:rsidRDefault="007F231E" w:rsidP="002B351F">
            <w:pPr>
              <w:pStyle w:val="ListeParagraf"/>
              <w:spacing w:after="0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7F231E" w:rsidRPr="00B31BD1" w:rsidRDefault="007F231E" w:rsidP="002B351F">
            <w:pPr>
              <w:pStyle w:val="ListeParagraf"/>
              <w:spacing w:after="0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7F231E" w:rsidRPr="00B31BD1" w:rsidRDefault="007F231E" w:rsidP="002B351F">
            <w:pPr>
              <w:pStyle w:val="ListeParagraf"/>
              <w:spacing w:after="0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C1DB2" w:rsidRPr="00B31BD1" w:rsidTr="00C32542">
        <w:tc>
          <w:tcPr>
            <w:tcW w:w="537" w:type="dxa"/>
          </w:tcPr>
          <w:p w:rsidR="007F231E" w:rsidRPr="00B31BD1" w:rsidRDefault="00255E26" w:rsidP="002B351F">
            <w:pPr>
              <w:pStyle w:val="ListeParagraf"/>
              <w:spacing w:after="0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31BD1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5949" w:type="dxa"/>
          </w:tcPr>
          <w:p w:rsidR="007F231E" w:rsidRPr="00B31BD1" w:rsidRDefault="007F231E" w:rsidP="002B351F">
            <w:pPr>
              <w:pStyle w:val="ListeParagraf"/>
              <w:spacing w:after="0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B31BD1">
              <w:rPr>
                <w:rFonts w:ascii="Times New Roman" w:hAnsi="Times New Roman"/>
                <w:b/>
                <w:sz w:val="24"/>
                <w:szCs w:val="24"/>
              </w:rPr>
              <w:t>Öğrenci tanıma formları</w:t>
            </w:r>
          </w:p>
        </w:tc>
        <w:tc>
          <w:tcPr>
            <w:tcW w:w="851" w:type="dxa"/>
          </w:tcPr>
          <w:p w:rsidR="007F231E" w:rsidRPr="00B31BD1" w:rsidRDefault="007F231E" w:rsidP="002B351F">
            <w:pPr>
              <w:pStyle w:val="ListeParagraf"/>
              <w:spacing w:after="0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7F231E" w:rsidRPr="00B31BD1" w:rsidRDefault="007F231E" w:rsidP="002B351F">
            <w:pPr>
              <w:pStyle w:val="ListeParagraf"/>
              <w:spacing w:after="0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7F231E" w:rsidRPr="00B31BD1" w:rsidRDefault="007F231E" w:rsidP="002B351F">
            <w:pPr>
              <w:pStyle w:val="ListeParagraf"/>
              <w:spacing w:after="0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C1DB2" w:rsidRPr="00B31BD1" w:rsidTr="00C32542">
        <w:tc>
          <w:tcPr>
            <w:tcW w:w="537" w:type="dxa"/>
          </w:tcPr>
          <w:p w:rsidR="007F231E" w:rsidRPr="00B31BD1" w:rsidRDefault="00255E26" w:rsidP="002B351F">
            <w:pPr>
              <w:pStyle w:val="ListeParagraf"/>
              <w:spacing w:after="0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31BD1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5949" w:type="dxa"/>
          </w:tcPr>
          <w:p w:rsidR="007F231E" w:rsidRPr="00B31BD1" w:rsidRDefault="007F231E" w:rsidP="002B351F">
            <w:pPr>
              <w:pStyle w:val="ListeParagraf"/>
              <w:spacing w:after="0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B31BD1">
              <w:rPr>
                <w:rFonts w:ascii="Times New Roman" w:hAnsi="Times New Roman"/>
                <w:b/>
                <w:sz w:val="24"/>
                <w:szCs w:val="24"/>
              </w:rPr>
              <w:t xml:space="preserve">Sınıf </w:t>
            </w:r>
            <w:r w:rsidR="00817D2B" w:rsidRPr="00B31BD1">
              <w:rPr>
                <w:rFonts w:ascii="Times New Roman" w:hAnsi="Times New Roman"/>
                <w:b/>
                <w:sz w:val="24"/>
                <w:szCs w:val="24"/>
              </w:rPr>
              <w:t>geçme ve sınav yönetmeliği hakkında bilgi verilmesi</w:t>
            </w:r>
          </w:p>
        </w:tc>
        <w:tc>
          <w:tcPr>
            <w:tcW w:w="851" w:type="dxa"/>
          </w:tcPr>
          <w:p w:rsidR="007F231E" w:rsidRPr="00B31BD1" w:rsidRDefault="007F231E" w:rsidP="002B351F">
            <w:pPr>
              <w:pStyle w:val="ListeParagraf"/>
              <w:spacing w:after="0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7F231E" w:rsidRPr="00B31BD1" w:rsidRDefault="007F231E" w:rsidP="002B351F">
            <w:pPr>
              <w:pStyle w:val="ListeParagraf"/>
              <w:spacing w:after="0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7F231E" w:rsidRPr="00B31BD1" w:rsidRDefault="007F231E" w:rsidP="002B351F">
            <w:pPr>
              <w:pStyle w:val="ListeParagraf"/>
              <w:spacing w:after="0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C1DB2" w:rsidRPr="00B31BD1" w:rsidTr="00C32542">
        <w:tc>
          <w:tcPr>
            <w:tcW w:w="537" w:type="dxa"/>
          </w:tcPr>
          <w:p w:rsidR="00817D2B" w:rsidRPr="00B31BD1" w:rsidRDefault="00255E26" w:rsidP="002B351F">
            <w:pPr>
              <w:pStyle w:val="ListeParagraf"/>
              <w:spacing w:after="0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31BD1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5949" w:type="dxa"/>
          </w:tcPr>
          <w:p w:rsidR="00817D2B" w:rsidRPr="00B31BD1" w:rsidRDefault="00817D2B" w:rsidP="002B351F">
            <w:pPr>
              <w:pStyle w:val="ListeParagraf"/>
              <w:spacing w:after="0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B31BD1">
              <w:rPr>
                <w:rFonts w:ascii="Times New Roman" w:hAnsi="Times New Roman"/>
                <w:b/>
                <w:sz w:val="24"/>
                <w:szCs w:val="24"/>
              </w:rPr>
              <w:t>Ödül ve disiplin yönetmeliği hakkında bilgi verilmesi</w:t>
            </w:r>
          </w:p>
        </w:tc>
        <w:tc>
          <w:tcPr>
            <w:tcW w:w="851" w:type="dxa"/>
          </w:tcPr>
          <w:p w:rsidR="00817D2B" w:rsidRPr="00B31BD1" w:rsidRDefault="00817D2B" w:rsidP="002B351F">
            <w:pPr>
              <w:pStyle w:val="ListeParagraf"/>
              <w:spacing w:after="0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817D2B" w:rsidRPr="00B31BD1" w:rsidRDefault="00817D2B" w:rsidP="002B351F">
            <w:pPr>
              <w:pStyle w:val="ListeParagraf"/>
              <w:spacing w:after="0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817D2B" w:rsidRPr="00B31BD1" w:rsidRDefault="00817D2B" w:rsidP="002B351F">
            <w:pPr>
              <w:pStyle w:val="ListeParagraf"/>
              <w:spacing w:after="0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C1DB2" w:rsidRPr="00B31BD1" w:rsidTr="00C32542">
        <w:tc>
          <w:tcPr>
            <w:tcW w:w="537" w:type="dxa"/>
          </w:tcPr>
          <w:p w:rsidR="00817D2B" w:rsidRPr="00B31BD1" w:rsidRDefault="00255E26" w:rsidP="002B351F">
            <w:pPr>
              <w:pStyle w:val="ListeParagraf"/>
              <w:spacing w:after="0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31BD1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5949" w:type="dxa"/>
          </w:tcPr>
          <w:p w:rsidR="00817D2B" w:rsidRPr="00B31BD1" w:rsidRDefault="00817D2B" w:rsidP="002B351F">
            <w:pPr>
              <w:pStyle w:val="ListeParagraf"/>
              <w:spacing w:after="0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B31BD1">
              <w:rPr>
                <w:rFonts w:ascii="Times New Roman" w:hAnsi="Times New Roman"/>
                <w:b/>
                <w:sz w:val="24"/>
                <w:szCs w:val="24"/>
              </w:rPr>
              <w:t>Kılık kıyafet hakkında bilgi verilmesi</w:t>
            </w:r>
          </w:p>
        </w:tc>
        <w:tc>
          <w:tcPr>
            <w:tcW w:w="851" w:type="dxa"/>
          </w:tcPr>
          <w:p w:rsidR="00817D2B" w:rsidRPr="00B31BD1" w:rsidRDefault="00817D2B" w:rsidP="002B351F">
            <w:pPr>
              <w:pStyle w:val="ListeParagraf"/>
              <w:spacing w:after="0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817D2B" w:rsidRPr="00B31BD1" w:rsidRDefault="00817D2B" w:rsidP="002B351F">
            <w:pPr>
              <w:pStyle w:val="ListeParagraf"/>
              <w:spacing w:after="0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817D2B" w:rsidRPr="00B31BD1" w:rsidRDefault="00817D2B" w:rsidP="002B351F">
            <w:pPr>
              <w:pStyle w:val="ListeParagraf"/>
              <w:spacing w:after="0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C1DB2" w:rsidRPr="00B31BD1" w:rsidTr="00C32542">
        <w:tc>
          <w:tcPr>
            <w:tcW w:w="537" w:type="dxa"/>
          </w:tcPr>
          <w:p w:rsidR="00817D2B" w:rsidRPr="00B31BD1" w:rsidRDefault="00255E26" w:rsidP="002B351F">
            <w:pPr>
              <w:pStyle w:val="ListeParagraf"/>
              <w:spacing w:after="0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31BD1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5949" w:type="dxa"/>
          </w:tcPr>
          <w:p w:rsidR="00817D2B" w:rsidRPr="00B31BD1" w:rsidRDefault="00817D2B" w:rsidP="002B351F">
            <w:pPr>
              <w:pStyle w:val="ListeParagraf"/>
              <w:spacing w:after="0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B31BD1">
              <w:rPr>
                <w:rFonts w:ascii="Times New Roman" w:hAnsi="Times New Roman"/>
                <w:b/>
                <w:sz w:val="24"/>
                <w:szCs w:val="24"/>
              </w:rPr>
              <w:t>Okulun ve çevrenin tanıtılması</w:t>
            </w:r>
            <w:r w:rsidR="00C7690A" w:rsidRPr="00B31BD1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255E26" w:rsidRPr="00B31BD1">
              <w:rPr>
                <w:rFonts w:ascii="Times New Roman" w:hAnsi="Times New Roman"/>
                <w:b/>
                <w:sz w:val="24"/>
                <w:szCs w:val="24"/>
              </w:rPr>
              <w:t>(oryantasyon çalışması)</w:t>
            </w:r>
          </w:p>
        </w:tc>
        <w:tc>
          <w:tcPr>
            <w:tcW w:w="851" w:type="dxa"/>
          </w:tcPr>
          <w:p w:rsidR="00817D2B" w:rsidRPr="00B31BD1" w:rsidRDefault="00817D2B" w:rsidP="002B351F">
            <w:pPr>
              <w:pStyle w:val="ListeParagraf"/>
              <w:spacing w:after="0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817D2B" w:rsidRPr="00B31BD1" w:rsidRDefault="00817D2B" w:rsidP="002B351F">
            <w:pPr>
              <w:pStyle w:val="ListeParagraf"/>
              <w:spacing w:after="0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817D2B" w:rsidRPr="00B31BD1" w:rsidRDefault="00817D2B" w:rsidP="002B351F">
            <w:pPr>
              <w:pStyle w:val="ListeParagraf"/>
              <w:spacing w:after="0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C1DB2" w:rsidRPr="00B31BD1" w:rsidTr="00C32542">
        <w:tc>
          <w:tcPr>
            <w:tcW w:w="537" w:type="dxa"/>
          </w:tcPr>
          <w:p w:rsidR="00817D2B" w:rsidRPr="00B31BD1" w:rsidRDefault="00255E26" w:rsidP="002B351F">
            <w:pPr>
              <w:pStyle w:val="ListeParagraf"/>
              <w:spacing w:after="0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31BD1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5949" w:type="dxa"/>
          </w:tcPr>
          <w:p w:rsidR="00817D2B" w:rsidRPr="00B31BD1" w:rsidRDefault="00C7690A" w:rsidP="002B351F">
            <w:pPr>
              <w:pStyle w:val="ListeParagraf"/>
              <w:spacing w:after="0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B31BD1">
              <w:rPr>
                <w:rFonts w:ascii="Times New Roman" w:hAnsi="Times New Roman"/>
                <w:b/>
                <w:sz w:val="24"/>
                <w:szCs w:val="24"/>
              </w:rPr>
              <w:t>Sınıf Risk Haritası</w:t>
            </w:r>
          </w:p>
        </w:tc>
        <w:tc>
          <w:tcPr>
            <w:tcW w:w="851" w:type="dxa"/>
          </w:tcPr>
          <w:p w:rsidR="00817D2B" w:rsidRPr="00B31BD1" w:rsidRDefault="00817D2B" w:rsidP="002B351F">
            <w:pPr>
              <w:pStyle w:val="ListeParagraf"/>
              <w:spacing w:after="0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817D2B" w:rsidRPr="00B31BD1" w:rsidRDefault="00817D2B" w:rsidP="002B351F">
            <w:pPr>
              <w:pStyle w:val="ListeParagraf"/>
              <w:spacing w:after="0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817D2B" w:rsidRPr="00B31BD1" w:rsidRDefault="00817D2B" w:rsidP="002B351F">
            <w:pPr>
              <w:pStyle w:val="ListeParagraf"/>
              <w:spacing w:after="0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C1DB2" w:rsidRPr="00B31BD1" w:rsidTr="00C32542">
        <w:tc>
          <w:tcPr>
            <w:tcW w:w="537" w:type="dxa"/>
          </w:tcPr>
          <w:p w:rsidR="00F73423" w:rsidRPr="00B31BD1" w:rsidRDefault="00255E26" w:rsidP="002B351F">
            <w:pPr>
              <w:pStyle w:val="ListeParagraf"/>
              <w:spacing w:after="0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31BD1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5949" w:type="dxa"/>
          </w:tcPr>
          <w:p w:rsidR="00F73423" w:rsidRPr="00B31BD1" w:rsidRDefault="00C7690A" w:rsidP="002B351F">
            <w:pPr>
              <w:pStyle w:val="ListeParagraf"/>
              <w:spacing w:after="0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B31BD1">
              <w:rPr>
                <w:rFonts w:ascii="Times New Roman" w:hAnsi="Times New Roman"/>
                <w:b/>
                <w:sz w:val="24"/>
                <w:szCs w:val="24"/>
              </w:rPr>
              <w:t>Diğer</w:t>
            </w:r>
          </w:p>
        </w:tc>
        <w:tc>
          <w:tcPr>
            <w:tcW w:w="851" w:type="dxa"/>
          </w:tcPr>
          <w:p w:rsidR="00F73423" w:rsidRPr="00B31BD1" w:rsidRDefault="00F73423" w:rsidP="002B351F">
            <w:pPr>
              <w:pStyle w:val="ListeParagraf"/>
              <w:spacing w:after="0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F73423" w:rsidRPr="00B31BD1" w:rsidRDefault="00F73423" w:rsidP="002B351F">
            <w:pPr>
              <w:pStyle w:val="ListeParagraf"/>
              <w:spacing w:after="0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F73423" w:rsidRPr="00B31BD1" w:rsidRDefault="00F73423" w:rsidP="002B351F">
            <w:pPr>
              <w:pStyle w:val="ListeParagraf"/>
              <w:spacing w:after="0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C7690A" w:rsidRPr="00B31BD1" w:rsidRDefault="00C7690A" w:rsidP="00C7690A">
      <w:pPr>
        <w:pStyle w:val="ListeParagraf"/>
        <w:spacing w:after="0"/>
        <w:rPr>
          <w:rFonts w:ascii="Times New Roman" w:hAnsi="Times New Roman"/>
          <w:b/>
          <w:sz w:val="24"/>
          <w:szCs w:val="24"/>
        </w:rPr>
      </w:pPr>
    </w:p>
    <w:p w:rsidR="00C7690A" w:rsidRPr="00B31BD1" w:rsidRDefault="00C7690A" w:rsidP="00C7690A">
      <w:pPr>
        <w:pStyle w:val="ListeParagraf"/>
        <w:spacing w:after="0"/>
        <w:rPr>
          <w:rFonts w:ascii="Times New Roman" w:hAnsi="Times New Roman"/>
          <w:b/>
          <w:sz w:val="24"/>
          <w:szCs w:val="24"/>
        </w:rPr>
      </w:pPr>
    </w:p>
    <w:p w:rsidR="007F231E" w:rsidRPr="00B31BD1" w:rsidRDefault="00D648BC" w:rsidP="00C7690A">
      <w:pPr>
        <w:pStyle w:val="ListeParagraf"/>
        <w:numPr>
          <w:ilvl w:val="0"/>
          <w:numId w:val="3"/>
        </w:numPr>
        <w:spacing w:after="0"/>
        <w:rPr>
          <w:rFonts w:ascii="Times New Roman" w:hAnsi="Times New Roman"/>
          <w:b/>
          <w:sz w:val="24"/>
          <w:szCs w:val="24"/>
        </w:rPr>
      </w:pPr>
      <w:r w:rsidRPr="00B31BD1">
        <w:rPr>
          <w:rFonts w:ascii="Times New Roman" w:hAnsi="Times New Roman"/>
          <w:b/>
          <w:sz w:val="24"/>
          <w:szCs w:val="24"/>
        </w:rPr>
        <w:t xml:space="preserve">PSİKOLOJİK DANIŞMA </w:t>
      </w:r>
      <w:r w:rsidR="00B31BD1">
        <w:rPr>
          <w:rFonts w:ascii="Times New Roman" w:hAnsi="Times New Roman"/>
          <w:b/>
          <w:sz w:val="24"/>
          <w:szCs w:val="24"/>
        </w:rPr>
        <w:t xml:space="preserve">VE REHBERLİK </w:t>
      </w:r>
      <w:r w:rsidRPr="00B31BD1">
        <w:rPr>
          <w:rFonts w:ascii="Times New Roman" w:hAnsi="Times New Roman"/>
          <w:b/>
          <w:sz w:val="24"/>
          <w:szCs w:val="24"/>
        </w:rPr>
        <w:t>SERVİSİNE SEVK, VELİ VE ÖĞRENCİ GÖRÜŞMELERİ</w:t>
      </w:r>
    </w:p>
    <w:tbl>
      <w:tblPr>
        <w:tblW w:w="9321" w:type="dxa"/>
        <w:tblInd w:w="4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76"/>
        <w:gridCol w:w="5559"/>
        <w:gridCol w:w="833"/>
        <w:gridCol w:w="1083"/>
        <w:gridCol w:w="1270"/>
      </w:tblGrid>
      <w:tr w:rsidR="003C1DB2" w:rsidRPr="00B31BD1" w:rsidTr="00C7690A">
        <w:tc>
          <w:tcPr>
            <w:tcW w:w="537" w:type="dxa"/>
          </w:tcPr>
          <w:p w:rsidR="000A0B0D" w:rsidRPr="00B31BD1" w:rsidRDefault="000A0B0D" w:rsidP="002B351F">
            <w:pPr>
              <w:pStyle w:val="ListeParagraf"/>
              <w:spacing w:after="0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31BD1">
              <w:rPr>
                <w:rFonts w:ascii="Times New Roman" w:hAnsi="Times New Roman"/>
                <w:b/>
                <w:sz w:val="24"/>
                <w:szCs w:val="24"/>
              </w:rPr>
              <w:t>NO</w:t>
            </w:r>
          </w:p>
        </w:tc>
        <w:tc>
          <w:tcPr>
            <w:tcW w:w="5949" w:type="dxa"/>
          </w:tcPr>
          <w:p w:rsidR="000A0B0D" w:rsidRPr="00B31BD1" w:rsidRDefault="000A0B0D" w:rsidP="002B351F">
            <w:pPr>
              <w:pStyle w:val="ListeParagraf"/>
              <w:spacing w:after="0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31BD1">
              <w:rPr>
                <w:rFonts w:ascii="Times New Roman" w:hAnsi="Times New Roman"/>
                <w:b/>
                <w:sz w:val="24"/>
                <w:szCs w:val="24"/>
              </w:rPr>
              <w:t xml:space="preserve">YAPILAN </w:t>
            </w:r>
            <w:r w:rsidR="00F9776A" w:rsidRPr="00B31BD1">
              <w:rPr>
                <w:rFonts w:ascii="Times New Roman" w:hAnsi="Times New Roman"/>
                <w:b/>
                <w:sz w:val="24"/>
                <w:szCs w:val="24"/>
              </w:rPr>
              <w:t>ÇALIŞMALAR</w:t>
            </w:r>
          </w:p>
        </w:tc>
        <w:tc>
          <w:tcPr>
            <w:tcW w:w="851" w:type="dxa"/>
          </w:tcPr>
          <w:p w:rsidR="000A0B0D" w:rsidRPr="00B31BD1" w:rsidRDefault="000A0B0D" w:rsidP="002B351F">
            <w:pPr>
              <w:pStyle w:val="ListeParagraf"/>
              <w:spacing w:after="0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31BD1">
              <w:rPr>
                <w:rFonts w:ascii="Times New Roman" w:hAnsi="Times New Roman"/>
                <w:b/>
                <w:sz w:val="24"/>
                <w:szCs w:val="24"/>
              </w:rPr>
              <w:t>KIZ</w:t>
            </w:r>
          </w:p>
        </w:tc>
        <w:tc>
          <w:tcPr>
            <w:tcW w:w="850" w:type="dxa"/>
          </w:tcPr>
          <w:p w:rsidR="000A0B0D" w:rsidRPr="00B31BD1" w:rsidRDefault="000A0B0D" w:rsidP="002B351F">
            <w:pPr>
              <w:pStyle w:val="ListeParagraf"/>
              <w:spacing w:after="0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31BD1">
              <w:rPr>
                <w:rFonts w:ascii="Times New Roman" w:hAnsi="Times New Roman"/>
                <w:b/>
                <w:sz w:val="24"/>
                <w:szCs w:val="24"/>
              </w:rPr>
              <w:t>ERKEK</w:t>
            </w:r>
          </w:p>
        </w:tc>
        <w:tc>
          <w:tcPr>
            <w:tcW w:w="1134" w:type="dxa"/>
          </w:tcPr>
          <w:p w:rsidR="000A0B0D" w:rsidRPr="00B31BD1" w:rsidRDefault="000A0B0D" w:rsidP="002B351F">
            <w:pPr>
              <w:pStyle w:val="ListeParagraf"/>
              <w:spacing w:after="0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31BD1">
              <w:rPr>
                <w:rFonts w:ascii="Times New Roman" w:hAnsi="Times New Roman"/>
                <w:b/>
                <w:sz w:val="24"/>
                <w:szCs w:val="24"/>
              </w:rPr>
              <w:t>TOPLAM</w:t>
            </w:r>
          </w:p>
        </w:tc>
      </w:tr>
      <w:tr w:rsidR="003C1DB2" w:rsidRPr="00B31BD1" w:rsidTr="00C7690A">
        <w:tc>
          <w:tcPr>
            <w:tcW w:w="537" w:type="dxa"/>
          </w:tcPr>
          <w:p w:rsidR="000A0B0D" w:rsidRPr="00B31BD1" w:rsidRDefault="000A0B0D" w:rsidP="002B351F">
            <w:pPr>
              <w:pStyle w:val="ListeParagraf"/>
              <w:spacing w:after="0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31BD1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5949" w:type="dxa"/>
          </w:tcPr>
          <w:p w:rsidR="000A0B0D" w:rsidRPr="00B31BD1" w:rsidRDefault="000B3B4D" w:rsidP="002B351F">
            <w:pPr>
              <w:pStyle w:val="ListeParagraf"/>
              <w:spacing w:after="0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B31BD1">
              <w:rPr>
                <w:rFonts w:ascii="Times New Roman" w:hAnsi="Times New Roman"/>
                <w:b/>
                <w:sz w:val="24"/>
                <w:szCs w:val="24"/>
              </w:rPr>
              <w:t>Psikolojik danışma servisine yönlendirilen öğrenci sayısı</w:t>
            </w:r>
          </w:p>
        </w:tc>
        <w:tc>
          <w:tcPr>
            <w:tcW w:w="851" w:type="dxa"/>
          </w:tcPr>
          <w:p w:rsidR="000A0B0D" w:rsidRPr="00B31BD1" w:rsidRDefault="000A0B0D" w:rsidP="002B351F">
            <w:pPr>
              <w:pStyle w:val="ListeParagraf"/>
              <w:spacing w:after="0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0A0B0D" w:rsidRPr="00B31BD1" w:rsidRDefault="000A0B0D" w:rsidP="002B351F">
            <w:pPr>
              <w:pStyle w:val="ListeParagraf"/>
              <w:spacing w:after="0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0A0B0D" w:rsidRPr="00B31BD1" w:rsidRDefault="000A0B0D" w:rsidP="002B351F">
            <w:pPr>
              <w:pStyle w:val="ListeParagraf"/>
              <w:spacing w:after="0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C1DB2" w:rsidRPr="00B31BD1" w:rsidTr="00C7690A">
        <w:tc>
          <w:tcPr>
            <w:tcW w:w="537" w:type="dxa"/>
          </w:tcPr>
          <w:p w:rsidR="000A0B0D" w:rsidRPr="00B31BD1" w:rsidRDefault="000A0B0D" w:rsidP="002B351F">
            <w:pPr>
              <w:pStyle w:val="ListeParagraf"/>
              <w:spacing w:after="0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31BD1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5949" w:type="dxa"/>
          </w:tcPr>
          <w:p w:rsidR="000A0B0D" w:rsidRPr="00B31BD1" w:rsidRDefault="000B3B4D" w:rsidP="002B351F">
            <w:pPr>
              <w:pStyle w:val="ListeParagraf"/>
              <w:spacing w:after="0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B31BD1">
              <w:rPr>
                <w:rFonts w:ascii="Times New Roman" w:hAnsi="Times New Roman"/>
                <w:b/>
                <w:sz w:val="24"/>
                <w:szCs w:val="24"/>
              </w:rPr>
              <w:t>Eğitsel rehberlik amaçlı görüşme sayısı</w:t>
            </w:r>
          </w:p>
        </w:tc>
        <w:tc>
          <w:tcPr>
            <w:tcW w:w="851" w:type="dxa"/>
          </w:tcPr>
          <w:p w:rsidR="000A0B0D" w:rsidRPr="00B31BD1" w:rsidRDefault="000A0B0D" w:rsidP="002B351F">
            <w:pPr>
              <w:pStyle w:val="ListeParagraf"/>
              <w:spacing w:after="0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0A0B0D" w:rsidRPr="00B31BD1" w:rsidRDefault="000A0B0D" w:rsidP="002B351F">
            <w:pPr>
              <w:pStyle w:val="ListeParagraf"/>
              <w:spacing w:after="0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0A0B0D" w:rsidRPr="00B31BD1" w:rsidRDefault="000A0B0D" w:rsidP="002B351F">
            <w:pPr>
              <w:pStyle w:val="ListeParagraf"/>
              <w:spacing w:after="0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C1DB2" w:rsidRPr="00B31BD1" w:rsidTr="00C7690A">
        <w:tc>
          <w:tcPr>
            <w:tcW w:w="537" w:type="dxa"/>
          </w:tcPr>
          <w:p w:rsidR="000A0B0D" w:rsidRPr="00B31BD1" w:rsidRDefault="000A0B0D" w:rsidP="002B351F">
            <w:pPr>
              <w:pStyle w:val="ListeParagraf"/>
              <w:spacing w:after="0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31BD1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5949" w:type="dxa"/>
          </w:tcPr>
          <w:p w:rsidR="000A0B0D" w:rsidRPr="00B31BD1" w:rsidRDefault="000B3B4D" w:rsidP="002B351F">
            <w:pPr>
              <w:pStyle w:val="ListeParagraf"/>
              <w:spacing w:after="0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B31BD1">
              <w:rPr>
                <w:rFonts w:ascii="Times New Roman" w:hAnsi="Times New Roman"/>
                <w:b/>
                <w:sz w:val="24"/>
                <w:szCs w:val="24"/>
              </w:rPr>
              <w:t>Bireysel problemlere yönelik görüşme sayısı</w:t>
            </w:r>
          </w:p>
        </w:tc>
        <w:tc>
          <w:tcPr>
            <w:tcW w:w="851" w:type="dxa"/>
          </w:tcPr>
          <w:p w:rsidR="000A0B0D" w:rsidRPr="00B31BD1" w:rsidRDefault="000A0B0D" w:rsidP="002B351F">
            <w:pPr>
              <w:pStyle w:val="ListeParagraf"/>
              <w:spacing w:after="0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0A0B0D" w:rsidRPr="00B31BD1" w:rsidRDefault="000A0B0D" w:rsidP="002B351F">
            <w:pPr>
              <w:pStyle w:val="ListeParagraf"/>
              <w:spacing w:after="0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0A0B0D" w:rsidRPr="00B31BD1" w:rsidRDefault="000A0B0D" w:rsidP="002B351F">
            <w:pPr>
              <w:pStyle w:val="ListeParagraf"/>
              <w:spacing w:after="0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C7690A" w:rsidRPr="00B31BD1" w:rsidRDefault="00C7690A" w:rsidP="00C7690A">
      <w:pPr>
        <w:spacing w:after="0"/>
        <w:ind w:left="720"/>
        <w:rPr>
          <w:rFonts w:ascii="Times New Roman" w:hAnsi="Times New Roman"/>
          <w:b/>
          <w:sz w:val="24"/>
          <w:szCs w:val="24"/>
        </w:rPr>
      </w:pPr>
    </w:p>
    <w:p w:rsidR="000B3B4D" w:rsidRPr="00B31BD1" w:rsidRDefault="00D648BC" w:rsidP="00C7690A">
      <w:pPr>
        <w:numPr>
          <w:ilvl w:val="0"/>
          <w:numId w:val="3"/>
        </w:numPr>
        <w:spacing w:after="0"/>
        <w:rPr>
          <w:rFonts w:ascii="Times New Roman" w:hAnsi="Times New Roman"/>
          <w:b/>
          <w:sz w:val="24"/>
          <w:szCs w:val="24"/>
        </w:rPr>
      </w:pPr>
      <w:r w:rsidRPr="00B31BD1">
        <w:rPr>
          <w:rFonts w:ascii="Times New Roman" w:hAnsi="Times New Roman"/>
          <w:b/>
          <w:sz w:val="24"/>
          <w:szCs w:val="24"/>
        </w:rPr>
        <w:t>VELİLERE YÖNELİK ÇALIŞMALAR</w:t>
      </w:r>
    </w:p>
    <w:tbl>
      <w:tblPr>
        <w:tblW w:w="9321" w:type="dxa"/>
        <w:tblInd w:w="4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76"/>
        <w:gridCol w:w="5559"/>
        <w:gridCol w:w="833"/>
        <w:gridCol w:w="1083"/>
        <w:gridCol w:w="1270"/>
      </w:tblGrid>
      <w:tr w:rsidR="0015079E" w:rsidRPr="00B31BD1" w:rsidTr="00C7690A">
        <w:tc>
          <w:tcPr>
            <w:tcW w:w="537" w:type="dxa"/>
          </w:tcPr>
          <w:p w:rsidR="0015079E" w:rsidRPr="00B31BD1" w:rsidRDefault="0015079E" w:rsidP="002B351F">
            <w:pPr>
              <w:pStyle w:val="ListeParagraf"/>
              <w:spacing w:after="0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31BD1">
              <w:rPr>
                <w:rFonts w:ascii="Times New Roman" w:hAnsi="Times New Roman"/>
                <w:b/>
                <w:sz w:val="24"/>
                <w:szCs w:val="24"/>
              </w:rPr>
              <w:t>NO</w:t>
            </w:r>
          </w:p>
        </w:tc>
        <w:tc>
          <w:tcPr>
            <w:tcW w:w="5949" w:type="dxa"/>
            <w:tcBorders>
              <w:right w:val="single" w:sz="4" w:space="0" w:color="auto"/>
            </w:tcBorders>
          </w:tcPr>
          <w:p w:rsidR="0015079E" w:rsidRPr="00B31BD1" w:rsidRDefault="0015079E" w:rsidP="002B351F">
            <w:pPr>
              <w:pStyle w:val="ListeParagraf"/>
              <w:spacing w:after="0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31BD1">
              <w:rPr>
                <w:rFonts w:ascii="Times New Roman" w:hAnsi="Times New Roman"/>
                <w:b/>
                <w:sz w:val="24"/>
                <w:szCs w:val="24"/>
              </w:rPr>
              <w:t xml:space="preserve">YAPILAN </w:t>
            </w:r>
            <w:r w:rsidR="00F9776A" w:rsidRPr="00B31BD1">
              <w:rPr>
                <w:rFonts w:ascii="Times New Roman" w:hAnsi="Times New Roman"/>
                <w:b/>
                <w:sz w:val="24"/>
                <w:szCs w:val="24"/>
              </w:rPr>
              <w:t>ÇALIŞMALAR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15079E" w:rsidRPr="00B31BD1" w:rsidRDefault="0015079E" w:rsidP="0015079E">
            <w:pPr>
              <w:pStyle w:val="ListeParagraf"/>
              <w:spacing w:after="0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31BD1">
              <w:rPr>
                <w:rFonts w:ascii="Times New Roman" w:hAnsi="Times New Roman"/>
                <w:b/>
                <w:sz w:val="24"/>
                <w:szCs w:val="24"/>
              </w:rPr>
              <w:t>KIZ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15079E" w:rsidRPr="00B31BD1" w:rsidRDefault="0015079E" w:rsidP="0015079E">
            <w:pPr>
              <w:pStyle w:val="ListeParagraf"/>
              <w:spacing w:after="0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31BD1">
              <w:rPr>
                <w:rFonts w:ascii="Times New Roman" w:hAnsi="Times New Roman"/>
                <w:b/>
                <w:sz w:val="24"/>
                <w:szCs w:val="24"/>
              </w:rPr>
              <w:t>ERKEK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15079E" w:rsidRPr="00B31BD1" w:rsidRDefault="0015079E" w:rsidP="0015079E">
            <w:pPr>
              <w:pStyle w:val="ListeParagraf"/>
              <w:spacing w:after="0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31BD1">
              <w:rPr>
                <w:rFonts w:ascii="Times New Roman" w:hAnsi="Times New Roman"/>
                <w:b/>
                <w:sz w:val="24"/>
                <w:szCs w:val="24"/>
              </w:rPr>
              <w:t>TOPLAM</w:t>
            </w:r>
          </w:p>
        </w:tc>
      </w:tr>
      <w:tr w:rsidR="0015079E" w:rsidRPr="00B31BD1" w:rsidTr="00C7690A">
        <w:trPr>
          <w:trHeight w:val="349"/>
        </w:trPr>
        <w:tc>
          <w:tcPr>
            <w:tcW w:w="537" w:type="dxa"/>
            <w:vAlign w:val="center"/>
          </w:tcPr>
          <w:p w:rsidR="0015079E" w:rsidRPr="00B31BD1" w:rsidRDefault="0015079E" w:rsidP="002B351F">
            <w:pPr>
              <w:pStyle w:val="ListeParagraf"/>
              <w:spacing w:after="0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31BD1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5949" w:type="dxa"/>
            <w:tcBorders>
              <w:right w:val="single" w:sz="4" w:space="0" w:color="auto"/>
            </w:tcBorders>
            <w:vAlign w:val="center"/>
          </w:tcPr>
          <w:p w:rsidR="0015079E" w:rsidRPr="00B31BD1" w:rsidRDefault="0015079E" w:rsidP="005B2081">
            <w:pPr>
              <w:pStyle w:val="ListeParagraf"/>
              <w:spacing w:after="0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B31BD1">
              <w:rPr>
                <w:rFonts w:ascii="Times New Roman" w:hAnsi="Times New Roman"/>
                <w:b/>
                <w:sz w:val="24"/>
                <w:szCs w:val="24"/>
              </w:rPr>
              <w:t>Veli toplantısı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:rsidR="0015079E" w:rsidRPr="00B31BD1" w:rsidRDefault="0015079E" w:rsidP="0015079E">
            <w:pPr>
              <w:pStyle w:val="ListeParagraf"/>
              <w:spacing w:after="0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vAlign w:val="center"/>
          </w:tcPr>
          <w:p w:rsidR="0015079E" w:rsidRPr="00B31BD1" w:rsidRDefault="0015079E" w:rsidP="002B351F">
            <w:pPr>
              <w:pStyle w:val="ListeParagraf"/>
              <w:spacing w:after="0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15079E" w:rsidRPr="00B31BD1" w:rsidRDefault="0015079E" w:rsidP="002B351F">
            <w:pPr>
              <w:pStyle w:val="ListeParagraf"/>
              <w:spacing w:after="0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5079E" w:rsidRPr="00B31BD1" w:rsidTr="00C7690A">
        <w:trPr>
          <w:trHeight w:val="349"/>
        </w:trPr>
        <w:tc>
          <w:tcPr>
            <w:tcW w:w="537" w:type="dxa"/>
            <w:vAlign w:val="center"/>
          </w:tcPr>
          <w:p w:rsidR="0015079E" w:rsidRPr="00B31BD1" w:rsidRDefault="0015079E" w:rsidP="002B351F">
            <w:pPr>
              <w:pStyle w:val="ListeParagraf"/>
              <w:spacing w:after="0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31BD1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2</w:t>
            </w:r>
          </w:p>
        </w:tc>
        <w:tc>
          <w:tcPr>
            <w:tcW w:w="5949" w:type="dxa"/>
            <w:tcBorders>
              <w:right w:val="single" w:sz="4" w:space="0" w:color="auto"/>
            </w:tcBorders>
            <w:vAlign w:val="center"/>
          </w:tcPr>
          <w:p w:rsidR="0015079E" w:rsidRPr="00B31BD1" w:rsidRDefault="0015079E" w:rsidP="005B2081">
            <w:pPr>
              <w:pStyle w:val="ListeParagraf"/>
              <w:spacing w:after="0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B31BD1">
              <w:rPr>
                <w:rFonts w:ascii="Times New Roman" w:hAnsi="Times New Roman"/>
                <w:b/>
                <w:sz w:val="24"/>
                <w:szCs w:val="24"/>
              </w:rPr>
              <w:t>Bireysel görüşülen veli sayısı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:rsidR="0015079E" w:rsidRPr="00B31BD1" w:rsidRDefault="0015079E" w:rsidP="0015079E">
            <w:pPr>
              <w:pStyle w:val="ListeParagraf"/>
              <w:spacing w:after="0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vAlign w:val="center"/>
          </w:tcPr>
          <w:p w:rsidR="0015079E" w:rsidRPr="00B31BD1" w:rsidRDefault="0015079E" w:rsidP="002B351F">
            <w:pPr>
              <w:pStyle w:val="ListeParagraf"/>
              <w:spacing w:after="0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15079E" w:rsidRPr="00B31BD1" w:rsidRDefault="0015079E" w:rsidP="002B351F">
            <w:pPr>
              <w:pStyle w:val="ListeParagraf"/>
              <w:spacing w:after="0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5079E" w:rsidRPr="00B31BD1" w:rsidTr="00C7690A">
        <w:trPr>
          <w:trHeight w:val="349"/>
        </w:trPr>
        <w:tc>
          <w:tcPr>
            <w:tcW w:w="537" w:type="dxa"/>
            <w:vAlign w:val="center"/>
          </w:tcPr>
          <w:p w:rsidR="0015079E" w:rsidRPr="00B31BD1" w:rsidRDefault="0015079E" w:rsidP="002B351F">
            <w:pPr>
              <w:pStyle w:val="ListeParagraf"/>
              <w:spacing w:after="0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31BD1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5949" w:type="dxa"/>
            <w:tcBorders>
              <w:right w:val="single" w:sz="4" w:space="0" w:color="auto"/>
            </w:tcBorders>
            <w:vAlign w:val="center"/>
          </w:tcPr>
          <w:p w:rsidR="0015079E" w:rsidRPr="00B31BD1" w:rsidRDefault="0015079E" w:rsidP="005B2081">
            <w:pPr>
              <w:pStyle w:val="ListeParagraf"/>
              <w:spacing w:after="0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B31BD1">
              <w:rPr>
                <w:rFonts w:ascii="Times New Roman" w:hAnsi="Times New Roman"/>
                <w:b/>
                <w:sz w:val="24"/>
                <w:szCs w:val="24"/>
              </w:rPr>
              <w:t>Yapılan veli ev ziyareti sayısı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:rsidR="0015079E" w:rsidRPr="00B31BD1" w:rsidRDefault="0015079E" w:rsidP="0015079E">
            <w:pPr>
              <w:pStyle w:val="ListeParagraf"/>
              <w:spacing w:after="0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vAlign w:val="center"/>
          </w:tcPr>
          <w:p w:rsidR="0015079E" w:rsidRPr="00B31BD1" w:rsidRDefault="0015079E" w:rsidP="002B351F">
            <w:pPr>
              <w:pStyle w:val="ListeParagraf"/>
              <w:spacing w:after="0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15079E" w:rsidRPr="00B31BD1" w:rsidRDefault="0015079E" w:rsidP="002B351F">
            <w:pPr>
              <w:pStyle w:val="ListeParagraf"/>
              <w:spacing w:after="0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C7690A" w:rsidRPr="00B31BD1" w:rsidRDefault="00C7690A" w:rsidP="00C7690A">
      <w:pPr>
        <w:spacing w:after="0"/>
        <w:ind w:left="786"/>
        <w:rPr>
          <w:rFonts w:ascii="Times New Roman" w:hAnsi="Times New Roman"/>
          <w:b/>
          <w:sz w:val="24"/>
          <w:szCs w:val="24"/>
        </w:rPr>
      </w:pPr>
    </w:p>
    <w:p w:rsidR="000B3B4D" w:rsidRPr="00B31BD1" w:rsidRDefault="00C7690A" w:rsidP="00C7690A">
      <w:pPr>
        <w:numPr>
          <w:ilvl w:val="0"/>
          <w:numId w:val="4"/>
        </w:numPr>
        <w:spacing w:after="0"/>
        <w:rPr>
          <w:rFonts w:ascii="Times New Roman" w:hAnsi="Times New Roman"/>
          <w:b/>
          <w:sz w:val="24"/>
          <w:szCs w:val="24"/>
        </w:rPr>
      </w:pPr>
      <w:r w:rsidRPr="00B31BD1">
        <w:rPr>
          <w:rFonts w:ascii="Times New Roman" w:hAnsi="Times New Roman"/>
          <w:b/>
          <w:sz w:val="24"/>
          <w:szCs w:val="24"/>
        </w:rPr>
        <w:t>SINIF REHBERLİK ÇALIŞMALARININ GENEL DEĞERLENDİRİLMESİ</w:t>
      </w:r>
    </w:p>
    <w:tbl>
      <w:tblPr>
        <w:tblW w:w="9396" w:type="dxa"/>
        <w:tblInd w:w="4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396"/>
      </w:tblGrid>
      <w:tr w:rsidR="00706500" w:rsidRPr="00B31BD1" w:rsidTr="00EC05C7">
        <w:trPr>
          <w:trHeight w:val="1495"/>
        </w:trPr>
        <w:tc>
          <w:tcPr>
            <w:tcW w:w="9396" w:type="dxa"/>
          </w:tcPr>
          <w:p w:rsidR="00706500" w:rsidRPr="00B31BD1" w:rsidRDefault="002B351F" w:rsidP="002B351F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B31BD1">
              <w:rPr>
                <w:rFonts w:ascii="Times New Roman" w:hAnsi="Times New Roman"/>
                <w:b/>
                <w:sz w:val="24"/>
                <w:szCs w:val="24"/>
              </w:rPr>
              <w:t>Karşılaşılan güçlükler ve nedenleri:</w:t>
            </w:r>
          </w:p>
          <w:p w:rsidR="002B351F" w:rsidRPr="00B31BD1" w:rsidRDefault="002B351F" w:rsidP="002B351F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B351F" w:rsidRDefault="002B351F" w:rsidP="002B351F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31BD1" w:rsidRDefault="00B31BD1" w:rsidP="002B351F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31BD1" w:rsidRPr="00B31BD1" w:rsidRDefault="00B31BD1" w:rsidP="002B351F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06500" w:rsidRPr="00B31BD1" w:rsidTr="00EC05C7">
        <w:trPr>
          <w:trHeight w:val="1791"/>
        </w:trPr>
        <w:tc>
          <w:tcPr>
            <w:tcW w:w="9396" w:type="dxa"/>
          </w:tcPr>
          <w:p w:rsidR="00706500" w:rsidRPr="00B31BD1" w:rsidRDefault="002B351F" w:rsidP="002B351F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B31BD1">
              <w:rPr>
                <w:rFonts w:ascii="Times New Roman" w:hAnsi="Times New Roman"/>
                <w:b/>
                <w:sz w:val="24"/>
                <w:szCs w:val="24"/>
              </w:rPr>
              <w:t>Çözüm önerileri:</w:t>
            </w:r>
          </w:p>
          <w:p w:rsidR="002B351F" w:rsidRPr="00B31BD1" w:rsidRDefault="002B351F" w:rsidP="002B351F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B351F" w:rsidRDefault="002B351F" w:rsidP="002B351F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31BD1" w:rsidRDefault="00B31BD1" w:rsidP="002B351F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31BD1" w:rsidRDefault="006F09DA" w:rsidP="002B351F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B31BD1" w:rsidRPr="00B31BD1" w:rsidRDefault="00B31BD1" w:rsidP="002B351F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255E26" w:rsidRPr="00B31BD1" w:rsidRDefault="00255E26" w:rsidP="00255E26">
      <w:pPr>
        <w:spacing w:after="0"/>
        <w:ind w:left="426"/>
        <w:rPr>
          <w:rFonts w:ascii="Times New Roman" w:hAnsi="Times New Roman"/>
          <w:b/>
          <w:sz w:val="24"/>
          <w:szCs w:val="24"/>
        </w:rPr>
      </w:pPr>
    </w:p>
    <w:p w:rsidR="00255E26" w:rsidRPr="00B31BD1" w:rsidRDefault="00255E26" w:rsidP="00EC05C7">
      <w:pPr>
        <w:tabs>
          <w:tab w:val="left" w:pos="6946"/>
        </w:tabs>
        <w:spacing w:after="0"/>
        <w:ind w:left="426"/>
        <w:rPr>
          <w:rFonts w:ascii="Times New Roman" w:hAnsi="Times New Roman"/>
          <w:b/>
          <w:sz w:val="24"/>
          <w:szCs w:val="24"/>
        </w:rPr>
      </w:pPr>
      <w:r w:rsidRPr="00B31BD1">
        <w:rPr>
          <w:rFonts w:ascii="Times New Roman" w:hAnsi="Times New Roman"/>
          <w:b/>
          <w:sz w:val="24"/>
          <w:szCs w:val="24"/>
        </w:rPr>
        <w:tab/>
      </w:r>
      <w:r w:rsidR="00EC05C7">
        <w:rPr>
          <w:rFonts w:ascii="Times New Roman" w:hAnsi="Times New Roman"/>
          <w:b/>
          <w:sz w:val="24"/>
          <w:szCs w:val="24"/>
        </w:rPr>
        <w:t xml:space="preserve"> …../…</w:t>
      </w:r>
      <w:r w:rsidR="007B0507">
        <w:rPr>
          <w:rFonts w:ascii="Times New Roman" w:hAnsi="Times New Roman"/>
          <w:b/>
          <w:sz w:val="24"/>
          <w:szCs w:val="24"/>
        </w:rPr>
        <w:t>/2021</w:t>
      </w:r>
    </w:p>
    <w:p w:rsidR="00C7690A" w:rsidRDefault="00EC05C7" w:rsidP="00255E26">
      <w:pPr>
        <w:tabs>
          <w:tab w:val="left" w:pos="6946"/>
        </w:tabs>
        <w:spacing w:after="0"/>
        <w:ind w:left="426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  <w:t xml:space="preserve">Okul Müdürü       </w:t>
      </w:r>
    </w:p>
    <w:p w:rsidR="00EC05C7" w:rsidRPr="00B31BD1" w:rsidRDefault="00EC05C7" w:rsidP="00255E26">
      <w:pPr>
        <w:tabs>
          <w:tab w:val="left" w:pos="6946"/>
        </w:tabs>
        <w:spacing w:after="0"/>
        <w:ind w:left="426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                   </w:t>
      </w:r>
      <w:r w:rsidRPr="00B31BD1">
        <w:rPr>
          <w:rFonts w:ascii="Times New Roman" w:hAnsi="Times New Roman"/>
          <w:b/>
          <w:sz w:val="24"/>
          <w:szCs w:val="24"/>
        </w:rPr>
        <w:t>İMZA</w:t>
      </w:r>
    </w:p>
    <w:sectPr w:rsidR="00EC05C7" w:rsidRPr="00B31BD1" w:rsidSect="00706500">
      <w:pgSz w:w="11906" w:h="16838"/>
      <w:pgMar w:top="426" w:right="1417" w:bottom="56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8C0919" w:rsidRDefault="008C0919" w:rsidP="003C1DB2">
      <w:pPr>
        <w:spacing w:after="0" w:line="240" w:lineRule="auto"/>
      </w:pPr>
      <w:r>
        <w:separator/>
      </w:r>
    </w:p>
  </w:endnote>
  <w:endnote w:type="continuationSeparator" w:id="0">
    <w:p w:rsidR="008C0919" w:rsidRDefault="008C0919" w:rsidP="003C1D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Noto Serif Thai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ptos Display">
    <w:panose1 w:val="020B0004020202020204"/>
    <w:charset w:val="00"/>
    <w:family w:val="roman"/>
    <w:notTrueType/>
    <w:pitch w:val="default"/>
  </w:font>
  <w:font w:name="Aptos">
    <w:panose1 w:val="020B0004020202020204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8C0919" w:rsidRDefault="008C0919" w:rsidP="003C1DB2">
      <w:pPr>
        <w:spacing w:after="0" w:line="240" w:lineRule="auto"/>
      </w:pPr>
      <w:r>
        <w:separator/>
      </w:r>
    </w:p>
  </w:footnote>
  <w:footnote w:type="continuationSeparator" w:id="0">
    <w:p w:rsidR="008C0919" w:rsidRDefault="008C0919" w:rsidP="003C1DB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AE0892"/>
    <w:multiLevelType w:val="hybridMultilevel"/>
    <w:tmpl w:val="BD9CA300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CFF26CF"/>
    <w:multiLevelType w:val="hybridMultilevel"/>
    <w:tmpl w:val="4F968482"/>
    <w:lvl w:ilvl="0" w:tplc="CD667EFE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0E4442"/>
    <w:multiLevelType w:val="hybridMultilevel"/>
    <w:tmpl w:val="4A088370"/>
    <w:lvl w:ilvl="0" w:tplc="57C0B8C0">
      <w:start w:val="5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7BD20A61"/>
    <w:multiLevelType w:val="hybridMultilevel"/>
    <w:tmpl w:val="FF90BC82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93379922">
    <w:abstractNumId w:val="3"/>
  </w:num>
  <w:num w:numId="2" w16cid:durableId="1484854689">
    <w:abstractNumId w:val="1"/>
  </w:num>
  <w:num w:numId="3" w16cid:durableId="1698971833">
    <w:abstractNumId w:val="0"/>
  </w:num>
  <w:num w:numId="4" w16cid:durableId="77833264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3B1B"/>
    <w:rsid w:val="00065453"/>
    <w:rsid w:val="000A0B0D"/>
    <w:rsid w:val="000B3B4D"/>
    <w:rsid w:val="00101963"/>
    <w:rsid w:val="0015079E"/>
    <w:rsid w:val="0015553E"/>
    <w:rsid w:val="0023261F"/>
    <w:rsid w:val="00255E26"/>
    <w:rsid w:val="002B351F"/>
    <w:rsid w:val="002D343C"/>
    <w:rsid w:val="003074B4"/>
    <w:rsid w:val="00353303"/>
    <w:rsid w:val="00366EB0"/>
    <w:rsid w:val="003670F0"/>
    <w:rsid w:val="003B3117"/>
    <w:rsid w:val="003C1DB2"/>
    <w:rsid w:val="004503FD"/>
    <w:rsid w:val="00476FD4"/>
    <w:rsid w:val="004A509C"/>
    <w:rsid w:val="005B2081"/>
    <w:rsid w:val="00602C6A"/>
    <w:rsid w:val="00622306"/>
    <w:rsid w:val="006F09DA"/>
    <w:rsid w:val="00706500"/>
    <w:rsid w:val="007B0507"/>
    <w:rsid w:val="007F231E"/>
    <w:rsid w:val="00800AE2"/>
    <w:rsid w:val="008101DC"/>
    <w:rsid w:val="00817D2B"/>
    <w:rsid w:val="0084509F"/>
    <w:rsid w:val="008515F4"/>
    <w:rsid w:val="00875997"/>
    <w:rsid w:val="008831F2"/>
    <w:rsid w:val="008C0919"/>
    <w:rsid w:val="009B6D91"/>
    <w:rsid w:val="00A06806"/>
    <w:rsid w:val="00A11489"/>
    <w:rsid w:val="00A54797"/>
    <w:rsid w:val="00B07D35"/>
    <w:rsid w:val="00B31BD1"/>
    <w:rsid w:val="00BE5AD4"/>
    <w:rsid w:val="00C155BB"/>
    <w:rsid w:val="00C32542"/>
    <w:rsid w:val="00C4121D"/>
    <w:rsid w:val="00C7690A"/>
    <w:rsid w:val="00CB3318"/>
    <w:rsid w:val="00CD3B1B"/>
    <w:rsid w:val="00D648BC"/>
    <w:rsid w:val="00D90F7B"/>
    <w:rsid w:val="00DA772D"/>
    <w:rsid w:val="00DB0259"/>
    <w:rsid w:val="00E051FE"/>
    <w:rsid w:val="00EC05C7"/>
    <w:rsid w:val="00F307A9"/>
    <w:rsid w:val="00F73423"/>
    <w:rsid w:val="00F97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,"/>
  <w:listSeparator w:val=";"/>
  <w15:chartTrackingRefBased/>
  <w15:docId w15:val="{56065C07-5C80-1A4E-8BB9-0C6AB750F2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5553E"/>
    <w:pPr>
      <w:spacing w:after="200" w:line="276" w:lineRule="auto"/>
    </w:pPr>
    <w:rPr>
      <w:sz w:val="22"/>
      <w:szCs w:val="22"/>
      <w:lang w:eastAsia="en-US"/>
    </w:rPr>
  </w:style>
  <w:style w:type="paragraph" w:styleId="Balk1">
    <w:name w:val="heading 1"/>
    <w:basedOn w:val="Normal"/>
    <w:next w:val="Normal"/>
    <w:link w:val="Balk1Char"/>
    <w:qFormat/>
    <w:rsid w:val="003B3117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16"/>
      <w:szCs w:val="20"/>
      <w:lang w:val="x-none" w:eastAsia="x-none"/>
    </w:rPr>
  </w:style>
  <w:style w:type="paragraph" w:styleId="Balk6">
    <w:name w:val="heading 6"/>
    <w:basedOn w:val="Normal"/>
    <w:next w:val="Normal"/>
    <w:link w:val="Balk6Char"/>
    <w:qFormat/>
    <w:rsid w:val="003B3117"/>
    <w:pPr>
      <w:keepNext/>
      <w:spacing w:after="0" w:line="240" w:lineRule="auto"/>
      <w:jc w:val="center"/>
      <w:outlineLvl w:val="5"/>
    </w:pPr>
    <w:rPr>
      <w:rFonts w:ascii="Times New Roman" w:eastAsia="Times New Roman" w:hAnsi="Times New Roman"/>
      <w:b/>
      <w:sz w:val="20"/>
      <w:szCs w:val="20"/>
      <w:lang w:val="x-none" w:eastAsia="x-none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3074B4"/>
    <w:pPr>
      <w:ind w:left="720"/>
      <w:contextualSpacing/>
    </w:pPr>
  </w:style>
  <w:style w:type="table" w:styleId="TabloKlavuzu">
    <w:name w:val="Table Grid"/>
    <w:basedOn w:val="NormalTablo"/>
    <w:uiPriority w:val="59"/>
    <w:rsid w:val="003074B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alk1Char">
    <w:name w:val="Başlık 1 Char"/>
    <w:link w:val="Balk1"/>
    <w:rsid w:val="003B3117"/>
    <w:rPr>
      <w:rFonts w:ascii="Times New Roman" w:eastAsia="Times New Roman" w:hAnsi="Times New Roman"/>
      <w:b/>
      <w:sz w:val="16"/>
    </w:rPr>
  </w:style>
  <w:style w:type="character" w:customStyle="1" w:styleId="Balk6Char">
    <w:name w:val="Başlık 6 Char"/>
    <w:link w:val="Balk6"/>
    <w:rsid w:val="003B3117"/>
    <w:rPr>
      <w:rFonts w:ascii="Times New Roman" w:eastAsia="Times New Roman" w:hAnsi="Times New Roman"/>
      <w:b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2B351F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BalonMetniChar">
    <w:name w:val="Balon Metni Char"/>
    <w:link w:val="BalonMetni"/>
    <w:uiPriority w:val="99"/>
    <w:semiHidden/>
    <w:rsid w:val="002B351F"/>
    <w:rPr>
      <w:rFonts w:ascii="Tahoma" w:hAnsi="Tahoma" w:cs="Tahoma"/>
      <w:sz w:val="16"/>
      <w:szCs w:val="16"/>
      <w:lang w:eastAsia="en-US"/>
    </w:rPr>
  </w:style>
  <w:style w:type="paragraph" w:styleId="stbilgi">
    <w:name w:val="Üstbilgi"/>
    <w:basedOn w:val="Normal"/>
    <w:link w:val="stbilgiChar"/>
    <w:uiPriority w:val="99"/>
    <w:unhideWhenUsed/>
    <w:rsid w:val="003C1DB2"/>
    <w:pPr>
      <w:tabs>
        <w:tab w:val="center" w:pos="4536"/>
        <w:tab w:val="right" w:pos="9072"/>
      </w:tabs>
    </w:pPr>
    <w:rPr>
      <w:lang w:val="x-none"/>
    </w:rPr>
  </w:style>
  <w:style w:type="character" w:customStyle="1" w:styleId="stbilgiChar">
    <w:name w:val="Üstbilgi Char"/>
    <w:link w:val="stbilgi"/>
    <w:uiPriority w:val="99"/>
    <w:rsid w:val="003C1DB2"/>
    <w:rPr>
      <w:sz w:val="22"/>
      <w:szCs w:val="22"/>
      <w:lang w:eastAsia="en-US"/>
    </w:rPr>
  </w:style>
  <w:style w:type="paragraph" w:styleId="Altbilgi">
    <w:name w:val="Altbilgi"/>
    <w:basedOn w:val="Normal"/>
    <w:link w:val="AltbilgiChar"/>
    <w:uiPriority w:val="99"/>
    <w:unhideWhenUsed/>
    <w:rsid w:val="003C1DB2"/>
    <w:pPr>
      <w:tabs>
        <w:tab w:val="center" w:pos="4536"/>
        <w:tab w:val="right" w:pos="9072"/>
      </w:tabs>
    </w:pPr>
    <w:rPr>
      <w:lang w:val="x-none"/>
    </w:rPr>
  </w:style>
  <w:style w:type="character" w:customStyle="1" w:styleId="AltbilgiChar">
    <w:name w:val="Altbilgi Char"/>
    <w:link w:val="Altbilgi"/>
    <w:uiPriority w:val="99"/>
    <w:rsid w:val="003C1DB2"/>
    <w:rPr>
      <w:sz w:val="22"/>
      <w:szCs w:val="22"/>
      <w:lang w:eastAsia="en-US"/>
    </w:rPr>
  </w:style>
  <w:style w:type="table" w:customStyle="1" w:styleId="TabloKlavuzu1">
    <w:name w:val="Tablo Kılavuzu1"/>
    <w:basedOn w:val="NormalTablo"/>
    <w:next w:val="TabloKlavuzu"/>
    <w:uiPriority w:val="59"/>
    <w:rsid w:val="00C769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footnotes" Target="footnotes.xml" /><Relationship Id="rId5" Type="http://schemas.openxmlformats.org/officeDocument/2006/relationships/webSettings" Target="webSettings.xml" /><Relationship Id="rId4" Type="http://schemas.openxmlformats.org/officeDocument/2006/relationships/settings" Target="settings.xml" /><Relationship Id="rId9" Type="http://schemas.openxmlformats.org/officeDocument/2006/relationships/theme" Target="theme/theme1.xml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C:\Documents%20and%20Settings\okan\Desktop\rapor.dot" TargetMode="Externa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3F361D-A7B8-4671-BE49-CB767698617E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rapor.dot</Template>
  <TotalTime>0</TotalTime>
  <Pages>3</Pages>
  <Words>233</Words>
  <Characters>1333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bey</dc:creator>
  <cp:keywords/>
  <cp:lastModifiedBy>Hasan Ayık</cp:lastModifiedBy>
  <cp:revision>2</cp:revision>
  <cp:lastPrinted>2010-06-06T15:09:00Z</cp:lastPrinted>
  <dcterms:created xsi:type="dcterms:W3CDTF">2024-06-02T10:04:00Z</dcterms:created>
  <dcterms:modified xsi:type="dcterms:W3CDTF">2024-06-02T10:04:00Z</dcterms:modified>
</cp:coreProperties>
</file>