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  <w:sz w:val="24"/>
          <w:szCs w:val="24"/>
        </w:rPr>
      </w:pPr>
    </w:p>
    <w:p w:rsidR="00C7690A" w:rsidRPr="00B31BD1" w:rsidRDefault="00BE2953" w:rsidP="00C7690A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2023-</w:t>
      </w:r>
      <w:proofErr w:type="gramStart"/>
      <w:r>
        <w:rPr>
          <w:rFonts w:ascii="Times New Roman" w:hAnsi="Times New Roman"/>
          <w:b/>
          <w:sz w:val="24"/>
          <w:szCs w:val="24"/>
        </w:rPr>
        <w:t>2024</w:t>
      </w:r>
      <w:r w:rsidR="00230EA2">
        <w:rPr>
          <w:rFonts w:ascii="Times New Roman" w:hAnsi="Times New Roman"/>
          <w:b/>
          <w:sz w:val="24"/>
          <w:szCs w:val="24"/>
        </w:rPr>
        <w:t xml:space="preserve"> </w:t>
      </w:r>
      <w:r w:rsidR="00C7690A" w:rsidRPr="00B31BD1">
        <w:rPr>
          <w:rFonts w:ascii="Times New Roman" w:hAnsi="Times New Roman"/>
          <w:b/>
          <w:sz w:val="24"/>
          <w:szCs w:val="24"/>
        </w:rPr>
        <w:t xml:space="preserve"> EĞİTİM</w:t>
      </w:r>
      <w:proofErr w:type="gramEnd"/>
      <w:r w:rsidR="00C7690A" w:rsidRPr="00B31BD1">
        <w:rPr>
          <w:rFonts w:ascii="Times New Roman" w:hAnsi="Times New Roman"/>
          <w:b/>
          <w:sz w:val="24"/>
          <w:szCs w:val="24"/>
        </w:rPr>
        <w:t xml:space="preserve"> ÖĞRETİM YILI </w:t>
      </w:r>
    </w:p>
    <w:p w:rsidR="00C7690A" w:rsidRPr="00B31BD1" w:rsidRDefault="00D313A0" w:rsidP="00C7690A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ANIL CANAYDIN İLKOKULU </w:t>
      </w:r>
    </w:p>
    <w:p w:rsidR="00C7690A" w:rsidRPr="00B31BD1" w:rsidRDefault="00C7690A" w:rsidP="00C7690A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 xml:space="preserve">SINIF REHBERLİK </w:t>
      </w:r>
      <w:r w:rsidR="00B31BD1" w:rsidRPr="00B31BD1">
        <w:rPr>
          <w:rFonts w:ascii="Times New Roman" w:hAnsi="Times New Roman"/>
          <w:b/>
          <w:sz w:val="24"/>
          <w:szCs w:val="24"/>
        </w:rPr>
        <w:t xml:space="preserve">ÇALIŞMALARI </w:t>
      </w:r>
      <w:r w:rsidR="00230EA2">
        <w:rPr>
          <w:rFonts w:ascii="Times New Roman" w:hAnsi="Times New Roman"/>
          <w:b/>
          <w:sz w:val="24"/>
          <w:szCs w:val="24"/>
        </w:rPr>
        <w:t>1.</w:t>
      </w:r>
      <w:r w:rsidR="00B31BD1">
        <w:rPr>
          <w:rFonts w:ascii="Times New Roman" w:hAnsi="Times New Roman"/>
          <w:b/>
          <w:sz w:val="24"/>
          <w:szCs w:val="24"/>
        </w:rPr>
        <w:t xml:space="preserve">DÖNEM </w:t>
      </w:r>
      <w:r w:rsidR="00B31BD1" w:rsidRPr="00B31BD1">
        <w:rPr>
          <w:rFonts w:ascii="Times New Roman" w:hAnsi="Times New Roman"/>
          <w:b/>
          <w:sz w:val="24"/>
          <w:szCs w:val="24"/>
        </w:rPr>
        <w:t>SONU</w:t>
      </w:r>
      <w:r w:rsidRPr="00B31BD1">
        <w:rPr>
          <w:rFonts w:ascii="Times New Roman" w:hAnsi="Times New Roman"/>
          <w:b/>
          <w:sz w:val="24"/>
          <w:szCs w:val="24"/>
        </w:rPr>
        <w:t xml:space="preserve"> ÇALIŞMA RAPORU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5943"/>
      </w:tblGrid>
      <w:tr w:rsidR="00C7690A" w:rsidRPr="00B31BD1" w:rsidTr="00A06806">
        <w:tc>
          <w:tcPr>
            <w:tcW w:w="3510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Sınıf/Şube:</w:t>
            </w:r>
          </w:p>
        </w:tc>
        <w:tc>
          <w:tcPr>
            <w:tcW w:w="6411" w:type="dxa"/>
            <w:shd w:val="clear" w:color="auto" w:fill="auto"/>
          </w:tcPr>
          <w:p w:rsidR="00C7690A" w:rsidRPr="00B31BD1" w:rsidRDefault="00476255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</w:t>
            </w:r>
          </w:p>
        </w:tc>
      </w:tr>
      <w:tr w:rsidR="00C7690A" w:rsidRPr="00B31BD1" w:rsidTr="00A06806">
        <w:tc>
          <w:tcPr>
            <w:tcW w:w="3510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Sınıf Rehber Öğretmeni:</w:t>
            </w:r>
          </w:p>
        </w:tc>
        <w:tc>
          <w:tcPr>
            <w:tcW w:w="6411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690A" w:rsidRPr="00B31BD1" w:rsidRDefault="00C7690A" w:rsidP="00C7690A">
      <w:pPr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>YAPILAN AYLIK ETKİNLİKLER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7938"/>
      </w:tblGrid>
      <w:tr w:rsidR="00C7690A" w:rsidRPr="00B31BD1" w:rsidTr="00B31BD1">
        <w:tc>
          <w:tcPr>
            <w:tcW w:w="1350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EYLÜL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1. Rehberlik Yürütme Komisyonu Toplantısı yapıldı.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 xml:space="preserve">2. Öğrencilerin uyum haftasında </w:t>
            </w:r>
            <w:proofErr w:type="gramStart"/>
            <w:r w:rsidRPr="00D313A0">
              <w:rPr>
                <w:rFonts w:ascii="Times New Roman" w:hAnsi="Times New Roman"/>
                <w:sz w:val="24"/>
                <w:szCs w:val="24"/>
              </w:rPr>
              <w:t>öğrencilere  okulun</w:t>
            </w:r>
            <w:proofErr w:type="gramEnd"/>
            <w:r w:rsidRPr="00D313A0">
              <w:rPr>
                <w:rFonts w:ascii="Times New Roman" w:hAnsi="Times New Roman"/>
                <w:sz w:val="24"/>
                <w:szCs w:val="24"/>
              </w:rPr>
              <w:t xml:space="preserve"> bölümleri ve okulda çalışan personel tanıtıldı.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3. Öğrencilerin okula başlamaya ilişkin duygularını ifade edebilmeleri için sınıf içi etkinlikler düzenlendi.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4. Öğrenci bilgi fişleri dolduruldu.</w:t>
            </w:r>
          </w:p>
          <w:p w:rsidR="00B31BD1" w:rsidRPr="00D313A0" w:rsidRDefault="00D313A0" w:rsidP="00C7690A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5. Sı</w:t>
            </w:r>
            <w:r>
              <w:rPr>
                <w:rFonts w:ascii="Times New Roman" w:hAnsi="Times New Roman"/>
                <w:sz w:val="24"/>
                <w:szCs w:val="24"/>
              </w:rPr>
              <w:t>nıf rehberlik planı hazırlandı.</w:t>
            </w:r>
          </w:p>
        </w:tc>
      </w:tr>
      <w:tr w:rsidR="00C7690A" w:rsidRPr="00B31BD1" w:rsidTr="00B31BD1">
        <w:tc>
          <w:tcPr>
            <w:tcW w:w="1350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EKİM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1.Öğrencilere okulun yakınındaki çevre tanıtıldı.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2.Sınıf kuralları ve okul kuralları hakkında bilgi verildi.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3.’’Hayatımızdaki Kahramanlar’’ etkinliği yapıldı.(Psikososyal)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 xml:space="preserve">4.Okuldaki riskli olabilecek </w:t>
            </w:r>
            <w:proofErr w:type="gramStart"/>
            <w:r w:rsidRPr="00D313A0">
              <w:rPr>
                <w:rFonts w:ascii="Times New Roman" w:hAnsi="Times New Roman"/>
                <w:sz w:val="24"/>
                <w:szCs w:val="24"/>
              </w:rPr>
              <w:t>durum,ortam</w:t>
            </w:r>
            <w:proofErr w:type="gramEnd"/>
            <w:r w:rsidRPr="00D313A0">
              <w:rPr>
                <w:rFonts w:ascii="Times New Roman" w:hAnsi="Times New Roman"/>
                <w:sz w:val="24"/>
                <w:szCs w:val="24"/>
              </w:rPr>
              <w:t xml:space="preserve"> ve davranışlar hakkında bilgi verildi.</w:t>
            </w:r>
          </w:p>
          <w:p w:rsidR="00B31BD1" w:rsidRPr="00B31BD1" w:rsidRDefault="00D313A0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5.Öğrencilerin günlük yaşamda yaptığı tercihler hakkında konuşuldu.</w:t>
            </w:r>
          </w:p>
        </w:tc>
      </w:tr>
      <w:tr w:rsidR="00C7690A" w:rsidRPr="00B31BD1" w:rsidTr="00B31BD1">
        <w:tc>
          <w:tcPr>
            <w:tcW w:w="1350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KASIM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1.Öğrencilerin günlük yaşamda yaptığı tercihleri etkileyen faktörler konuşuldu.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2. Öğrencilerin yaşamındaki rol ve sorumluluklar ders konuları ile bağlantı kurularak anlatıldı.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3.Çocukların Hak ve Sorumlulukları konusunda bilgilendirmek için sunu izlendi.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4.’’Bana Dokunulduğunda Ne Hissediyorum’’Etkinliği yapıldı.( Psikososyal)</w:t>
            </w:r>
          </w:p>
          <w:p w:rsidR="00B31BD1" w:rsidRPr="00D313A0" w:rsidRDefault="00D313A0" w:rsidP="00C7690A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5.Hayat Bilgisi dersiyle bağlantı kurularak Fiziksel özellikleri söyleme kazanımı verildi.</w:t>
            </w:r>
          </w:p>
        </w:tc>
      </w:tr>
      <w:tr w:rsidR="00C7690A" w:rsidRPr="00B31BD1" w:rsidTr="00B31BD1">
        <w:tc>
          <w:tcPr>
            <w:tcW w:w="1350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ARALIK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1.Bireylerin birbirinden fiziksel açıdan farklılığ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ının doğal olduğu </w:t>
            </w:r>
            <w:r w:rsidRPr="00D313A0">
              <w:rPr>
                <w:rFonts w:ascii="Times New Roman" w:hAnsi="Times New Roman"/>
                <w:sz w:val="24"/>
                <w:szCs w:val="24"/>
              </w:rPr>
              <w:t>anlatıldı.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2.Yakın çevresindeki mesleklerin tanıtımı yapıldı.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3.Yaşadığı duyguları fark etmek için drama yapıldı.</w:t>
            </w:r>
          </w:p>
          <w:p w:rsid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4.’’Parlayan Güneşim’’ Etkinliği yapıldı. ( Psikososyal)</w:t>
            </w:r>
          </w:p>
          <w:p w:rsidR="00B31BD1" w:rsidRPr="00D313A0" w:rsidRDefault="00D313A0" w:rsidP="00C7690A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 xml:space="preserve">5.Duygularını uygun olan ve </w:t>
            </w:r>
            <w:proofErr w:type="gramStart"/>
            <w:r w:rsidRPr="00D313A0">
              <w:rPr>
                <w:rFonts w:ascii="Times New Roman" w:hAnsi="Times New Roman"/>
                <w:sz w:val="24"/>
                <w:szCs w:val="24"/>
              </w:rPr>
              <w:t>olmayan  ifade</w:t>
            </w:r>
            <w:proofErr w:type="gramEnd"/>
            <w:r w:rsidRPr="00D313A0">
              <w:rPr>
                <w:rFonts w:ascii="Times New Roman" w:hAnsi="Times New Roman"/>
                <w:sz w:val="24"/>
                <w:szCs w:val="24"/>
              </w:rPr>
              <w:t xml:space="preserve"> etme biçimleri anlatıldı.</w:t>
            </w:r>
          </w:p>
        </w:tc>
      </w:tr>
      <w:tr w:rsidR="00C7690A" w:rsidRPr="00B31BD1" w:rsidTr="00B31BD1">
        <w:tc>
          <w:tcPr>
            <w:tcW w:w="1350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OCAK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1.Duygularını ifade etme etme biçimleri günlük hayattan örneklerle anlatıldı.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 xml:space="preserve">2.Duyguların beden </w:t>
            </w:r>
            <w:r w:rsidR="003D381A" w:rsidRPr="00D313A0">
              <w:rPr>
                <w:rFonts w:ascii="Times New Roman" w:hAnsi="Times New Roman"/>
                <w:sz w:val="24"/>
                <w:szCs w:val="24"/>
              </w:rPr>
              <w:t>diliyle, davranışlar</w:t>
            </w:r>
            <w:r w:rsidRPr="00D313A0">
              <w:rPr>
                <w:rFonts w:ascii="Times New Roman" w:hAnsi="Times New Roman"/>
                <w:sz w:val="24"/>
                <w:szCs w:val="24"/>
              </w:rPr>
              <w:t xml:space="preserve"> ve yaşanan olaylarla ilişkisini kurar kazanımı için etkinlikler düzenlendi</w:t>
            </w:r>
          </w:p>
          <w:p w:rsidR="00D313A0" w:rsidRPr="00D313A0" w:rsidRDefault="00D313A0" w:rsidP="00D313A0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3.Öğrencilerin okul içinde ve dışında yapmaktan hoşlandıkları etkinlikler hakkında konuşuldu.</w:t>
            </w:r>
          </w:p>
          <w:p w:rsidR="00B31BD1" w:rsidRPr="00D313A0" w:rsidRDefault="00D313A0" w:rsidP="00C7690A">
            <w:pPr>
              <w:rPr>
                <w:rFonts w:ascii="Times New Roman" w:hAnsi="Times New Roman"/>
                <w:sz w:val="24"/>
                <w:szCs w:val="24"/>
              </w:rPr>
            </w:pPr>
            <w:r w:rsidRPr="00D313A0">
              <w:rPr>
                <w:rFonts w:ascii="Times New Roman" w:hAnsi="Times New Roman"/>
                <w:sz w:val="24"/>
                <w:szCs w:val="24"/>
              </w:rPr>
              <w:t>4. Dönem Sonu Sı</w:t>
            </w:r>
            <w:r>
              <w:rPr>
                <w:rFonts w:ascii="Times New Roman" w:hAnsi="Times New Roman"/>
                <w:sz w:val="24"/>
                <w:szCs w:val="24"/>
              </w:rPr>
              <w:t>nıf Rehberlik Planı hazırlandı.</w:t>
            </w:r>
          </w:p>
        </w:tc>
      </w:tr>
    </w:tbl>
    <w:p w:rsidR="00C7690A" w:rsidRPr="00B31BD1" w:rsidRDefault="00C7690A" w:rsidP="006C342F">
      <w:pPr>
        <w:pStyle w:val="ListeParagraf"/>
        <w:spacing w:after="0"/>
        <w:ind w:left="0"/>
        <w:rPr>
          <w:rFonts w:ascii="Times New Roman" w:hAnsi="Times New Roman"/>
          <w:b/>
        </w:rPr>
      </w:pPr>
    </w:p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</w:rPr>
      </w:pPr>
    </w:p>
    <w:p w:rsidR="003074B4" w:rsidRPr="00B31BD1" w:rsidRDefault="00D648BC" w:rsidP="00C7690A">
      <w:pPr>
        <w:pStyle w:val="ListeParagraf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 xml:space="preserve">UYGULANAN </w:t>
      </w:r>
      <w:r w:rsidR="00B31BD1" w:rsidRPr="00B31BD1">
        <w:rPr>
          <w:rFonts w:ascii="Times New Roman" w:hAnsi="Times New Roman"/>
          <w:b/>
          <w:sz w:val="24"/>
          <w:szCs w:val="24"/>
        </w:rPr>
        <w:t>TEKNİKLER, BİREYİ</w:t>
      </w:r>
      <w:r w:rsidRPr="00B31BD1">
        <w:rPr>
          <w:rFonts w:ascii="Times New Roman" w:hAnsi="Times New Roman"/>
          <w:b/>
          <w:sz w:val="24"/>
          <w:szCs w:val="24"/>
        </w:rPr>
        <w:t xml:space="preserve"> TANIMA, BİLGİLENDİRME ÇALIŞMALARI </w:t>
      </w:r>
    </w:p>
    <w:tbl>
      <w:tblPr>
        <w:tblW w:w="932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949"/>
        <w:gridCol w:w="709"/>
        <w:gridCol w:w="992"/>
        <w:gridCol w:w="1134"/>
      </w:tblGrid>
      <w:tr w:rsidR="003C1DB2" w:rsidRPr="00B31BD1" w:rsidTr="00EE04CF">
        <w:tc>
          <w:tcPr>
            <w:tcW w:w="537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5949" w:type="dxa"/>
          </w:tcPr>
          <w:p w:rsidR="007F231E" w:rsidRPr="00B31BD1" w:rsidRDefault="00F9776A" w:rsidP="00F9776A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YAPILAN</w:t>
            </w:r>
            <w:r w:rsidR="000B3B4D"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ÇALIŞMALAR</w:t>
            </w:r>
          </w:p>
        </w:tc>
        <w:tc>
          <w:tcPr>
            <w:tcW w:w="709" w:type="dxa"/>
          </w:tcPr>
          <w:p w:rsidR="007F231E" w:rsidRPr="00702F95" w:rsidRDefault="007F231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702F95">
              <w:rPr>
                <w:rFonts w:ascii="Times New Roman" w:hAnsi="Times New Roman"/>
                <w:b/>
                <w:sz w:val="20"/>
                <w:szCs w:val="24"/>
              </w:rPr>
              <w:t>KIZ</w:t>
            </w:r>
          </w:p>
        </w:tc>
        <w:tc>
          <w:tcPr>
            <w:tcW w:w="992" w:type="dxa"/>
          </w:tcPr>
          <w:p w:rsidR="007F231E" w:rsidRPr="00702F95" w:rsidRDefault="007F231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702F95">
              <w:rPr>
                <w:rFonts w:ascii="Times New Roman" w:hAnsi="Times New Roman"/>
                <w:b/>
                <w:sz w:val="20"/>
                <w:szCs w:val="24"/>
              </w:rPr>
              <w:t>ERKEK</w:t>
            </w:r>
          </w:p>
        </w:tc>
        <w:tc>
          <w:tcPr>
            <w:tcW w:w="1134" w:type="dxa"/>
          </w:tcPr>
          <w:p w:rsidR="007F231E" w:rsidRPr="00702F95" w:rsidRDefault="007F231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702F95">
              <w:rPr>
                <w:rFonts w:ascii="Times New Roman" w:hAnsi="Times New Roman"/>
                <w:b/>
                <w:sz w:val="20"/>
                <w:szCs w:val="24"/>
              </w:rPr>
              <w:t>TOPLAM</w:t>
            </w:r>
          </w:p>
        </w:tc>
      </w:tr>
      <w:tr w:rsidR="003C1DB2" w:rsidRPr="00B31BD1" w:rsidTr="00EE04CF">
        <w:tc>
          <w:tcPr>
            <w:tcW w:w="537" w:type="dxa"/>
          </w:tcPr>
          <w:p w:rsidR="007F231E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9" w:type="dxa"/>
          </w:tcPr>
          <w:p w:rsidR="007F231E" w:rsidRPr="00BE2953" w:rsidRDefault="00C7690A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 xml:space="preserve">Bana Kendini Anlat  </w:t>
            </w:r>
          </w:p>
        </w:tc>
        <w:tc>
          <w:tcPr>
            <w:tcW w:w="709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EE04CF">
        <w:tc>
          <w:tcPr>
            <w:tcW w:w="537" w:type="dxa"/>
          </w:tcPr>
          <w:p w:rsidR="007F231E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9" w:type="dxa"/>
          </w:tcPr>
          <w:p w:rsidR="007F231E" w:rsidRPr="00BE2953" w:rsidRDefault="00C7690A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Yaşam Pencerem Envanteri</w:t>
            </w:r>
          </w:p>
        </w:tc>
        <w:tc>
          <w:tcPr>
            <w:tcW w:w="709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EE04CF">
        <w:tc>
          <w:tcPr>
            <w:tcW w:w="537" w:type="dxa"/>
          </w:tcPr>
          <w:p w:rsidR="007F231E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9" w:type="dxa"/>
          </w:tcPr>
          <w:p w:rsidR="007F231E" w:rsidRPr="00BE2953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Başarısızlık nedenleri</w:t>
            </w:r>
            <w:r w:rsidR="00101963" w:rsidRPr="00BE2953">
              <w:rPr>
                <w:rFonts w:ascii="Times New Roman" w:hAnsi="Times New Roman"/>
                <w:sz w:val="24"/>
                <w:szCs w:val="24"/>
              </w:rPr>
              <w:t xml:space="preserve"> anketi</w:t>
            </w:r>
          </w:p>
        </w:tc>
        <w:tc>
          <w:tcPr>
            <w:tcW w:w="709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EE04CF">
        <w:tc>
          <w:tcPr>
            <w:tcW w:w="537" w:type="dxa"/>
          </w:tcPr>
          <w:p w:rsidR="007F231E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9" w:type="dxa"/>
          </w:tcPr>
          <w:p w:rsidR="007F231E" w:rsidRPr="00BE2953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Öğrenci tanıma formları</w:t>
            </w:r>
          </w:p>
        </w:tc>
        <w:tc>
          <w:tcPr>
            <w:tcW w:w="709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EE04CF">
        <w:tc>
          <w:tcPr>
            <w:tcW w:w="537" w:type="dxa"/>
          </w:tcPr>
          <w:p w:rsidR="007F231E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9" w:type="dxa"/>
          </w:tcPr>
          <w:p w:rsidR="007F231E" w:rsidRPr="00BE2953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 xml:space="preserve">Sınıf </w:t>
            </w:r>
            <w:r w:rsidR="00817D2B" w:rsidRPr="00BE2953">
              <w:rPr>
                <w:rFonts w:ascii="Times New Roman" w:hAnsi="Times New Roman"/>
                <w:sz w:val="24"/>
                <w:szCs w:val="24"/>
              </w:rPr>
              <w:t>geçme ve sınav yönetmeliği hakkında bilgi verilmesi</w:t>
            </w:r>
          </w:p>
        </w:tc>
        <w:tc>
          <w:tcPr>
            <w:tcW w:w="709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EE04CF">
        <w:tc>
          <w:tcPr>
            <w:tcW w:w="537" w:type="dxa"/>
          </w:tcPr>
          <w:p w:rsidR="00817D2B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9" w:type="dxa"/>
          </w:tcPr>
          <w:p w:rsidR="00817D2B" w:rsidRPr="00BE2953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Ödül ve disiplin yönetmeliği hakkında bilgi verilmesi</w:t>
            </w:r>
          </w:p>
        </w:tc>
        <w:tc>
          <w:tcPr>
            <w:tcW w:w="709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EE04CF">
        <w:tc>
          <w:tcPr>
            <w:tcW w:w="537" w:type="dxa"/>
          </w:tcPr>
          <w:p w:rsidR="00817D2B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49" w:type="dxa"/>
          </w:tcPr>
          <w:p w:rsidR="00817D2B" w:rsidRPr="00BE2953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Kılık kıyafet hakkında bilgi verilmesi</w:t>
            </w:r>
          </w:p>
        </w:tc>
        <w:tc>
          <w:tcPr>
            <w:tcW w:w="709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EE04CF">
        <w:tc>
          <w:tcPr>
            <w:tcW w:w="537" w:type="dxa"/>
          </w:tcPr>
          <w:p w:rsidR="00817D2B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9" w:type="dxa"/>
          </w:tcPr>
          <w:p w:rsidR="00817D2B" w:rsidRPr="00BE2953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Okulun ve çevrenin tanıtılması</w:t>
            </w:r>
            <w:r w:rsidR="00C7690A" w:rsidRPr="00BE29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E26" w:rsidRPr="00BE295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255E26" w:rsidRPr="00BE2953">
              <w:rPr>
                <w:rFonts w:ascii="Times New Roman" w:hAnsi="Times New Roman"/>
                <w:sz w:val="24"/>
                <w:szCs w:val="24"/>
              </w:rPr>
              <w:t>oryantasyon</w:t>
            </w:r>
            <w:proofErr w:type="gramEnd"/>
            <w:r w:rsidR="00255E26" w:rsidRPr="00BE2953">
              <w:rPr>
                <w:rFonts w:ascii="Times New Roman" w:hAnsi="Times New Roman"/>
                <w:sz w:val="24"/>
                <w:szCs w:val="24"/>
              </w:rPr>
              <w:t xml:space="preserve"> çalışması)</w:t>
            </w:r>
          </w:p>
        </w:tc>
        <w:tc>
          <w:tcPr>
            <w:tcW w:w="709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EE04CF">
        <w:tc>
          <w:tcPr>
            <w:tcW w:w="537" w:type="dxa"/>
          </w:tcPr>
          <w:p w:rsidR="00817D2B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9" w:type="dxa"/>
          </w:tcPr>
          <w:p w:rsidR="00817D2B" w:rsidRPr="00BE2953" w:rsidRDefault="00C7690A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Sınıf Risk Haritası</w:t>
            </w:r>
          </w:p>
        </w:tc>
        <w:tc>
          <w:tcPr>
            <w:tcW w:w="709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EE04CF">
        <w:tc>
          <w:tcPr>
            <w:tcW w:w="537" w:type="dxa"/>
          </w:tcPr>
          <w:p w:rsidR="00F73423" w:rsidRPr="00BE2953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9" w:type="dxa"/>
          </w:tcPr>
          <w:p w:rsidR="00F73423" w:rsidRPr="00BE2953" w:rsidRDefault="00C7690A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Diğer</w:t>
            </w:r>
          </w:p>
        </w:tc>
        <w:tc>
          <w:tcPr>
            <w:tcW w:w="709" w:type="dxa"/>
          </w:tcPr>
          <w:p w:rsidR="00F73423" w:rsidRPr="00B31BD1" w:rsidRDefault="00F73423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73423" w:rsidRPr="00B31BD1" w:rsidRDefault="00F73423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73423" w:rsidRPr="00B31BD1" w:rsidRDefault="00F73423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  <w:sz w:val="24"/>
          <w:szCs w:val="24"/>
        </w:rPr>
      </w:pPr>
    </w:p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  <w:sz w:val="24"/>
          <w:szCs w:val="24"/>
        </w:rPr>
      </w:pPr>
    </w:p>
    <w:p w:rsidR="007F231E" w:rsidRPr="00B31BD1" w:rsidRDefault="00D648BC" w:rsidP="00C7690A">
      <w:pPr>
        <w:pStyle w:val="ListeParagraf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 xml:space="preserve">PSİKOLOJİK DANIŞMA </w:t>
      </w:r>
      <w:r w:rsidR="00B31BD1">
        <w:rPr>
          <w:rFonts w:ascii="Times New Roman" w:hAnsi="Times New Roman"/>
          <w:b/>
          <w:sz w:val="24"/>
          <w:szCs w:val="24"/>
        </w:rPr>
        <w:t xml:space="preserve">VE REHBERLİK </w:t>
      </w:r>
      <w:r w:rsidRPr="00B31BD1">
        <w:rPr>
          <w:rFonts w:ascii="Times New Roman" w:hAnsi="Times New Roman"/>
          <w:b/>
          <w:sz w:val="24"/>
          <w:szCs w:val="24"/>
        </w:rPr>
        <w:t>SERVİSİNE SEVK, VELİ VE ÖĞRENCİ GÖRÜŞMELERİ</w:t>
      </w:r>
    </w:p>
    <w:tbl>
      <w:tblPr>
        <w:tblW w:w="932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559"/>
        <w:gridCol w:w="833"/>
        <w:gridCol w:w="1083"/>
        <w:gridCol w:w="1270"/>
      </w:tblGrid>
      <w:tr w:rsidR="003C1DB2" w:rsidRPr="00B31BD1" w:rsidTr="00C7690A">
        <w:tc>
          <w:tcPr>
            <w:tcW w:w="537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5949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YAPILAN </w:t>
            </w:r>
            <w:r w:rsidR="00F9776A" w:rsidRPr="00B31BD1">
              <w:rPr>
                <w:rFonts w:ascii="Times New Roman" w:hAnsi="Times New Roman"/>
                <w:b/>
                <w:sz w:val="24"/>
                <w:szCs w:val="24"/>
              </w:rPr>
              <w:t>ÇALIŞMALAR</w:t>
            </w:r>
          </w:p>
        </w:tc>
        <w:tc>
          <w:tcPr>
            <w:tcW w:w="851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KIZ</w:t>
            </w:r>
          </w:p>
        </w:tc>
        <w:tc>
          <w:tcPr>
            <w:tcW w:w="850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ERKEK</w:t>
            </w:r>
          </w:p>
        </w:tc>
        <w:tc>
          <w:tcPr>
            <w:tcW w:w="1134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TOPLAM</w:t>
            </w:r>
          </w:p>
        </w:tc>
      </w:tr>
      <w:tr w:rsidR="003C1DB2" w:rsidRPr="00B31BD1" w:rsidTr="00C7690A">
        <w:tc>
          <w:tcPr>
            <w:tcW w:w="537" w:type="dxa"/>
          </w:tcPr>
          <w:p w:rsidR="000A0B0D" w:rsidRPr="00BE2953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9" w:type="dxa"/>
          </w:tcPr>
          <w:p w:rsidR="000A0B0D" w:rsidRPr="00BE2953" w:rsidRDefault="000B3B4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Psikolojik danışma servisine yönlendirilen öğrenci sayısı</w:t>
            </w:r>
          </w:p>
        </w:tc>
        <w:tc>
          <w:tcPr>
            <w:tcW w:w="851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7690A">
        <w:tc>
          <w:tcPr>
            <w:tcW w:w="537" w:type="dxa"/>
          </w:tcPr>
          <w:p w:rsidR="000A0B0D" w:rsidRPr="00BE2953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9" w:type="dxa"/>
          </w:tcPr>
          <w:p w:rsidR="000A0B0D" w:rsidRPr="00BE2953" w:rsidRDefault="000B3B4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Eğitsel rehberlik amaçlı görüşme sayısı</w:t>
            </w:r>
          </w:p>
        </w:tc>
        <w:tc>
          <w:tcPr>
            <w:tcW w:w="851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7690A">
        <w:tc>
          <w:tcPr>
            <w:tcW w:w="537" w:type="dxa"/>
          </w:tcPr>
          <w:p w:rsidR="000A0B0D" w:rsidRPr="00BE2953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9" w:type="dxa"/>
          </w:tcPr>
          <w:p w:rsidR="000A0B0D" w:rsidRPr="00BE2953" w:rsidRDefault="000B3B4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Bireysel problemlere yönelik görüşme sayısı</w:t>
            </w:r>
          </w:p>
        </w:tc>
        <w:tc>
          <w:tcPr>
            <w:tcW w:w="851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690A" w:rsidRPr="00B31BD1" w:rsidRDefault="00C7690A" w:rsidP="00C7690A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0B3B4D" w:rsidRPr="00B31BD1" w:rsidRDefault="00D648BC" w:rsidP="00C7690A">
      <w:pPr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>VELİLERE YÖNELİK ÇALIŞMALAR</w:t>
      </w:r>
    </w:p>
    <w:tbl>
      <w:tblPr>
        <w:tblW w:w="932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559"/>
        <w:gridCol w:w="833"/>
        <w:gridCol w:w="1083"/>
        <w:gridCol w:w="1270"/>
      </w:tblGrid>
      <w:tr w:rsidR="0015079E" w:rsidRPr="00B31BD1" w:rsidTr="00C7690A">
        <w:tc>
          <w:tcPr>
            <w:tcW w:w="537" w:type="dxa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5949" w:type="dxa"/>
            <w:tcBorders>
              <w:right w:val="single" w:sz="4" w:space="0" w:color="auto"/>
            </w:tcBorders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YAPILAN </w:t>
            </w:r>
            <w:r w:rsidR="00F9776A" w:rsidRPr="00B31BD1">
              <w:rPr>
                <w:rFonts w:ascii="Times New Roman" w:hAnsi="Times New Roman"/>
                <w:b/>
                <w:sz w:val="24"/>
                <w:szCs w:val="24"/>
              </w:rPr>
              <w:t>ÇALIŞMALAR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KIZ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ERKEK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TOPLAM</w:t>
            </w:r>
          </w:p>
        </w:tc>
      </w:tr>
      <w:tr w:rsidR="0015079E" w:rsidRPr="00B31BD1" w:rsidTr="00C7690A">
        <w:trPr>
          <w:trHeight w:val="349"/>
        </w:trPr>
        <w:tc>
          <w:tcPr>
            <w:tcW w:w="537" w:type="dxa"/>
            <w:vAlign w:val="center"/>
          </w:tcPr>
          <w:p w:rsidR="0015079E" w:rsidRPr="00BE2953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9" w:type="dxa"/>
            <w:tcBorders>
              <w:right w:val="single" w:sz="4" w:space="0" w:color="auto"/>
            </w:tcBorders>
            <w:vAlign w:val="center"/>
          </w:tcPr>
          <w:p w:rsidR="0015079E" w:rsidRPr="00BE2953" w:rsidRDefault="0015079E" w:rsidP="005B2081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Veli toplantısı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79E" w:rsidRPr="00B31BD1" w:rsidTr="00C7690A">
        <w:trPr>
          <w:trHeight w:val="349"/>
        </w:trPr>
        <w:tc>
          <w:tcPr>
            <w:tcW w:w="537" w:type="dxa"/>
            <w:vAlign w:val="center"/>
          </w:tcPr>
          <w:p w:rsidR="0015079E" w:rsidRPr="00BE2953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9" w:type="dxa"/>
            <w:tcBorders>
              <w:right w:val="single" w:sz="4" w:space="0" w:color="auto"/>
            </w:tcBorders>
            <w:vAlign w:val="center"/>
          </w:tcPr>
          <w:p w:rsidR="0015079E" w:rsidRPr="00BE2953" w:rsidRDefault="0015079E" w:rsidP="005B2081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Bireysel görüşülen veli sayısı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79E" w:rsidRPr="00B31BD1" w:rsidTr="00C7690A">
        <w:trPr>
          <w:trHeight w:val="349"/>
        </w:trPr>
        <w:tc>
          <w:tcPr>
            <w:tcW w:w="537" w:type="dxa"/>
            <w:vAlign w:val="center"/>
          </w:tcPr>
          <w:p w:rsidR="0015079E" w:rsidRPr="00BE2953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9" w:type="dxa"/>
            <w:tcBorders>
              <w:right w:val="single" w:sz="4" w:space="0" w:color="auto"/>
            </w:tcBorders>
            <w:vAlign w:val="center"/>
          </w:tcPr>
          <w:p w:rsidR="0015079E" w:rsidRPr="00BE2953" w:rsidRDefault="0015079E" w:rsidP="005B2081">
            <w:pPr>
              <w:pStyle w:val="ListeParagr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2953">
              <w:rPr>
                <w:rFonts w:ascii="Times New Roman" w:hAnsi="Times New Roman"/>
                <w:sz w:val="24"/>
                <w:szCs w:val="24"/>
              </w:rPr>
              <w:t>Yapılan veli ev ziyareti sayısı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690A" w:rsidRDefault="00C7690A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D313A0" w:rsidRDefault="00D313A0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D313A0" w:rsidRDefault="00D313A0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6C342F" w:rsidRDefault="006C342F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6C342F" w:rsidRDefault="006C342F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6C342F" w:rsidRDefault="006C342F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6C342F" w:rsidRDefault="006C342F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D313A0" w:rsidRDefault="00D313A0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D313A0" w:rsidRPr="00B31BD1" w:rsidRDefault="00D313A0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0B3B4D" w:rsidRPr="00B31BD1" w:rsidRDefault="00C7690A" w:rsidP="00C7690A">
      <w:pPr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lastRenderedPageBreak/>
        <w:t>SINIF REHBERLİK ÇALIŞMALARININ GENEL DEĞERLENDİRİLMESİ</w:t>
      </w:r>
    </w:p>
    <w:tbl>
      <w:tblPr>
        <w:tblW w:w="932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1"/>
      </w:tblGrid>
      <w:tr w:rsidR="00706500" w:rsidRPr="00B31BD1" w:rsidTr="00C7690A">
        <w:tc>
          <w:tcPr>
            <w:tcW w:w="9321" w:type="dxa"/>
          </w:tcPr>
          <w:p w:rsidR="00706500" w:rsidRPr="006C342F" w:rsidRDefault="002B351F" w:rsidP="002B35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342F">
              <w:rPr>
                <w:rFonts w:ascii="Times New Roman" w:hAnsi="Times New Roman"/>
                <w:sz w:val="24"/>
                <w:szCs w:val="24"/>
              </w:rPr>
              <w:t>Karşılaşılan güçlükler ve nedenleri:</w:t>
            </w:r>
          </w:p>
          <w:p w:rsidR="00B31BD1" w:rsidRPr="006C342F" w:rsidRDefault="006C342F" w:rsidP="006C342F">
            <w:pPr>
              <w:tabs>
                <w:tab w:val="left" w:pos="151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342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706500" w:rsidRPr="00B31BD1" w:rsidTr="00C7690A">
        <w:tc>
          <w:tcPr>
            <w:tcW w:w="9321" w:type="dxa"/>
          </w:tcPr>
          <w:p w:rsidR="00B31BD1" w:rsidRPr="006C342F" w:rsidRDefault="002B351F" w:rsidP="004762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342F">
              <w:rPr>
                <w:rFonts w:ascii="Times New Roman" w:hAnsi="Times New Roman"/>
                <w:sz w:val="24"/>
                <w:szCs w:val="24"/>
              </w:rPr>
              <w:t>Çözüm önerileri:</w:t>
            </w:r>
            <w:r w:rsidR="00476255" w:rsidRPr="006C34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230EA2" w:rsidRDefault="00230EA2" w:rsidP="00230EA2">
      <w:pPr>
        <w:tabs>
          <w:tab w:val="left" w:pos="694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6C342F" w:rsidRDefault="00230EA2" w:rsidP="00230EA2">
      <w:pPr>
        <w:tabs>
          <w:tab w:val="left" w:pos="694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6C342F" w:rsidRDefault="006C342F" w:rsidP="00230EA2">
      <w:pPr>
        <w:tabs>
          <w:tab w:val="left" w:pos="694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30EA2" w:rsidRPr="00B31BD1" w:rsidRDefault="00230EA2" w:rsidP="00230EA2">
      <w:pPr>
        <w:tabs>
          <w:tab w:val="left" w:pos="694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C7690A" w:rsidRPr="00B31BD1" w:rsidRDefault="00476255" w:rsidP="006C342F">
      <w:pPr>
        <w:tabs>
          <w:tab w:val="left" w:pos="6946"/>
        </w:tabs>
        <w:spacing w:after="0"/>
        <w:ind w:left="408"/>
        <w:rPr>
          <w:rFonts w:ascii="Times New Roman" w:hAnsi="Times New Roman"/>
          <w:b/>
          <w:sz w:val="24"/>
          <w:szCs w:val="24"/>
        </w:rPr>
      </w:pPr>
      <w:r>
        <w:t xml:space="preserve">1/ </w:t>
      </w:r>
      <w:r w:rsidR="00230EA2">
        <w:t xml:space="preserve"> SINIF ÖĞRETMENİ                                                               </w:t>
      </w:r>
      <w:r w:rsidR="006C342F">
        <w:t xml:space="preserve">                     </w:t>
      </w:r>
      <w:r w:rsidR="00230EA2">
        <w:t xml:space="preserve">   </w:t>
      </w:r>
      <w:proofErr w:type="gramStart"/>
      <w:r w:rsidR="00230EA2">
        <w:t>OKUL  MÜDÜRÜ</w:t>
      </w:r>
      <w:proofErr w:type="gramEnd"/>
      <w:r w:rsidR="00230EA2">
        <w:t xml:space="preserve"> </w:t>
      </w:r>
      <w:r>
        <w:br/>
        <w:t xml:space="preserve">  </w:t>
      </w:r>
      <w:r w:rsidR="006C342F">
        <w:t xml:space="preserve">                                                                                                      OSMAN ŞENGÜL</w:t>
      </w:r>
    </w:p>
    <w:sectPr w:rsidR="00C7690A" w:rsidRPr="00B31BD1" w:rsidSect="0070650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757" w:rsidRDefault="005F7757" w:rsidP="003C1DB2">
      <w:pPr>
        <w:spacing w:after="0" w:line="240" w:lineRule="auto"/>
      </w:pPr>
      <w:r>
        <w:separator/>
      </w:r>
    </w:p>
  </w:endnote>
  <w:endnote w:type="continuationSeparator" w:id="0">
    <w:p w:rsidR="005F7757" w:rsidRDefault="005F7757" w:rsidP="003C1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757" w:rsidRDefault="005F7757" w:rsidP="003C1DB2">
      <w:pPr>
        <w:spacing w:after="0" w:line="240" w:lineRule="auto"/>
      </w:pPr>
      <w:r>
        <w:separator/>
      </w:r>
    </w:p>
  </w:footnote>
  <w:footnote w:type="continuationSeparator" w:id="0">
    <w:p w:rsidR="005F7757" w:rsidRDefault="005F7757" w:rsidP="003C1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E0892"/>
    <w:multiLevelType w:val="hybridMultilevel"/>
    <w:tmpl w:val="BD9CA3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55699"/>
    <w:multiLevelType w:val="hybridMultilevel"/>
    <w:tmpl w:val="B88AF732"/>
    <w:lvl w:ilvl="0" w:tplc="412EE7B6">
      <w:start w:val="1"/>
      <w:numFmt w:val="decimal"/>
      <w:lvlText w:val="%1-"/>
      <w:lvlJc w:val="left"/>
      <w:pPr>
        <w:ind w:left="408" w:hanging="360"/>
      </w:pPr>
      <w:rPr>
        <w:rFonts w:ascii="Calibri" w:hAnsi="Calibri"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4CFF26CF"/>
    <w:multiLevelType w:val="hybridMultilevel"/>
    <w:tmpl w:val="4F968482"/>
    <w:lvl w:ilvl="0" w:tplc="CD667E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E4442"/>
    <w:multiLevelType w:val="hybridMultilevel"/>
    <w:tmpl w:val="4A088370"/>
    <w:lvl w:ilvl="0" w:tplc="57C0B8C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BD20A61"/>
    <w:multiLevelType w:val="hybridMultilevel"/>
    <w:tmpl w:val="FF90BC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B1B"/>
    <w:rsid w:val="0000748C"/>
    <w:rsid w:val="00065453"/>
    <w:rsid w:val="000A0B0D"/>
    <w:rsid w:val="000A1FFA"/>
    <w:rsid w:val="000B3B4D"/>
    <w:rsid w:val="00101963"/>
    <w:rsid w:val="0015079E"/>
    <w:rsid w:val="0015553E"/>
    <w:rsid w:val="00230EA2"/>
    <w:rsid w:val="00255E26"/>
    <w:rsid w:val="002B351F"/>
    <w:rsid w:val="002D343C"/>
    <w:rsid w:val="002F7DD0"/>
    <w:rsid w:val="003074B4"/>
    <w:rsid w:val="00353303"/>
    <w:rsid w:val="00366EB0"/>
    <w:rsid w:val="003670F0"/>
    <w:rsid w:val="003B3117"/>
    <w:rsid w:val="003C1DB2"/>
    <w:rsid w:val="003D381A"/>
    <w:rsid w:val="003D4FB4"/>
    <w:rsid w:val="00412DF1"/>
    <w:rsid w:val="004503FD"/>
    <w:rsid w:val="00476255"/>
    <w:rsid w:val="00476FD4"/>
    <w:rsid w:val="00492210"/>
    <w:rsid w:val="00497ECF"/>
    <w:rsid w:val="004A509C"/>
    <w:rsid w:val="004C22A4"/>
    <w:rsid w:val="005B2081"/>
    <w:rsid w:val="005F7757"/>
    <w:rsid w:val="00602C6A"/>
    <w:rsid w:val="00622306"/>
    <w:rsid w:val="006C342F"/>
    <w:rsid w:val="00702F95"/>
    <w:rsid w:val="00706500"/>
    <w:rsid w:val="00777079"/>
    <w:rsid w:val="007E6B6E"/>
    <w:rsid w:val="007F231E"/>
    <w:rsid w:val="007F771C"/>
    <w:rsid w:val="00800AE2"/>
    <w:rsid w:val="008101DC"/>
    <w:rsid w:val="00817D2B"/>
    <w:rsid w:val="00875997"/>
    <w:rsid w:val="008831F2"/>
    <w:rsid w:val="009A4DB0"/>
    <w:rsid w:val="009B6D91"/>
    <w:rsid w:val="00A06806"/>
    <w:rsid w:val="00A11489"/>
    <w:rsid w:val="00A54797"/>
    <w:rsid w:val="00B31BD1"/>
    <w:rsid w:val="00BE0965"/>
    <w:rsid w:val="00BE2953"/>
    <w:rsid w:val="00BE5AD4"/>
    <w:rsid w:val="00BF0B46"/>
    <w:rsid w:val="00C155BB"/>
    <w:rsid w:val="00C4121D"/>
    <w:rsid w:val="00C4289F"/>
    <w:rsid w:val="00C7690A"/>
    <w:rsid w:val="00CB3318"/>
    <w:rsid w:val="00CD3B1B"/>
    <w:rsid w:val="00CF2586"/>
    <w:rsid w:val="00D313A0"/>
    <w:rsid w:val="00D648BC"/>
    <w:rsid w:val="00D90F7B"/>
    <w:rsid w:val="00DA772D"/>
    <w:rsid w:val="00E051FE"/>
    <w:rsid w:val="00E940BE"/>
    <w:rsid w:val="00EE04CF"/>
    <w:rsid w:val="00F307A9"/>
    <w:rsid w:val="00F73423"/>
    <w:rsid w:val="00F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53E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3B31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16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qFormat/>
    <w:rsid w:val="003B311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74B4"/>
    <w:pPr>
      <w:ind w:left="720"/>
      <w:contextualSpacing/>
    </w:pPr>
  </w:style>
  <w:style w:type="table" w:styleId="TabloKlavuzu">
    <w:name w:val="Table Grid"/>
    <w:basedOn w:val="NormalTablo"/>
    <w:uiPriority w:val="59"/>
    <w:rsid w:val="003074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link w:val="Balk1"/>
    <w:rsid w:val="003B3117"/>
    <w:rPr>
      <w:rFonts w:ascii="Times New Roman" w:eastAsia="Times New Roman" w:hAnsi="Times New Roman"/>
      <w:b/>
      <w:sz w:val="16"/>
    </w:rPr>
  </w:style>
  <w:style w:type="character" w:customStyle="1" w:styleId="Balk6Char">
    <w:name w:val="Başlık 6 Char"/>
    <w:link w:val="Balk6"/>
    <w:rsid w:val="003B3117"/>
    <w:rPr>
      <w:rFonts w:ascii="Times New Roman" w:eastAsia="Times New Roman" w:hAnsi="Times New Roman"/>
      <w:b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B351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2B351F"/>
    <w:rPr>
      <w:rFonts w:ascii="Tahoma" w:hAnsi="Tahoma" w:cs="Tahoma"/>
      <w:sz w:val="16"/>
      <w:szCs w:val="16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3C1DB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3C1DB2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C1DB2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3C1DB2"/>
    <w:rPr>
      <w:sz w:val="22"/>
      <w:szCs w:val="22"/>
      <w:lang w:eastAsia="en-US"/>
    </w:rPr>
  </w:style>
  <w:style w:type="table" w:customStyle="1" w:styleId="TabloKlavuzu1">
    <w:name w:val="Tablo Kılavuzu1"/>
    <w:basedOn w:val="NormalTablo"/>
    <w:next w:val="TabloKlavuzu"/>
    <w:uiPriority w:val="59"/>
    <w:rsid w:val="00C76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7770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53E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3B31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16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qFormat/>
    <w:rsid w:val="003B311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74B4"/>
    <w:pPr>
      <w:ind w:left="720"/>
      <w:contextualSpacing/>
    </w:pPr>
  </w:style>
  <w:style w:type="table" w:styleId="TabloKlavuzu">
    <w:name w:val="Table Grid"/>
    <w:basedOn w:val="NormalTablo"/>
    <w:uiPriority w:val="59"/>
    <w:rsid w:val="003074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link w:val="Balk1"/>
    <w:rsid w:val="003B3117"/>
    <w:rPr>
      <w:rFonts w:ascii="Times New Roman" w:eastAsia="Times New Roman" w:hAnsi="Times New Roman"/>
      <w:b/>
      <w:sz w:val="16"/>
    </w:rPr>
  </w:style>
  <w:style w:type="character" w:customStyle="1" w:styleId="Balk6Char">
    <w:name w:val="Başlık 6 Char"/>
    <w:link w:val="Balk6"/>
    <w:rsid w:val="003B3117"/>
    <w:rPr>
      <w:rFonts w:ascii="Times New Roman" w:eastAsia="Times New Roman" w:hAnsi="Times New Roman"/>
      <w:b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B351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2B351F"/>
    <w:rPr>
      <w:rFonts w:ascii="Tahoma" w:hAnsi="Tahoma" w:cs="Tahoma"/>
      <w:sz w:val="16"/>
      <w:szCs w:val="16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3C1DB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3C1DB2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C1DB2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3C1DB2"/>
    <w:rPr>
      <w:sz w:val="22"/>
      <w:szCs w:val="22"/>
      <w:lang w:eastAsia="en-US"/>
    </w:rPr>
  </w:style>
  <w:style w:type="table" w:customStyle="1" w:styleId="TabloKlavuzu1">
    <w:name w:val="Tablo Kılavuzu1"/>
    <w:basedOn w:val="NormalTablo"/>
    <w:next w:val="TabloKlavuzu"/>
    <w:uiPriority w:val="59"/>
    <w:rsid w:val="00C76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7770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kan\Desktop\rapor.do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43DC7-9F84-499F-A511-70EE03FD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rapor.dot</Template>
  <TotalTime>0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</dc:creator>
  <cp:lastModifiedBy>Buro</cp:lastModifiedBy>
  <cp:revision>2</cp:revision>
  <cp:lastPrinted>2024-01-10T10:57:00Z</cp:lastPrinted>
  <dcterms:created xsi:type="dcterms:W3CDTF">2024-01-11T11:27:00Z</dcterms:created>
  <dcterms:modified xsi:type="dcterms:W3CDTF">2024-01-11T11:27:00Z</dcterms:modified>
</cp:coreProperties>
</file>