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623B1B" w14:textId="77777777" w:rsidR="00AF138E" w:rsidRPr="001A6A14" w:rsidRDefault="004F338E" w:rsidP="00552E82">
      <w:pPr>
        <w:tabs>
          <w:tab w:val="left" w:pos="1365"/>
        </w:tabs>
        <w:rPr>
          <w:rFonts w:ascii="TTKB Dik Temel Abece" w:hAnsi="TTKB Dik Temel Abece"/>
          <w:sz w:val="64"/>
          <w:szCs w:val="64"/>
        </w:rPr>
      </w:pPr>
      <w:bookmarkStart w:id="0" w:name="_GoBack"/>
      <w:bookmarkEnd w:id="0"/>
      <w:r>
        <w:rPr>
          <w:rFonts w:ascii="TTKB Dik Temel Abece" w:hAnsi="TTKB Dik Temel Abece"/>
          <w:noProof/>
          <w:sz w:val="72"/>
          <w:szCs w:val="72"/>
          <w:lang w:eastAsia="tr-TR"/>
        </w:rPr>
        <w:pict w14:anchorId="64558A31">
          <v:roundrect id="AutoShape 171" o:spid="_x0000_s1026" style="position:absolute;margin-left:100.9pt;margin-top:-61.1pt;width:329.25pt;height:60.75pt;z-index:25173401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" strokecolor="#2f5496 [2408]" strokeweight="1.5pt">
            <v:fill opacity="0"/>
            <v:textbox>
              <w:txbxContent>
                <w:p w14:paraId="2DAD4617" w14:textId="77777777" w:rsidR="006202D1" w:rsidRPr="00986F18" w:rsidRDefault="006202D1" w:rsidP="00986F18">
                  <w:pPr>
                    <w:jc w:val="center"/>
                    <w:rPr>
                      <w:sz w:val="32"/>
                      <w:szCs w:val="32"/>
                    </w:rPr>
                  </w:pPr>
                  <w:r w:rsidRPr="00986F18">
                    <w:rPr>
                      <w:sz w:val="32"/>
                      <w:szCs w:val="32"/>
                    </w:rPr>
                    <w:t>TURAN KÖYLÜOĞLU İLKOKULU 1/A SINIFI ÇALIŞMA KAĞITLARI</w:t>
                  </w:r>
                  <w:r w:rsidR="00986F18">
                    <w:rPr>
                      <w:sz w:val="32"/>
                      <w:szCs w:val="32"/>
                    </w:rPr>
                    <w:t xml:space="preserve">      </w:t>
                  </w:r>
                </w:p>
                <w:p w14:paraId="6B66B612" w14:textId="77777777" w:rsidR="006202D1" w:rsidRPr="00986F18" w:rsidRDefault="006202D1" w:rsidP="00986F18">
                  <w:pPr>
                    <w:jc w:val="center"/>
                    <w:rPr>
                      <w:sz w:val="32"/>
                      <w:szCs w:val="32"/>
                    </w:rPr>
                  </w:pPr>
                  <w:r w:rsidRPr="00986F18">
                    <w:rPr>
                      <w:sz w:val="32"/>
                      <w:szCs w:val="32"/>
                    </w:rPr>
                    <w:t>1</w:t>
                  </w:r>
                </w:p>
              </w:txbxContent>
            </v:textbox>
          </v:roundrect>
        </w:pict>
      </w:r>
      <w:r>
        <w:rPr>
          <w:rFonts w:ascii="TTKB Dik Temel Abece" w:hAnsi="TTKB Dik Temel Abece"/>
          <w:noProof/>
          <w:sz w:val="72"/>
          <w:szCs w:val="72"/>
          <w:lang w:eastAsia="tr-TR"/>
        </w:rPr>
        <w:pict w14:anchorId="40A3767B">
          <v:roundrect id="AutoShape 170" o:spid="_x0000_s1027" style="position:absolute;margin-left:29.65pt;margin-top:-61.1pt;width:400.5pt;height:60.75pt;z-index:25173299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" fillcolor="white [3201]" strokecolor="#4472c4 [3208]" strokeweight="1pt">
            <v:fill opacity="0"/>
            <v:stroke dashstyle="dash"/>
            <v:shadow color="#868686"/>
            <v:textbox>
              <w:txbxContent>
                <w:p w14:paraId="3520E839" w14:textId="77777777" w:rsidR="006202D1" w:rsidRDefault="00986F18">
                  <w:r>
                    <w:rPr>
                      <w:noProof/>
                      <w:lang w:eastAsia="tr-TR"/>
                    </w:rPr>
                    <w:drawing>
                      <wp:inline distT="0" distB="0" distL="0" distR="0" wp14:anchorId="1FDAFDB8" wp14:editId="2F444F04">
                        <wp:extent cx="609600" cy="609600"/>
                        <wp:effectExtent l="0" t="0" r="0" b="0"/>
                        <wp:docPr id="3" name="Resim 13" descr="C:\Users\satellite\AppData\Local\Microsoft\Windows\INetCache\Content.Word\dsBuffer.bm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C:\Users\satellite\AppData\Local\Microsoft\Windows\INetCache\Content.Word\dsBuffer.bm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9600" cy="609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6202D1">
                    <w:t xml:space="preserve">  </w:t>
                  </w:r>
                </w:p>
              </w:txbxContent>
            </v:textbox>
          </v:roundrect>
        </w:pict>
      </w:r>
      <w:r w:rsidR="00552E82" w:rsidRPr="00552E82">
        <w:rPr>
          <w:rFonts w:ascii="TTKB Dik Temel Abece" w:hAnsi="TTKB Dik Temel Abece"/>
          <w:noProof/>
          <w:sz w:val="72"/>
          <w:szCs w:val="72"/>
          <w:lang w:eastAsia="tr-TR"/>
        </w:rPr>
        <w:drawing>
          <wp:anchor distT="0" distB="0" distL="114300" distR="114300" simplePos="0" relativeHeight="251694080" behindDoc="1" locked="0" layoutInCell="1" allowOverlap="1" wp14:anchorId="5A05301D" wp14:editId="1413A3CD">
            <wp:simplePos x="0" y="0"/>
            <wp:positionH relativeFrom="column">
              <wp:posOffset>-194945</wp:posOffset>
            </wp:positionH>
            <wp:positionV relativeFrom="paragraph">
              <wp:posOffset>90805</wp:posOffset>
            </wp:positionV>
            <wp:extent cx="419100" cy="447675"/>
            <wp:effectExtent l="19050" t="0" r="0" b="0"/>
            <wp:wrapNone/>
            <wp:docPr id="8" name="Resim 1" descr="C:\Users\Emin ÖZÜMAĞI\Desktop\ev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in ÖZÜMAĞI\Desktop\ev.jpg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TKB Dik Temel Abece" w:hAnsi="TTKB Dik Temel Abece"/>
          <w:noProof/>
          <w:color w:val="4472C4" w:themeColor="accent5"/>
          <w:sz w:val="72"/>
          <w:szCs w:val="72"/>
          <w:lang w:eastAsia="tr-TR"/>
        </w:rPr>
        <w:pict w14:anchorId="507FAC17">
          <v:group id="Group 25" o:spid="_x0000_s1147" style="position:absolute;margin-left:-16.85pt;margin-top:5.65pt;width:521.25pt;height:36.85pt;z-index:-251657216;mso-position-horizontal-relative:text;mso-position-vertical-relative:text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">
            <v:group id="Group 14" o:spid="_x0000_s1148" style="position:absolute;left:1080;top:2622;width:10425;height:737" coordorigin="1080,2622" coordsize="10425,7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kHIlcQAAADcAAAADwAAAGRycy9kb3ducmV2LnhtbERPS2vCQBC+C/0PyxR6&#10;M5s01JY0q4jU0oMU1ELpbciOSTA7G7JrHv/eFQre5uN7Tr4aTSN66lxtWUESxSCIC6trLhX8HLfz&#10;NxDOI2tsLJOCiRyslg+zHDNtB95Tf/ClCCHsMlRQed9mUrqiIoMusi1x4E62M+gD7EqpOxxCuGnk&#10;cxwvpMGaQ0OFLW0qKs6Hi1HwOeCwTpOPfnc+baa/48v37y4hpZ4ex/U7CE+jv4v/3V86zE9f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kHIlcQAAADcAAAA&#10;DwAAAAAAAAAAAAAAAACqAgAAZHJzL2Rvd25yZXYueG1sUEsFBgAAAAAEAAQA+gAAAJsDAAAAAA==&#10;">
              <v:rect id="Rectangle 5" o:spid="_x0000_s1028" style="position:absolute;left:1095;top:2622;width:10410;height:73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26XMUA&#10;AADcAAAADwAAAGRycy9kb3ducmV2LnhtbESPQWvCQBCF74X+h2UKvdWNClKiq7RVi9dqJPQ2ZKfZ&#10;0OxsyK4m/nvnUOhthvfmvW9Wm9G36kp9bAIbmE4yUMRVsA3XBorT/uUVVEzIFtvAZOBGETbrx4cV&#10;5jYM/EXXY6qVhHDM0YBLqcu1jpUjj3ESOmLRfkLvMcna19r2OEi4b/UsyxbaY8PS4LCjD0fV7/Hi&#10;DczrcufKYhsLPy0Xn+fb+X343hvz/DS+LUElGtO/+e/6YAV/LrTyjEyg1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bbpcxQAAANwAAAAPAAAAAAAAAAAAAAAAAJgCAABkcnMv&#10;ZG93bnJldi54bWxQSwUGAAAAAAQABAD1AAAAigMAAAAA&#10;" strokecolor="#2f5496 [2408]" strokeweight="1.5pt">
                <v:fill opacity="0"/>
              </v:rect>
              <v:rect id="Rectangle 10" o:spid="_x0000_s1029" style="position:absolute;left:1080;top:2835;width:10410;height:30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e6VMIA&#10;AADcAAAADwAAAGRycy9kb3ducmV2LnhtbERPTW+CQBC9N+l/2EyT3mTBalPQ1RgbtMeW1vuEHYHI&#10;zlJ2Rfz3bhOT3ublfc5yPZpWDNS7xrKCJIpBEJdWN1wp+PnOJ28gnEfW2FomBVdysF49Piwx0/bC&#10;XzQUvhIhhF2GCmrvu0xKV9Zk0EW2Iw7c0fYGfYB9JXWPlxBuWjmN41dpsOHQUGNH25rKU3E2Cg7z&#10;94730vBnks/S+eG0+90mRqnnp3GzAOFp9P/iu/tDh/kvKfw9Ey6Qq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l7pUwgAAANwAAAAPAAAAAAAAAAAAAAAAAJgCAABkcnMvZG93&#10;bnJldi54bWxQSwUGAAAAAAQABAD1AAAAhwMAAAAA&#10;" fillcolor="#deeaf6 [660]" strokecolor="#c00000" strokeweight="1pt">
                <v:stroke dashstyle="dash"/>
              </v:rect>
            </v:group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6" o:spid="_x0000_s1030" type="#_x0000_t32" style="position:absolute;left:1095;top:2622;width:0;height:73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jdmMYAAADcAAAADwAAAGRycy9kb3ducmV2LnhtbESPT2vCQBDF7wW/wzJCb3WjlFJSV2kE&#10;wQge/IPQ25Adk9jsbMyuGr995yD0NsN7895vpvPeNepGXag9GxiPElDEhbc1lwYO++XbJ6gQkS02&#10;nsnAgwLMZ4OXKabW33lLt10slYRwSNFAFWObah2KihyGkW+JRTv5zmGUtSu17fAu4a7RkyT50A5r&#10;loYKW1pUVPzurs5A9lgfNz7ml9Xp53zJs2yS49kZ8zrsv79ARerjv/l5vbKC/y748oxMoG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To3ZjGAAAA3AAAAA8AAAAAAAAA&#10;AAAAAAAAoQIAAGRycy9kb3ducmV2LnhtbFBLBQYAAAAABAAEAPkAAACUAwAAAAA=&#10;" strokecolor="#2f5496 [2408]" strokeweight="1.5pt"/>
            <v:shape id="AutoShape 17" o:spid="_x0000_s1031" type="#_x0000_t32" style="position:absolute;left:11505;top:2622;width:0;height:73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6R4A8IAAADcAAAADwAAAGRycy9kb3ducmV2LnhtbERPTYvCMBC9C/sfwix4s6kiIl2j2IUF&#10;K3hQl4W9Dc3YVptJbaLWf28Ewds83ufMFp2pxZVaV1lWMIxiEMS51RUXCn73P4MpCOeRNdaWScGd&#10;HCzmH70ZJtreeEvXnS9ECGGXoILS+yaR0uUlGXSRbYgDd7CtQR9gW0jd4i2Em1qO4ngiDVYcGkps&#10;6Luk/LS7GAXpff23sT47rw7/x3OWpqMMj0ap/me3/ALhqfNv8cu90mH+eAjPZ8IFc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6R4A8IAAADcAAAADwAAAAAAAAAAAAAA&#10;AAChAgAAZHJzL2Rvd25yZXYueG1sUEsFBgAAAAAEAAQA+QAAAJADAAAAAA==&#10;" strokecolor="#2f5496 [2408]" strokeweight="1.5pt"/>
          </v:group>
        </w:pict>
      </w:r>
      <w:r>
        <w:rPr>
          <w:rFonts w:ascii="TTKB Dik Temel Abece" w:hAnsi="TTKB Dik Temel Abece"/>
          <w:noProof/>
          <w:color w:val="4472C4" w:themeColor="accent5"/>
          <w:sz w:val="72"/>
          <w:szCs w:val="72"/>
          <w:lang w:eastAsia="tr-TR"/>
        </w:rPr>
        <w:pict w14:anchorId="4CF9C62C">
          <v:group id="Group 26" o:spid="_x0000_s1141" style="position:absolute;margin-left:-16.85pt;margin-top:5.65pt;width:521.25pt;height:36.85pt;z-index:-251655168;mso-position-horizontal-relative:text;mso-position-vertical-relative:text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">
            <v:group id="Group 27" o:spid="_x0000_s1144" style="position:absolute;left:1080;top:2622;width:10425;height:737" coordorigin="1080,2622" coordsize="10425,7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uT1e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H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6uT1esEAAADcAAAADwAA&#10;AAAAAAAAAAAAAACqAgAAZHJzL2Rvd25yZXYueG1sUEsFBgAAAAAEAAQA+gAAAJgDAAAAAA==&#10;">
              <v:rect id="Rectangle 28" o:spid="_x0000_s1146" style="position:absolute;left:1095;top:2622;width:10410;height:73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WNtsIA&#10;AADcAAAADwAAAGRycy9kb3ducmV2LnhtbERPTWvCQBC9F/wPyxR6qxsVpKRugrVVvNYmhN6G7DQb&#10;zM6G7NbEf+8Khd7m8T5nk0+2ExcafOtYwWKegCCunW65UVB87Z9fQPiArLFzTAqu5CHPZg8bTLUb&#10;+ZMup9CIGMI+RQUmhD6V0teGLPq564kj9+MGiyHCoZF6wDGG204uk2QtLbYcGwz2tDNUn0+/VsGq&#10;qT5MVbz7wi6q9aG8lm/j916pp8dp+woi0BT+xX/uo47zV0u4PxMvkN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hY22wgAAANwAAAAPAAAAAAAAAAAAAAAAAJgCAABkcnMvZG93&#10;bnJldi54bWxQSwUGAAAAAAQABAD1AAAAhwMAAAAA&#10;" strokecolor="#2f5496 [2408]" strokeweight="1.5pt">
                <v:fill opacity="0"/>
              </v:rect>
              <v:rect id="Rectangle 29" o:spid="_x0000_s1145" style="position:absolute;left:1080;top:2835;width:10410;height:30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+NvsIA&#10;AADcAAAADwAAAGRycy9kb3ducmV2LnhtbERPS0/CQBC+k/gfNmPizW4rj0hhIQZT4ajF3ifdsW3o&#10;ztbuWsq/Z0lMuM2X7znr7WhaMVDvGssKkigGQVxa3XCl4PuYPb+CcB5ZY2uZFFzIwXbzMFljqu2Z&#10;v2jIfSVCCLsUFdTed6mUrqzJoItsRxy4H9sb9AH2ldQ9nkO4aeVLHC+kwYZDQ40d7WoqT/mfUVDM&#10;3zveS8OfSTZbzovTx+8uMUo9PY5vKxCeRn8X/7sPOsyfTuH2TLhAb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f42+wgAAANwAAAAPAAAAAAAAAAAAAAAAAJgCAABkcnMvZG93&#10;bnJldi54bWxQSwUGAAAAAAQABAD1AAAAhwMAAAAA&#10;" fillcolor="#deeaf6 [660]" strokecolor="#c00000" strokeweight="1pt">
                <v:stroke dashstyle="dash"/>
              </v:rect>
            </v:group>
            <v:shape id="AutoShape 30" o:spid="_x0000_s1143" type="#_x0000_t32" style="position:absolute;left:1095;top:2622;width:0;height:73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9Wo5sMAAADcAAAADwAAAGRycy9kb3ducmV2LnhtbERPS4vCMBC+L/gfwgje1lRXFqlGscKC&#10;FfbgA8Hb0IxttZnUJmr99xthwdt8fM+ZzltTiTs1rrSsYNCPQBBnVpecK9jvfj7HIJxH1lhZJgVP&#10;cjCfdT6mGGv74A3dtz4XIYRdjAoK7+tYSpcVZND1bU0cuJNtDPoAm1zqBh8h3FRyGEXf0mDJoaHA&#10;mpYFZZftzShInuvDr/XpdXU6nq9pkgxTPBulet12MQHhqfVv8b97pcP8rxG8ngkXyNk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PVqObDAAAA3AAAAA8AAAAAAAAAAAAA&#10;AAAAoQIAAGRycy9kb3ducmV2LnhtbFBLBQYAAAAABAAEAPkAAACRAwAAAAA=&#10;" strokecolor="#2f5496 [2408]" strokeweight="1.5pt"/>
            <v:shape id="AutoShape 31" o:spid="_x0000_s1142" type="#_x0000_t32" style="position:absolute;left:11505;top:2622;width:0;height:73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kNfcMAAADcAAAADwAAAGRycy9kb3ducmV2LnhtbERPS4vCMBC+L/gfwgje1lQXF6lGscKC&#10;FfbgA8Hb0IxttZnUJmr99xthwdt8fM+ZzltTiTs1rrSsYNCPQBBnVpecK9jvfj7HIJxH1lhZJgVP&#10;cjCfdT6mGGv74A3dtz4XIYRdjAoK7+tYSpcVZND1bU0cuJNtDPoAm1zqBh8h3FRyGEXf0mDJoaHA&#10;mpYFZZftzShInuvDr/XpdXU6nq9pkgxTPBulet12MQHhqfVv8b97pcP8rxG8ngkXyNk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yZDX3DAAAA3AAAAA8AAAAAAAAAAAAA&#10;AAAAoQIAAGRycy9kb3ducmV2LnhtbFBLBQYAAAAABAAEAPkAAACRAwAAAAA=&#10;" strokecolor="#2f5496 [2408]" strokeweight="1.5pt"/>
          </v:group>
        </w:pict>
      </w:r>
      <w:r>
        <w:rPr>
          <w:rFonts w:ascii="TTKB Dik Temel Abece" w:hAnsi="TTKB Dik Temel Abece"/>
          <w:noProof/>
          <w:color w:val="4472C4" w:themeColor="accent5"/>
          <w:sz w:val="72"/>
          <w:szCs w:val="72"/>
          <w:lang w:eastAsia="tr-TR"/>
        </w:rPr>
        <w:pict w14:anchorId="25345B54">
          <v:group id="Group 32" o:spid="_x0000_s1135" style="position:absolute;margin-left:-16.85pt;margin-top:5.65pt;width:521.25pt;height:36.85pt;z-index:-251653120;mso-position-horizontal-relative:text;mso-position-vertical-relative:text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">
            <v:group id="Group 33" o:spid="_x0000_s1138" style="position:absolute;left:1080;top:2622;width:10425;height:737" coordorigin="1080,2622" coordsize="10425,7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AZlpM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mwO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QBmWkwwAAANwAAAAP&#10;AAAAAAAAAAAAAAAAAKoCAABkcnMvZG93bnJldi54bWxQSwUGAAAAAAQABAD6AAAAmgMAAAAA&#10;">
              <v:rect id="Rectangle 34" o:spid="_x0000_s1140" style="position:absolute;left:1095;top:2622;width:10410;height:73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cdaMIA&#10;AADcAAAADwAAAGRycy9kb3ducmV2LnhtbERPS2vCQBC+F/wPywi91Y0WgqSu0vrCazUSehuy02xo&#10;djZkVxP/vSsUvM3H95zFarCNuFLna8cKppMEBHHpdM2Vgvy0e5uD8AFZY+OYFNzIw2o5ellgpl3P&#10;33Q9hkrEEPYZKjAhtJmUvjRk0U9cSxy5X9dZDBF2ldQd9jHcNnKWJKm0WHNsMNjS2lD5d7xYBe9V&#10;sTVFvvG5nRbp/nw7f/U/O6Vex8PnB4hAQ3iK/90HHefPUng8Ey+Qy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Zx1owgAAANwAAAAPAAAAAAAAAAAAAAAAAJgCAABkcnMvZG93&#10;bnJldi54bWxQSwUGAAAAAAQABAD1AAAAhwMAAAAA&#10;" strokecolor="#2f5496 [2408]" strokeweight="1.5pt">
                <v:fill opacity="0"/>
              </v:rect>
              <v:rect id="Rectangle 35" o:spid="_x0000_s1139" style="position:absolute;left:1080;top:2835;width:10410;height:30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0dYMIA&#10;AADcAAAADwAAAGRycy9kb3ducmV2LnhtbERPTW+CQBC9m/Q/bKZJb2XBVK3oahobqscWy33CToHI&#10;zlJ2i/jvXZMm3ublfc56O5pWDNS7xrKCJIpBEJdWN1wp+D5mz68gnEfW2FomBRdysN08TNaYanvm&#10;LxpyX4kQwi5FBbX3XSqlK2sy6CLbEQfux/YGfYB9JXWP5xBuWjmN47k02HBoqLGjXU3lKf8zCorZ&#10;e8d7afgzyV6Ws+L08btLjFJPj+PbCoSn0d/F/+6DDvOnC7g9Ey6Qmy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nR1gwgAAANwAAAAPAAAAAAAAAAAAAAAAAJgCAABkcnMvZG93&#10;bnJldi54bWxQSwUGAAAAAAQABAD1AAAAhwMAAAAA&#10;" fillcolor="#deeaf6 [660]" strokecolor="#c00000" strokeweight="1pt">
                <v:stroke dashstyle="dash"/>
              </v:rect>
            </v:group>
            <v:shape id="AutoShape 36" o:spid="_x0000_s1137" type="#_x0000_t32" style="position:absolute;left:1095;top:2622;width:0;height:73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0E0PsUAAADcAAAADwAAAGRycy9kb3ducmV2LnhtbESPQWvCQBCF74L/YRnBm26ag0jqKk2h&#10;YAQPtSL0NmTHJDY7G7Nbjf++cxB6m+G9ee+b1WZwrbpRHxrPBl7mCSji0tuGKwPHr4/ZElSIyBZb&#10;z2TgQQE26/FohZn1d/6k2yFWSkI4ZGigjrHLtA5lTQ7D3HfEop197zDK2lfa9niXcNfqNEkW2mHD&#10;0lBjR+81lT+HX2cgf+xOex+L6/b8fbkWeZ4WeHHGTCfD2yuoSEP8Nz+vt1bwU6GVZ2QCvf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0E0PsUAAADcAAAADwAAAAAAAAAA&#10;AAAAAAChAgAAZHJzL2Rvd25yZXYueG1sUEsFBgAAAAAEAAQA+QAAAJMDAAAAAA==&#10;" strokecolor="#2f5496 [2408]" strokeweight="1.5pt"/>
            <v:shape id="AutoShape 37" o:spid="_x0000_s1136" type="#_x0000_t32" style="position:absolute;left:11505;top:2622;width:0;height:73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A2RpcQAAADcAAAADwAAAGRycy9kb3ducmV2LnhtbERPS2vCQBC+F/wPywi91Y05lDa6BiMI&#10;ptBD0yJ4G7JjHmZnY3aryb/vFgq9zcf3nHU6mk7caHCNZQXLRQSCuLS64UrB1+f+6QWE88gaO8uk&#10;YCIH6Wb2sMZE2zt/0K3wlQgh7BJUUHvfJ1K6siaDbmF74sCd7WDQBzhUUg94D+Gmk3EUPUuDDYeG&#10;Gnva1VReim+jIJveju/W59fD+dRe8yyLc2yNUo/zcbsC4Wn0/+I/90GH+fEr/D4TLpCb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DZGlxAAAANwAAAAPAAAAAAAAAAAA&#10;AAAAAKECAABkcnMvZG93bnJldi54bWxQSwUGAAAAAAQABAD5AAAAkgMAAAAA&#10;" strokecolor="#2f5496 [2408]" strokeweight="1.5pt"/>
          </v:group>
        </w:pict>
      </w:r>
      <w:r w:rsidR="001A6A14">
        <w:rPr>
          <w:rFonts w:ascii="TTKB Dik Temel Abece" w:hAnsi="TTKB Dik Temel Abece"/>
          <w:sz w:val="72"/>
          <w:szCs w:val="72"/>
        </w:rPr>
        <w:t xml:space="preserve">  </w:t>
      </w:r>
      <w:r w:rsidR="000D463D">
        <w:rPr>
          <w:rFonts w:ascii="TTKB Dik Temel Abece" w:hAnsi="TTKB Dik Temel Abece"/>
          <w:sz w:val="64"/>
          <w:szCs w:val="64"/>
        </w:rPr>
        <w:t>e e e e e</w:t>
      </w:r>
      <w:r w:rsidR="001A6A14">
        <w:rPr>
          <w:rFonts w:ascii="N.o.k.t.a.l.ı.d.UZ" w:hAnsi="N.o.k.t.a.l.ı.d.UZ"/>
          <w:sz w:val="64"/>
          <w:szCs w:val="64"/>
        </w:rPr>
        <w:t xml:space="preserve"> e e e e e e e e e e e e</w:t>
      </w:r>
      <w:r w:rsidR="00552E82" w:rsidRPr="001A6A14">
        <w:rPr>
          <w:rFonts w:ascii="TTKB Dik Temel Abece" w:hAnsi="TTKB Dik Temel Abece"/>
          <w:sz w:val="64"/>
          <w:szCs w:val="64"/>
        </w:rPr>
        <w:tab/>
      </w:r>
    </w:p>
    <w:p w14:paraId="1A827A0A" w14:textId="77777777" w:rsidR="00AF138E" w:rsidRDefault="00552E82" w:rsidP="00AF138E">
      <w:pPr>
        <w:rPr>
          <w:rFonts w:ascii="TTKB Dik Temel Abece" w:hAnsi="TTKB Dik Temel Abece"/>
          <w:sz w:val="72"/>
          <w:szCs w:val="72"/>
        </w:rPr>
      </w:pPr>
      <w:r w:rsidRPr="00552E82">
        <w:rPr>
          <w:rFonts w:ascii="TTKB Dik Temel Abece" w:hAnsi="TTKB Dik Temel Abece"/>
          <w:noProof/>
          <w:sz w:val="72"/>
          <w:szCs w:val="72"/>
          <w:lang w:eastAsia="tr-TR"/>
        </w:rPr>
        <w:drawing>
          <wp:anchor distT="0" distB="0" distL="114300" distR="114300" simplePos="0" relativeHeight="251696128" behindDoc="1" locked="0" layoutInCell="1" allowOverlap="1" wp14:anchorId="64A07B15" wp14:editId="7B9EBF19">
            <wp:simplePos x="0" y="0"/>
            <wp:positionH relativeFrom="column">
              <wp:posOffset>-194945</wp:posOffset>
            </wp:positionH>
            <wp:positionV relativeFrom="paragraph">
              <wp:posOffset>79375</wp:posOffset>
            </wp:positionV>
            <wp:extent cx="419100" cy="447675"/>
            <wp:effectExtent l="19050" t="0" r="0" b="0"/>
            <wp:wrapNone/>
            <wp:docPr id="9" name="Resim 1" descr="C:\Users\Emin ÖZÜMAĞI\Desktop\ev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in ÖZÜMAĞI\Desktop\ev.jpg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F338E">
        <w:rPr>
          <w:rFonts w:ascii="TTKB Dik Temel Abece" w:hAnsi="TTKB Dik Temel Abece"/>
          <w:noProof/>
          <w:color w:val="4472C4" w:themeColor="accent5"/>
          <w:sz w:val="72"/>
          <w:szCs w:val="72"/>
          <w:lang w:eastAsia="tr-TR"/>
        </w:rPr>
        <w:pict w14:anchorId="1416268F">
          <v:group id="Group 44" o:spid="_x0000_s1129" style="position:absolute;margin-left:-16.85pt;margin-top:5.65pt;width:521.25pt;height:36.85pt;z-index:-251649024;mso-position-horizontal-relative:text;mso-position-vertical-relative:text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">
            <v:group id="Group 45" o:spid="_x0000_s1132" style="position:absolute;left:1080;top:2622;width:10425;height:737" coordorigin="1080,2622" coordsize="10425,7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yelHMQAAADc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5MV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yelHMQAAADcAAAA&#10;DwAAAAAAAAAAAAAAAACqAgAAZHJzL2Rvd25yZXYueG1sUEsFBgAAAAAEAAQA+gAAAJsDAAAAAA==&#10;">
              <v:rect id="Rectangle 46" o:spid="_x0000_s1134" style="position:absolute;left:1095;top:2622;width:10410;height:73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Igh8UA&#10;AADcAAAADwAAAGRycy9kb3ducmV2LnhtbESPQWvCQBCF74X+h2UKvdWNFqREV2mrFq9qJPQ2ZKfZ&#10;0OxsyG5N/PfOQehthvfmvW+W69G36kJ9bAIbmE4yUMRVsA3XBorT7uUNVEzIFtvAZOBKEdarx4cl&#10;5jYMfKDLMdVKQjjmaMCl1OVax8qRxzgJHbFoP6H3mGTta217HCTct3qWZXPtsWFpcNjRp6Pq9/jn&#10;DbzW5daVxSYWflrOv87X88fwvTPm+Wl8X4BKNKZ/8/16bwV/JvjyjEygV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wiCHxQAAANwAAAAPAAAAAAAAAAAAAAAAAJgCAABkcnMv&#10;ZG93bnJldi54bWxQSwUGAAAAAAQABAD1AAAAigMAAAAA&#10;" strokecolor="#2f5496 [2408]" strokeweight="1.5pt">
                <v:fill opacity="0"/>
              </v:rect>
              <v:rect id="Rectangle 47" o:spid="_x0000_s1133" style="position:absolute;left:1080;top:2835;width:10410;height:30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ggj78A&#10;AADcAAAADwAAAGRycy9kb3ducmV2LnhtbERPy6rCMBDdX/AfwgjuNK2oaDWKKD6W19d+aMa22Exq&#10;E7X+vREu3N0cznNmi8aU4km1KywriHsRCOLU6oIzBefTpjsG4TyyxtIyKXiTg8W89TPDRNsXH+h5&#10;9JkIIewSVJB7XyVSujQng65nK+LAXW1t0AdYZ1LX+ArhppT9KBpJgwWHhhwrWuWU3o4Po+AyXFe8&#10;k4Z/481gMrzctvdVbJTqtJvlFISnxv+L/9x7Heb3Y/g+Ey6Q8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2OCCPvwAAANwAAAAPAAAAAAAAAAAAAAAAAJgCAABkcnMvZG93bnJl&#10;di54bWxQSwUGAAAAAAQABAD1AAAAhAMAAAAA&#10;" fillcolor="#deeaf6 [660]" strokecolor="#c00000" strokeweight="1pt">
                <v:stroke dashstyle="dash"/>
              </v:rect>
            </v:group>
            <v:shape id="AutoShape 48" o:spid="_x0000_s1131" type="#_x0000_t32" style="position:absolute;left:1095;top:2622;width:0;height:73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qkD1MIAAADcAAAADwAAAGRycy9kb3ducmV2LnhtbERPTYvCMBC9L/gfwix4W9PtQaQ2ylYQ&#10;rOBBV4S9Dc3YVptJbaLWf28EYW/zeJ+TznvTiBt1rras4HsUgSAurK65VLD/XX5NQDiPrLGxTAoe&#10;5GA+G3ykmGh75y3ddr4UIYRdggoq79tESldUZNCNbEscuKPtDPoAu1LqDu8h3DQyjqKxNFhzaKiw&#10;pUVFxXl3NQqyx/qwsT6/rI5/p0ueZXGOJ6PU8LP/mYLw1Pt/8du90mF+HMPrmXCBnD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qkD1MIAAADcAAAADwAAAAAAAAAAAAAA&#10;AAChAgAAZHJzL2Rvd25yZXYueG1sUEsFBgAAAAAEAAQA+QAAAJADAAAAAA==&#10;" strokecolor="#2f5496 [2408]" strokeweight="1.5pt"/>
            <v:shape id="AutoShape 49" o:spid="_x0000_s1130" type="#_x0000_t32" style="position:absolute;left:11505;top:2622;width:0;height:73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eWmT8QAAADcAAAADwAAAGRycy9kb3ducmV2LnhtbERPS2vCQBC+F/wPywi91Y0plBJdgxEE&#10;U+ihaRG8DdkxD7OzMbvV5N93C4Xe5uN7zjodTSduNLjGsoLlIgJBXFrdcKXg63P/9ArCeWSNnWVS&#10;MJGDdDN7WGOi7Z0/6Fb4SoQQdgkqqL3vEyldWZNBt7A9ceDOdjDoAxwqqQe8h3DTyTiKXqTBhkND&#10;jT3taiovxbdRkE1vx3fr8+vhfGqveZbFObZGqcf5uF2B8DT6f/Gf+6DD/PgZfp8JF8j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5aZPxAAAANwAAAAPAAAAAAAAAAAA&#10;AAAAAKECAABkcnMvZG93bnJldi54bWxQSwUGAAAAAAQABAD5AAAAkgMAAAAA&#10;" strokecolor="#2f5496 [2408]" strokeweight="1.5pt"/>
          </v:group>
        </w:pict>
      </w:r>
      <w:r w:rsidR="001A6A14">
        <w:rPr>
          <w:rFonts w:ascii="TTKB Dik Temel Abece" w:hAnsi="TTKB Dik Temel Abece"/>
          <w:sz w:val="72"/>
          <w:szCs w:val="72"/>
        </w:rPr>
        <w:t xml:space="preserve"> </w:t>
      </w:r>
      <w:r w:rsidR="000D463D">
        <w:rPr>
          <w:rFonts w:ascii="TTKB Dik Temel Abece" w:hAnsi="TTKB Dik Temel Abece"/>
          <w:sz w:val="72"/>
          <w:szCs w:val="72"/>
        </w:rPr>
        <w:t xml:space="preserve"> e e e</w:t>
      </w:r>
      <w:r w:rsidR="001A6A14">
        <w:rPr>
          <w:rFonts w:ascii="TTKB Dik Temel Abece" w:hAnsi="TTKB Dik Temel Abece"/>
          <w:sz w:val="72"/>
          <w:szCs w:val="72"/>
        </w:rPr>
        <w:t xml:space="preserve"> </w:t>
      </w:r>
      <w:r w:rsidR="000D463D">
        <w:rPr>
          <w:rFonts w:ascii="TTKB Dik Temel Abece" w:hAnsi="TTKB Dik Temel Abece"/>
          <w:sz w:val="72"/>
          <w:szCs w:val="72"/>
        </w:rPr>
        <w:t>e</w:t>
      </w:r>
      <w:r w:rsidR="000D463D">
        <w:rPr>
          <w:rFonts w:ascii="N.o.k.t.a.l.ı.d.UZ" w:hAnsi="N.o.k.t.a.l.ı.d.UZ"/>
          <w:sz w:val="64"/>
          <w:szCs w:val="64"/>
        </w:rPr>
        <w:t xml:space="preserve"> </w:t>
      </w:r>
      <w:r w:rsidR="001A6A14">
        <w:rPr>
          <w:rFonts w:ascii="N.o.k.t.a.l.ı.d.UZ" w:hAnsi="N.o.k.t.a.l.ı.d.UZ"/>
          <w:sz w:val="64"/>
          <w:szCs w:val="64"/>
        </w:rPr>
        <w:t>e e e e e e e e e e e e e</w:t>
      </w:r>
    </w:p>
    <w:p w14:paraId="1A909598" w14:textId="77777777" w:rsidR="00AF138E" w:rsidRDefault="00552E82" w:rsidP="00AF138E">
      <w:pPr>
        <w:rPr>
          <w:rFonts w:ascii="TTKB Dik Temel Abece" w:hAnsi="TTKB Dik Temel Abece"/>
          <w:sz w:val="72"/>
          <w:szCs w:val="72"/>
        </w:rPr>
      </w:pPr>
      <w:r w:rsidRPr="00552E82">
        <w:rPr>
          <w:rFonts w:ascii="TTKB Dik Temel Abece" w:hAnsi="TTKB Dik Temel Abece"/>
          <w:noProof/>
          <w:sz w:val="72"/>
          <w:szCs w:val="72"/>
          <w:lang w:eastAsia="tr-TR"/>
        </w:rPr>
        <w:drawing>
          <wp:anchor distT="0" distB="0" distL="114300" distR="114300" simplePos="0" relativeHeight="251698176" behindDoc="1" locked="0" layoutInCell="1" allowOverlap="1" wp14:anchorId="30D1F4D2" wp14:editId="01A9F0F6">
            <wp:simplePos x="0" y="0"/>
            <wp:positionH relativeFrom="column">
              <wp:posOffset>-194945</wp:posOffset>
            </wp:positionH>
            <wp:positionV relativeFrom="paragraph">
              <wp:posOffset>76836</wp:posOffset>
            </wp:positionV>
            <wp:extent cx="419100" cy="438150"/>
            <wp:effectExtent l="19050" t="0" r="0" b="0"/>
            <wp:wrapNone/>
            <wp:docPr id="11" name="Resim 1" descr="C:\Users\Emin ÖZÜMAĞI\Desktop\ev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in ÖZÜMAĞI\Desktop\ev.jpg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F338E">
        <w:rPr>
          <w:rFonts w:ascii="TTKB Dik Temel Abece" w:hAnsi="TTKB Dik Temel Abece"/>
          <w:noProof/>
          <w:color w:val="4472C4" w:themeColor="accent5"/>
          <w:sz w:val="72"/>
          <w:szCs w:val="72"/>
          <w:lang w:eastAsia="tr-TR"/>
        </w:rPr>
        <w:pict w14:anchorId="6F8DCA95">
          <v:group id="Group 50" o:spid="_x0000_s1123" style="position:absolute;margin-left:-16.85pt;margin-top:5.65pt;width:521.25pt;height:36.85pt;z-index:-251646976;mso-position-horizontal-relative:text;mso-position-vertical-relative:text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">
            <v:group id="Group 51" o:spid="_x0000_s1126" style="position:absolute;left:1080;top:2622;width:10425;height:737" coordorigin="1080,2622" coordsize="10425,7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s+S9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Ps+S9sEAAADcAAAADwAA&#10;AAAAAAAAAAAAAACqAgAAZHJzL2Rvd25yZXYueG1sUEsFBgAAAAAEAAQA+gAAAJgDAAAAAA==&#10;">
              <v:rect id="Rectangle 52" o:spid="_x0000_s1128" style="position:absolute;left:1095;top:2622;width:10410;height:73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XsOcIA&#10;AADcAAAADwAAAGRycy9kb3ducmV2LnhtbERPTWvCQBC9F/wPywi91U2qiKSuoq0Wr9VI6G3ITrOh&#10;2dmQ3Zr4712h4G0e73OW68E24kKdrx0rSCcJCOLS6ZorBflp/7IA4QOyxsYxKbiSh/Vq9LTETLue&#10;v+hyDJWIIewzVGBCaDMpfWnIop+4ljhyP66zGCLsKqk77GO4beRrksylxZpjg8GW3g2Vv8c/q2Ba&#10;FTtT5B8+t2kx/zxfz9v+e6/U83jYvIEINISH+N990HF+OoP7M/ECub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lew5wgAAANwAAAAPAAAAAAAAAAAAAAAAAJgCAABkcnMvZG93&#10;bnJldi54bWxQSwUGAAAAAAQABAD1AAAAhwMAAAAA&#10;" strokecolor="#2f5496 [2408]" strokeweight="1.5pt">
                <v:fill opacity="0"/>
              </v:rect>
              <v:rect id="Rectangle 53" o:spid="_x0000_s1127" style="position:absolute;left:1080;top:2835;width:10410;height:30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/sMb8A&#10;AADcAAAADwAAAGRycy9kb3ducmV2LnhtbERPS4vCMBC+L/gfwgjeNK1YWatRRPFx3PVxH5qxLTaT&#10;2kSt/94IC3ubj+85s0VrKvGgxpWWFcSDCARxZnXJuYLTcdP/BuE8ssbKMil4kYPFvPM1w1TbJ//S&#10;4+BzEULYpaig8L5OpXRZQQbdwNbEgbvYxqAPsMmlbvAZwk0lh1E0lgZLDg0F1rQqKLse7kbBOVnX&#10;vJOGf+LNaJKcr9vbKjZK9brtcgrCU+v/xX/uvQ7z4wQ+z4QL5PwN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Hb+wxvwAAANwAAAAPAAAAAAAAAAAAAAAAAJgCAABkcnMvZG93bnJl&#10;di54bWxQSwUGAAAAAAQABAD1AAAAhAMAAAAA&#10;" fillcolor="#deeaf6 [660]" strokecolor="#c00000" strokeweight="1pt">
                <v:stroke dashstyle="dash"/>
              </v:rect>
            </v:group>
            <v:shape id="AutoShape 54" o:spid="_x0000_s1125" type="#_x0000_t32" style="position:absolute;left:1095;top:2622;width:0;height:73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/7PasEAAADcAAAADwAAAGRycy9kb3ducmV2LnhtbERPTYvCMBC9L/gfwgje1lQPslSjWEGw&#10;godVEbwNzdhWm0ltotZ/bwTB2zze50xmranEnRpXWlYw6EcgiDOrS84V7HfL3z8QziNrrCyTgic5&#10;mE07PxOMtX3wP923PhchhF2MCgrv61hKlxVk0PVtTRy4k20M+gCbXOoGHyHcVHIYRSNpsOTQUGBN&#10;i4Kyy/ZmFCTP9WFjfXpdnY7na5okwxTPRqlet52PQXhq/Vf8ca90mD8YwfuZcIGcv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/s9qwQAAANwAAAAPAAAAAAAAAAAAAAAA&#10;AKECAABkcnMvZG93bnJldi54bWxQSwUGAAAAAAQABAD5AAAAjwMAAAAA&#10;" strokecolor="#2f5496 [2408]" strokeweight="1.5pt"/>
            <v:shape id="AutoShape 55" o:spid="_x0000_s1124" type="#_x0000_t32" style="position:absolute;left:11505;top:2622;width:0;height:73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LJq8cIAAADcAAAADwAAAGRycy9kb3ducmV2LnhtbERPTYvCMBC9C/sfwix4s6keVLpGsQsL&#10;VvCgLgt7G5qxrTaT2kSt/94Igrd5vM+ZLTpTiyu1rrKsYBjFIIhzqysuFPzufwZTEM4ja6wtk4I7&#10;OVjMP3ozTLS98ZauO1+IEMIuQQWl900ipctLMugi2xAH7mBbgz7AtpC6xVsIN7UcxfFYGqw4NJTY&#10;0HdJ+Wl3MQrS+/pvY312Xh3+j+csTUcZHo1S/c9u+QXCU+ff4pd7pcP84QSez4QL5P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LJq8cIAAADcAAAADwAAAAAAAAAAAAAA&#10;AAChAgAAZHJzL2Rvd25yZXYueG1sUEsFBgAAAAAEAAQA+QAAAJADAAAAAA==&#10;" strokecolor="#2f5496 [2408]" strokeweight="1.5pt"/>
          </v:group>
        </w:pict>
      </w:r>
      <w:r w:rsidR="001A6A14">
        <w:rPr>
          <w:rFonts w:ascii="TTKB Dik Temel Abece" w:hAnsi="TTKB Dik Temel Abece"/>
          <w:sz w:val="72"/>
          <w:szCs w:val="72"/>
        </w:rPr>
        <w:t xml:space="preserve">  </w:t>
      </w:r>
      <w:r w:rsidR="001A6A14">
        <w:rPr>
          <w:rFonts w:ascii="N.o.k.t.a.l.ı.d.UZ" w:hAnsi="N.o.k.t.a.l.ı.d.UZ"/>
          <w:sz w:val="64"/>
          <w:szCs w:val="64"/>
        </w:rPr>
        <w:t>e e e e e e e e e e e e e e e e e</w:t>
      </w:r>
    </w:p>
    <w:p w14:paraId="37C7B865" w14:textId="77777777" w:rsidR="00AF138E" w:rsidRPr="00552E82" w:rsidRDefault="00552E82" w:rsidP="00AF138E">
      <w:pPr>
        <w:rPr>
          <w:rFonts w:ascii="TTKB Dik Temel Abece" w:hAnsi="TTKB Dik Temel Abece"/>
          <w:sz w:val="72"/>
          <w:szCs w:val="72"/>
        </w:rPr>
      </w:pPr>
      <w:r w:rsidRPr="00552E82">
        <w:rPr>
          <w:rFonts w:ascii="TTKB Dik Temel Abece" w:hAnsi="TTKB Dik Temel Abece"/>
          <w:noProof/>
          <w:sz w:val="72"/>
          <w:szCs w:val="72"/>
          <w:lang w:eastAsia="tr-TR"/>
        </w:rPr>
        <w:drawing>
          <wp:anchor distT="0" distB="0" distL="114300" distR="114300" simplePos="0" relativeHeight="251700224" behindDoc="1" locked="0" layoutInCell="1" allowOverlap="1" wp14:anchorId="2DA19F55" wp14:editId="2C6A3FCB">
            <wp:simplePos x="0" y="0"/>
            <wp:positionH relativeFrom="column">
              <wp:posOffset>-194945</wp:posOffset>
            </wp:positionH>
            <wp:positionV relativeFrom="paragraph">
              <wp:posOffset>74930</wp:posOffset>
            </wp:positionV>
            <wp:extent cx="419100" cy="447675"/>
            <wp:effectExtent l="19050" t="0" r="0" b="0"/>
            <wp:wrapNone/>
            <wp:docPr id="13" name="Resim 1" descr="C:\Users\Emin ÖZÜMAĞI\Desktop\ev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in ÖZÜMAĞI\Desktop\ev.jpg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F338E">
        <w:rPr>
          <w:rFonts w:ascii="TTKB Dik Temel Abece" w:hAnsi="TTKB Dik Temel Abece"/>
          <w:noProof/>
          <w:color w:val="4472C4" w:themeColor="accent5"/>
          <w:sz w:val="72"/>
          <w:szCs w:val="72"/>
          <w:lang w:eastAsia="tr-TR"/>
        </w:rPr>
        <w:pict w14:anchorId="031E2644">
          <v:group id="Group 62" o:spid="_x0000_s1117" style="position:absolute;margin-left:-16.85pt;margin-top:5.65pt;width:521.25pt;height:36.85pt;z-index:-251642880;mso-position-horizontal-relative:text;mso-position-vertical-relative:text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">
            <v:group id="Group 63" o:spid="_x0000_s1120" style="position:absolute;left:1080;top:2622;width:10425;height:737" coordorigin="1080,2622" coordsize="10425,7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C0CKMQAAADcAAAADwAAAGRycy9kb3ducmV2LnhtbERPS2vCQBC+F/wPywi9&#10;1U2UthJdJYRaegiFqiDehuyYBLOzIbvN4993C4Xe5uN7znY/mkb01LnasoJ4EYEgLqyuuVRwPh2e&#10;1iCcR9bYWCYFEznY72YPW0y0HfiL+qMvRQhhl6CCyvs2kdIVFRl0C9sSB+5mO4M+wK6UusMhhJtG&#10;LqPoRRqsOTRU2FJWUXE/fhsF7wMO6Sp+6/P7LZuup+fPSx6TUo/zMd2A8DT6f/Gf+0OH+dEr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C0CKMQAAADcAAAA&#10;DwAAAAAAAAAAAAAAAACqAgAAZHJzL2Rvd25yZXYueG1sUEsFBgAAAAAEAAQA+gAAAJsDAAAAAA==&#10;">
              <v:rect id="Rectangle 64" o:spid="_x0000_s1122" style="position:absolute;left:1095;top:2622;width:10410;height:73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Fw4cUA&#10;AADcAAAADwAAAGRycy9kb3ducmV2LnhtbESPT2vCQBDF74V+h2UKvdWNClJSV+kfLV7VSOhtyE6z&#10;odnZkF1N/PbOQehthvfmvd8s16Nv1YX62AQ2MJ1koIirYBuuDRTH7csrqJiQLbaBycCVIqxXjw9L&#10;zG0YeE+XQ6qVhHDM0YBLqcu1jpUjj3ESOmLRfkPvMcna19r2OEi4b/UsyxbaY8PS4LCjT0fV3+Hs&#10;DczrcuPK4isWflouvk/X08fwszXm+Wl8fwOVaEz/5vv1zgp+JrTyjEygV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AXDhxQAAANwAAAAPAAAAAAAAAAAAAAAAAJgCAABkcnMv&#10;ZG93bnJldi54bWxQSwUGAAAAAAQABAD1AAAAigMAAAAA&#10;" strokecolor="#2f5496 [2408]" strokeweight="1.5pt">
                <v:fill opacity="0"/>
              </v:rect>
              <v:rect id="Rectangle 65" o:spid="_x0000_s1121" style="position:absolute;left:1080;top:2835;width:10410;height:30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tw6b4A&#10;AADcAAAADwAAAGRycy9kb3ducmV2LnhtbERPy6rCMBDdC/5DGMGdphUVrUYRL15d+twPzdgWm0lt&#10;crX3740guJvDec582ZhSPKh2hWUFcT8CQZxaXXCm4Hza9CYgnEfWWFomBf/kYLlot+aYaPvkAz2O&#10;PhMhhF2CCnLvq0RKl+Zk0PVtRRy4q60N+gDrTOoanyHclHIQRWNpsODQkGNF65zS2/HPKLiMfire&#10;SsP7eDOcji633/s6Nkp1O81qBsJT47/ij3unw/xoCu9nwgVy8Q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P7cOm+AAAA3AAAAA8AAAAAAAAAAAAAAAAAmAIAAGRycy9kb3ducmV2&#10;LnhtbFBLBQYAAAAABAAEAPUAAACDAwAAAAA=&#10;" fillcolor="#deeaf6 [660]" strokecolor="#c00000" strokeweight="1pt">
                <v:stroke dashstyle="dash"/>
              </v:rect>
            </v:group>
            <v:shape id="AutoShape 66" o:spid="_x0000_s1119" type="#_x0000_t32" style="position:absolute;left:1095;top:2622;width:0;height:73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1vyhcUAAADcAAAADwAAAGRycy9kb3ducmV2LnhtbESPQWvCQBCF70L/wzIFb7rRQylpVjFC&#10;wRQ8aKXgbciOSTQ7G7Nbjf/eORR6m+G9ee+bbDm4Vt2oD41nA7NpAoq49LbhysDh+3PyDipEZIut&#10;ZzLwoADLxcsow9T6O+/oto+VkhAOKRqoY+xSrUNZk8Mw9R2xaCffO4yy9pW2Pd4l3LV6niRv2mHD&#10;0lBjR+uaysv+1xnIH18/Wx+L6+Z0PF+LPJ8XeHbGjF+H1QeoSEP8N/9db6zgzwRfnpEJ9OIJ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1vyhcUAAADcAAAADwAAAAAAAAAA&#10;AAAAAAChAgAAZHJzL2Rvd25yZXYueG1sUEsFBgAAAAAEAAQA+QAAAJMDAAAAAA==&#10;" strokecolor="#2f5496 [2408]" strokeweight="1.5pt"/>
            <v:shape id="AutoShape 67" o:spid="_x0000_s1118" type="#_x0000_t32" style="position:absolute;left:11505;top:2622;width:0;height:73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BdXHsIAAADcAAAADwAAAGRycy9kb3ducmV2LnhtbERPS4vCMBC+C/sfwgh707QeFqmNYoUF&#10;K+zBB4K3oRnbajOpTdT67zcLC97m43tOuuhNIx7UudqygngcgSAurK65VHDYf4+mIJxH1thYJgUv&#10;crCYfwxSTLR98pYeO1+KEMIuQQWV920ipSsqMujGtiUO3Nl2Bn2AXSl1h88Qbho5iaIvabDm0FBh&#10;S6uKiuvubhRkr83xx/r8tj6fLrc8yyY5XoxSn8N+OQPhqfdv8b97rcP8OIa/Z8IFcv4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BdXHsIAAADcAAAADwAAAAAAAAAAAAAA&#10;AAChAgAAZHJzL2Rvd25yZXYueG1sUEsFBgAAAAAEAAQA+QAAAJADAAAAAA==&#10;" strokecolor="#2f5496 [2408]" strokeweight="1.5pt"/>
          </v:group>
        </w:pict>
      </w:r>
      <w:r w:rsidRPr="00552E82">
        <w:rPr>
          <w:rFonts w:ascii="TTKB Dik Temel Abece" w:hAnsi="TTKB Dik Temel Abece"/>
          <w:b/>
          <w:noProof/>
          <w:sz w:val="72"/>
          <w:szCs w:val="72"/>
          <w:lang w:eastAsia="tr-TR"/>
        </w:rPr>
        <w:drawing>
          <wp:anchor distT="0" distB="0" distL="114300" distR="114300" simplePos="0" relativeHeight="251702272" behindDoc="1" locked="0" layoutInCell="1" allowOverlap="1" wp14:anchorId="36AEB82D" wp14:editId="67DC5609">
            <wp:simplePos x="0" y="0"/>
            <wp:positionH relativeFrom="column">
              <wp:posOffset>-194945</wp:posOffset>
            </wp:positionH>
            <wp:positionV relativeFrom="paragraph">
              <wp:posOffset>62865</wp:posOffset>
            </wp:positionV>
            <wp:extent cx="419100" cy="447675"/>
            <wp:effectExtent l="19050" t="0" r="0" b="0"/>
            <wp:wrapNone/>
            <wp:docPr id="14" name="Resim 1" descr="C:\Users\Emin ÖZÜMAĞI\Desktop\ev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in ÖZÜMAĞI\Desktop\ev.jpg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F338E">
        <w:rPr>
          <w:rFonts w:ascii="TTKB Dik Temel Abece" w:hAnsi="TTKB Dik Temel Abece"/>
          <w:b/>
          <w:noProof/>
          <w:color w:val="4472C4" w:themeColor="accent5"/>
          <w:sz w:val="72"/>
          <w:szCs w:val="72"/>
          <w:lang w:eastAsia="tr-TR"/>
        </w:rPr>
        <w:pict w14:anchorId="0ADD9740">
          <v:group id="Group 68" o:spid="_x0000_s1111" style="position:absolute;margin-left:-16.85pt;margin-top:5.65pt;width:521.25pt;height:36.85pt;z-index:-251640832;mso-position-horizontal-relative:text;mso-position-vertical-relative:text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">
            <v:group id="Group 69" o:spid="_x0000_s1114" style="position:absolute;left:1080;top:2622;width:10425;height:737" coordorigin="1080,2622" coordsize="10425,7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Ig/x8MAAADc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pzA7zPh&#10;Arn9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kiD/HwwAAANwAAAAP&#10;AAAAAAAAAAAAAAAAAKoCAABkcnMvZG93bnJldi54bWxQSwUGAAAAAAQABAD6AAAAmgMAAAAA&#10;">
              <v:rect id="Rectangle 70" o:spid="_x0000_s1116" style="position:absolute;left:1095;top:2622;width:10410;height:73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lHC8EA&#10;AADcAAAADwAAAGRycy9kb3ducmV2LnhtbERPTYvCMBC9C/6HMMLeNNUFka5RdFeXvaqVsrehGZti&#10;MylNtPXfbxYEb/N4n7Nc97YWd2p95VjBdJKAIC6crrhUkJ324wUIH5A11o5JwYM8rFfDwRJT7To+&#10;0P0YShFD2KeowITQpFL6wpBFP3ENceQurrUYImxLqVvsYrit5SxJ5tJixbHBYEOfhorr8WYVvJf5&#10;zuTZl8/sNJ9/nx/nbfe7V+pt1G8+QATqw0v8dP/oOD+Zwf8z8QK5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DpRwvBAAAA3AAAAA8AAAAAAAAAAAAAAAAAmAIAAGRycy9kb3du&#10;cmV2LnhtbFBLBQYAAAAABAAEAPUAAACGAwAAAAA=&#10;" strokecolor="#2f5496 [2408]" strokeweight="1.5pt">
                <v:fill opacity="0"/>
              </v:rect>
              <v:rect id="Rectangle 71" o:spid="_x0000_s1115" style="position:absolute;left:1080;top:2835;width:10410;height:30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NHA8EA&#10;AADcAAAADwAAAGRycy9kb3ducmV2LnhtbERPTW+CQBC9N+l/2EyT3mTBalOpqzEaa4+Wyn3CToHI&#10;ziK7Bfz3bhOT3ublfc5yPZpG9NS52rKCJIpBEBdW11wqOH3vJ28gnEfW2FgmBVdysF49Piwx1Xbg&#10;L+ozX4oQwi5FBZX3bSqlKyoy6CLbEgfux3YGfYBdKXWHQwg3jZzG8as0WHNoqLClbUXFOfs1CvL5&#10;ruWDNHxM9rPFPD9/XLaJUer5ady8g/A0+n/x3f2pw/z4Bf6eCRfI1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ITRwPBAAAA3AAAAA8AAAAAAAAAAAAAAAAAmAIAAGRycy9kb3du&#10;cmV2LnhtbFBLBQYAAAAABAAEAPUAAACGAwAAAAA=&#10;" fillcolor="#deeaf6 [660]" strokecolor="#c00000" strokeweight="1pt">
                <v:stroke dashstyle="dash"/>
              </v:rect>
            </v:group>
            <v:shape id="AutoShape 72" o:spid="_x0000_s1113" type="#_x0000_t32" style="position:absolute;left:1095;top:2622;width:0;height:73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bliW8IAAADcAAAADwAAAGRycy9kb3ducmV2LnhtbERPTYvCMBC9C/6HMIK3baosslSjWEGw&#10;god1F8Hb0IxttZnUJqv1328Ewds83ufMFp2pxY1aV1lWMIpiEMS51RUXCn5/1h9fIJxH1lhbJgUP&#10;crCY93szTLS98zfd9r4QIYRdggpK75tESpeXZNBFtiEO3Mm2Bn2AbSF1i/cQbmo5juOJNFhxaCix&#10;oVVJ+WX/ZxSkj+1hZ3123ZyO52uWpuMMz0ap4aBbTkF46vxb/HJvdJgff8LzmXCBnP8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bliW8IAAADcAAAADwAAAAAAAAAAAAAA&#10;AAChAgAAZHJzL2Rvd25yZXYueG1sUEsFBgAAAAAEAAQA+QAAAJADAAAAAA==&#10;" strokecolor="#2f5496 [2408]" strokeweight="1.5pt"/>
            <v:shape id="AutoShape 73" o:spid="_x0000_s1112" type="#_x0000_t32" style="position:absolute;left:11505;top:2622;width:0;height:73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XHwMIAAADcAAAADwAAAGRycy9kb3ducmV2LnhtbERPTYvCMBC9C/6HMIK3baqwslSjWEGw&#10;god1F8Hb0IxttZnUJqv1328Ewds83ufMFp2pxY1aV1lWMIpiEMS51RUXCn5/1h9fIJxH1lhbJgUP&#10;crCY93szTLS98zfd9r4QIYRdggpK75tESpeXZNBFtiEO3Mm2Bn2AbSF1i/cQbmo5juOJNFhxaCix&#10;oVVJ+WX/ZxSkj+1hZ3123ZyO52uWpuMMz0ap4aBbTkF46vxb/HJvdJgff8LzmXCBnP8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vXHwMIAAADcAAAADwAAAAAAAAAAAAAA&#10;AAChAgAAZHJzL2Rvd25yZXYueG1sUEsFBgAAAAAEAAQA+QAAAJADAAAAAA==&#10;" strokecolor="#2f5496 [2408]" strokeweight="1.5pt"/>
          </v:group>
        </w:pict>
      </w:r>
      <w:r w:rsidR="001A6A14">
        <w:rPr>
          <w:rFonts w:ascii="TTKB Dik Temel Abece" w:hAnsi="TTKB Dik Temel Abece"/>
          <w:sz w:val="72"/>
          <w:szCs w:val="72"/>
        </w:rPr>
        <w:t xml:space="preserve">  </w:t>
      </w:r>
      <w:r w:rsidR="001A6A14">
        <w:rPr>
          <w:rFonts w:ascii="N.o.k.t.a.l.ı.d.UZ" w:hAnsi="N.o.k.t.a.l.ı.d.UZ"/>
          <w:sz w:val="64"/>
          <w:szCs w:val="64"/>
        </w:rPr>
        <w:t>e e e e e e e e e e e e e e e e e</w:t>
      </w:r>
    </w:p>
    <w:p w14:paraId="03F9BBCF" w14:textId="77777777" w:rsidR="00AF138E" w:rsidRDefault="00552E82" w:rsidP="00AF138E">
      <w:pPr>
        <w:rPr>
          <w:rFonts w:ascii="TTKB Dik Temel Abece" w:hAnsi="TTKB Dik Temel Abece"/>
          <w:sz w:val="72"/>
          <w:szCs w:val="72"/>
        </w:rPr>
      </w:pPr>
      <w:r w:rsidRPr="00552E82">
        <w:rPr>
          <w:rFonts w:ascii="TTKB Dik Temel Abece" w:hAnsi="TTKB Dik Temel Abece"/>
          <w:noProof/>
          <w:sz w:val="72"/>
          <w:szCs w:val="72"/>
          <w:lang w:eastAsia="tr-TR"/>
        </w:rPr>
        <w:drawing>
          <wp:anchor distT="0" distB="0" distL="114300" distR="114300" simplePos="0" relativeHeight="251704320" behindDoc="1" locked="0" layoutInCell="1" allowOverlap="1" wp14:anchorId="72002F04" wp14:editId="0C189236">
            <wp:simplePos x="0" y="0"/>
            <wp:positionH relativeFrom="column">
              <wp:posOffset>-194945</wp:posOffset>
            </wp:positionH>
            <wp:positionV relativeFrom="paragraph">
              <wp:posOffset>72390</wp:posOffset>
            </wp:positionV>
            <wp:extent cx="419100" cy="447675"/>
            <wp:effectExtent l="19050" t="0" r="0" b="0"/>
            <wp:wrapNone/>
            <wp:docPr id="15" name="Resim 1" descr="C:\Users\Emin ÖZÜMAĞI\Desktop\ev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in ÖZÜMAĞI\Desktop\ev.jpg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F338E">
        <w:rPr>
          <w:rFonts w:ascii="TTKB Dik Temel Abece" w:hAnsi="TTKB Dik Temel Abece"/>
          <w:noProof/>
          <w:color w:val="4472C4" w:themeColor="accent5"/>
          <w:sz w:val="72"/>
          <w:szCs w:val="72"/>
          <w:lang w:eastAsia="tr-TR"/>
        </w:rPr>
        <w:pict w14:anchorId="25ADC882">
          <v:group id="Group 74" o:spid="_x0000_s1105" style="position:absolute;margin-left:-16.85pt;margin-top:5.65pt;width:521.25pt;height:36.85pt;z-index:-251638784;mso-position-horizontal-relative:text;mso-position-vertical-relative:text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">
            <v:group id="Group 75" o:spid="_x0000_s1108" style="position:absolute;left:1080;top:2622;width:10425;height:737" coordorigin="1080,2622" coordsize="10425,7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Jli2M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R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CZYtjFAAAA2wAA&#10;AA8AAAAAAAAAAAAAAAAAqgIAAGRycy9kb3ducmV2LnhtbFBLBQYAAAAABAAEAPoAAACcAwAAAAA=&#10;">
              <v:rect id="Rectangle 76" o:spid="_x0000_s1110" style="position:absolute;left:1095;top:2622;width:10410;height:73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wIQsMA&#10;AADbAAAADwAAAGRycy9kb3ducmV2LnhtbESPzWrDMBCE74W8g9hAb42cBEzjRgn5Lb02cTC9LdbW&#10;MrVWxlJi5+2rQiHHYWa+YZbrwTbiRp2vHSuYThIQxKXTNVcK8vPx5RWED8gaG8ek4E4e1qvR0xIz&#10;7Xr+pNspVCJC2GeowITQZlL60pBFP3EtcfS+XWcxRNlVUnfYR7ht5CxJUmmx5rhgsKWdofLndLUK&#10;5lVxMEW+97mdFun75X7Z9l9HpZ7Hw+YNRKAhPML/7Q+tYJHC35f4A+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bwIQsMAAADbAAAADwAAAAAAAAAAAAAAAACYAgAAZHJzL2Rv&#10;d25yZXYueG1sUEsFBgAAAAAEAAQA9QAAAIgDAAAAAA==&#10;" strokecolor="#2f5496 [2408]" strokeweight="1.5pt">
                <v:fill opacity="0"/>
              </v:rect>
              <v:rect id="Rectangle 77" o:spid="_x0000_s1109" style="position:absolute;left:1080;top:2835;width:10410;height:30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DkdcEA&#10;AADbAAAADwAAAGRycy9kb3ducmV2LnhtbESPS4vCQBCE7wv+h6GFvekksr6io4ji6tHnvcm0STDT&#10;EzOzGv+9Iwh7LKrqK2o6b0wp7lS7wrKCuBuBIE6tLjhTcDquOyMQziNrLC2Tgic5mM9aX1NMtH3w&#10;nu4Hn4kAYZeggtz7KpHSpTkZdF1bEQfvYmuDPsg6k7rGR4CbUvaiaCANFhwWcqxomVN6PfwZBef+&#10;quKNNLyL1z/j/vn6e1vGRqnvdrOYgPDU+P/wp73VCsZDeH8JP0DO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fA5HXBAAAA2wAAAA8AAAAAAAAAAAAAAAAAmAIAAGRycy9kb3du&#10;cmV2LnhtbFBLBQYAAAAABAAEAPUAAACGAwAAAAA=&#10;" fillcolor="#deeaf6 [660]" strokecolor="#c00000" strokeweight="1pt">
                <v:stroke dashstyle="dash"/>
              </v:rect>
            </v:group>
            <v:shape id="AutoShape 78" o:spid="_x0000_s1107" type="#_x0000_t32" style="position:absolute;left:1095;top:2622;width:0;height:73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HStY8AAAADbAAAADwAAAGRycy9kb3ducmV2LnhtbERPy4rCMBTdC/5DuII7TXUhM9UoVhCs&#10;4MIHgrtLc22rzU1tota/nyyEWR7Oe7ZoTSVe1LjSsoLRMAJBnFldcq7gdFwPfkA4j6yxskwKPuRg&#10;Me92Zhhr++Y9vQ4+FyGEXYwKCu/rWEqXFWTQDW1NHLirbQz6AJtc6gbfIdxUchxFE2mw5NBQYE2r&#10;grL74WkUJJ/teWd9+thcL7dHmiTjFG9GqX6vXU5BeGr9v/jr3mgFv2Fs+BJ+gJz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h0rWPAAAAA2wAAAA8AAAAAAAAAAAAAAAAA&#10;oQIAAGRycy9kb3ducmV2LnhtbFBLBQYAAAAABAAEAPkAAACOAwAAAAA=&#10;" strokecolor="#2f5496 [2408]" strokeweight="1.5pt"/>
            <v:shape id="AutoShape 79" o:spid="_x0000_s1106" type="#_x0000_t32" style="position:absolute;left:11505;top:2622;width:0;height:73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zgI+MQAAADbAAAADwAAAGRycy9kb3ducmV2LnhtbESPT4vCMBTE74LfITxhb5rqYVmrUayw&#10;YAUP/kHw9miebbV5qU1W67ffCILHYWZ+w0znranEnRpXWlYwHEQgiDOrS84VHPa//R8QziNrrCyT&#10;gic5mM+6nSnG2j54S/edz0WAsItRQeF9HUvpsoIMuoGtiYN3to1BH2STS93gI8BNJUdR9C0NlhwW&#10;CqxpWVB23f0ZBclzfdxYn95W59PllibJKMWLUeqr1y4mIDy1/hN+t1dawXgMry/hB8jZ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XOAj4xAAAANsAAAAPAAAAAAAAAAAA&#10;AAAAAKECAABkcnMvZG93bnJldi54bWxQSwUGAAAAAAQABAD5AAAAkgMAAAAA&#10;" strokecolor="#2f5496 [2408]" strokeweight="1.5pt"/>
          </v:group>
        </w:pict>
      </w:r>
      <w:r w:rsidR="001A6A14">
        <w:rPr>
          <w:rFonts w:ascii="TTKB Dik Temel Abece" w:hAnsi="TTKB Dik Temel Abece"/>
          <w:sz w:val="72"/>
          <w:szCs w:val="72"/>
        </w:rPr>
        <w:t xml:space="preserve">  </w:t>
      </w:r>
      <w:r w:rsidR="001A6A14">
        <w:rPr>
          <w:rFonts w:ascii="N.o.k.t.a.l.ı.d.UZ" w:hAnsi="N.o.k.t.a.l.ı.d.UZ"/>
          <w:sz w:val="64"/>
          <w:szCs w:val="64"/>
        </w:rPr>
        <w:t>e e e e e e e e e e e e e e e e e</w:t>
      </w:r>
    </w:p>
    <w:p w14:paraId="1EA6A1C2" w14:textId="77777777" w:rsidR="00AF138E" w:rsidRDefault="00552E82" w:rsidP="00AF138E">
      <w:pPr>
        <w:rPr>
          <w:rFonts w:ascii="TTKB Dik Temel Abece" w:hAnsi="TTKB Dik Temel Abece"/>
          <w:sz w:val="72"/>
          <w:szCs w:val="72"/>
        </w:rPr>
      </w:pPr>
      <w:r w:rsidRPr="00552E82">
        <w:rPr>
          <w:rFonts w:ascii="TTKB Dik Temel Abece" w:hAnsi="TTKB Dik Temel Abece"/>
          <w:noProof/>
          <w:sz w:val="72"/>
          <w:szCs w:val="72"/>
          <w:lang w:eastAsia="tr-TR"/>
        </w:rPr>
        <w:drawing>
          <wp:anchor distT="0" distB="0" distL="114300" distR="114300" simplePos="0" relativeHeight="251706368" behindDoc="1" locked="0" layoutInCell="1" allowOverlap="1" wp14:anchorId="16F1E11F" wp14:editId="58561716">
            <wp:simplePos x="0" y="0"/>
            <wp:positionH relativeFrom="column">
              <wp:posOffset>-194945</wp:posOffset>
            </wp:positionH>
            <wp:positionV relativeFrom="paragraph">
              <wp:posOffset>99060</wp:posOffset>
            </wp:positionV>
            <wp:extent cx="419100" cy="447675"/>
            <wp:effectExtent l="19050" t="0" r="0" b="0"/>
            <wp:wrapNone/>
            <wp:docPr id="17" name="Resim 1" descr="C:\Users\Emin ÖZÜMAĞI\Desktop\ev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in ÖZÜMAĞI\Desktop\ev.jpg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F338E">
        <w:rPr>
          <w:rFonts w:ascii="TTKB Dik Temel Abece" w:hAnsi="TTKB Dik Temel Abece"/>
          <w:noProof/>
          <w:color w:val="4472C4" w:themeColor="accent5"/>
          <w:sz w:val="72"/>
          <w:szCs w:val="72"/>
          <w:lang w:eastAsia="tr-TR"/>
        </w:rPr>
        <w:pict w14:anchorId="79C08300">
          <v:group id="Group 80" o:spid="_x0000_s1099" style="position:absolute;margin-left:-16.85pt;margin-top:5.65pt;width:521.25pt;height:36.85pt;z-index:-251636736;mso-position-horizontal-relative:text;mso-position-vertical-relative:text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">
            <v:group id="Group 81" o:spid="_x0000_s1102" style="position:absolute;left:1080;top:2622;width:10425;height:737" coordorigin="1080,2622" coordsize="10425,7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A3+AMQAAADbAAAADwAAAGRycy9kb3ducmV2LnhtbESPT4vCMBTE74LfITzB&#10;m6ZVdnG7RhFR8SAL/oFlb4/m2Rabl9LEtn77jSB4HGbmN8x82ZlSNFS7wrKCeByBIE6tLjhTcDlv&#10;RzMQziNrLC2Tggc5WC76vTkm2rZ8pObkMxEg7BJUkHtfJVK6NCeDbmwr4uBdbW3QB1lnUtfYBrgp&#10;5SSKPqXBgsNCjhWtc0pvp7tRsGuxXU3jTXO4XdePv/PHz+8hJqWGg271DcJT59/hV3uvFcy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A3+AMQAAADbAAAA&#10;DwAAAAAAAAAAAAAAAACqAgAAZHJzL2Rvd25yZXYueG1sUEsFBgAAAAAEAAQA+gAAAJsDAAAAAA==&#10;">
              <v:rect id="Rectangle 82" o:spid="_x0000_s1104" style="position:absolute;left:1095;top:2622;width:10410;height:73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k1rcEA&#10;AADbAAAADwAAAGRycy9kb3ducmV2LnhtbERPy2rCQBTdC/7DcAV3OrGCtKmjaH3gtmkkdHfJ3GZC&#10;M3dCZjTx751FocvDea+3g23EnTpfO1awmCcgiEuna64U5F+n2SsIH5A1No5JwYM8bDfj0RpT7Xr+&#10;pHsWKhFD2KeowITQplL60pBFP3ctceR+XGcxRNhVUnfYx3DbyJckWUmLNccGgy19GCp/s5tVsKyK&#10;oynyg8/tolidr4/rvv8+KTWdDLt3EIGG8C/+c1+0gre4Pn6JP0B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UZNa3BAAAA2wAAAA8AAAAAAAAAAAAAAAAAmAIAAGRycy9kb3du&#10;cmV2LnhtbFBLBQYAAAAABAAEAPUAAACGAwAAAAA=&#10;" strokecolor="#2f5496 [2408]" strokeweight="1.5pt">
                <v:fill opacity="0"/>
              </v:rect>
              <v:rect id="Rectangle 83" o:spid="_x0000_s1103" style="position:absolute;left:1080;top:2835;width:10410;height:30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2XZmsIA&#10;AADbAAAADwAAAGRycy9kb3ducmV2LnhtbESPT2vCQBTE70K/w/IEb7pJUdHUTSgWW4/+qfdH9pkE&#10;s2/T7DZJv31XEDwOM/MbZpMNphYdta6yrCCeRSCIc6srLhR8n3fTFQjnkTXWlknBHznI0pfRBhNt&#10;ez5Sd/KFCBB2CSoovW8SKV1ekkE3sw1x8K62NeiDbAupW+wD3NTyNYqW0mDFYaHEhrYl5bfTr1Fw&#10;WXw0/CUNH+LdfL243D5/trFRajIe3t9AeBr8M/xo77WCdQz3L+EHyP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ZdmawgAAANsAAAAPAAAAAAAAAAAAAAAAAJgCAABkcnMvZG93&#10;bnJldi54bWxQSwUGAAAAAAQABAD1AAAAhwMAAAAA&#10;" fillcolor="#deeaf6 [660]" strokecolor="#c00000" strokeweight="1pt">
                <v:stroke dashstyle="dash"/>
              </v:rect>
            </v:group>
            <v:shape id="AutoShape 84" o:spid="_x0000_s1101" type="#_x0000_t32" style="position:absolute;left:1095;top:2622;width:0;height:73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ZyaicUAAADbAAAADwAAAGRycy9kb3ducmV2LnhtbESPT2vCQBTE7wW/w/KE3urGHEobXYMR&#10;BFPooWkRvD2yz/wx+zZmt5p8+26h0OMwM79h1uloOnGjwTWWFSwXEQji0uqGKwVfn/unFxDOI2vs&#10;LJOCiRykm9nDGhNt7/xBt8JXIkDYJaig9r5PpHRlTQbdwvbEwTvbwaAPcqikHvAe4KaTcRQ9S4MN&#10;h4Uae9rVVF6Kb6Mgm96O79bn18P51F7zLItzbI1Sj/NxuwLhafT/4b/2QSt4jeH3S/gBcvM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ZyaicUAAADbAAAADwAAAAAAAAAA&#10;AAAAAAChAgAAZHJzL2Rvd25yZXYueG1sUEsFBgAAAAAEAAQA+QAAAJMDAAAAAA==&#10;" strokecolor="#2f5496 [2408]" strokeweight="1.5pt"/>
            <v:shape id="AutoShape 85" o:spid="_x0000_s1100" type="#_x0000_t32" style="position:absolute;left:11505;top:2622;width:0;height:73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tA/EsUAAADbAAAADwAAAGRycy9kb3ducmV2LnhtbESPT2vCQBTE74V+h+UJvdWNFkobXYMp&#10;FJJCD1oRvD2yz/wx+zZmtzF++65Q8DjMzG+YZTKaVgzUu9qygtk0AkFcWF1zqWD38/n8BsJ5ZI2t&#10;ZVJwJQfJ6vFhibG2F97QsPWlCBB2MSqovO9iKV1RkUE3tR1x8I62N+iD7Eupe7wEuGnlPIpepcGa&#10;w0KFHX1UVJy2v0ZBev3af1ufn7PjoTnnaTrPsTFKPU3G9QKEp9Hfw//tTCt4f4Hbl/AD5Oo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tA/EsUAAADbAAAADwAAAAAAAAAA&#10;AAAAAAChAgAAZHJzL2Rvd25yZXYueG1sUEsFBgAAAAAEAAQA+QAAAJMDAAAAAA==&#10;" strokecolor="#2f5496 [2408]" strokeweight="1.5pt"/>
          </v:group>
        </w:pict>
      </w:r>
      <w:r w:rsidR="001A6A14">
        <w:rPr>
          <w:rFonts w:ascii="TTKB Dik Temel Abece" w:hAnsi="TTKB Dik Temel Abece"/>
          <w:sz w:val="72"/>
          <w:szCs w:val="72"/>
        </w:rPr>
        <w:t xml:space="preserve">  </w:t>
      </w:r>
      <w:r w:rsidR="001A6A14">
        <w:rPr>
          <w:rFonts w:ascii="N.o.k.t.a.l.ı.d.UZ" w:hAnsi="N.o.k.t.a.l.ı.d.UZ"/>
          <w:sz w:val="64"/>
          <w:szCs w:val="64"/>
        </w:rPr>
        <w:t xml:space="preserve">e e e e e e e e e e e e </w:t>
      </w:r>
    </w:p>
    <w:p w14:paraId="799853BC" w14:textId="77777777" w:rsidR="00AF138E" w:rsidRDefault="00552E82" w:rsidP="00AF138E">
      <w:pPr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noProof/>
          <w:color w:val="4472C4" w:themeColor="accent5"/>
          <w:sz w:val="72"/>
          <w:szCs w:val="72"/>
          <w:lang w:eastAsia="tr-TR"/>
        </w:rPr>
        <w:drawing>
          <wp:anchor distT="0" distB="0" distL="114300" distR="114300" simplePos="0" relativeHeight="251708416" behindDoc="1" locked="0" layoutInCell="1" allowOverlap="1" wp14:anchorId="696E994C" wp14:editId="52FBF404">
            <wp:simplePos x="0" y="0"/>
            <wp:positionH relativeFrom="column">
              <wp:posOffset>-194945</wp:posOffset>
            </wp:positionH>
            <wp:positionV relativeFrom="paragraph">
              <wp:posOffset>77470</wp:posOffset>
            </wp:positionV>
            <wp:extent cx="419100" cy="447675"/>
            <wp:effectExtent l="19050" t="0" r="0" b="0"/>
            <wp:wrapNone/>
            <wp:docPr id="18" name="Resim 1" descr="C:\Users\Emin ÖZÜMAĞI\Desktop\ev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in ÖZÜMAĞI\Desktop\ev.jpg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F338E">
        <w:rPr>
          <w:rFonts w:ascii="TTKB Dik Temel Abece" w:hAnsi="TTKB Dik Temel Abece"/>
          <w:noProof/>
          <w:color w:val="4472C4" w:themeColor="accent5"/>
          <w:sz w:val="72"/>
          <w:szCs w:val="72"/>
          <w:lang w:eastAsia="tr-TR"/>
        </w:rPr>
        <w:pict w14:anchorId="26CD1D83">
          <v:group id="Group 86" o:spid="_x0000_s1093" style="position:absolute;margin-left:-16.85pt;margin-top:5.65pt;width:521.25pt;height:36.85pt;z-index:-251634688;mso-position-horizontal-relative:text;mso-position-vertical-relative:text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">
            <v:group id="Group 87" o:spid="_x0000_s1096" style="position:absolute;left:1080;top:2622;width:10425;height:737" coordorigin="1080,2622" coordsize="10425,7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eXJ6sQAAADbAAAA&#10;DwAAAAAAAAAAAAAAAACqAgAAZHJzL2Rvd25yZXYueG1sUEsFBgAAAAAEAAQA+gAAAJsDAAAAAA==&#10;">
              <v:rect id="Rectangle 88" o:spid="_x0000_s1098" style="position:absolute;left:1095;top:2622;width:10410;height:73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ulc8MA&#10;AADbAAAADwAAAGRycy9kb3ducmV2LnhtbESPQWvCQBSE7wX/w/KE3urGKiLRVbTV0ms1Erw9ss9s&#10;MPs2ZLcm/nu3UPA4zMw3zHLd21rcqPWVYwXjUQKCuHC64lJBdty/zUH4gKyxdkwK7uRhvRq8LDHV&#10;ruMfuh1CKSKEfYoKTAhNKqUvDFn0I9cQR+/iWoshyraUusUuwm0t35NkJi1WHBcMNvRhqLgefq2C&#10;SZnvTJ59+syO89nX6X7adue9Uq/DfrMAEagPz/B/+1srmE/h70v8AXL1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/ulc8MAAADbAAAADwAAAAAAAAAAAAAAAACYAgAAZHJzL2Rv&#10;d25yZXYueG1sUEsFBgAAAAAEAAQA9QAAAIgDAAAAAA==&#10;" strokecolor="#2f5496 [2408]" strokeweight="1.5pt">
                <v:fill opacity="0"/>
              </v:rect>
              <v:rect id="Rectangle 89" o:spid="_x0000_s1097" style="position:absolute;left:1080;top:2835;width:10410;height:30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dJRMEA&#10;AADbAAAADwAAAGRycy9kb3ducmV2LnhtbESPQYvCMBSE74L/ITxhb5pWtuJWoyyKq0et6/3RPNti&#10;89Jtslr/vREEj8PMfMPMl52pxZVaV1lWEI8iEMS51RUXCn6Pm+EUhPPIGmvLpOBODpaLfm+OqbY3&#10;PtA184UIEHYpKii9b1IpXV6SQTeyDXHwzrY16INsC6lbvAW4qeU4iibSYMVhocSGViXll+zfKDgl&#10;64a30vA+3nx+JafLz98qNkp9DLrvGQhPnX+HX+2dVjBN4Pkl/AC5e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2HSUTBAAAA2wAAAA8AAAAAAAAAAAAAAAAAmAIAAGRycy9kb3du&#10;cmV2LnhtbFBLBQYAAAAABAAEAPUAAACGAwAAAAA=&#10;" fillcolor="#deeaf6 [660]" strokecolor="#c00000" strokeweight="1pt">
                <v:stroke dashstyle="dash"/>
              </v:rect>
            </v:group>
            <v:shape id="AutoShape 90" o:spid="_x0000_s1095" type="#_x0000_t32" style="position:absolute;left:1095;top:2622;width:0;height:73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34KV8MAAADbAAAADwAAAGRycy9kb3ducmV2LnhtbESPzarCMBSE9xd8h3AEd9dUFyLVKFYQ&#10;7AUX/iC4OzTHttqc1CZX69sbQXA5zMw3zHTemkrcqXGlZQWDfgSCOLO65FzBYb/6HYNwHlljZZkU&#10;PMnBfNb5mWKs7YO3dN/5XAQIuxgVFN7XsZQuK8ig69uaOHhn2xj0QTa51A0+AtxUchhFI2mw5LBQ&#10;YE3LgrLr7t8oSJ5/x4316W19Pl1uaZIMU7wYpXrddjEB4an13/CnvdYKxiN4fwk/QM5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N+ClfDAAAA2wAAAA8AAAAAAAAAAAAA&#10;AAAAoQIAAGRycy9kb3ducmV2LnhtbFBLBQYAAAAABAAEAPkAAACRAwAAAAA=&#10;" strokecolor="#2f5496 [2408]" strokeweight="1.5pt"/>
            <v:shape id="AutoShape 91" o:spid="_x0000_s1094" type="#_x0000_t32" style="position:absolute;left:11505;top:2622;width:0;height:73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DKvzMQAAADbAAAADwAAAGRycy9kb3ducmV2LnhtbESPT4vCMBTE74LfITxhb5rqYVeqUayw&#10;YAUP/kHw9miebbV5qU1W67ffCILHYWZ+w0znranEnRpXWlYwHEQgiDOrS84VHPa//TEI55E1VpZJ&#10;wZMczGfdzhRjbR+8pfvO5yJA2MWooPC+jqV0WUEG3cDWxME728agD7LJpW7wEeCmkqMo+pYGSw4L&#10;Bda0LCi77v6MguS5Pm6sT2+r8+lyS5NklOLFKPXVaxcTEJ5a/wm/2yutYPwDry/hB8jZ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Mq/MxAAAANsAAAAPAAAAAAAAAAAA&#10;AAAAAKECAABkcnMvZG93bnJldi54bWxQSwUGAAAAAAQABAD5AAAAkgMAAAAA&#10;" strokecolor="#2f5496 [2408]" strokeweight="1.5pt"/>
          </v:group>
        </w:pict>
      </w:r>
      <w:r w:rsidR="001A6A14">
        <w:rPr>
          <w:rFonts w:ascii="TTKB Dik Temel Abece" w:hAnsi="TTKB Dik Temel Abece"/>
          <w:sz w:val="72"/>
          <w:szCs w:val="72"/>
        </w:rPr>
        <w:t xml:space="preserve">  </w:t>
      </w:r>
      <w:r w:rsidR="001A6A14">
        <w:rPr>
          <w:rFonts w:ascii="N.o.k.t.a.l.ı.d.UZ" w:hAnsi="N.o.k.t.a.l.ı.d.UZ"/>
          <w:sz w:val="64"/>
          <w:szCs w:val="64"/>
        </w:rPr>
        <w:t xml:space="preserve">e e e e e e e e </w:t>
      </w:r>
    </w:p>
    <w:p w14:paraId="63D13F57" w14:textId="77777777" w:rsidR="00552E82" w:rsidRDefault="00552E82">
      <w:pPr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noProof/>
          <w:color w:val="4472C4" w:themeColor="accent5"/>
          <w:sz w:val="72"/>
          <w:szCs w:val="72"/>
          <w:lang w:eastAsia="tr-TR"/>
        </w:rPr>
        <w:drawing>
          <wp:anchor distT="0" distB="0" distL="114300" distR="114300" simplePos="0" relativeHeight="251710464" behindDoc="1" locked="0" layoutInCell="1" allowOverlap="1" wp14:anchorId="25F1FF30" wp14:editId="4FD78AAF">
            <wp:simplePos x="0" y="0"/>
            <wp:positionH relativeFrom="column">
              <wp:posOffset>-194945</wp:posOffset>
            </wp:positionH>
            <wp:positionV relativeFrom="paragraph">
              <wp:posOffset>75565</wp:posOffset>
            </wp:positionV>
            <wp:extent cx="419100" cy="447675"/>
            <wp:effectExtent l="19050" t="0" r="0" b="0"/>
            <wp:wrapNone/>
            <wp:docPr id="19" name="Resim 1" descr="C:\Users\Emin ÖZÜMAĞI\Desktop\ev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in ÖZÜMAĞI\Desktop\ev.jpg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F338E">
        <w:rPr>
          <w:rFonts w:ascii="TTKB Dik Temel Abece" w:hAnsi="TTKB Dik Temel Abece"/>
          <w:noProof/>
          <w:color w:val="4472C4" w:themeColor="accent5"/>
          <w:sz w:val="72"/>
          <w:szCs w:val="72"/>
          <w:lang w:eastAsia="tr-TR"/>
        </w:rPr>
        <w:pict w14:anchorId="1AF048E6">
          <v:group id="Group 92" o:spid="_x0000_s1087" style="position:absolute;margin-left:-16.85pt;margin-top:5.65pt;width:521.25pt;height:36.85pt;z-index:-251632640;mso-position-horizontal-relative:text;mso-position-vertical-relative:text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">
            <v:group id="Group 93" o:spid="_x0000_s1090" style="position:absolute;left:1080;top:2622;width:10425;height:737" coordorigin="1080,2622" coordsize="10425,7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<v:rect id="Rectangle 94" o:spid="_x0000_s1092" style="position:absolute;left:1095;top:2622;width:10410;height:73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xFisAA&#10;AADbAAAADwAAAGRycy9kb3ducmV2LnhtbERPy4rCMBTdD/gP4QruxtQRylCN4mOU2Y5WirtLc22K&#10;zU1poq1/P1kMzPJw3sv1YBvxpM7XjhXMpgkI4tLpmisF+fnw/gnCB2SNjWNS8CIP69XobYmZdj3/&#10;0PMUKhFD2GeowITQZlL60pBFP3UtceRurrMYIuwqqTvsY7ht5EeSpNJizbHBYEs7Q+X99LAK5lXx&#10;ZYp873M7K9Lj5XXZ9teDUpPxsFmACDSEf/Gf+1srSOP6+CX+ALn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MxFisAAAADbAAAADwAAAAAAAAAAAAAAAACYAgAAZHJzL2Rvd25y&#10;ZXYueG1sUEsFBgAAAAAEAAQA9QAAAIUDAAAAAA==&#10;" strokecolor="#2f5496 [2408]" strokeweight="1.5pt">
                <v:fill opacity="0"/>
              </v:rect>
              <v:rect id="Rectangle 95" o:spid="_x0000_s1091" style="position:absolute;left:1080;top:2835;width:10410;height:30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CpvcAA&#10;AADbAAAADwAAAGRycy9kb3ducmV2LnhtbESPzarCMBSE94LvEI5wd5pWVLQaRRSvLv3dH5pjW2xO&#10;ahO1vr25cMHlMDPfMLNFY0rxpNoVlhXEvQgEcWp1wZmC82nTHYNwHlljaZkUvMnBYt5uzTDR9sUH&#10;eh59JgKEXYIKcu+rREqX5mTQ9WxFHLyrrQ36IOtM6hpfAW5K2Y+ikTRYcFjIsaJVTunt+DAKLsN1&#10;xVtpeB9vBpPh5fZ7X8VGqZ9Os5yC8NT4b/i/vdMKRjH8fQk/QM4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rCpvcAAAADbAAAADwAAAAAAAAAAAAAAAACYAgAAZHJzL2Rvd25y&#10;ZXYueG1sUEsFBgAAAAAEAAQA9QAAAIUDAAAAAA==&#10;" fillcolor="#deeaf6 [660]" strokecolor="#c00000" strokeweight="1pt">
                <v:stroke dashstyle="dash"/>
              </v:rect>
            </v:group>
            <v:shape id="AutoShape 96" o:spid="_x0000_s1089" type="#_x0000_t32" style="position:absolute;left:1095;top:2622;width:0;height:73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9s3uMIAAADbAAAADwAAAGRycy9kb3ducmV2LnhtbERPz2vCMBS+C/sfwhO82VQPIrVR1sHA&#10;DnbQibDbo3lt6pqX2mRa//vlIOz48f3Od6PtxI0G3zpWsEhSEMSV0y03Ck5f7/M1CB+QNXaOScGD&#10;POy2L5McM+3ufKDbMTQihrDPUIEJoc+k9JUhiz5xPXHkajdYDBEOjdQD3mO47eQyTVfSYsuxwWBP&#10;b4aqn+OvVVA8Ps6fLpTXff19uZZFsSzxYpWaTcfXDYhAY/gXP917rWAd18cv8QfI7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9s3uMIAAADbAAAADwAAAAAAAAAAAAAA&#10;AAChAgAAZHJzL2Rvd25yZXYueG1sUEsFBgAAAAAEAAQA+QAAAJADAAAAAA==&#10;" strokecolor="#2f5496 [2408]" strokeweight="1.5pt"/>
            <v:shape id="AutoShape 97" o:spid="_x0000_s1088" type="#_x0000_t32" style="position:absolute;left:11505;top:2622;width:0;height:73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JeSI8UAAADbAAAADwAAAGRycy9kb3ducmV2LnhtbESPT2vCQBTE7wW/w/IEb3WTHIpE19AI&#10;BVPwUCtCb4/sM3/Mvo3ZrcZv3xWEHoeZ+Q2zykbTiSsNrrGsIJ5HIIhLqxuuFBy+P14XIJxH1thZ&#10;JgV3cpCtJy8rTLW98Rdd974SAcIuRQW1930qpStrMujmticO3skOBn2QQyX1gLcAN51MouhNGmw4&#10;LNTY06am8rz/NQry++dxZ31x2Z5+2kuR50mBrVFqNh3flyA8jf4//GxvtYJFDI8v4QfI9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JeSI8UAAADbAAAADwAAAAAAAAAA&#10;AAAAAAChAgAAZHJzL2Rvd25yZXYueG1sUEsFBgAAAAAEAAQA+QAAAJMDAAAAAA==&#10;" strokecolor="#2f5496 [2408]" strokeweight="1.5pt"/>
          </v:group>
        </w:pict>
      </w:r>
      <w:r w:rsidR="001A6A14">
        <w:rPr>
          <w:rFonts w:ascii="TTKB Dik Temel Abece" w:hAnsi="TTKB Dik Temel Abece"/>
          <w:sz w:val="72"/>
          <w:szCs w:val="72"/>
        </w:rPr>
        <w:t xml:space="preserve">  </w:t>
      </w:r>
      <w:r w:rsidR="001A6A14">
        <w:rPr>
          <w:rFonts w:ascii="N.o.k.t.a.l.ı.d.UZ" w:hAnsi="N.o.k.t.a.l.ı.d.UZ"/>
          <w:sz w:val="64"/>
          <w:szCs w:val="64"/>
        </w:rPr>
        <w:t xml:space="preserve">e e e e e </w:t>
      </w:r>
    </w:p>
    <w:p w14:paraId="6D77EA1C" w14:textId="77777777" w:rsidR="00552E82" w:rsidRDefault="00552E82" w:rsidP="00552E82">
      <w:pPr>
        <w:tabs>
          <w:tab w:val="left" w:pos="1365"/>
        </w:tabs>
        <w:rPr>
          <w:rFonts w:ascii="TTKB Dik Temel Abece" w:hAnsi="TTKB Dik Temel Abece"/>
          <w:sz w:val="72"/>
          <w:szCs w:val="72"/>
        </w:rPr>
      </w:pPr>
      <w:r w:rsidRPr="00552E82">
        <w:rPr>
          <w:rFonts w:ascii="TTKB Dik Temel Abece" w:hAnsi="TTKB Dik Temel Abece"/>
          <w:noProof/>
          <w:sz w:val="72"/>
          <w:szCs w:val="72"/>
          <w:lang w:eastAsia="tr-TR"/>
        </w:rPr>
        <w:drawing>
          <wp:anchor distT="0" distB="0" distL="114300" distR="114300" simplePos="0" relativeHeight="251723776" behindDoc="1" locked="0" layoutInCell="1" allowOverlap="1" wp14:anchorId="0F29538F" wp14:editId="3F774AAC">
            <wp:simplePos x="0" y="0"/>
            <wp:positionH relativeFrom="column">
              <wp:posOffset>-194945</wp:posOffset>
            </wp:positionH>
            <wp:positionV relativeFrom="paragraph">
              <wp:posOffset>90805</wp:posOffset>
            </wp:positionV>
            <wp:extent cx="419100" cy="447675"/>
            <wp:effectExtent l="19050" t="0" r="0" b="0"/>
            <wp:wrapNone/>
            <wp:docPr id="20" name="Resim 1" descr="C:\Users\Emin ÖZÜMAĞI\Desktop\ev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in ÖZÜMAĞI\Desktop\ev.jpg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F338E">
        <w:rPr>
          <w:rFonts w:ascii="TTKB Dik Temel Abece" w:hAnsi="TTKB Dik Temel Abece"/>
          <w:noProof/>
          <w:color w:val="4472C4" w:themeColor="accent5"/>
          <w:sz w:val="72"/>
          <w:szCs w:val="72"/>
          <w:lang w:eastAsia="tr-TR"/>
        </w:rPr>
        <w:pict w14:anchorId="5E788B63">
          <v:group id="_x0000_s1081" style="position:absolute;margin-left:-16.85pt;margin-top:5.65pt;width:521.25pt;height:36.85pt;z-index:-251603968;mso-position-horizontal-relative:text;mso-position-vertical-relative:text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">
            <v:group id="Group 14" o:spid="_x0000_s1084" style="position:absolute;left:1080;top:2622;width:10425;height:737" coordorigin="1080,2622" coordsize="10425,7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JWEI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rBew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CVhCLFAAAA2wAA&#10;AA8AAAAAAAAAAAAAAAAAqgIAAGRycy9kb3ducmV2LnhtbFBLBQYAAAAABAAEAPoAAACcAwAAAAA=&#10;">
              <v:rect id="Rectangle 5" o:spid="_x0000_s1086" style="position:absolute;left:1095;top:2622;width:10410;height:73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DuuMMA&#10;AADbAAAADwAAAGRycy9kb3ducmV2LnhtbESPzWrDMBCE74W8g9hAb42cBNzgRgn5Lb02cTC9LdbW&#10;MrVWxlJi5+2rQiHHYWa+YZbrwTbiRp2vHSuYThIQxKXTNVcK8vPxZQHCB2SNjWNScCcP69XoaYmZ&#10;dj1/0u0UKhEh7DNUYEJoMyl9aciin7iWOHrfrrMYouwqqTvsI9w2cpYkqbRYc1ww2NLOUPlzuloF&#10;86o4mCLf+9xOi/T9cr9s+6+jUs/jYfMGItAQHuH/9odW8JrC35f4A+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bDuuMMAAADbAAAADwAAAAAAAAAAAAAAAACYAgAAZHJzL2Rv&#10;d25yZXYueG1sUEsFBgAAAAAEAAQA9QAAAIgDAAAAAA==&#10;" strokecolor="#2f5496 [2408]" strokeweight="1.5pt">
                <v:fill opacity="0"/>
              </v:rect>
              <v:rect id="Rectangle 10" o:spid="_x0000_s1085" style="position:absolute;left:1080;top:2835;width:10410;height:30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wCj8MA&#10;AADbAAAADwAAAGRycy9kb3ducmV2LnhtbESPQWvCQBSE70L/w/IK3ppNRJuaugZJUXtsU70/sq9J&#10;MPs2za6a/vuuUPA4zMw3zCofTScuNLjWsoIkikEQV1a3XCs4fG2fXkA4j6yxs0wKfslBvn6YrDDT&#10;9sqfdCl9LQKEXYYKGu/7TEpXNWTQRbYnDt63HQz6IIda6gGvAW46OYvjZ2mw5bDQYE9FQ9WpPBsF&#10;x8Vbz3tp+CPZzpeL42n3UyRGqenjuHkF4Wn09/B/+10rSFO4fQk/QK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8wCj8MAAADbAAAADwAAAAAAAAAAAAAAAACYAgAAZHJzL2Rv&#10;d25yZXYueG1sUEsFBgAAAAAEAAQA9QAAAIgDAAAAAA==&#10;" fillcolor="#deeaf6 [660]" strokecolor="#c00000" strokeweight="1pt">
                <v:stroke dashstyle="dash"/>
              </v:rect>
            </v:group>
            <v:shape id="AutoShape 16" o:spid="_x0000_s1083" type="#_x0000_t32" style="position:absolute;left:1095;top:2622;width:0;height:73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HhLmcAAAADbAAAADwAAAGRycy9kb3ducmV2LnhtbERPy4rCMBTdC/5DuII7TXXhDNUoVhCs&#10;4MIHgrtLc22rzU1tota/nyyEWR7Oe7ZoTSVe1LjSsoLRMAJBnFldcq7gdFwPfkE4j6yxskwKPuRg&#10;Me92Zhhr++Y9vQ4+FyGEXYwKCu/rWEqXFWTQDW1NHLirbQz6AJtc6gbfIdxUchxFE2mw5NBQYE2r&#10;grL74WkUJJ/teWd9+thcL7dHmiTjFG9GqX6vXU5BeGr9v/jr3mgFP2Fs+BJ+gJz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h4S5nAAAAA2wAAAA8AAAAAAAAAAAAAAAAA&#10;oQIAAGRycy9kb3ducmV2LnhtbFBLBQYAAAAABAAEAPkAAACOAwAAAAA=&#10;" strokecolor="#2f5496 [2408]" strokeweight="1.5pt"/>
            <v:shape id="AutoShape 17" o:spid="_x0000_s1082" type="#_x0000_t32" style="position:absolute;left:11505;top:2622;width:0;height:73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zTuAsYAAADbAAAADwAAAGRycy9kb3ducmV2LnhtbESPzWvCQBTE74X+D8sTeqsbPfQjugZT&#10;KCSFHrQieHtkn/kw+zZmtzH+912h4HGYmd8wy2Q0rRiod7VlBbNpBIK4sLrmUsHu5/P5DYTzyBpb&#10;y6TgSg6S1ePDEmNtL7yhYetLESDsYlRQed/FUrqiIoNuajvi4B1tb9AH2ZdS93gJcNPKeRS9SIM1&#10;h4UKO/qoqDhtf42C9Pq1/7Y+P2fHQ3PO03SeY2OUepqM6wUIT6O/h//bmVbw+g63L+EHyN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c07gLGAAAA2wAAAA8AAAAAAAAA&#10;AAAAAAAAoQIAAGRycy9kb3ducmV2LnhtbFBLBQYAAAAABAAEAPkAAACUAwAAAAA=&#10;" strokecolor="#2f5496 [2408]" strokeweight="1.5pt"/>
          </v:group>
        </w:pict>
      </w:r>
      <w:r w:rsidR="004F338E">
        <w:rPr>
          <w:rFonts w:ascii="TTKB Dik Temel Abece" w:hAnsi="TTKB Dik Temel Abece"/>
          <w:noProof/>
          <w:color w:val="4472C4" w:themeColor="accent5"/>
          <w:sz w:val="72"/>
          <w:szCs w:val="72"/>
          <w:lang w:eastAsia="tr-TR"/>
        </w:rPr>
        <w:pict w14:anchorId="51884C2D">
          <v:group id="_x0000_s1075" style="position:absolute;margin-left:-16.85pt;margin-top:5.65pt;width:521.25pt;height:36.85pt;z-index:-251602944;mso-position-horizontal-relative:text;mso-position-vertical-relative:text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">
            <v:group id="Group 27" o:spid="_x0000_s1078" style="position:absolute;left:1080;top:2622;width:10425;height:737" coordorigin="1080,2622" coordsize="10425,7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EY+s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YT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QBGPrFAAAA2wAA&#10;AA8AAAAAAAAAAAAAAAAAqgIAAGRycy9kb3ducmV2LnhtbFBLBQYAAAAABAAEAPoAAACcAwAAAAA=&#10;">
              <v:rect id="Rectangle 28" o:spid="_x0000_s1080" style="position:absolute;left:1095;top:2622;width:10410;height:73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XTV8EA&#10;AADbAAAADwAAAGRycy9kb3ducmV2LnhtbERPy2rCQBTdC/7DcAV3OrGCLamjaH3gtmkkdHfJ3GZC&#10;M3dCZjTx751FocvDea+3g23EnTpfO1awmCcgiEuna64U5F+n2RsIH5A1No5JwYM8bDfj0RpT7Xr+&#10;pHsWKhFD2KeowITQplL60pBFP3ctceR+XGcxRNhVUnfYx3DbyJckWUmLNccGgy19GCp/s5tVsKyK&#10;oynyg8/tolidr4/rvv8+KTWdDLt3EIGG8C/+c1+0gte4Pn6JP0B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UV01fBAAAA2wAAAA8AAAAAAAAAAAAAAAAAmAIAAGRycy9kb3du&#10;cmV2LnhtbFBLBQYAAAAABAAEAPUAAACGAwAAAAA=&#10;" strokecolor="#2f5496 [2408]" strokeweight="1.5pt">
                <v:fill opacity="0"/>
              </v:rect>
              <v:rect id="Rectangle 29" o:spid="_x0000_s1079" style="position:absolute;left:1080;top:2835;width:10410;height:30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k/YMAA&#10;AADbAAAADwAAAGRycy9kb3ducmV2LnhtbESPS4vCQBCE7wv+h6EFbzqJ+IyOIi6uHn3em0ybBDM9&#10;2cysxn/vCMIei6r6ipovG1OKO9WusKwg7kUgiFOrC84UnE+b7gSE88gaS8uk4EkOlovW1xwTbR98&#10;oPvRZyJA2CWoIPe+SqR0aU4GXc9WxMG72tqgD7LOpK7xEeCmlP0oGkmDBYeFHCta55Tejn9GwWX4&#10;XfFWGt7Hm8F0eLn9/K5jo1Sn3axmIDw1/j/8ae+0gnEM7y/hB8jF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2k/YMAAAADbAAAADwAAAAAAAAAAAAAAAACYAgAAZHJzL2Rvd25y&#10;ZXYueG1sUEsFBgAAAAAEAAQA9QAAAIUDAAAAAA==&#10;" fillcolor="#deeaf6 [660]" strokecolor="#c00000" strokeweight="1pt">
                <v:stroke dashstyle="dash"/>
              </v:rect>
            </v:group>
            <v:shape id="AutoShape 30" o:spid="_x0000_s1077" type="#_x0000_t32" style="position:absolute;left:1095;top:2622;width:0;height:73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ZB8c8UAAADbAAAADwAAAGRycy9kb3ducmV2LnhtbESPT2vCQBTE7wW/w/KE3urGHNoSXYMR&#10;BFPooWkRvD2yz/wx+zZmt5p8+26h0OMwM79h1uloOnGjwTWWFSwXEQji0uqGKwVfn/unVxDOI2vs&#10;LJOCiRykm9nDGhNt7/xBt8JXIkDYJaig9r5PpHRlTQbdwvbEwTvbwaAPcqikHvAe4KaTcRQ9S4MN&#10;h4Uae9rVVF6Kb6Mgm96O79bn18P51F7zLItzbI1Sj/NxuwLhafT/4b/2QSt4ieH3S/gBcvM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ZB8c8UAAADbAAAADwAAAAAAAAAA&#10;AAAAAAChAgAAZHJzL2Rvd25yZXYueG1sUEsFBgAAAAAEAAQA+QAAAJMDAAAAAA==&#10;" strokecolor="#2f5496 [2408]" strokeweight="1.5pt"/>
            <v:shape id="AutoShape 31" o:spid="_x0000_s1076" type="#_x0000_t32" style="position:absolute;left:11505;top:2622;width:0;height:73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tzZ6MUAAADbAAAADwAAAGRycy9kb3ducmV2LnhtbESPT2vCQBTE74V+h+UJvdWNFtoSXYMp&#10;FJJCD1oRvD2yz/wx+zZmtzF++65Q8DjMzG+YZTKaVgzUu9qygtk0AkFcWF1zqWD38/n8DsJ5ZI2t&#10;ZVJwJQfJ6vFhibG2F97QsPWlCBB2MSqovO9iKV1RkUE3tR1x8I62N+iD7Eupe7wEuGnlPIpepcGa&#10;w0KFHX1UVJy2v0ZBev3af1ufn7PjoTnnaTrPsTFKPU3G9QKEp9Hfw//tTCt4e4Hbl/AD5Oo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tzZ6MUAAADbAAAADwAAAAAAAAAA&#10;AAAAAAChAgAAZHJzL2Rvd25yZXYueG1sUEsFBgAAAAAEAAQA+QAAAJMDAAAAAA==&#10;" strokecolor="#2f5496 [2408]" strokeweight="1.5pt"/>
          </v:group>
        </w:pict>
      </w:r>
      <w:r w:rsidR="004F338E">
        <w:rPr>
          <w:rFonts w:ascii="TTKB Dik Temel Abece" w:hAnsi="TTKB Dik Temel Abece"/>
          <w:noProof/>
          <w:color w:val="4472C4" w:themeColor="accent5"/>
          <w:sz w:val="72"/>
          <w:szCs w:val="72"/>
          <w:lang w:eastAsia="tr-TR"/>
        </w:rPr>
        <w:pict w14:anchorId="74DF33CF">
          <v:group id="_x0000_s1069" style="position:absolute;margin-left:-16.85pt;margin-top:5.65pt;width:521.25pt;height:36.85pt;z-index:-251601920;mso-position-horizontal-relative:text;mso-position-vertical-relative:text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">
            <v:group id="Group 33" o:spid="_x0000_s1072" style="position:absolute;left:1080;top:2622;width:10425;height:737" coordorigin="1080,2622" coordsize="10425,7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kvEM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vkU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ekvEMQAAADbAAAA&#10;DwAAAAAAAAAAAAAAAACqAgAAZHJzL2Rvd25yZXYueG1sUEsFBgAAAAAEAAQA+gAAAJsDAAAAAA==&#10;">
              <v:rect id="Rectangle 34" o:spid="_x0000_s1074" style="position:absolute;left:1095;top:2622;width:10410;height:73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dDicMA&#10;AADbAAAADwAAAGRycy9kb3ducmV2LnhtbESPzWrDMBCE74W8g9hAb42cpJjgRgn5Lb02cTC9LdbW&#10;MrVWxlJi5+2rQiHHYWa+YZbrwTbiRp2vHSuYThIQxKXTNVcK8vPxZQHCB2SNjWNScCcP69XoaYmZ&#10;dj1/0u0UKhEh7DNUYEJoMyl9aciin7iWOHrfrrMYouwqqTvsI9w2cpYkqbRYc1ww2NLOUPlzuloF&#10;86o4mCLf+9xOi/T9cr9s+6+jUs/jYfMGItAQHuH/9odWkL7C35f4A+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/dDicMAAADbAAAADwAAAAAAAAAAAAAAAACYAgAAZHJzL2Rv&#10;d25yZXYueG1sUEsFBgAAAAAEAAQA9QAAAIgDAAAAAA==&#10;" strokecolor="#2f5496 [2408]" strokeweight="1.5pt">
                <v:fill opacity="0"/>
              </v:rect>
              <v:rect id="Rectangle 35" o:spid="_x0000_s1073" style="position:absolute;left:1080;top:2835;width:10410;height:30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uvvsEA&#10;AADbAAAADwAAAGRycy9kb3ducmV2LnhtbESPQYvCMBSE74L/ITxhb5pWtuJWoyyKq0et6/3RPNti&#10;89Jtslr/vREEj8PMfMPMl52pxZVaV1lWEI8iEMS51RUXCn6Pm+EUhPPIGmvLpOBODpaLfm+OqbY3&#10;PtA184UIEHYpKii9b1IpXV6SQTeyDXHwzrY16INsC6lbvAW4qeU4iibSYMVhocSGViXll+zfKDgl&#10;64a30vA+3nx+JafLz98qNkp9DLrvGQhPnX+HX+2dVjBJ4Pkl/AC5e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2Lr77BAAAA2wAAAA8AAAAAAAAAAAAAAAAAmAIAAGRycy9kb3du&#10;cmV2LnhtbFBLBQYAAAAABAAEAPUAAACGAwAAAAA=&#10;" fillcolor="#deeaf6 [660]" strokecolor="#c00000" strokeweight="1pt">
                <v:stroke dashstyle="dash"/>
              </v:rect>
            </v:group>
            <v:shape id="AutoShape 36" o:spid="_x0000_s1071" type="#_x0000_t32" style="position:absolute;left:1095;top:2622;width:0;height:73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3LsrcQAAADbAAAADwAAAGRycy9kb3ducmV2LnhtbESPT4vCMBTE78J+h/AW9qapHorURrHC&#10;gl3Yg38QvD2aZ1ttXmqT1frtN4LgcZiZ3zDpojeNuFHnassKxqMIBHFhdc2lgv3uezgF4TyyxsYy&#10;KXiQg8X8Y5Biou2dN3Tb+lIECLsEFVTet4mUrqjIoBvZljh4J9sZ9EF2pdQd3gPcNHISRbE0WHNY&#10;qLClVUXFZftnFGSPn8Ov9fl1fTqer3mWTXI8G6W+PvvlDISn3r/Dr/ZaK4hjeH4JP0DO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cuytxAAAANsAAAAPAAAAAAAAAAAA&#10;AAAAAKECAABkcnMvZG93bnJldi54bWxQSwUGAAAAAAQABAD5AAAAkgMAAAAA&#10;" strokecolor="#2f5496 [2408]" strokeweight="1.5pt"/>
            <v:shape id="AutoShape 37" o:spid="_x0000_s1070" type="#_x0000_t32" style="position:absolute;left:11505;top:2622;width:0;height:73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D5JNsUAAADbAAAADwAAAGRycy9kb3ducmV2LnhtbESPT2vCQBTE74V+h+UVvDWbeogldRVT&#10;KBjBg1oKvT2yz/wx+zbJbmP89m6h0OMwM79hluvJtGKkwdWWFbxEMQjiwuqaSwWfp4/nVxDOI2ts&#10;LZOCGzlYrx4flphqe+UDjUdfigBhl6KCyvsuldIVFRl0ke2Ig3e2g0Ef5FBKPeA1wE0r53GcSIM1&#10;h4UKO3qvqLgcf4yC7Lb72luf99vzd9PnWTbPsTFKzZ6mzRsIT5P/D/+1t1pBsoDfL+EHyN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D5JNsUAAADbAAAADwAAAAAAAAAA&#10;AAAAAAChAgAAZHJzL2Rvd25yZXYueG1sUEsFBgAAAAAEAAQA+QAAAJMDAAAAAA==&#10;" strokecolor="#2f5496 [2408]" strokeweight="1.5pt"/>
          </v:group>
        </w:pict>
      </w:r>
      <w:r w:rsidR="001A6A14">
        <w:rPr>
          <w:rFonts w:ascii="TTKB Dik Temel Abece" w:hAnsi="TTKB Dik Temel Abece"/>
          <w:sz w:val="72"/>
          <w:szCs w:val="72"/>
        </w:rPr>
        <w:t xml:space="preserve">  </w:t>
      </w:r>
      <w:r w:rsidR="001A6A14">
        <w:rPr>
          <w:rFonts w:ascii="N.o.k.t.a.l.ı.d.UZ" w:hAnsi="N.o.k.t.a.l.ı.d.UZ"/>
          <w:sz w:val="64"/>
          <w:szCs w:val="64"/>
        </w:rPr>
        <w:t xml:space="preserve">e e e </w:t>
      </w:r>
      <w:r>
        <w:rPr>
          <w:rFonts w:ascii="TTKB Dik Temel Abece" w:hAnsi="TTKB Dik Temel Abece"/>
          <w:sz w:val="72"/>
          <w:szCs w:val="72"/>
        </w:rPr>
        <w:tab/>
      </w:r>
    </w:p>
    <w:p w14:paraId="2C5D1787" w14:textId="77777777" w:rsidR="00552E82" w:rsidRPr="00552E82" w:rsidRDefault="00552E82" w:rsidP="00552E82">
      <w:pPr>
        <w:tabs>
          <w:tab w:val="left" w:pos="2460"/>
        </w:tabs>
        <w:rPr>
          <w:rFonts w:ascii="TTKB Dik Temel Abece Dot" w:hAnsi="TTKB Dik Temel Abece Dot"/>
          <w:sz w:val="72"/>
          <w:szCs w:val="72"/>
        </w:rPr>
      </w:pPr>
      <w:r w:rsidRPr="00552E82">
        <w:rPr>
          <w:rFonts w:ascii="TTKB Dik Temel Abece" w:hAnsi="TTKB Dik Temel Abece"/>
          <w:noProof/>
          <w:sz w:val="72"/>
          <w:szCs w:val="72"/>
          <w:lang w:eastAsia="tr-TR"/>
        </w:rPr>
        <w:drawing>
          <wp:anchor distT="0" distB="0" distL="114300" distR="114300" simplePos="0" relativeHeight="251724800" behindDoc="1" locked="0" layoutInCell="1" allowOverlap="1" wp14:anchorId="31D387C2" wp14:editId="1B0BE52F">
            <wp:simplePos x="0" y="0"/>
            <wp:positionH relativeFrom="column">
              <wp:posOffset>-194945</wp:posOffset>
            </wp:positionH>
            <wp:positionV relativeFrom="paragraph">
              <wp:posOffset>79375</wp:posOffset>
            </wp:positionV>
            <wp:extent cx="419100" cy="447675"/>
            <wp:effectExtent l="19050" t="0" r="0" b="0"/>
            <wp:wrapNone/>
            <wp:docPr id="21" name="Resim 1" descr="C:\Users\Emin ÖZÜMAĞI\Desktop\ev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in ÖZÜMAĞI\Desktop\ev.jpg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F338E">
        <w:rPr>
          <w:rFonts w:ascii="TTKB Dik Temel Abece" w:hAnsi="TTKB Dik Temel Abece"/>
          <w:noProof/>
          <w:color w:val="4472C4" w:themeColor="accent5"/>
          <w:sz w:val="72"/>
          <w:szCs w:val="72"/>
          <w:lang w:eastAsia="tr-TR"/>
        </w:rPr>
        <w:pict w14:anchorId="32640F65">
          <v:group id="_x0000_s1063" style="position:absolute;margin-left:-16.85pt;margin-top:5.65pt;width:521.25pt;height:36.85pt;z-index:-251600896;mso-position-horizontal-relative:text;mso-position-vertical-relative:text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">
            <v:group id="Group 45" o:spid="_x0000_s1066" style="position:absolute;left:1080;top:2622;width:10425;height:737" coordorigin="1080,2622" coordsize="10425,7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<v:rect id="Rectangle 46" o:spid="_x0000_s1068" style="position:absolute;left:1095;top:2622;width:10410;height:73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uJNMQA&#10;AADbAAAADwAAAGRycy9kb3ducmV2LnhtbESPQWvCQBSE7wX/w/KE3urG2opEV9Fai9dqJHh7ZJ/Z&#10;YPZtyG5N/PddodDjMDPfMItVb2txo9ZXjhWMRwkI4sLpiksF2XH3MgPhA7LG2jEpuJOH1XLwtMBU&#10;u46/6XYIpYgQ9ikqMCE0qZS+MGTRj1xDHL2Lay2GKNtS6ha7CLe1fE2SqbRYcVww2NCHoeJ6+LEK&#10;JmX+afJs6zM7zqdfp/tp0513Sj0P+/UcRKA+/If/2nut4P0NHl/iD5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GbiTTEAAAA2wAAAA8AAAAAAAAAAAAAAAAAmAIAAGRycy9k&#10;b3ducmV2LnhtbFBLBQYAAAAABAAEAPUAAACJAwAAAAA=&#10;" strokecolor="#2f5496 [2408]" strokeweight="1.5pt">
                <v:fill opacity="0"/>
              </v:rect>
              <v:rect id="Rectangle 47" o:spid="_x0000_s1067" style="position:absolute;left:1080;top:2835;width:10410;height:30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dlA8IA&#10;AADbAAAADwAAAGRycy9kb3ducmV2LnhtbESPQWvCQBSE7wX/w/IK3nQTMVKjmyAWtcfW1vsj+5oE&#10;s29jdpvEf+8WCj0OM/MNs81H04ieOldbVhDPIxDEhdU1lwq+Pg+zFxDOI2tsLJOCOznIs8nTFlNt&#10;B/6g/uxLESDsUlRQed+mUrqiIoNublvi4H3bzqAPsiul7nAIcNPIRRStpMGaw0KFLe0rKq7nH6Pg&#10;kry2fJKG3+PDcp1crsfbPjZKTZ/H3QaEp9H/h//ab1pBksDvl/ADZPY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52UDwgAAANsAAAAPAAAAAAAAAAAAAAAAAJgCAABkcnMvZG93&#10;bnJldi54bWxQSwUGAAAAAAQABAD1AAAAhwMAAAAA&#10;" fillcolor="#deeaf6 [660]" strokecolor="#c00000" strokeweight="1pt">
                <v:stroke dashstyle="dash"/>
              </v:rect>
            </v:group>
            <v:shape id="AutoShape 48" o:spid="_x0000_s1065" type="#_x0000_t32" style="position:absolute;left:1095;top:2622;width:0;height:73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4mEMQAAADbAAAADwAAAGRycy9kb3ducmV2LnhtbESPT4vCMBTE78J+h/AWvNl0BUW6RrEL&#10;ghU8+Adhb4/m2Vabl9pErd/eLCx4HGbmN8x03pla3Kl1lWUFX1EMgji3uuJCwWG/HExAOI+ssbZM&#10;Cp7kYD776E0x0fbBW7rvfCEChF2CCkrvm0RKl5dk0EW2IQ7eybYGfZBtIXWLjwA3tRzG8VgarDgs&#10;lNjQT0n5ZXczCtLn+rixPruuTr/na5amwwzPRqn+Z7f4BuGp8+/wf3ulFYzG8Pcl/AA5e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HiYQxAAAANsAAAAPAAAAAAAAAAAA&#10;AAAAAKECAABkcnMvZG93bnJldi54bWxQSwUGAAAAAAQABAD5AAAAkgMAAAAA&#10;" strokecolor="#2f5496 [2408]" strokeweight="1.5pt"/>
            <v:shape id="AutoShape 49" o:spid="_x0000_s1064" type="#_x0000_t32" style="position:absolute;left:11505;top:2622;width:0;height:73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lKDi8UAAADbAAAADwAAAGRycy9kb3ducmV2LnhtbESPW2vCQBSE3wv9D8sR+lY3Cr0QXYMp&#10;FJJCH7Qi+HbIHnMxezZmtzH++65Q8HGYmW+YZTKaVgzUu9qygtk0AkFcWF1zqWD38/n8DsJ5ZI2t&#10;ZVJwJQfJ6vFhibG2F97QsPWlCBB2MSqovO9iKV1RkUE3tR1x8I62N+iD7Eupe7wEuGnlPIpepcGa&#10;w0KFHX1UVJy2v0ZBev3af1ufn7PjoTnnaTrPsTFKPU3G9QKEp9Hfw//tTCt4eYPbl/AD5Oo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lKDi8UAAADbAAAADwAAAAAAAAAA&#10;AAAAAAChAgAAZHJzL2Rvd25yZXYueG1sUEsFBgAAAAAEAAQA+QAAAJMDAAAAAA==&#10;" strokecolor="#2f5496 [2408]" strokeweight="1.5pt"/>
          </v:group>
        </w:pict>
      </w:r>
      <w:r w:rsidR="001A6A14">
        <w:rPr>
          <w:rFonts w:ascii="TTKB Dik Temel Abece" w:hAnsi="TTKB Dik Temel Abece"/>
          <w:sz w:val="72"/>
          <w:szCs w:val="72"/>
        </w:rPr>
        <w:t xml:space="preserve">  </w:t>
      </w:r>
      <w:r w:rsidR="001A6A14">
        <w:rPr>
          <w:rFonts w:ascii="N.o.k.t.a.l.ı.d.UZ" w:hAnsi="N.o.k.t.a.l.ı.d.UZ"/>
          <w:sz w:val="64"/>
          <w:szCs w:val="64"/>
        </w:rPr>
        <w:t xml:space="preserve">e e </w:t>
      </w:r>
      <w:r>
        <w:rPr>
          <w:rFonts w:ascii="TTKB Dik Temel Abece" w:hAnsi="TTKB Dik Temel Abece"/>
          <w:sz w:val="72"/>
          <w:szCs w:val="72"/>
        </w:rPr>
        <w:tab/>
      </w:r>
    </w:p>
    <w:p w14:paraId="0A5C6A7E" w14:textId="77777777" w:rsidR="00552E82" w:rsidRPr="00552E82" w:rsidRDefault="004F338E" w:rsidP="00552E82">
      <w:pPr>
        <w:tabs>
          <w:tab w:val="left" w:pos="1140"/>
        </w:tabs>
        <w:rPr>
          <w:rFonts w:ascii="TTKB Dik Temel Abece Dot" w:hAnsi="TTKB Dik Temel Abece Dot"/>
          <w:sz w:val="72"/>
          <w:szCs w:val="72"/>
        </w:rPr>
      </w:pPr>
      <w:r>
        <w:rPr>
          <w:rFonts w:ascii="TTKB Dik Temel Abece" w:hAnsi="TTKB Dik Temel Abece"/>
          <w:noProof/>
          <w:color w:val="4472C4" w:themeColor="accent5"/>
          <w:sz w:val="72"/>
          <w:szCs w:val="72"/>
          <w:lang w:eastAsia="tr-TR"/>
        </w:rPr>
        <w:pict w14:anchorId="43AF6EEE">
          <v:group id="_x0000_s1057" style="position:absolute;margin-left:-16.85pt;margin-top:6.4pt;width:521.25pt;height:36.85pt;z-index:-251599872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">
            <v:group id="Group 51" o:spid="_x0000_s1060" style="position:absolute;left:1080;top:2622;width:10425;height:737" coordorigin="1080,2622" coordsize="10425,7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<v:rect id="Rectangle 52" o:spid="_x0000_s1062" style="position:absolute;left:1095;top:2622;width:10410;height:73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8V7MEA&#10;AADbAAAADwAAAGRycy9kb3ducmV2LnhtbERPz2vCMBS+C/4P4Qm7ado5RDpj0alj12ml7PZo3pqy&#10;5qU00db/fjkMdvz4fm/y0bbiTr1vHCtIFwkI4srphmsFxeU0X4PwAVlj65gUPMhDvp1ONphpN/An&#10;3c+hFjGEfYYKTAhdJqWvDFn0C9cRR+7b9RZDhH0tdY9DDLetfE6SlbTYcGww2NGboernfLMKlnV5&#10;NGVx8IVNy9X79XHdD18npZ5m4+4VRKAx/Iv/3B9awUscG7/EHyC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UPFezBAAAA2wAAAA8AAAAAAAAAAAAAAAAAmAIAAGRycy9kb3du&#10;cmV2LnhtbFBLBQYAAAAABAAEAPUAAACGAwAAAAA=&#10;" strokecolor="#2f5496 [2408]" strokeweight="1.5pt">
                <v:fill opacity="0"/>
              </v:rect>
              <v:rect id="Rectangle 53" o:spid="_x0000_s1061" style="position:absolute;left:1080;top:2835;width:10410;height:30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P528AA&#10;AADbAAAADwAAAGRycy9kb3ducmV2LnhtbESPS6vCMBSE9xf8D+EI7jStqGg1iig+ltfX/tAc22Jz&#10;Upuo9d8b4cJdDjPzDTNbNKYUT6pdYVlB3ItAEKdWF5wpOJ823TEI55E1lpZJwZscLOatnxkm2r74&#10;QM+jz0SAsEtQQe59lUjp0pwMup6tiIN3tbVBH2SdSV3jK8BNKftRNJIGCw4LOVa0yim9HR9GwWW4&#10;rngnDf/Gm8FkeLlt76vYKNVpN8spCE+N/w//tfdawWAC3y/hB8j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3P528AAAADbAAAADwAAAAAAAAAAAAAAAACYAgAAZHJzL2Rvd25y&#10;ZXYueG1sUEsFBgAAAAAEAAQA9QAAAIUDAAAAAA==&#10;" fillcolor="#deeaf6 [660]" strokecolor="#c00000" strokeweight="1pt">
                <v:stroke dashstyle="dash"/>
              </v:rect>
            </v:group>
            <v:shape id="AutoShape 54" o:spid="_x0000_s1059" type="#_x0000_t32" style="position:absolute;left:1095;top:2622;width:0;height:73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bsb/8AAAADbAAAADwAAAGRycy9kb3ducmV2LnhtbERPy4rCMBTdC/5DuII7TRUchmoUKwhW&#10;cOEDwd2lubbV5qY2UevfTxbCLA/nPVu0phIvalxpWcFoGIEgzqwuOVdwOq4HvyCcR9ZYWSYFH3Kw&#10;mHc7M4y1ffOeXgefixDCLkYFhfd1LKXLCjLohrYmDtzVNgZ9gE0udYPvEG4qOY6iH2mw5NBQYE2r&#10;grL74WkUJJ/teWd9+thcL7dHmiTjFG9GqX6vXU5BeGr9v/jr3mgFk7A+fAk/QM7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27G//AAAAA2wAAAA8AAAAAAAAAAAAAAAAA&#10;oQIAAGRycy9kb3ducmV2LnhtbFBLBQYAAAAABAAEAPkAAACOAwAAAAA=&#10;" strokecolor="#2f5496 [2408]" strokeweight="1.5pt"/>
            <v:shape id="AutoShape 55" o:spid="_x0000_s1058" type="#_x0000_t32" style="position:absolute;left:11505;top:2622;width:0;height:73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e+ZMQAAADbAAAADwAAAGRycy9kb3ducmV2LnhtbESPQYvCMBSE78L+h/AWvNlUQZGuUezC&#10;ghU8qMvC3h7Ns602L7WJWv+9EQSPw8x8w8wWnanFlVpXWVYwjGIQxLnVFRcKfvc/gykI55E11pZJ&#10;wZ0cLOYfvRkm2t54S9edL0SAsEtQQel9k0jp8pIMusg2xME72NagD7ItpG7xFuCmlqM4nkiDFYeF&#10;Ehv6Lik/7S5GQXpf/22sz86rw//xnKXpKMOjUar/2S2/QHjq/Dv8aq+0gvEQnl/CD5Dz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S975kxAAAANsAAAAPAAAAAAAAAAAA&#10;AAAAAKECAABkcnMvZG93bnJldi54bWxQSwUGAAAAAAQABAD5AAAAkgMAAAAA&#10;" strokecolor="#2f5496 [2408]" strokeweight="1.5pt"/>
          </v:group>
        </w:pict>
      </w:r>
      <w:r w:rsidR="00552E82" w:rsidRPr="00552E82">
        <w:rPr>
          <w:rFonts w:ascii="TTKB Dik Temel Abece" w:hAnsi="TTKB Dik Temel Abece"/>
          <w:noProof/>
          <w:sz w:val="72"/>
          <w:szCs w:val="72"/>
          <w:lang w:eastAsia="tr-TR"/>
        </w:rPr>
        <w:drawing>
          <wp:anchor distT="0" distB="0" distL="114300" distR="114300" simplePos="0" relativeHeight="251725824" behindDoc="1" locked="0" layoutInCell="1" allowOverlap="1" wp14:anchorId="3C3F871D" wp14:editId="6C2F3787">
            <wp:simplePos x="0" y="0"/>
            <wp:positionH relativeFrom="column">
              <wp:posOffset>-194945</wp:posOffset>
            </wp:positionH>
            <wp:positionV relativeFrom="paragraph">
              <wp:posOffset>76836</wp:posOffset>
            </wp:positionV>
            <wp:extent cx="419100" cy="438150"/>
            <wp:effectExtent l="19050" t="0" r="0" b="0"/>
            <wp:wrapNone/>
            <wp:docPr id="22" name="Resim 1" descr="C:\Users\Emin ÖZÜMAĞI\Desktop\ev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in ÖZÜMAĞI\Desktop\ev.jpg"/>
                    <pic:cNvPicPr preferRelativeResize="0"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A6A14">
        <w:rPr>
          <w:rFonts w:ascii="TTKB Dik Temel Abece" w:hAnsi="TTKB Dik Temel Abece"/>
          <w:sz w:val="72"/>
          <w:szCs w:val="72"/>
        </w:rPr>
        <w:t xml:space="preserve">  </w:t>
      </w:r>
      <w:r w:rsidR="001A6A14">
        <w:rPr>
          <w:rFonts w:ascii="N.o.k.t.a.l.ı.d.UZ" w:hAnsi="N.o.k.t.a.l.ı.d.UZ"/>
          <w:sz w:val="64"/>
          <w:szCs w:val="64"/>
        </w:rPr>
        <w:t>e e</w:t>
      </w:r>
    </w:p>
    <w:p w14:paraId="166E0C16" w14:textId="77777777" w:rsidR="00552E82" w:rsidRPr="00552E82" w:rsidRDefault="004F338E" w:rsidP="00552E82">
      <w:pPr>
        <w:tabs>
          <w:tab w:val="left" w:pos="5715"/>
        </w:tabs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b/>
          <w:noProof/>
          <w:color w:val="4472C4" w:themeColor="accent5"/>
          <w:sz w:val="72"/>
          <w:szCs w:val="72"/>
          <w:lang w:eastAsia="tr-TR"/>
        </w:rPr>
        <w:lastRenderedPageBreak/>
        <w:pict w14:anchorId="6A7227A2">
          <v:group id="_x0000_s1051" style="position:absolute;margin-left:-16.85pt;margin-top:6.4pt;width:521.25pt;height:36.85pt;z-index:-251597824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">
            <v:group id="Group 69" o:spid="_x0000_s1054" style="position:absolute;left:1080;top:2622;width:10425;height:737" coordorigin="1080,2622" coordsize="10425,7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<v:rect id="Rectangle 70" o:spid="_x0000_s1056" style="position:absolute;left:1095;top:2622;width:10410;height:73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OciBsMA&#10;AADbAAAADwAAAGRycy9kb3ducmV2LnhtbESPT2vCQBTE7wW/w/KE3upGLSLRVfxbeq2NBG+P7DMb&#10;zL4N2dXEb98tFHocZuY3zHLd21o8qPWVYwXjUQKCuHC64lJB9n18m4PwAVlj7ZgUPMnDejV4WWKq&#10;Xcdf9DiFUkQI+xQVmBCaVEpfGLLoR64hjt7VtRZDlG0pdYtdhNtaTpJkJi1WHBcMNrQzVNxOd6tg&#10;WuYHk2d7n9lxPvs4P8/b7nJU6nXYbxYgAvXhP/zX/tQK3ifw+yX+ALn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OciBsMAAADbAAAADwAAAAAAAAAAAAAAAACYAgAAZHJzL2Rv&#10;d25yZXYueG1sUEsFBgAAAAAEAAQA9QAAAIgDAAAAAA==&#10;" strokecolor="#2f5496 [2408]" strokeweight="1.5pt">
                <v:fill opacity="0"/>
              </v:rect>
              <v:rect id="Rectangle 71" o:spid="_x0000_s1055" style="position:absolute;left:1080;top:2835;width:10410;height:30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vOMcMA&#10;AADbAAAADwAAAGRycy9kb3ducmV2LnhtbESPzW7CMBCE75V4B2uRegMnJUEQMAiBaHts+bmv4iWJ&#10;iNdp7Cbp29eVkHoczcw3mvV2MLXoqHWVZQXxNAJBnFtdcaHgcj5OFiCcR9ZYWyYFP+Rguxk9rTHT&#10;tudP6k6+EAHCLkMFpfdNJqXLSzLoprYhDt7NtgZ9kG0hdYt9gJtavkTRXBqsOCyU2NC+pPx++jYK&#10;rumh4Tdp+CM+Jsv0en/92sdGqefxsFuB8DT4//Cj/a4VJDP4+xJ+gN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pvOMcMAAADbAAAADwAAAAAAAAAAAAAAAACYAgAAZHJzL2Rv&#10;d25yZXYueG1sUEsFBgAAAAAEAAQA9QAAAIgDAAAAAA==&#10;" fillcolor="#deeaf6 [660]" strokecolor="#c00000" strokeweight="1pt">
                <v:stroke dashstyle="dash"/>
              </v:rect>
            </v:group>
            <v:shape id="AutoShape 72" o:spid="_x0000_s1053" type="#_x0000_t32" style="position:absolute;left:1095;top:2622;width:0;height:73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1mLIcUAAADbAAAADwAAAGRycy9kb3ducmV2LnhtbESPT2vCQBTE74V+h+UVvDWbSpCSuoop&#10;FIzgQS2F3h7ZZ/6YfZtktzF+e7dQ6HGYmd8wy/VkWjHS4GrLCl6iGARxYXXNpYLP08fzKwjnkTW2&#10;lknBjRysV48PS0y1vfKBxqMvRYCwS1FB5X2XSumKigy6yHbEwTvbwaAPciilHvAa4KaV8zheSIM1&#10;h4UKO3qvqLgcf4yC7Lb72luf99vzd9PnWTbPsTFKzZ6mzRsIT5P/D/+1t1pBksDvl/AD5Oo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1mLIcUAAADbAAAADwAAAAAAAAAA&#10;AAAAAAChAgAAZHJzL2Rvd25yZXYueG1sUEsFBgAAAAAEAAQA+QAAAJMDAAAAAA==&#10;" strokecolor="#2f5496 [2408]" strokeweight="1.5pt"/>
            <v:shape id="AutoShape 73" o:spid="_x0000_s1052" type="#_x0000_t32" style="position:absolute;left:11505;top:2622;width:0;height:73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BUuusUAAADbAAAADwAAAGRycy9kb3ducmV2LnhtbESPT2vCQBTE74V+h+UJvdWN0pYSXYMp&#10;FJJCD1oRvD2yz/wx+zZmtzF++65Q8DjMzG+YZTKaVgzUu9qygtk0AkFcWF1zqWD38/n8DsJ5ZI2t&#10;ZVJwJQfJ6vFhibG2F97QsPWlCBB2MSqovO9iKV1RkUE3tR1x8I62N+iD7Eupe7wEuGnlPIrepMGa&#10;w0KFHX1UVJy2v0ZBev3af1ufn7PjoTnnaTrPsTFKPU3G9QKEp9Hfw//tTCt4eYXbl/AD5Oo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BUuusUAAADbAAAADwAAAAAAAAAA&#10;AAAAAAChAgAAZHJzL2Rvd25yZXYueG1sUEsFBgAAAAAEAAQA+QAAAJMDAAAAAA==&#10;" strokecolor="#2f5496 [2408]" strokeweight="1.5pt"/>
          </v:group>
        </w:pict>
      </w:r>
      <w:r w:rsidR="00552E82" w:rsidRPr="00552E82">
        <w:rPr>
          <w:rFonts w:ascii="TTKB Dik Temel Abece" w:hAnsi="TTKB Dik Temel Abece"/>
          <w:noProof/>
          <w:sz w:val="72"/>
          <w:szCs w:val="72"/>
          <w:lang w:eastAsia="tr-TR"/>
        </w:rPr>
        <w:drawing>
          <wp:anchor distT="0" distB="0" distL="114300" distR="114300" simplePos="0" relativeHeight="251726848" behindDoc="1" locked="0" layoutInCell="1" allowOverlap="1" wp14:anchorId="386759C7" wp14:editId="6FEBFEA8">
            <wp:simplePos x="0" y="0"/>
            <wp:positionH relativeFrom="column">
              <wp:posOffset>-194945</wp:posOffset>
            </wp:positionH>
            <wp:positionV relativeFrom="paragraph">
              <wp:posOffset>74930</wp:posOffset>
            </wp:positionV>
            <wp:extent cx="419100" cy="447675"/>
            <wp:effectExtent l="19050" t="0" r="0" b="0"/>
            <wp:wrapNone/>
            <wp:docPr id="23" name="Resim 1" descr="C:\Users\Emin ÖZÜMAĞI\Desktop\ev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in ÖZÜMAĞI\Desktop\ev.jpg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TKB Dik Temel Abece" w:hAnsi="TTKB Dik Temel Abece"/>
          <w:noProof/>
          <w:color w:val="4472C4" w:themeColor="accent5"/>
          <w:sz w:val="72"/>
          <w:szCs w:val="72"/>
          <w:lang w:eastAsia="tr-TR"/>
        </w:rPr>
        <w:pict w14:anchorId="4B956B4A">
          <v:group id="_x0000_s1045" style="position:absolute;margin-left:-16.85pt;margin-top:5.65pt;width:521.25pt;height:36.85pt;z-index:-251598848;mso-position-horizontal-relative:text;mso-position-vertical-relative:text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">
            <v:group id="Group 63" o:spid="_x0000_s1048" style="position:absolute;left:1080;top:2622;width:10425;height:737" coordorigin="1080,2622" coordsize="10425,7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<v:rect id="Rectangle 64" o:spid="_x0000_s1050" style="position:absolute;left:1095;top:2622;width:10410;height:73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9pXeMMA&#10;AADbAAAADwAAAGRycy9kb3ducmV2LnhtbESPT2vCQBTE7wW/w/IEb3WjQiipq/inll61keDtkX1m&#10;g9m3Ibs18dt3C0KPw8xvhlmuB9uIO3W+dqxgNk1AEJdO11wpyL8Pr28gfEDW2DgmBQ/ysF6NXpaY&#10;adfzke6nUIlYwj5DBSaENpPSl4Ys+qlriaN3dZ3FEGVXSd1hH8ttI+dJkkqLNccFgy3tDJW3049V&#10;sKiKD1Pke5/bWZF+nh/nbX85KDUZD5t3EIGG8B9+0l86cin8fYk/QK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9pXeMMAAADbAAAADwAAAAAAAAAAAAAAAACYAgAAZHJzL2Rv&#10;d25yZXYueG1sUEsFBgAAAAAEAAQA9QAAAIgDAAAAAA==&#10;" strokecolor="#2f5496 [2408]" strokeweight="1.5pt">
                <v:fill opacity="0"/>
              </v:rect>
              <v:rect id="Rectangle 65" o:spid="_x0000_s1049" style="position:absolute;left:1080;top:2835;width:10410;height:30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a7T8MA&#10;AADbAAAADwAAAGRycy9kb3ducmV2LnhtbESPwW7CMBBE75X6D9ZW6q04aYFCiomqIKDHQuG+ipck&#10;Il6nsUnC32OkSj2OZuaNZpEOphYdta6yrCAeRSCIc6srLhQcftYvMxDOI2usLZOCKzlIl48PC0y0&#10;7XlH3d4XIkDYJaig9L5JpHR5SQbdyDbEwTvZ1qAPsi2kbrEPcFPL1yiaSoMVh4USG8pKys/7i1Fw&#10;nKwa3krD3/F6PJ8cz5vfLDZKPT8Nnx8gPA3+P/zX/tIK3t7h/iX8ALm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aa7T8MAAADbAAAADwAAAAAAAAAAAAAAAACYAgAAZHJzL2Rv&#10;d25yZXYueG1sUEsFBgAAAAAEAAQA9QAAAIgDAAAAAA==&#10;" fillcolor="#deeaf6 [660]" strokecolor="#c00000" strokeweight="1pt">
                <v:stroke dashstyle="dash"/>
              </v:rect>
            </v:group>
            <v:shape id="AutoShape 66" o:spid="_x0000_s1047" type="#_x0000_t32" style="position:absolute;left:1095;top:2622;width:0;height:73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hLyWcAAAADbAAAADwAAAGRycy9kb3ducmV2LnhtbERPy4rCMBTdC/5DuII7TVUYhmoUKwhW&#10;cOEDwd2lubbV5qY2UevfTxbCLA/nPVu0phIvalxpWcFoGIEgzqwuOVdwOq4HvyCcR9ZYWSYFH3Kw&#10;mHc7M4y1ffOeXgefixDCLkYFhfd1LKXLCjLohrYmDtzVNgZ9gE0udYPvEG4qOY6iH2mw5NBQYE2r&#10;grL74WkUJJ/teWd9+thcL7dHmiTjFG9GqX6vXU5BeGr9v/jr3mgFkzA2fAk/QM7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4S8lnAAAAA2wAAAA8AAAAAAAAAAAAAAAAA&#10;oQIAAGRycy9kb3ducmV2LnhtbFBLBQYAAAAABAAEAPkAAACOAwAAAAA=&#10;" strokecolor="#2f5496 [2408]" strokeweight="1.5pt"/>
            <v:shape id="AutoShape 67" o:spid="_x0000_s1046" type="#_x0000_t32" style="position:absolute;left:11505;top:2622;width:0;height:73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V5XwsUAAADbAAAADwAAAGRycy9kb3ducmV2LnhtbESPT2vCQBTE74V+h+UJvdWNFkobXYMp&#10;FJJCD1oRvD2yz/wx+zZmtzF++65Q8DjMzG+YZTKaVgzUu9qygtk0AkFcWF1zqWD38/n8BsJ5ZI2t&#10;ZVJwJQfJ6vFhibG2F97QsPWlCBB2MSqovO9iKV1RkUE3tR1x8I62N+iD7Eupe7wEuGnlPIpepcGa&#10;w0KFHX1UVJy2v0ZBev3af1ufn7PjoTnnaTrPsTFKPU3G9QKEp9Hfw//tTCt4eYfbl/AD5Oo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V5XwsUAAADbAAAADwAAAAAAAAAA&#10;AAAAAAChAgAAZHJzL2Rvd25yZXYueG1sUEsFBgAAAAAEAAQA+QAAAJMDAAAAAA==&#10;" strokecolor="#2f5496 [2408]" strokeweight="1.5pt"/>
          </v:group>
        </w:pict>
      </w:r>
      <w:r w:rsidR="00552E82" w:rsidRPr="00552E82">
        <w:rPr>
          <w:rFonts w:ascii="TTKB Dik Temel Abece" w:hAnsi="TTKB Dik Temel Abece"/>
          <w:b/>
          <w:noProof/>
          <w:sz w:val="72"/>
          <w:szCs w:val="72"/>
          <w:lang w:eastAsia="tr-TR"/>
        </w:rPr>
        <w:drawing>
          <wp:anchor distT="0" distB="0" distL="114300" distR="114300" simplePos="0" relativeHeight="251727872" behindDoc="1" locked="0" layoutInCell="1" allowOverlap="1" wp14:anchorId="3E41E441" wp14:editId="00DE5A73">
            <wp:simplePos x="0" y="0"/>
            <wp:positionH relativeFrom="column">
              <wp:posOffset>-194945</wp:posOffset>
            </wp:positionH>
            <wp:positionV relativeFrom="paragraph">
              <wp:posOffset>62865</wp:posOffset>
            </wp:positionV>
            <wp:extent cx="419100" cy="447675"/>
            <wp:effectExtent l="19050" t="0" r="0" b="0"/>
            <wp:wrapNone/>
            <wp:docPr id="24" name="Resim 1" descr="C:\Users\Emin ÖZÜMAĞI\Desktop\ev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in ÖZÜMAĞI\Desktop\ev.jpg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A6A14">
        <w:rPr>
          <w:rFonts w:ascii="TTKB Dik Temel Abece" w:hAnsi="TTKB Dik Temel Abece"/>
          <w:sz w:val="72"/>
          <w:szCs w:val="72"/>
        </w:rPr>
        <w:t xml:space="preserve">  </w:t>
      </w:r>
      <w:r w:rsidR="001A6A14">
        <w:rPr>
          <w:rFonts w:ascii="N.o.k.t.a.l.ı.d.UZ" w:hAnsi="N.o.k.t.a.l.ı.d.UZ"/>
          <w:sz w:val="64"/>
          <w:szCs w:val="64"/>
        </w:rPr>
        <w:t>e e</w:t>
      </w:r>
    </w:p>
    <w:p w14:paraId="23336C6B" w14:textId="7CD1C896" w:rsidR="00CF073F" w:rsidRPr="00CF073F" w:rsidRDefault="004F338E" w:rsidP="00CF073F">
      <w:pPr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noProof/>
          <w:sz w:val="72"/>
          <w:szCs w:val="72"/>
          <w:lang w:eastAsia="tr-TR"/>
        </w:rPr>
        <w:pict w14:anchorId="6D40902B">
          <v:roundrect id="AutoShape 172" o:spid="_x0000_s1044" style="position:absolute;margin-left:337.15pt;margin-top:66.6pt;width:115.5pt;height:21.75pt;z-index:2517350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" strokecolor="#2f5496 [2408]" strokeweight="1.5pt">
            <v:fill opacity="0"/>
            <v:textbox>
              <w:txbxContent>
                <w:p w14:paraId="3514941D" w14:textId="1709179C" w:rsidR="00986F18" w:rsidRDefault="00986F18"/>
              </w:txbxContent>
            </v:textbox>
          </v:roundrect>
        </w:pict>
      </w:r>
      <w:r w:rsidR="00552E82" w:rsidRPr="00552E82">
        <w:rPr>
          <w:rFonts w:ascii="TTKB Dik Temel Abece" w:hAnsi="TTKB Dik Temel Abece"/>
          <w:noProof/>
          <w:sz w:val="72"/>
          <w:szCs w:val="72"/>
          <w:lang w:eastAsia="tr-TR"/>
        </w:rPr>
        <w:drawing>
          <wp:anchor distT="0" distB="0" distL="114300" distR="114300" simplePos="0" relativeHeight="251728896" behindDoc="1" locked="0" layoutInCell="1" allowOverlap="1" wp14:anchorId="60E7A9C5" wp14:editId="3268E261">
            <wp:simplePos x="0" y="0"/>
            <wp:positionH relativeFrom="column">
              <wp:posOffset>-194945</wp:posOffset>
            </wp:positionH>
            <wp:positionV relativeFrom="paragraph">
              <wp:posOffset>72390</wp:posOffset>
            </wp:positionV>
            <wp:extent cx="419100" cy="447675"/>
            <wp:effectExtent l="19050" t="0" r="0" b="0"/>
            <wp:wrapNone/>
            <wp:docPr id="25" name="Resim 1" descr="C:\Users\Emin ÖZÜMAĞI\Desktop\ev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in ÖZÜMAĞI\Desktop\ev.jpg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TKB Dik Temel Abece" w:hAnsi="TTKB Dik Temel Abece"/>
          <w:noProof/>
          <w:color w:val="4472C4" w:themeColor="accent5"/>
          <w:sz w:val="72"/>
          <w:szCs w:val="72"/>
          <w:lang w:eastAsia="tr-TR"/>
        </w:rPr>
        <w:pict w14:anchorId="7CC167B8">
          <v:group id="_x0000_s1038" style="position:absolute;margin-left:-16.85pt;margin-top:5.65pt;width:521.25pt;height:36.85pt;z-index:-251596800;mso-position-horizontal-relative:text;mso-position-vertical-relative:text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">
            <v:group id="Group 75" o:spid="_x0000_s1041" style="position:absolute;left:1080;top:2622;width:10425;height:737" coordorigin="1080,2622" coordsize="10425,7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<v:rect id="Rectangle 76" o:spid="_x0000_s1043" style="position:absolute;left:1095;top:2622;width:10410;height:73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xV18MA&#10;AADbAAAADwAAAGRycy9kb3ducmV2LnhtbESPQWvCQBSE7wX/w/IEb3WjBWmjq1RbxWs1Enp7ZJ/Z&#10;0OzbkN2a+O9dQfA4zMw3zGLV21pcqPWVYwWTcQKCuHC64lJBdty+voPwAVlj7ZgUXMnDajl4WWCq&#10;Xcc/dDmEUkQI+xQVmBCaVEpfGLLox64hjt7ZtRZDlG0pdYtdhNtaTpNkJi1WHBcMNrQxVPwd/q2C&#10;tzL/Nnn25TM7yWe70/W07n63So2G/eccRKA+PMOP9l4rmH7A/Uv8AX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5xV18MAAADbAAAADwAAAAAAAAAAAAAAAACYAgAAZHJzL2Rv&#10;d25yZXYueG1sUEsFBgAAAAAEAAQA9QAAAIgDAAAAAA==&#10;" strokecolor="#2f5496 [2408]" strokeweight="1.5pt">
                <v:fill opacity="0"/>
              </v:rect>
              <v:rect id="Rectangle 77" o:spid="_x0000_s1042" style="position:absolute;left:1080;top:2835;width:10410;height:30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8jO78A&#10;AADbAAAADwAAAGRycy9kb3ducmV2LnhtbERPyW7CMBC9V+IfrEHqrTiBBkHAIASi9Niy3EfxkETE&#10;42C7JP37+oDU49Pbl+veNOJBzteWFaSjBARxYXXNpYLzaf82A+EDssbGMin4JQ/r1eBlibm2HX/T&#10;4xhKEUPY56igCqHNpfRFRQb9yLbEkbtaZzBE6EqpHXYx3DRynCRTabDm2FBhS9uKitvxxyi4ZLuW&#10;D9LwV7p/n2eX28d9mxqlXof9ZgEiUB/+xU/3p1Ywievjl/gD5Oo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eTyM7vwAAANsAAAAPAAAAAAAAAAAAAAAAAJgCAABkcnMvZG93bnJl&#10;di54bWxQSwUGAAAAAAQABAD1AAAAhAMAAAAA&#10;" fillcolor="#deeaf6 [660]" strokecolor="#c00000" strokeweight="1pt">
                <v:stroke dashstyle="dash"/>
              </v:rect>
            </v:group>
            <v:shape id="AutoShape 78" o:spid="_x0000_s1040" type="#_x0000_t32" style="position:absolute;left:1095;top:2622;width:0;height:73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hbxMQAAADbAAAADwAAAGRycy9kb3ducmV2LnhtbESPQYvCMBSE78L+h/AWvNlUBZGuUezC&#10;ghU8qMvC3h7Ns602L7WJWv+9EQSPw8x8w8wWnanFlVpXWVYwjGIQxLnVFRcKfvc/gykI55E11pZJ&#10;wZ0cLOYfvRkm2t54S9edL0SAsEtQQel9k0jp8pIMusg2xME72NagD7ItpG7xFuCmlqM4nkiDFYeF&#10;Ehv6Lik/7S5GQXpf/22sz86rw//xnKXpKMOjUar/2S2/QHjq/Dv8aq+0gvEQnl/CD5Dz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KFvExAAAANsAAAAPAAAAAAAAAAAA&#10;AAAAAKECAABkcnMvZG93bnJldi54bWxQSwUGAAAAAAQABAD5AAAAkgMAAAAA&#10;" strokecolor="#2f5496 [2408]" strokeweight="1.5pt"/>
            <v:shape id="AutoShape 79" o:spid="_x0000_s1039" type="#_x0000_t32" style="position:absolute;left:11505;top:2622;width:0;height:73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/rFs8UAAADbAAAADwAAAGRycy9kb3ducmV2LnhtbESPT2vCQBTE7wW/w/KE3urGFEqJrsEI&#10;gin00LQI3h7ZZ/6YfRuzW02+fbdQ6HGYmd8w63Q0nbjR4BrLCpaLCARxaXXDlYKvz/3TKwjnkTV2&#10;lknBRA7SzexhjYm2d/6gW+ErESDsElRQe98nUrqyJoNuYXvi4J3tYNAHOVRSD3gPcNPJOIpepMGG&#10;w0KNPe1qKi/Ft1GQTW/Hd+vz6+F8aq95lsU5tkapx/m4XYHwNPr/8F/7oBU8x/D7JfwAufk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/rFs8UAAADbAAAADwAAAAAAAAAA&#10;AAAAAAChAgAAZHJzL2Rvd25yZXYueG1sUEsFBgAAAAAEAAQA+QAAAJMDAAAAAA==&#10;" strokecolor="#2f5496 [2408]" strokeweight="1.5pt"/>
          </v:group>
        </w:pict>
      </w:r>
      <w:r w:rsidR="001A6A14">
        <w:rPr>
          <w:rFonts w:ascii="TTKB Dik Temel Abece" w:hAnsi="TTKB Dik Temel Abece"/>
          <w:sz w:val="72"/>
          <w:szCs w:val="72"/>
        </w:rPr>
        <w:t xml:space="preserve">  </w:t>
      </w:r>
      <w:r w:rsidR="001A6A14">
        <w:rPr>
          <w:rFonts w:ascii="N.o.k.t.a.l.ı.d.UZ" w:hAnsi="N.o.k.t.a.l.ı.d.UZ"/>
          <w:sz w:val="64"/>
          <w:szCs w:val="64"/>
        </w:rPr>
        <w:t>e e</w:t>
      </w:r>
      <w:r w:rsidR="00552E82" w:rsidRPr="00552E82">
        <w:rPr>
          <w:rFonts w:ascii="TTKB Dik Temel Abece" w:hAnsi="TTKB Dik Temel Abece"/>
          <w:noProof/>
          <w:sz w:val="72"/>
          <w:szCs w:val="72"/>
          <w:lang w:eastAsia="tr-TR"/>
        </w:rPr>
        <w:drawing>
          <wp:anchor distT="0" distB="0" distL="114300" distR="114300" simplePos="0" relativeHeight="251729920" behindDoc="1" locked="0" layoutInCell="1" allowOverlap="1" wp14:anchorId="22B4FECC" wp14:editId="149FA2D1">
            <wp:simplePos x="0" y="0"/>
            <wp:positionH relativeFrom="column">
              <wp:posOffset>-194945</wp:posOffset>
            </wp:positionH>
            <wp:positionV relativeFrom="paragraph">
              <wp:posOffset>99060</wp:posOffset>
            </wp:positionV>
            <wp:extent cx="419100" cy="447675"/>
            <wp:effectExtent l="19050" t="0" r="0" b="0"/>
            <wp:wrapNone/>
            <wp:docPr id="26" name="Resim 1" descr="C:\Users\Emin ÖZÜMAĞI\Desktop\ev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in ÖZÜMAĞI\Desktop\ev.jpg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TKB Dik Temel Abece" w:hAnsi="TTKB Dik Temel Abece"/>
          <w:noProof/>
          <w:color w:val="4472C4" w:themeColor="accent5"/>
          <w:sz w:val="72"/>
          <w:szCs w:val="72"/>
          <w:lang w:eastAsia="tr-TR"/>
        </w:rPr>
        <w:pict w14:anchorId="4B35E313">
          <v:group id="_x0000_s1032" style="position:absolute;margin-left:-16.85pt;margin-top:5.65pt;width:521.25pt;height:36.85pt;z-index:-251595776;mso-position-horizontal-relative:text;mso-position-vertical-relative:text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">
            <v:group id="Group 81" o:spid="_x0000_s1035" style="position:absolute;left:1080;top:2622;width:10425;height:737" coordorigin="1080,2622" coordsize="10425,7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<v:rect id="Rectangle 82" o:spid="_x0000_s1037" style="position:absolute;left:1095;top:2622;width:10410;height:73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8LGMEA&#10;AADbAAAADwAAAGRycy9kb3ducmV2LnhtbERPS2vCQBC+F/wPywje6kaFUFJX8VFLr9pI8DZkx2ww&#10;OxuyWxP/fbcg9DYf33OW68E24k6drx0rmE0TEMSl0zVXCvLvw+sbCB+QNTaOScGDPKxXo5clZtr1&#10;fKT7KVQihrDPUIEJoc2k9KUhi37qWuLIXV1nMUTYVVJ32Mdw28h5kqTSYs2xwWBLO0Pl7fRjFSyq&#10;4sMU+d7ndlakn+fHedtfDkpNxsPmHUSgIfyLn+4vHeen8PdLPECu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hvCxjBAAAA2wAAAA8AAAAAAAAAAAAAAAAAmAIAAGRycy9kb3du&#10;cmV2LnhtbFBLBQYAAAAABAAEAPUAAACGAwAAAAA=&#10;" strokecolor="#2f5496 [2408]" strokeweight="1.5pt">
                <v:fill opacity="0"/>
              </v:rect>
              <v:rect id="Rectangle 83" o:spid="_x0000_s1036" style="position:absolute;left:1080;top:2835;width:10410;height:30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Og5r8A&#10;AADaAAAADwAAAGRycy9kb3ducmV2LnhtbESPzarCMBSE94LvEI5wd5pWVLQaRRSvLv3dH5pjW2xO&#10;ahO1vr25cMHlMDPfMLNFY0rxpNoVlhXEvQgEcWp1wZmC82nTHYNwHlljaZkUvMnBYt5uzTDR9sUH&#10;eh59JgKEXYIKcu+rREqX5mTQ9WxFHLyrrQ36IOtM6hpfAW5K2Y+ikTRYcFjIsaJVTunt+DAKLsN1&#10;xVtpeB9vBpPh5fZ7X8VGqZ9Os5yC8NT4b/i/vdMKRvB3JdwAOf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U6DmvwAAANoAAAAPAAAAAAAAAAAAAAAAAJgCAABkcnMvZG93bnJl&#10;di54bWxQSwUGAAAAAAQABAD1AAAAhAMAAAAA&#10;" fillcolor="#deeaf6 [660]" strokecolor="#c00000" strokeweight="1pt">
                <v:stroke dashstyle="dash"/>
              </v:rect>
            </v:group>
            <v:shape id="AutoShape 84" o:spid="_x0000_s1034" type="#_x0000_t32" style="position:absolute;left:1095;top:2622;width:0;height:73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GGGy8MAAADaAAAADwAAAGRycy9kb3ducmV2LnhtbESPQYvCMBSE74L/ITzB2zbVw7pUo1hB&#10;sIKHdRfB26N5ttXmpTZZrf9+Iwgeh5n5hpktOlOLG7WusqxgFMUgiHOrKy4U/P6sP75AOI+ssbZM&#10;Ch7kYDHv92aYaHvnb7rtfSEChF2CCkrvm0RKl5dk0EW2IQ7eybYGfZBtIXWL9wA3tRzH8ac0WHFY&#10;KLGhVUn5Zf9nFKSP7WFnfXbdnI7na5am4wzPRqnhoFtOQXjq/Dv8am+0ggk8r4QbIO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BhhsvDAAAA2gAAAA8AAAAAAAAAAAAA&#10;AAAAoQIAAGRycy9kb3ducmV2LnhtbFBLBQYAAAAABAAEAPkAAACRAwAAAAA=&#10;" strokecolor="#2f5496 [2408]" strokeweight="1.5pt"/>
            <v:shape id="AutoShape 85" o:spid="_x0000_s1033" type="#_x0000_t32" style="position:absolute;left:11505;top:2622;width:0;height:73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9GiP8QAAADbAAAADwAAAGRycy9kb3ducmV2LnhtbESPQWvCQBCF7wX/wzJCb3Wjh1KiqxhB&#10;MIUe1FLwNmTHJJqdjdlV4793DgVvM7w3730zW/SuUTfqQu3ZwHiUgCIuvK25NPC7X398gQoR2WLj&#10;mQw8KMBiPnibYWr9nbd028VSSQiHFA1UMbap1qGoyGEY+ZZYtKPvHEZZu1LbDu8S7ho9SZJP7bBm&#10;aaiwpVVFxXl3dQayx/ffj4/5ZXM8nC55lk1yPDlj3of9cgoqUh9f5v/rjRV8oZdfZAA9f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0aI/xAAAANsAAAAPAAAAAAAAAAAA&#10;AAAAAKECAABkcnMvZG93bnJldi54bWxQSwUGAAAAAAQABAD5AAAAkgMAAAAA&#10;" strokecolor="#2f5496 [2408]" strokeweight="1.5pt"/>
          </v:group>
        </w:pict>
      </w:r>
      <w:r w:rsidR="00552E82">
        <w:rPr>
          <w:rFonts w:ascii="TTKB Dik Temel Abece" w:hAnsi="TTKB Dik Temel Abece"/>
          <w:noProof/>
          <w:color w:val="4472C4" w:themeColor="accent5"/>
          <w:sz w:val="72"/>
          <w:szCs w:val="72"/>
          <w:lang w:eastAsia="tr-TR"/>
        </w:rPr>
        <w:drawing>
          <wp:anchor distT="0" distB="0" distL="114300" distR="114300" simplePos="0" relativeHeight="251731968" behindDoc="1" locked="0" layoutInCell="1" allowOverlap="1" wp14:anchorId="6D551DC0" wp14:editId="75634462">
            <wp:simplePos x="0" y="0"/>
            <wp:positionH relativeFrom="column">
              <wp:posOffset>-194945</wp:posOffset>
            </wp:positionH>
            <wp:positionV relativeFrom="paragraph">
              <wp:posOffset>75565</wp:posOffset>
            </wp:positionV>
            <wp:extent cx="419100" cy="447675"/>
            <wp:effectExtent l="19050" t="0" r="0" b="0"/>
            <wp:wrapNone/>
            <wp:docPr id="28" name="Resim 1" descr="C:\Users\Emin ÖZÜMAĞI\Desktop\ev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in ÖZÜMAĞI\Desktop\ev.jpg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52E82">
        <w:rPr>
          <w:rFonts w:ascii="TTKB Dik Temel Abece" w:hAnsi="TTKB Dik Temel Abece"/>
          <w:sz w:val="72"/>
          <w:szCs w:val="72"/>
        </w:rPr>
        <w:tab/>
      </w:r>
    </w:p>
    <w:p w14:paraId="67F2AFF7" w14:textId="4EF08958" w:rsidR="001770C2" w:rsidRPr="00CF073F" w:rsidRDefault="001770C2" w:rsidP="00CF073F">
      <w:pPr>
        <w:jc w:val="center"/>
        <w:rPr>
          <w:rFonts w:ascii="TTKB Dik Temel Abece" w:hAnsi="TTKB Dik Temel Abece"/>
          <w:color w:val="0070C0"/>
          <w:u w:val="single"/>
        </w:rPr>
      </w:pPr>
    </w:p>
    <w:sectPr w:rsidR="001770C2" w:rsidRPr="00CF073F" w:rsidSect="00E5259D">
      <w:pgSz w:w="11906" w:h="16838"/>
      <w:pgMar w:top="1417" w:right="424" w:bottom="426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3F0A2A" w14:textId="77777777" w:rsidR="00C956C8" w:rsidRDefault="00C956C8" w:rsidP="00AF138E">
      <w:pPr>
        <w:spacing w:after="0" w:line="240" w:lineRule="auto"/>
      </w:pPr>
      <w:r>
        <w:separator/>
      </w:r>
    </w:p>
  </w:endnote>
  <w:endnote w:type="continuationSeparator" w:id="0">
    <w:p w14:paraId="13D8DCFB" w14:textId="77777777" w:rsidR="00C956C8" w:rsidRDefault="00C956C8" w:rsidP="00AF13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TKB Dik Temel Abece">
    <w:altName w:val="Times New Roman"/>
    <w:charset w:val="A2"/>
    <w:family w:val="auto"/>
    <w:pitch w:val="variable"/>
    <w:sig w:usb0="A00000AF" w:usb1="10000048" w:usb2="00000000" w:usb3="00000000" w:csb0="00000111" w:csb1="00000000"/>
  </w:font>
  <w:font w:name="N.o.k.t.a.l.ı.d.UZ">
    <w:altName w:val="Courier New"/>
    <w:charset w:val="00"/>
    <w:family w:val="auto"/>
    <w:pitch w:val="variable"/>
    <w:sig w:usb0="00000001" w:usb1="00000000" w:usb2="00000000" w:usb3="00000000" w:csb0="00000011" w:csb1="00000000"/>
  </w:font>
  <w:font w:name="TTKB Dik Temel Abece Dot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69BB8C" w14:textId="77777777" w:rsidR="00C956C8" w:rsidRDefault="00C956C8" w:rsidP="00AF138E">
      <w:pPr>
        <w:spacing w:after="0" w:line="240" w:lineRule="auto"/>
      </w:pPr>
      <w:r>
        <w:separator/>
      </w:r>
    </w:p>
  </w:footnote>
  <w:footnote w:type="continuationSeparator" w:id="0">
    <w:p w14:paraId="5C9EA507" w14:textId="77777777" w:rsidR="00C956C8" w:rsidRDefault="00C956C8" w:rsidP="00AF13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5032"/>
    <w:rsid w:val="0009779C"/>
    <w:rsid w:val="000B1199"/>
    <w:rsid w:val="000D463D"/>
    <w:rsid w:val="00123094"/>
    <w:rsid w:val="00144B66"/>
    <w:rsid w:val="00170688"/>
    <w:rsid w:val="001770C2"/>
    <w:rsid w:val="00177767"/>
    <w:rsid w:val="001A6A14"/>
    <w:rsid w:val="001F5A93"/>
    <w:rsid w:val="002C0CBB"/>
    <w:rsid w:val="003721D6"/>
    <w:rsid w:val="00394A6D"/>
    <w:rsid w:val="003E4FBB"/>
    <w:rsid w:val="00496FA4"/>
    <w:rsid w:val="004F338E"/>
    <w:rsid w:val="00552E82"/>
    <w:rsid w:val="006202D1"/>
    <w:rsid w:val="00645032"/>
    <w:rsid w:val="007A24CE"/>
    <w:rsid w:val="007C600C"/>
    <w:rsid w:val="007D2739"/>
    <w:rsid w:val="007F64BA"/>
    <w:rsid w:val="00855826"/>
    <w:rsid w:val="008E294D"/>
    <w:rsid w:val="00975E8A"/>
    <w:rsid w:val="00986F18"/>
    <w:rsid w:val="009D28E6"/>
    <w:rsid w:val="009F1F66"/>
    <w:rsid w:val="00A269D8"/>
    <w:rsid w:val="00AD1B1C"/>
    <w:rsid w:val="00AF138E"/>
    <w:rsid w:val="00B33495"/>
    <w:rsid w:val="00BD4B19"/>
    <w:rsid w:val="00C01D39"/>
    <w:rsid w:val="00C12BDD"/>
    <w:rsid w:val="00C94A0B"/>
    <w:rsid w:val="00C956C8"/>
    <w:rsid w:val="00CF073F"/>
    <w:rsid w:val="00D4633B"/>
    <w:rsid w:val="00E5259D"/>
    <w:rsid w:val="00F367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0" fillcolor="white" strokecolor="none [2408]">
      <v:fill color="white" opacity="0"/>
      <v:stroke color="none [2408]" weight="1.5pt"/>
    </o:shapedefaults>
    <o:shapelayout v:ext="edit">
      <o:idmap v:ext="edit" data="1"/>
      <o:rules v:ext="edit">
        <o:r id="V:Rule23" type="connector" idref="#AutoShape 16"/>
        <o:r id="V:Rule24" type="connector" idref="#AutoShape 17"/>
        <o:r id="V:Rule25" type="connector" idref="#AutoShape 30"/>
        <o:r id="V:Rule26" type="connector" idref="#AutoShape 31"/>
        <o:r id="V:Rule27" type="connector" idref="#AutoShape 36"/>
        <o:r id="V:Rule28" type="connector" idref="#AutoShape 37"/>
        <o:r id="V:Rule29" type="connector" idref="#AutoShape 48"/>
        <o:r id="V:Rule30" type="connector" idref="#AutoShape 49"/>
        <o:r id="V:Rule31" type="connector" idref="#AutoShape 54"/>
        <o:r id="V:Rule32" type="connector" idref="#AutoShape 55"/>
        <o:r id="V:Rule33" type="connector" idref="#AutoShape 72"/>
        <o:r id="V:Rule34" type="connector" idref="#AutoShape 73"/>
        <o:r id="V:Rule35" type="connector" idref="#AutoShape 66"/>
        <o:r id="V:Rule36" type="connector" idref="#AutoShape 67"/>
        <o:r id="V:Rule37" type="connector" idref="#AutoShape 78"/>
        <o:r id="V:Rule38" type="connector" idref="#AutoShape 79"/>
        <o:r id="V:Rule39" type="connector" idref="#AutoShape 84"/>
        <o:r id="V:Rule40" type="connector" idref="#AutoShape 85"/>
        <o:r id="V:Rule44" type="connector" idref="#AutoShape 16"/>
        <o:r id="V:Rule54" type="connector" idref="#AutoShape 48"/>
        <o:r id="V:Rule55" type="connector" idref="#AutoShape 85"/>
        <o:r id="V:Rule56" type="connector" idref="#AutoShape 31"/>
        <o:r id="V:Rule57" type="connector" idref="#AutoShape 30"/>
        <o:r id="V:Rule58" type="connector" idref="#AutoShape 36"/>
        <o:r id="V:Rule61" type="connector" idref="#AutoShape 37"/>
        <o:r id="V:Rule62" type="connector" idref="#AutoShape 90"/>
        <o:r id="V:Rule64" type="connector" idref="#AutoShape 55"/>
        <o:r id="V:Rule67" type="connector" idref="#AutoShape 73"/>
        <o:r id="V:Rule68" type="connector" idref="#AutoShape 96"/>
        <o:r id="V:Rule69" type="connector" idref="#AutoShape 97"/>
        <o:r id="V:Rule70" type="connector" idref="#AutoShape 84"/>
        <o:r id="V:Rule71" type="connector" idref="#AutoShape 49"/>
        <o:r id="V:Rule72" type="connector" idref="#AutoShape 79"/>
        <o:r id="V:Rule73" type="connector" idref="#AutoShape 54"/>
        <o:r id="V:Rule74" type="connector" idref="#AutoShape 72"/>
        <o:r id="V:Rule75" type="connector" idref="#AutoShape 67"/>
        <o:r id="V:Rule76" type="connector" idref="#AutoShape 17"/>
        <o:r id="V:Rule77" type="connector" idref="#AutoShape 66"/>
        <o:r id="V:Rule78" type="connector" idref="#AutoShape 91"/>
        <o:r id="V:Rule80" type="connector" idref="#AutoShape 78"/>
      </o:rules>
    </o:shapelayout>
  </w:shapeDefaults>
  <w:decimalSymbol w:val=","/>
  <w:listSeparator w:val=";"/>
  <w14:docId w14:val="67D436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A9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F13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AF138E"/>
  </w:style>
  <w:style w:type="paragraph" w:styleId="Altbilgi">
    <w:name w:val="footer"/>
    <w:basedOn w:val="Normal"/>
    <w:link w:val="AltbilgiChar"/>
    <w:uiPriority w:val="99"/>
    <w:unhideWhenUsed/>
    <w:rsid w:val="00AF13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AF138E"/>
  </w:style>
  <w:style w:type="character" w:styleId="Kpr">
    <w:name w:val="Hyperlink"/>
    <w:basedOn w:val="VarsaylanParagrafYazTipi"/>
    <w:uiPriority w:val="99"/>
    <w:unhideWhenUsed/>
    <w:rsid w:val="007F64BA"/>
    <w:rPr>
      <w:color w:val="0563C1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86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86F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56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07/relationships/hdphoto" Target="media/hdphoto3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microsoft.com/office/2007/relationships/hdphoto" Target="media/hdphoto2.wdp"/><Relationship Id="rId5" Type="http://schemas.openxmlformats.org/officeDocument/2006/relationships/footnotes" Target="footnotes.xml"/><Relationship Id="rId15" Type="http://schemas.microsoft.com/office/2007/relationships/hdphoto" Target="media/hdphoto4.wdp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microsoft.com/office/2007/relationships/hdphoto" Target="media/hdphoto1.wdp"/><Relationship Id="rId14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esrin\Downloads\G&#252;zel%20yaz&#305;%20defteri\G&#252;zel%20yaz&#305;%20defteri%20&#351;ablonu%204.dotx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Güzel yazı defteri şablonu 4.dotx</Template>
  <TotalTime>1</TotalTime>
  <Pages>2</Pages>
  <Words>121</Words>
  <Characters>121</Characters>
  <Application>Microsoft Office Word</Application>
  <DocSecurity>0</DocSecurity>
  <Lines>18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</cp:lastModifiedBy>
  <cp:revision>6</cp:revision>
  <dcterms:created xsi:type="dcterms:W3CDTF">2020-09-27T19:07:00Z</dcterms:created>
  <dcterms:modified xsi:type="dcterms:W3CDTF">2022-09-19T08:32:00Z</dcterms:modified>
  <cp:category>http://sinifogretmeniyiz.biz/dosyalar.asp</cp:category>
</cp:coreProperties>
</file>