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138E" w:rsidRDefault="00292038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70485</wp:posOffset>
                </wp:positionV>
                <wp:extent cx="6619875" cy="8790940"/>
                <wp:effectExtent l="0" t="0" r="9525" b="10160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19875" cy="8790940"/>
                          <a:chOff x="0" y="0"/>
                          <a:chExt cx="6619875" cy="8790901"/>
                        </a:xfrm>
                      </wpg:grpSpPr>
                      <wpg:grpSp>
                        <wpg:cNvPr id="74" name="Group 2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75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76" name="Rectangle 5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" name="Rectangle 10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8" name="AutoShape 1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9" name="AutoShape 1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68" name="Group 26"/>
                        <wpg:cNvGrpSpPr>
                          <a:grpSpLocks/>
                        </wpg:cNvGrpSpPr>
                        <wpg:grpSpPr bwMode="auto">
                          <a:xfrm>
                            <a:off x="0" y="690465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69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70" name="Rectangle 28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Rectangle 29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72" name="AutoShape 30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3" name="AutoShape 31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62" name="Group 32"/>
                        <wpg:cNvGrpSpPr>
                          <a:grpSpLocks/>
                        </wpg:cNvGrpSpPr>
                        <wpg:grpSpPr bwMode="auto">
                          <a:xfrm>
                            <a:off x="0" y="1399592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63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64" name="Rectangle 34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Rectangle 35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6" name="AutoShape 3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67" name="AutoShape 3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56" name="Group 38"/>
                        <wpg:cNvGrpSpPr>
                          <a:grpSpLocks/>
                        </wpg:cNvGrpSpPr>
                        <wpg:grpSpPr bwMode="auto">
                          <a:xfrm>
                            <a:off x="0" y="2090057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57" name="Group 39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58" name="Rectangle 40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Rectangle 41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0" name="AutoShape 42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61" name="AutoShape 43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50" name="Group 44"/>
                        <wpg:cNvGrpSpPr>
                          <a:grpSpLocks/>
                        </wpg:cNvGrpSpPr>
                        <wpg:grpSpPr bwMode="auto">
                          <a:xfrm>
                            <a:off x="0" y="2780522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51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52" name="Rectangle 46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Rectangle 47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4" name="AutoShape 48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5" name="AutoShape 49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44" name="Group 50"/>
                        <wpg:cNvGrpSpPr>
                          <a:grpSpLocks/>
                        </wpg:cNvGrpSpPr>
                        <wpg:grpSpPr bwMode="auto">
                          <a:xfrm>
                            <a:off x="0" y="3470987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45" name="Group 51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46" name="Rectangle 52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Rectangle 53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8" name="AutoShape 54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9" name="AutoShape 55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38" name="Group 56"/>
                        <wpg:cNvGrpSpPr>
                          <a:grpSpLocks/>
                        </wpg:cNvGrpSpPr>
                        <wpg:grpSpPr bwMode="auto">
                          <a:xfrm>
                            <a:off x="0" y="4161453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39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40" name="Rectangle 58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Rectangle 59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2" name="AutoShape 60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3" name="AutoShape 61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32" name="Group 62"/>
                        <wpg:cNvGrpSpPr>
                          <a:grpSpLocks/>
                        </wpg:cNvGrpSpPr>
                        <wpg:grpSpPr bwMode="auto">
                          <a:xfrm>
                            <a:off x="0" y="4851918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33" name="Group 63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34" name="Rectangle 64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Rectangle 65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6" name="AutoShape 6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7" name="AutoShape 6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6" name="Group 68"/>
                        <wpg:cNvGrpSpPr>
                          <a:grpSpLocks/>
                        </wpg:cNvGrpSpPr>
                        <wpg:grpSpPr bwMode="auto">
                          <a:xfrm>
                            <a:off x="0" y="5561045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27" name="Group 69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28" name="Rectangle 70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Rectangle 71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07F0" w:rsidRDefault="001307F0" w:rsidP="001307F0">
                                  <w:pPr>
                                    <w:jc w:val="center"/>
                                  </w:pPr>
                                  <w:r>
                                    <w:t>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0" name="AutoShape 72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31" name="AutoShape 73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0" name="Group 74"/>
                        <wpg:cNvGrpSpPr>
                          <a:grpSpLocks/>
                        </wpg:cNvGrpSpPr>
                        <wpg:grpSpPr bwMode="auto">
                          <a:xfrm>
                            <a:off x="0" y="6251510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21" name="Group 75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22" name="Rectangle 76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Rectangle 77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4" name="AutoShape 78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25" name="AutoShape 79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14" name="Group 80"/>
                        <wpg:cNvGrpSpPr>
                          <a:grpSpLocks/>
                        </wpg:cNvGrpSpPr>
                        <wpg:grpSpPr bwMode="auto">
                          <a:xfrm>
                            <a:off x="0" y="6941975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15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16" name="Rectangle 82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Rectangle 83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8" name="AutoShape 84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9" name="AutoShape 85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8" name="Group 86"/>
                        <wpg:cNvGrpSpPr>
                          <a:grpSpLocks/>
                        </wpg:cNvGrpSpPr>
                        <wpg:grpSpPr bwMode="auto">
                          <a:xfrm>
                            <a:off x="0" y="7632440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9" name="Group 87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10" name="Rectangle 88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Rectangle 89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2" name="AutoShape 90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3" name="AutoShape 91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" name="Group 92"/>
                        <wpg:cNvGrpSpPr>
                          <a:grpSpLocks/>
                        </wpg:cNvGrpSpPr>
                        <wpg:grpSpPr bwMode="auto">
                          <a:xfrm>
                            <a:off x="0" y="8322906"/>
                            <a:ext cx="6619875" cy="467995"/>
                            <a:chOff x="1080" y="2622"/>
                            <a:chExt cx="10425" cy="737"/>
                          </a:xfrm>
                        </wpg:grpSpPr>
                        <wpg:grpSp>
                          <wpg:cNvPr id="3" name="Group 93"/>
                          <wpg:cNvGrpSpPr>
                            <a:grpSpLocks/>
                          </wpg:cNvGrpSpPr>
                          <wpg:grpSpPr bwMode="auto">
                            <a:xfrm>
                              <a:off x="1080" y="2622"/>
                              <a:ext cx="10425" cy="737"/>
                              <a:chOff x="1080" y="2622"/>
                              <a:chExt cx="10425" cy="737"/>
                            </a:xfrm>
                          </wpg:grpSpPr>
                          <wps:wsp>
                            <wps:cNvPr id="4" name="Rectangle 94"/>
                            <wps:cNvSpPr>
                              <a:spLocks/>
                            </wps:cNvSpPr>
                            <wps:spPr bwMode="auto">
                              <a:xfrm>
                                <a:off x="1095" y="2622"/>
                                <a:ext cx="1041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>
                                <a:solidFill>
                                  <a:schemeClr val="accent5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Rectangle 95"/>
                            <wps:cNvSpPr>
                              <a:spLocks/>
                            </wps:cNvSpPr>
                            <wps:spPr bwMode="auto">
                              <a:xfrm>
                                <a:off x="1080" y="2835"/>
                                <a:ext cx="10410" cy="3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2700">
                                <a:solidFill>
                                  <a:srgbClr val="C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" name="AutoShape 96"/>
                          <wps:cNvCnPr>
                            <a:cxnSpLocks/>
                          </wps:cNvCnPr>
                          <wps:spPr bwMode="auto">
                            <a:xfrm>
                              <a:off x="109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7" name="AutoShape 97"/>
                          <wps:cNvCnPr>
                            <a:cxnSpLocks/>
                          </wps:cNvCnPr>
                          <wps:spPr bwMode="auto">
                            <a:xfrm>
                              <a:off x="11505" y="2622"/>
                              <a:ext cx="0" cy="73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" o:spid="_x0000_s1026" style="position:absolute;margin-left:-16.5pt;margin-top:5.55pt;width:521.25pt;height:692.2pt;z-index:-251630592" coordsize="66198,8790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">
                <v:group id="Group 25" o:spid="_x0000_s1027" style="position:absolute;width:66198;height:4679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">
                  <v:group id="Group 14" o:spid="_x0000_s1028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">
                    <v:rect id="Rectangle 5" o:spid="_x0000_s1029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10" o:spid="_x0000_s1030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6" o:spid="_x0000_s1031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17" o:spid="_x0000_s1032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26" o:spid="_x0000_s1033" style="position:absolute;top:6904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">
                  <v:group id="Group 27" o:spid="_x0000_s1034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">
                    <v:rect id="Rectangle 28" o:spid="_x0000_s1035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29" o:spid="_x0000_s1036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30" o:spid="_x0000_s1037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31" o:spid="_x0000_s1038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32" o:spid="_x0000_s1039" style="position:absolute;top:13995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">
                  <v:group id="Group 33" o:spid="_x0000_s1040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">
                    <v:rect id="Rectangle 34" o:spid="_x0000_s1041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35" o:spid="_x0000_s1042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36" o:spid="_x0000_s1043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" strokecolor="#2f5496 [2408]" strokeweight="1.5pt">
                    <o:lock v:ext="edit" shapetype="f"/>
                  </v:shape>
                  <v:shape id="AutoShape 37" o:spid="_x0000_s1044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38" o:spid="_x0000_s1045" style="position:absolute;top:20900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">
                  <v:group id="Group 39" o:spid="_x0000_s1046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">
                    <v:rect id="Rectangle 40" o:spid="_x0000_s1047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" strokecolor="#2f5496 [2408]" strokeweight="1.5pt">
                      <v:fill opacity="0"/>
                      <v:path arrowok="t"/>
                    </v:rect>
                    <v:rect id="Rectangle 41" o:spid="_x0000_s1048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42" o:spid="_x0000_s1049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43" o:spid="_x0000_s1050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44" o:spid="_x0000_s1051" style="position:absolute;top:27805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">
                  <v:group id="Group 45" o:spid="_x0000_s1052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">
                    <v:rect id="Rectangle 46" o:spid="_x0000_s1053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47" o:spid="_x0000_s1054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48" o:spid="_x0000_s1055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" strokecolor="#2f5496 [2408]" strokeweight="1.5pt">
                    <o:lock v:ext="edit" shapetype="f"/>
                  </v:shape>
                  <v:shape id="AutoShape 49" o:spid="_x0000_s1056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50" o:spid="_x0000_s1057" style="position:absolute;top:3470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">
                  <v:group id="Group 51" o:spid="_x0000_s1058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">
                    <v:rect id="Rectangle 52" o:spid="_x0000_s1059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53" o:spid="_x0000_s1060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" fillcolor="#deeaf6 [660]" strokecolor="#c00000" strokeweight="1pt">
                      <v:stroke dashstyle="dash"/>
                      <v:path arrowok="t"/>
                    </v:rect>
                  </v:group>
                  <v:shape id="AutoShape 54" o:spid="_x0000_s1061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55" o:spid="_x0000_s1062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56" o:spid="_x0000_s1063" style="position:absolute;top:41614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">
                  <v:group id="Group 57" o:spid="_x0000_s1064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">
                    <v:rect id="Rectangle 58" o:spid="_x0000_s1065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59" o:spid="_x0000_s1066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60" o:spid="_x0000_s1067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61" o:spid="_x0000_s1068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62" o:spid="_x0000_s1069" style="position:absolute;top:4851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">
                  <v:group id="Group 63" o:spid="_x0000_s1070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">
                    <v:rect id="Rectangle 64" o:spid="_x0000_s1071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65" o:spid="_x0000_s1072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66" o:spid="_x0000_s1073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67" o:spid="_x0000_s1074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68" o:spid="_x0000_s1075" style="position:absolute;top:55610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">
                  <v:group id="Group 69" o:spid="_x0000_s1076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">
                    <v:rect id="Rectangle 70" o:spid="_x0000_s1077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" strokecolor="#2f5496 [2408]" strokeweight="1.5pt">
                      <v:fill opacity="0"/>
                      <v:path arrowok="t"/>
                    </v:rect>
                    <v:rect id="Rectangle 71" o:spid="_x0000_s1078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  <v:textbox>
                        <w:txbxContent>
                          <w:p w:rsidR="001307F0" w:rsidRDefault="001307F0" w:rsidP="001307F0">
                            <w:pPr>
                              <w:jc w:val="center"/>
                            </w:pPr>
                            <w:r>
                              <w:t>l</w:t>
                            </w:r>
                          </w:p>
                        </w:txbxContent>
                      </v:textbox>
                    </v:rect>
                  </v:group>
                  <v:shape id="AutoShape 72" o:spid="_x0000_s1079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73" o:spid="_x0000_s1080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" strokecolor="#2f5496 [2408]" strokeweight="1.5pt">
                    <o:lock v:ext="edit" shapetype="f"/>
                  </v:shape>
                </v:group>
                <v:group id="Group 74" o:spid="_x0000_s1081" style="position:absolute;top:62515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">
                  <v:group id="Group 75" o:spid="_x0000_s1082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">
                    <v:rect id="Rectangle 76" o:spid="_x0000_s1083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" strokecolor="#2f5496 [2408]" strokeweight="1.5pt">
                      <v:fill opacity="0"/>
                      <v:path arrowok="t"/>
                    </v:rect>
                    <v:rect id="Rectangle 77" o:spid="_x0000_s1084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78" o:spid="_x0000_s1085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" strokecolor="#2f5496 [2408]" strokeweight="1.5pt">
                    <o:lock v:ext="edit" shapetype="f"/>
                  </v:shape>
                  <v:shape id="AutoShape 79" o:spid="_x0000_s1086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" strokecolor="#2f5496 [2408]" strokeweight="1.5pt">
                    <o:lock v:ext="edit" shapetype="f"/>
                  </v:shape>
                </v:group>
                <v:group id="Group 80" o:spid="_x0000_s1087" style="position:absolute;top:6941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">
                  <v:group id="Group 81" o:spid="_x0000_s1088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">
                    <v:rect id="Rectangle 82" o:spid="_x0000_s1089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83" o:spid="_x0000_s1090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84" o:spid="_x0000_s1091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85" o:spid="_x0000_s1092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" strokecolor="#2f5496 [2408]" strokeweight="1.5pt">
                    <o:lock v:ext="edit" shapetype="f"/>
                  </v:shape>
                </v:group>
                <v:group id="Group 86" o:spid="_x0000_s1093" style="position:absolute;top:76324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">
                  <v:group id="Group 87" o:spid="_x0000_s1094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">
                    <v:rect id="Rectangle 88" o:spid="_x0000_s1095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" strokecolor="#2f5496 [2408]" strokeweight="1.5pt">
                      <v:fill opacity="0"/>
                      <v:path arrowok="t"/>
                    </v:rect>
                    <v:rect id="Rectangle 89" o:spid="_x0000_s1096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" fillcolor="#deeaf6 [660]" strokecolor="#c00000" strokeweight="1pt">
                      <v:stroke dashstyle="dash"/>
                      <v:path arrowok="t"/>
                    </v:rect>
                  </v:group>
                  <v:shape id="AutoShape 90" o:spid="_x0000_s1097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" strokecolor="#2f5496 [2408]" strokeweight="1.5pt">
                    <o:lock v:ext="edit" shapetype="f"/>
                  </v:shape>
                  <v:shape id="AutoShape 91" o:spid="_x0000_s1098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" strokecolor="#2f5496 [2408]" strokeweight="1.5pt">
                    <o:lock v:ext="edit" shapetype="f"/>
                  </v:shape>
                </v:group>
                <v:group id="Group 92" o:spid="_x0000_s1099" style="position:absolute;top:83229;width:66198;height:4680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">
                  <v:group id="Group 93" o:spid="_x0000_s1100" style="position:absolute;left:1080;top:2622;width:10425;height:737" coordorigin="1080,2622" coordsize="10425,7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">
                    <v:rect id="Rectangle 94" o:spid="_x0000_s1101" style="position:absolute;left:1095;top:2622;width:10410;height:73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" strokecolor="#2f5496 [2408]" strokeweight="1.5pt">
                      <v:fill opacity="0"/>
                      <v:path arrowok="t"/>
                    </v:rect>
                    <v:rect id="Rectangle 95" o:spid="_x0000_s1102" style="position:absolute;left:1080;top:2835;width:10410;height:3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" fillcolor="#deeaf6 [660]" strokecolor="#c00000" strokeweight="1pt">
                      <v:stroke dashstyle="dash"/>
                      <v:path arrowok="t"/>
                    </v:rect>
                  </v:group>
                  <v:shape id="AutoShape 96" o:spid="_x0000_s1103" type="#_x0000_t32" style="position:absolute;left:109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" strokecolor="#2f5496 [2408]" strokeweight="1.5pt">
                    <o:lock v:ext="edit" shapetype="f"/>
                  </v:shape>
                  <v:shape id="AutoShape 97" o:spid="_x0000_s1104" type="#_x0000_t32" style="position:absolute;left:11505;top:2622;width:0;height:737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" strokecolor="#2f5496 [2408]" strokeweight="1.5pt">
                    <o:lock v:ext="edit" shapetype="f"/>
                  </v:shape>
                </v:group>
              </v:group>
            </w:pict>
          </mc:Fallback>
        </mc:AlternateContent>
      </w:r>
      <w:r w:rsidR="00AB31AE">
        <w:rPr>
          <w:rFonts w:ascii="TTKB Dik Temel Abece" w:hAnsi="TTKB Dik Temel Abece"/>
          <w:sz w:val="72"/>
          <w:szCs w:val="72"/>
        </w:rPr>
        <w:t>El</w:t>
      </w:r>
      <w:r w:rsidR="00797E7A">
        <w:rPr>
          <w:rFonts w:ascii="TTKB Dik Temel Abece" w:hAnsi="TTKB Dik Temel Abece"/>
          <w:sz w:val="72"/>
          <w:szCs w:val="72"/>
        </w:rPr>
        <w:t>e</w:t>
      </w:r>
      <w:r w:rsidR="001307F0">
        <w:rPr>
          <w:rFonts w:ascii="TTKB Dik Temel Abece" w:hAnsi="TTKB Dik Temel Abece"/>
          <w:sz w:val="72"/>
          <w:szCs w:val="72"/>
        </w:rPr>
        <w:t xml:space="preserve">    </w:t>
      </w:r>
      <w:r w:rsidR="00797E7A">
        <w:rPr>
          <w:rFonts w:ascii="TTKB Dik Temel Abece" w:hAnsi="TTKB Dik Temel Abece"/>
          <w:sz w:val="72"/>
          <w:szCs w:val="72"/>
        </w:rPr>
        <w:t xml:space="preserve"> </w:t>
      </w:r>
      <w:r w:rsidR="00AB31AE">
        <w:rPr>
          <w:rFonts w:ascii="TTKB Dik Temel Abece" w:hAnsi="TTKB Dik Temel Abece"/>
          <w:sz w:val="72"/>
          <w:szCs w:val="72"/>
        </w:rPr>
        <w:t>e</w:t>
      </w:r>
      <w:r w:rsidR="00797E7A">
        <w:rPr>
          <w:rFonts w:ascii="TTKB Dik Temel Abece" w:hAnsi="TTKB Dik Temel Abece"/>
          <w:sz w:val="72"/>
          <w:szCs w:val="72"/>
        </w:rPr>
        <w:t>le</w:t>
      </w:r>
      <w:r w:rsidR="001307F0">
        <w:rPr>
          <w:rFonts w:ascii="TTKB Dik Temel Abece" w:hAnsi="TTKB Dik Temel Abece"/>
          <w:sz w:val="72"/>
          <w:szCs w:val="72"/>
        </w:rPr>
        <w:t xml:space="preserve">     </w:t>
      </w:r>
      <w:r w:rsidR="00797E7A">
        <w:rPr>
          <w:rFonts w:ascii="TTKB Dik Temel Abece" w:hAnsi="TTKB Dik Temel Abece"/>
          <w:sz w:val="72"/>
          <w:szCs w:val="72"/>
        </w:rPr>
        <w:t xml:space="preserve">  </w:t>
      </w:r>
      <w:r w:rsidR="00AB31AE">
        <w:rPr>
          <w:rFonts w:ascii="TTKB Dik Temel Abece" w:hAnsi="TTKB Dik Temel Abece"/>
          <w:sz w:val="72"/>
          <w:szCs w:val="72"/>
        </w:rPr>
        <w:t>e</w:t>
      </w:r>
      <w:r w:rsidR="00797E7A">
        <w:rPr>
          <w:rFonts w:ascii="TTKB Dik Temel Abece" w:hAnsi="TTKB Dik Temel Abece"/>
          <w:sz w:val="72"/>
          <w:szCs w:val="72"/>
        </w:rPr>
        <w:t xml:space="preserve">le     </w:t>
      </w:r>
      <w:r w:rsidR="00AB31AE">
        <w:rPr>
          <w:rFonts w:ascii="TTKB Dik Temel Abece" w:hAnsi="TTKB Dik Temel Abece"/>
          <w:sz w:val="72"/>
          <w:szCs w:val="72"/>
        </w:rPr>
        <w:t>e</w:t>
      </w:r>
      <w:r w:rsidR="00797E7A">
        <w:rPr>
          <w:rFonts w:ascii="TTKB Dik Temel Abece" w:hAnsi="TTKB Dik Temel Abece"/>
          <w:sz w:val="72"/>
          <w:szCs w:val="72"/>
        </w:rPr>
        <w:t xml:space="preserve">le    </w:t>
      </w:r>
      <w:r w:rsidR="00AB31AE">
        <w:rPr>
          <w:rFonts w:ascii="TTKB Dik Temel Abece" w:hAnsi="TTKB Dik Temel Abece"/>
          <w:sz w:val="72"/>
          <w:szCs w:val="72"/>
        </w:rPr>
        <w:t>e</w:t>
      </w:r>
      <w:r w:rsidR="00797E7A">
        <w:rPr>
          <w:rFonts w:ascii="TTKB Dik Temel Abece" w:hAnsi="TTKB Dik Temel Abece"/>
          <w:sz w:val="72"/>
          <w:szCs w:val="72"/>
        </w:rPr>
        <w:t xml:space="preserve">le      </w:t>
      </w:r>
      <w:r w:rsidR="00AB31AE">
        <w:rPr>
          <w:rFonts w:ascii="TTKB Dik Temel Abece" w:hAnsi="TTKB Dik Temel Abece"/>
          <w:sz w:val="72"/>
          <w:szCs w:val="72"/>
        </w:rPr>
        <w:t>e</w:t>
      </w:r>
      <w:r w:rsidR="00797E7A">
        <w:rPr>
          <w:rFonts w:ascii="TTKB Dik Temel Abece" w:hAnsi="TTKB Dik Temel Abece"/>
          <w:sz w:val="72"/>
          <w:szCs w:val="72"/>
        </w:rPr>
        <w:t xml:space="preserve">le     </w:t>
      </w: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B31AE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>El</w:t>
      </w:r>
      <w:r w:rsidR="00797E7A">
        <w:rPr>
          <w:rFonts w:ascii="TTKB Dik Temel Abece" w:hAnsi="TTKB Dik Temel Abece"/>
          <w:sz w:val="72"/>
          <w:szCs w:val="72"/>
        </w:rPr>
        <w:t xml:space="preserve">e     </w:t>
      </w:r>
      <w:r>
        <w:rPr>
          <w:rFonts w:ascii="TTKB Dik Temel Abece" w:hAnsi="TTKB Dik Temel Abece"/>
          <w:sz w:val="72"/>
          <w:szCs w:val="72"/>
        </w:rPr>
        <w:t>e</w:t>
      </w:r>
      <w:r w:rsidR="00797E7A">
        <w:rPr>
          <w:rFonts w:ascii="TTKB Dik Temel Abece" w:hAnsi="TTKB Dik Temel Abece"/>
          <w:sz w:val="72"/>
          <w:szCs w:val="72"/>
        </w:rPr>
        <w:t xml:space="preserve">le     </w:t>
      </w:r>
      <w:r>
        <w:rPr>
          <w:rFonts w:ascii="TTKB Dik Temel Abece" w:hAnsi="TTKB Dik Temel Abece"/>
          <w:sz w:val="72"/>
          <w:szCs w:val="72"/>
        </w:rPr>
        <w:t>e</w:t>
      </w:r>
      <w:r w:rsidR="00797E7A">
        <w:rPr>
          <w:rFonts w:ascii="TTKB Dik Temel Abece" w:hAnsi="TTKB Dik Temel Abece"/>
          <w:sz w:val="72"/>
          <w:szCs w:val="72"/>
        </w:rPr>
        <w:t xml:space="preserve">le     </w:t>
      </w:r>
      <w:r>
        <w:rPr>
          <w:rFonts w:ascii="TTKB Dik Temel Abece" w:hAnsi="TTKB Dik Temel Abece"/>
          <w:sz w:val="72"/>
          <w:szCs w:val="72"/>
        </w:rPr>
        <w:t>e</w:t>
      </w:r>
      <w:r w:rsidR="00797E7A">
        <w:rPr>
          <w:rFonts w:ascii="TTKB Dik Temel Abece" w:hAnsi="TTKB Dik Temel Abece"/>
          <w:sz w:val="72"/>
          <w:szCs w:val="72"/>
        </w:rPr>
        <w:t xml:space="preserve">le     </w:t>
      </w:r>
      <w:r>
        <w:rPr>
          <w:rFonts w:ascii="TTKB Dik Temel Abece" w:hAnsi="TTKB Dik Temel Abece"/>
          <w:sz w:val="72"/>
          <w:szCs w:val="72"/>
        </w:rPr>
        <w:t>e</w:t>
      </w:r>
      <w:r w:rsidR="00797E7A">
        <w:rPr>
          <w:rFonts w:ascii="TTKB Dik Temel Abece" w:hAnsi="TTKB Dik Temel Abece"/>
          <w:sz w:val="72"/>
          <w:szCs w:val="72"/>
        </w:rPr>
        <w:t xml:space="preserve">le      </w:t>
      </w:r>
      <w:r>
        <w:rPr>
          <w:rFonts w:ascii="TTKB Dik Temel Abece" w:hAnsi="TTKB Dik Temel Abece"/>
          <w:sz w:val="72"/>
          <w:szCs w:val="72"/>
        </w:rPr>
        <w:t>e</w:t>
      </w:r>
      <w:r w:rsidR="00797E7A">
        <w:rPr>
          <w:rFonts w:ascii="TTKB Dik Temel Abece" w:hAnsi="TTKB Dik Temel Abece"/>
          <w:sz w:val="72"/>
          <w:szCs w:val="72"/>
        </w:rPr>
        <w:t xml:space="preserve">le     </w:t>
      </w: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B31AE" w:rsidP="00AF138E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El  </w:t>
      </w:r>
      <w:r w:rsidR="001307F0">
        <w:rPr>
          <w:rFonts w:ascii="TTKB Dik Temel Abece" w:hAnsi="TTKB Dik Temel Abece"/>
          <w:sz w:val="72"/>
          <w:szCs w:val="72"/>
        </w:rPr>
        <w:t>e</w:t>
      </w:r>
      <w:r>
        <w:rPr>
          <w:rFonts w:ascii="TTKB Dik Temel Abece" w:hAnsi="TTKB Dik Temel Abece"/>
          <w:sz w:val="72"/>
          <w:szCs w:val="72"/>
        </w:rPr>
        <w:t>le.</w:t>
      </w:r>
      <w:r w:rsidR="001307F0">
        <w:rPr>
          <w:rFonts w:ascii="TTKB Dik Temel Abece" w:hAnsi="TTKB Dik Temel Abece"/>
          <w:sz w:val="72"/>
          <w:szCs w:val="72"/>
        </w:rPr>
        <w:t xml:space="preserve">     </w:t>
      </w:r>
      <w:r>
        <w:rPr>
          <w:rFonts w:ascii="TTKB Dik Temel Abece" w:hAnsi="TTKB Dik Temel Abece"/>
          <w:sz w:val="72"/>
          <w:szCs w:val="72"/>
        </w:rPr>
        <w:t>E</w:t>
      </w:r>
      <w:r w:rsidR="001307F0">
        <w:rPr>
          <w:rFonts w:ascii="TTKB Dik Temel Abece" w:hAnsi="TTKB Dik Temel Abece"/>
          <w:sz w:val="72"/>
          <w:szCs w:val="72"/>
        </w:rPr>
        <w:t>l</w:t>
      </w:r>
      <w:r>
        <w:rPr>
          <w:rFonts w:ascii="TTKB Dik Temel Abece" w:hAnsi="TTKB Dik Temel Abece"/>
          <w:sz w:val="72"/>
          <w:szCs w:val="72"/>
        </w:rPr>
        <w:t xml:space="preserve"> ele.</w:t>
      </w:r>
      <w:r w:rsidR="001307F0">
        <w:rPr>
          <w:rFonts w:ascii="TTKB Dik Temel Abece" w:hAnsi="TTKB Dik Temel Abece"/>
          <w:sz w:val="72"/>
          <w:szCs w:val="72"/>
        </w:rPr>
        <w:t xml:space="preserve">  </w:t>
      </w:r>
      <w:r>
        <w:rPr>
          <w:rFonts w:ascii="TTKB Dik Temel Abece" w:hAnsi="TTKB Dik Temel Abece"/>
          <w:sz w:val="72"/>
          <w:szCs w:val="72"/>
        </w:rPr>
        <w:t xml:space="preserve"> </w:t>
      </w:r>
      <w:r w:rsidR="001307F0">
        <w:rPr>
          <w:rFonts w:ascii="TTKB Dik Temel Abece" w:hAnsi="TTKB Dik Temel Abece"/>
          <w:sz w:val="72"/>
          <w:szCs w:val="72"/>
        </w:rPr>
        <w:t xml:space="preserve"> </w:t>
      </w:r>
      <w:r>
        <w:rPr>
          <w:rFonts w:ascii="TTKB Dik Temel Abece" w:hAnsi="TTKB Dik Temel Abece"/>
          <w:sz w:val="72"/>
          <w:szCs w:val="72"/>
        </w:rPr>
        <w:t>E</w:t>
      </w:r>
      <w:r w:rsidR="001307F0">
        <w:rPr>
          <w:rFonts w:ascii="TTKB Dik Temel Abece" w:hAnsi="TTKB Dik Temel Abece"/>
          <w:sz w:val="72"/>
          <w:szCs w:val="72"/>
        </w:rPr>
        <w:t xml:space="preserve">l </w:t>
      </w:r>
      <w:r>
        <w:rPr>
          <w:rFonts w:ascii="TTKB Dik Temel Abece" w:hAnsi="TTKB Dik Temel Abece"/>
          <w:sz w:val="72"/>
          <w:szCs w:val="72"/>
        </w:rPr>
        <w:t>e</w:t>
      </w:r>
      <w:r w:rsidR="001307F0">
        <w:rPr>
          <w:rFonts w:ascii="TTKB Dik Temel Abece" w:hAnsi="TTKB Dik Temel Abece"/>
          <w:sz w:val="72"/>
          <w:szCs w:val="72"/>
        </w:rPr>
        <w:t>le</w:t>
      </w:r>
      <w:r>
        <w:rPr>
          <w:rFonts w:ascii="TTKB Dik Temel Abece" w:hAnsi="TTKB Dik Temel Abece"/>
          <w:sz w:val="72"/>
          <w:szCs w:val="72"/>
        </w:rPr>
        <w:t>.</w:t>
      </w:r>
      <w:r w:rsidR="001307F0">
        <w:rPr>
          <w:rFonts w:ascii="TTKB Dik Temel Abece" w:hAnsi="TTKB Dik Temel Abece"/>
          <w:sz w:val="72"/>
          <w:szCs w:val="72"/>
        </w:rPr>
        <w:t xml:space="preserve"> </w:t>
      </w:r>
      <w:r>
        <w:rPr>
          <w:rFonts w:ascii="TTKB Dik Temel Abece" w:hAnsi="TTKB Dik Temel Abece"/>
          <w:sz w:val="72"/>
          <w:szCs w:val="72"/>
        </w:rPr>
        <w:t xml:space="preserve"> </w:t>
      </w:r>
      <w:r w:rsidR="001307F0">
        <w:rPr>
          <w:rFonts w:ascii="TTKB Dik Temel Abece" w:hAnsi="TTKB Dik Temel Abece"/>
          <w:sz w:val="72"/>
          <w:szCs w:val="72"/>
        </w:rPr>
        <w:t xml:space="preserve">  </w:t>
      </w:r>
      <w:r>
        <w:rPr>
          <w:rFonts w:ascii="TTKB Dik Temel Abece" w:hAnsi="TTKB Dik Temel Abece"/>
          <w:sz w:val="72"/>
          <w:szCs w:val="72"/>
        </w:rPr>
        <w:t>E</w:t>
      </w:r>
      <w:r w:rsidR="001307F0">
        <w:rPr>
          <w:rFonts w:ascii="TTKB Dik Temel Abece" w:hAnsi="TTKB Dik Temel Abece"/>
          <w:sz w:val="72"/>
          <w:szCs w:val="72"/>
        </w:rPr>
        <w:t xml:space="preserve">l  </w:t>
      </w:r>
      <w:r>
        <w:rPr>
          <w:rFonts w:ascii="TTKB Dik Temel Abece" w:hAnsi="TTKB Dik Temel Abece"/>
          <w:sz w:val="72"/>
          <w:szCs w:val="72"/>
        </w:rPr>
        <w:t>e</w:t>
      </w:r>
      <w:r w:rsidR="001307F0">
        <w:rPr>
          <w:rFonts w:ascii="TTKB Dik Temel Abece" w:hAnsi="TTKB Dik Temel Abece"/>
          <w:sz w:val="72"/>
          <w:szCs w:val="72"/>
        </w:rPr>
        <w:t xml:space="preserve">le      </w:t>
      </w: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AF138E" w:rsidRDefault="00AF138E" w:rsidP="00AF138E">
      <w:pPr>
        <w:rPr>
          <w:rFonts w:ascii="TTKB Dik Temel Abece" w:hAnsi="TTKB Dik Temel Abece"/>
          <w:sz w:val="72"/>
          <w:szCs w:val="72"/>
        </w:rPr>
      </w:pPr>
    </w:p>
    <w:p w:rsidR="00411C72" w:rsidRDefault="00901FE3" w:rsidP="00411C72">
      <w:pPr>
        <w:rPr>
          <w:rFonts w:ascii="Comic Sans MS" w:hAnsi="Comic Sans MS"/>
          <w:color w:val="0070C0"/>
          <w:u w:val="single"/>
        </w:rPr>
      </w:pPr>
      <w:r>
        <w:rPr>
          <w:rFonts w:ascii="TTKB Dik Temel Abece" w:hAnsi="TTKB Dik Temel Abece"/>
          <w:sz w:val="72"/>
          <w:szCs w:val="72"/>
        </w:rPr>
        <w:t>Elle      Elle       Elle        Elle       Elle</w:t>
      </w:r>
    </w:p>
    <w:p w:rsidR="001770C2" w:rsidRPr="001770C2" w:rsidRDefault="001770C2">
      <w:pPr>
        <w:rPr>
          <w:rFonts w:ascii="TTKB Dik Temel Abece" w:hAnsi="TTKB Dik Temel Abece"/>
          <w:sz w:val="72"/>
          <w:szCs w:val="72"/>
        </w:rPr>
      </w:pPr>
    </w:p>
    <w:sectPr w:rsidR="001770C2" w:rsidRPr="001770C2" w:rsidSect="007A24CE">
      <w:pgSz w:w="11906" w:h="16838"/>
      <w:pgMar w:top="1417" w:right="42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5D9B" w:rsidRDefault="00D35D9B" w:rsidP="00AF138E">
      <w:pPr>
        <w:spacing w:after="0" w:line="240" w:lineRule="auto"/>
      </w:pPr>
      <w:r>
        <w:separator/>
      </w:r>
    </w:p>
  </w:endnote>
  <w:endnote w:type="continuationSeparator" w:id="0">
    <w:p w:rsidR="00D35D9B" w:rsidRDefault="00D35D9B" w:rsidP="00AF1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5D9B" w:rsidRDefault="00D35D9B" w:rsidP="00AF138E">
      <w:pPr>
        <w:spacing w:after="0" w:line="240" w:lineRule="auto"/>
      </w:pPr>
      <w:r>
        <w:separator/>
      </w:r>
    </w:p>
  </w:footnote>
  <w:footnote w:type="continuationSeparator" w:id="0">
    <w:p w:rsidR="00D35D9B" w:rsidRDefault="00D35D9B" w:rsidP="00AF13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F0"/>
    <w:rsid w:val="00082270"/>
    <w:rsid w:val="000B1199"/>
    <w:rsid w:val="001307F0"/>
    <w:rsid w:val="00170688"/>
    <w:rsid w:val="001770C2"/>
    <w:rsid w:val="0019595A"/>
    <w:rsid w:val="001A2118"/>
    <w:rsid w:val="001D5DA1"/>
    <w:rsid w:val="001F5A93"/>
    <w:rsid w:val="00292038"/>
    <w:rsid w:val="002B6FD0"/>
    <w:rsid w:val="002C0CBB"/>
    <w:rsid w:val="003721D6"/>
    <w:rsid w:val="00394A6D"/>
    <w:rsid w:val="003D3503"/>
    <w:rsid w:val="00411C72"/>
    <w:rsid w:val="00496FA4"/>
    <w:rsid w:val="004D2690"/>
    <w:rsid w:val="006047B8"/>
    <w:rsid w:val="00797E7A"/>
    <w:rsid w:val="007A24CE"/>
    <w:rsid w:val="007D2739"/>
    <w:rsid w:val="007F64BA"/>
    <w:rsid w:val="0082777F"/>
    <w:rsid w:val="008E294D"/>
    <w:rsid w:val="00901FE3"/>
    <w:rsid w:val="009D28E6"/>
    <w:rsid w:val="009F1F66"/>
    <w:rsid w:val="00A269D8"/>
    <w:rsid w:val="00A30AA4"/>
    <w:rsid w:val="00AB31AE"/>
    <w:rsid w:val="00AC0210"/>
    <w:rsid w:val="00AD086A"/>
    <w:rsid w:val="00AD1B1C"/>
    <w:rsid w:val="00AF138E"/>
    <w:rsid w:val="00B33495"/>
    <w:rsid w:val="00C01D39"/>
    <w:rsid w:val="00C94A0B"/>
    <w:rsid w:val="00D35D9B"/>
    <w:rsid w:val="00D36AA2"/>
    <w:rsid w:val="00D4633B"/>
    <w:rsid w:val="00ED542A"/>
    <w:rsid w:val="00F3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 fillcolor="white" strokecolor="none [2408]">
      <v:fill color="white" opacity="0"/>
      <v:stroke color="none [2408]" weight="1.5pt"/>
    </o:shapedefaults>
    <o:shapelayout v:ext="edit">
      <o:idmap v:ext="edit" data="1"/>
      <o:rules v:ext="edit">
        <o:r id="V:Rule27" type="connector" idref="#AutoShape 16"/>
        <o:r id="V:Rule28" type="connector" idref="#AutoShape 30"/>
        <o:r id="V:Rule29" type="connector" idref="#AutoShape 17"/>
        <o:r id="V:Rule30" type="connector" idref="#AutoShape 42"/>
        <o:r id="V:Rule31" type="connector" idref="#AutoShape 73"/>
        <o:r id="V:Rule32" type="connector" idref="#AutoShape 37"/>
        <o:r id="V:Rule33" type="connector" idref="#AutoShape 78"/>
        <o:r id="V:Rule34" type="connector" idref="#AutoShape 31"/>
        <o:r id="V:Rule35" type="connector" idref="#AutoShape 36"/>
        <o:r id="V:Rule36" type="connector" idref="#AutoShape 49"/>
        <o:r id="V:Rule37" type="connector" idref="#AutoShape 84"/>
        <o:r id="V:Rule38" type="connector" idref="#AutoShape 79"/>
        <o:r id="V:Rule39" type="connector" idref="#AutoShape 54"/>
        <o:r id="V:Rule40" type="connector" idref="#AutoShape 85"/>
        <o:r id="V:Rule41" type="connector" idref="#AutoShape 60"/>
        <o:r id="V:Rule42" type="connector" idref="#AutoShape 55"/>
        <o:r id="V:Rule43" type="connector" idref="#AutoShape 90"/>
        <o:r id="V:Rule44" type="connector" idref="#AutoShape 97"/>
        <o:r id="V:Rule45" type="connector" idref="#AutoShape 72"/>
        <o:r id="V:Rule46" type="connector" idref="#AutoShape 43"/>
        <o:r id="V:Rule47" type="connector" idref="#AutoShape 67"/>
        <o:r id="V:Rule48" type="connector" idref="#AutoShape 48"/>
        <o:r id="V:Rule49" type="connector" idref="#AutoShape 61"/>
        <o:r id="V:Rule50" type="connector" idref="#AutoShape 96"/>
        <o:r id="V:Rule51" type="connector" idref="#AutoShape 91"/>
        <o:r id="V:Rule52" type="connector" idref="#AutoShape 66"/>
      </o:rules>
    </o:shapelayout>
  </w:shapeDefaults>
  <w:decimalSymbol w:val=","/>
  <w:listSeparator w:val=";"/>
  <w14:docId w14:val="59D332CE"/>
  <w15:docId w15:val="{0ED627DC-275A-8D4F-BEA7-14A500F5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A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F138E"/>
  </w:style>
  <w:style w:type="paragraph" w:styleId="AltBilgi">
    <w:name w:val="footer"/>
    <w:basedOn w:val="Normal"/>
    <w:link w:val="AltBilgiChar"/>
    <w:uiPriority w:val="99"/>
    <w:unhideWhenUsed/>
    <w:rsid w:val="00AF1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F138E"/>
  </w:style>
  <w:style w:type="character" w:styleId="Kpr">
    <w:name w:val="Hyperlink"/>
    <w:basedOn w:val="VarsaylanParagrafYazTipi"/>
    <w:uiPriority w:val="99"/>
    <w:unhideWhenUsed/>
    <w:rsid w:val="007F64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&#252;zel%20Yaz&#305;%20Defteri%204.dotx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Güzel%20Yazı%20Defteri%204.dotx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Emre HALICI</dc:creator>
  <cp:lastModifiedBy>Hasan Ayık</cp:lastModifiedBy>
  <cp:revision>3</cp:revision>
  <cp:lastPrinted>2018-06-08T23:07:00Z</cp:lastPrinted>
  <dcterms:created xsi:type="dcterms:W3CDTF">2022-09-26T03:17:00Z</dcterms:created>
  <dcterms:modified xsi:type="dcterms:W3CDTF">2022-09-26T03:17:00Z</dcterms:modified>
</cp:coreProperties>
</file>