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6E8" w:rsidRPr="00710A57" w:rsidRDefault="00A066E8" w:rsidP="00D939A8">
      <w:pPr>
        <w:pStyle w:val="AralkYok"/>
        <w:spacing w:line="276" w:lineRule="auto"/>
        <w:jc w:val="center"/>
        <w:rPr>
          <w:rFonts w:cstheme="minorHAnsi"/>
          <w:b/>
          <w:sz w:val="14"/>
        </w:rPr>
      </w:pPr>
    </w:p>
    <w:p w:rsidR="003804CF" w:rsidRPr="00710A57" w:rsidRDefault="003664C1" w:rsidP="000347FA">
      <w:pPr>
        <w:pStyle w:val="AralkYok"/>
        <w:spacing w:line="360" w:lineRule="auto"/>
        <w:jc w:val="center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t>20</w:t>
      </w:r>
      <w:r w:rsidR="00A24737" w:rsidRPr="00710A57">
        <w:rPr>
          <w:rFonts w:cstheme="minorHAnsi"/>
          <w:b/>
          <w:sz w:val="24"/>
        </w:rPr>
        <w:t>21</w:t>
      </w:r>
      <w:r w:rsidR="003804CF" w:rsidRPr="00710A57">
        <w:rPr>
          <w:rFonts w:cstheme="minorHAnsi"/>
          <w:b/>
          <w:sz w:val="24"/>
        </w:rPr>
        <w:t xml:space="preserve"> – 20</w:t>
      </w:r>
      <w:r w:rsidR="00A24737" w:rsidRPr="00710A57">
        <w:rPr>
          <w:rFonts w:cstheme="minorHAnsi"/>
          <w:b/>
          <w:sz w:val="24"/>
        </w:rPr>
        <w:t>22</w:t>
      </w:r>
      <w:r w:rsidR="003804CF" w:rsidRPr="00710A57">
        <w:rPr>
          <w:rFonts w:cstheme="minorHAnsi"/>
          <w:b/>
          <w:sz w:val="24"/>
        </w:rPr>
        <w:t xml:space="preserve"> EĞİTİM ÖĞRETİM YILI</w:t>
      </w:r>
    </w:p>
    <w:p w:rsidR="003804CF" w:rsidRPr="00710A57" w:rsidRDefault="00A24737" w:rsidP="000347FA">
      <w:pPr>
        <w:pStyle w:val="AralkYok"/>
        <w:spacing w:line="360" w:lineRule="auto"/>
        <w:jc w:val="center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t>VEYSEL KARANİ İLKOKULU 4 – A SINIFI</w:t>
      </w:r>
    </w:p>
    <w:p w:rsidR="003804CF" w:rsidRPr="00D939A8" w:rsidRDefault="00D939A8" w:rsidP="000347FA">
      <w:pPr>
        <w:pStyle w:val="AralkYok"/>
        <w:spacing w:line="360" w:lineRule="auto"/>
        <w:jc w:val="center"/>
        <w:rPr>
          <w:rFonts w:cstheme="minorHAnsi"/>
          <w:b/>
        </w:rPr>
      </w:pPr>
      <w:r w:rsidRPr="00D939A8">
        <w:rPr>
          <w:rFonts w:cstheme="minorHAnsi"/>
          <w:b/>
          <w:u w:val="single"/>
        </w:rPr>
        <w:t>TRAFİK GÜVENLİĞİ</w:t>
      </w:r>
      <w:r>
        <w:rPr>
          <w:rFonts w:cstheme="minorHAnsi"/>
          <w:b/>
        </w:rPr>
        <w:t xml:space="preserve"> DERSİ </w:t>
      </w:r>
      <w:r w:rsidR="003664C1" w:rsidRPr="00D939A8">
        <w:rPr>
          <w:rFonts w:cstheme="minorHAnsi"/>
          <w:b/>
        </w:rPr>
        <w:t xml:space="preserve">2. DÖNEM </w:t>
      </w:r>
      <w:r w:rsidR="00330C22">
        <w:rPr>
          <w:rFonts w:cstheme="minorHAnsi"/>
          <w:b/>
        </w:rPr>
        <w:t>2</w:t>
      </w:r>
      <w:r w:rsidR="003664C1" w:rsidRPr="00D939A8">
        <w:rPr>
          <w:rFonts w:cstheme="minorHAnsi"/>
          <w:b/>
        </w:rPr>
        <w:t>. YAZILI SINAVI</w:t>
      </w:r>
    </w:p>
    <w:p w:rsidR="003804CF" w:rsidRPr="000347FA" w:rsidRDefault="003804CF" w:rsidP="000347FA">
      <w:pPr>
        <w:pStyle w:val="AralkYok"/>
        <w:spacing w:line="360" w:lineRule="auto"/>
        <w:jc w:val="center"/>
        <w:rPr>
          <w:rFonts w:cstheme="minorHAnsi"/>
          <w:sz w:val="16"/>
        </w:rPr>
      </w:pPr>
    </w:p>
    <w:p w:rsidR="003804CF" w:rsidRPr="00710A57" w:rsidRDefault="003804CF" w:rsidP="000347FA">
      <w:pPr>
        <w:spacing w:line="360" w:lineRule="auto"/>
        <w:rPr>
          <w:rFonts w:asciiTheme="minorHAnsi" w:hAnsiTheme="minorHAnsi" w:cstheme="minorHAnsi"/>
          <w:b/>
        </w:rPr>
      </w:pPr>
      <w:r w:rsidRPr="00710A57">
        <w:rPr>
          <w:rFonts w:asciiTheme="minorHAnsi" w:hAnsiTheme="minorHAnsi" w:cstheme="minorHAnsi"/>
          <w:b/>
        </w:rPr>
        <w:t>Adı Soyadı:</w:t>
      </w:r>
      <w:r w:rsidR="00710A57" w:rsidRPr="00710A57">
        <w:rPr>
          <w:rFonts w:asciiTheme="minorHAnsi" w:hAnsiTheme="minorHAnsi" w:cstheme="minorHAnsi"/>
        </w:rPr>
        <w:t xml:space="preserve"> ___________________</w:t>
      </w:r>
      <w:r w:rsidR="00A24737" w:rsidRPr="00710A57">
        <w:rPr>
          <w:rFonts w:asciiTheme="minorHAnsi" w:hAnsiTheme="minorHAnsi" w:cstheme="minorHAnsi"/>
        </w:rPr>
        <w:t xml:space="preserve">    </w:t>
      </w:r>
      <w:r w:rsidR="003C08BC" w:rsidRPr="00710A57">
        <w:rPr>
          <w:rFonts w:asciiTheme="minorHAnsi" w:hAnsiTheme="minorHAnsi" w:cstheme="minorHAnsi"/>
          <w:b/>
        </w:rPr>
        <w:t xml:space="preserve">NOTU: </w:t>
      </w:r>
      <w:r w:rsidR="00710A57">
        <w:rPr>
          <w:rFonts w:asciiTheme="minorHAnsi" w:hAnsiTheme="minorHAnsi" w:cstheme="minorHAnsi"/>
        </w:rPr>
        <w:t>______</w:t>
      </w:r>
    </w:p>
    <w:p w:rsidR="00426D15" w:rsidRDefault="00426D15" w:rsidP="00D939A8">
      <w:pPr>
        <w:pStyle w:val="AralkYok"/>
        <w:spacing w:line="276" w:lineRule="auto"/>
        <w:rPr>
          <w:rFonts w:cstheme="minorHAnsi"/>
          <w:sz w:val="28"/>
        </w:rPr>
      </w:pPr>
    </w:p>
    <w:p w:rsidR="00D71741" w:rsidRPr="00D71741" w:rsidRDefault="00EB0A72" w:rsidP="000347FA">
      <w:pPr>
        <w:pStyle w:val="AralkYok"/>
        <w:spacing w:line="360" w:lineRule="auto"/>
        <w:jc w:val="center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t>A</w:t>
      </w:r>
      <w:r w:rsidR="002860A1" w:rsidRPr="00710A57">
        <w:rPr>
          <w:rFonts w:cstheme="minorHAnsi"/>
          <w:b/>
          <w:sz w:val="24"/>
        </w:rPr>
        <w:t xml:space="preserve">) </w:t>
      </w:r>
      <w:r w:rsidR="00D71741">
        <w:rPr>
          <w:rFonts w:cstheme="minorHAnsi"/>
          <w:b/>
          <w:sz w:val="24"/>
        </w:rPr>
        <w:t>Aşağıdaki</w:t>
      </w:r>
      <w:r w:rsidR="00D71741" w:rsidRPr="00D71741">
        <w:rPr>
          <w:rFonts w:cstheme="minorHAnsi"/>
          <w:b/>
          <w:sz w:val="24"/>
        </w:rPr>
        <w:t xml:space="preserve"> ifadelerden doğru olanların başına </w:t>
      </w:r>
      <w:r w:rsidR="00D71741">
        <w:rPr>
          <w:rFonts w:cstheme="minorHAnsi"/>
          <w:b/>
          <w:sz w:val="24"/>
        </w:rPr>
        <w:t>D yanlış olanların başına</w:t>
      </w:r>
      <w:r w:rsidR="00D71741" w:rsidRPr="00D71741">
        <w:rPr>
          <w:rFonts w:cstheme="minorHAnsi"/>
          <w:b/>
          <w:sz w:val="24"/>
        </w:rPr>
        <w:t xml:space="preserve"> </w:t>
      </w:r>
      <w:proofErr w:type="gramStart"/>
      <w:r w:rsidR="00D71741" w:rsidRPr="00D71741">
        <w:rPr>
          <w:rFonts w:cstheme="minorHAnsi"/>
          <w:b/>
          <w:sz w:val="24"/>
        </w:rPr>
        <w:t>Y  koyunuz</w:t>
      </w:r>
      <w:proofErr w:type="gramEnd"/>
      <w:r w:rsidR="00D71741" w:rsidRPr="00D71741">
        <w:rPr>
          <w:rFonts w:cstheme="minorHAnsi"/>
          <w:b/>
          <w:sz w:val="24"/>
        </w:rPr>
        <w:t xml:space="preserve">.  </w:t>
      </w:r>
      <w:r w:rsidR="000347FA" w:rsidRPr="000347FA">
        <w:rPr>
          <w:rFonts w:cstheme="minorHAnsi"/>
          <w:b/>
          <w:sz w:val="24"/>
        </w:rPr>
        <w:t>(10x2=20 puan)</w:t>
      </w:r>
    </w:p>
    <w:p w:rsidR="00D71741" w:rsidRPr="00D71741" w:rsidRDefault="00D71741" w:rsidP="000347FA">
      <w:pPr>
        <w:pStyle w:val="AralkYok"/>
        <w:spacing w:line="360" w:lineRule="auto"/>
        <w:rPr>
          <w:rFonts w:cstheme="minorHAnsi"/>
          <w:sz w:val="24"/>
        </w:rPr>
      </w:pPr>
      <w:r w:rsidRPr="00D71741">
        <w:rPr>
          <w:rFonts w:cstheme="minorHAnsi"/>
          <w:b/>
          <w:sz w:val="24"/>
        </w:rPr>
        <w:t>[ ____ ]</w:t>
      </w:r>
      <w:r>
        <w:rPr>
          <w:rFonts w:cstheme="minorHAnsi"/>
          <w:sz w:val="24"/>
        </w:rPr>
        <w:t xml:space="preserve"> </w:t>
      </w:r>
      <w:r w:rsidRPr="00D71741">
        <w:rPr>
          <w:rFonts w:cstheme="minorHAnsi"/>
          <w:sz w:val="24"/>
        </w:rPr>
        <w:t>Yaya kaldırımı bulunmayan yollarda banketten yürürüm.</w:t>
      </w:r>
    </w:p>
    <w:p w:rsidR="00D71741" w:rsidRPr="00D71741" w:rsidRDefault="00D71741" w:rsidP="000347FA">
      <w:pPr>
        <w:pStyle w:val="AralkYok"/>
        <w:spacing w:line="360" w:lineRule="auto"/>
        <w:rPr>
          <w:rFonts w:cstheme="minorHAnsi"/>
          <w:sz w:val="24"/>
        </w:rPr>
      </w:pPr>
      <w:r w:rsidRPr="00D71741">
        <w:rPr>
          <w:rFonts w:cstheme="minorHAnsi"/>
          <w:b/>
          <w:sz w:val="24"/>
        </w:rPr>
        <w:t>[ ____ ]</w:t>
      </w:r>
      <w:r w:rsidRPr="00D71741">
        <w:rPr>
          <w:rFonts w:cstheme="minorHAnsi"/>
          <w:sz w:val="24"/>
        </w:rPr>
        <w:t xml:space="preserve">   Bir yere gidilirken en kısa yol değil, en güvenli yol tercih edilmelidir. </w:t>
      </w:r>
    </w:p>
    <w:p w:rsidR="00CE421C" w:rsidRDefault="00D71741" w:rsidP="000347FA">
      <w:pPr>
        <w:pStyle w:val="AralkYok"/>
        <w:spacing w:line="360" w:lineRule="auto"/>
        <w:rPr>
          <w:rFonts w:cstheme="minorHAnsi"/>
          <w:sz w:val="24"/>
        </w:rPr>
      </w:pPr>
      <w:r w:rsidRPr="00D71741">
        <w:rPr>
          <w:rFonts w:cstheme="minorHAnsi"/>
          <w:b/>
          <w:sz w:val="24"/>
        </w:rPr>
        <w:t>[ ____ ]</w:t>
      </w:r>
      <w:r w:rsidRPr="00D71741">
        <w:rPr>
          <w:rFonts w:cstheme="minorHAnsi"/>
          <w:sz w:val="24"/>
        </w:rPr>
        <w:t xml:space="preserve">   </w:t>
      </w:r>
      <w:r w:rsidR="00CE421C" w:rsidRPr="00CE421C">
        <w:rPr>
          <w:rFonts w:cstheme="minorHAnsi"/>
          <w:sz w:val="24"/>
        </w:rPr>
        <w:t>Taşıtlardan inerken taşıtın sol taraftaki kapısı kullanılmalıdır.</w:t>
      </w:r>
    </w:p>
    <w:p w:rsidR="00D71741" w:rsidRPr="00D71741" w:rsidRDefault="00D71741" w:rsidP="000347FA">
      <w:pPr>
        <w:pStyle w:val="AralkYok"/>
        <w:spacing w:line="360" w:lineRule="auto"/>
        <w:rPr>
          <w:rFonts w:cstheme="minorHAnsi"/>
          <w:sz w:val="24"/>
        </w:rPr>
      </w:pPr>
      <w:r w:rsidRPr="00D71741">
        <w:rPr>
          <w:rFonts w:cstheme="minorHAnsi"/>
          <w:b/>
          <w:sz w:val="24"/>
        </w:rPr>
        <w:t>[ ____ ]</w:t>
      </w:r>
      <w:r w:rsidRPr="00D71741">
        <w:rPr>
          <w:rFonts w:cstheme="minorHAnsi"/>
          <w:sz w:val="24"/>
        </w:rPr>
        <w:t xml:space="preserve">   </w:t>
      </w:r>
      <w:r w:rsidR="00CE421C" w:rsidRPr="00CE421C">
        <w:rPr>
          <w:rFonts w:cstheme="minorHAnsi"/>
          <w:sz w:val="24"/>
        </w:rPr>
        <w:t>Trafik kazalarında en fazla yapılan hata yaralıyı hemen sağlık kuruluşuna götürmeye çalışmaktır.</w:t>
      </w:r>
    </w:p>
    <w:p w:rsidR="00D71741" w:rsidRPr="00D71741" w:rsidRDefault="0023640A" w:rsidP="000347FA">
      <w:pPr>
        <w:pStyle w:val="AralkYok"/>
        <w:spacing w:line="360" w:lineRule="auto"/>
        <w:rPr>
          <w:rFonts w:cstheme="minorHAnsi"/>
          <w:sz w:val="24"/>
        </w:rPr>
      </w:pPr>
      <w:r>
        <w:rPr>
          <w:rFonts w:cstheme="minorHAnsi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5" o:spid="_x0000_s1026" type="#_x0000_t202" style="position:absolute;margin-left:213.75pt;margin-top:2.5pt;width:98.8pt;height:21.4pt;rotation:-90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" fillcolor="white [3212]" strokecolor="white [3212]" strokeweight=".5pt">
            <v:textbox>
              <w:txbxContent>
                <w:p w:rsidR="00A86837" w:rsidRPr="00A86837" w:rsidRDefault="00A86837" w:rsidP="00A86837">
                  <w:pPr>
                    <w:jc w:val="center"/>
                    <w:rPr>
                      <w:rFonts w:ascii="Brush Script Std" w:hAnsi="Brush Script Std"/>
                      <w:sz w:val="16"/>
                    </w:rPr>
                  </w:pPr>
                  <w:r w:rsidRPr="00A86837">
                    <w:rPr>
                      <w:rFonts w:ascii="Brush Script Std" w:hAnsi="Brush Script Std"/>
                      <w:sz w:val="16"/>
                    </w:rPr>
                    <w:t>M. Salih Ö</w:t>
                  </w:r>
                  <w:r w:rsidRPr="00A86837">
                    <w:rPr>
                      <w:rFonts w:ascii="Times New Roman" w:hAnsi="Times New Roman" w:cs="Times New Roman"/>
                      <w:sz w:val="16"/>
                    </w:rPr>
                    <w:t>ğ</w:t>
                  </w:r>
                  <w:r w:rsidRPr="00A86837">
                    <w:rPr>
                      <w:rFonts w:ascii="Brush Script Std" w:hAnsi="Brush Script Std"/>
                      <w:sz w:val="16"/>
                    </w:rPr>
                    <w:t>retmen</w:t>
                  </w:r>
                </w:p>
              </w:txbxContent>
            </v:textbox>
          </v:shape>
        </w:pict>
      </w:r>
      <w:r w:rsidR="00D71741" w:rsidRPr="00D71741">
        <w:rPr>
          <w:rFonts w:cstheme="minorHAnsi"/>
          <w:b/>
          <w:sz w:val="24"/>
        </w:rPr>
        <w:t>[ ____ ]</w:t>
      </w:r>
      <w:r w:rsidR="00D71741" w:rsidRPr="00D71741">
        <w:rPr>
          <w:rFonts w:cstheme="minorHAnsi"/>
          <w:sz w:val="24"/>
        </w:rPr>
        <w:t xml:space="preserve">   Bisiklet, kaykay, paten gibi araçları kullanırken sadece kask takılması zorunludur. </w:t>
      </w:r>
    </w:p>
    <w:p w:rsidR="00D71741" w:rsidRPr="00D71741" w:rsidRDefault="00D71741" w:rsidP="000347FA">
      <w:pPr>
        <w:pStyle w:val="AralkYok"/>
        <w:spacing w:line="360" w:lineRule="auto"/>
        <w:rPr>
          <w:rFonts w:cstheme="minorHAnsi"/>
          <w:sz w:val="24"/>
        </w:rPr>
      </w:pPr>
      <w:r w:rsidRPr="00D71741">
        <w:rPr>
          <w:rFonts w:cstheme="minorHAnsi"/>
          <w:b/>
          <w:sz w:val="24"/>
        </w:rPr>
        <w:t>[ ____ ]</w:t>
      </w:r>
      <w:r w:rsidRPr="00D71741">
        <w:rPr>
          <w:rFonts w:cstheme="minorHAnsi"/>
          <w:sz w:val="24"/>
        </w:rPr>
        <w:t xml:space="preserve">   </w:t>
      </w:r>
      <w:r w:rsidR="00CE421C" w:rsidRPr="00CE421C">
        <w:rPr>
          <w:rFonts w:cstheme="minorHAnsi"/>
          <w:sz w:val="24"/>
        </w:rPr>
        <w:t>Yaralı alanın mikrop kapmaması için antiseptik solüsyon ile temizlemek gerekir.</w:t>
      </w:r>
    </w:p>
    <w:p w:rsidR="00D71741" w:rsidRPr="00D71741" w:rsidRDefault="00D71741" w:rsidP="000347FA">
      <w:pPr>
        <w:pStyle w:val="AralkYok"/>
        <w:spacing w:line="360" w:lineRule="auto"/>
        <w:rPr>
          <w:rFonts w:cstheme="minorHAnsi"/>
          <w:sz w:val="24"/>
        </w:rPr>
      </w:pPr>
      <w:r w:rsidRPr="00D71741">
        <w:rPr>
          <w:rFonts w:cstheme="minorHAnsi"/>
          <w:b/>
          <w:sz w:val="24"/>
        </w:rPr>
        <w:t>[ ____ ]</w:t>
      </w:r>
      <w:r w:rsidRPr="00D71741">
        <w:rPr>
          <w:rFonts w:cstheme="minorHAnsi"/>
          <w:sz w:val="24"/>
        </w:rPr>
        <w:t xml:space="preserve"> Otomobillerin arka koltuğunda oturanların emniyet kemeri takmaları zorunlu değildir.</w:t>
      </w:r>
    </w:p>
    <w:p w:rsidR="00D71741" w:rsidRPr="00D71741" w:rsidRDefault="00D71741" w:rsidP="000347FA">
      <w:pPr>
        <w:pStyle w:val="AralkYok"/>
        <w:spacing w:line="360" w:lineRule="auto"/>
        <w:rPr>
          <w:rFonts w:cstheme="minorHAnsi"/>
          <w:sz w:val="24"/>
        </w:rPr>
      </w:pPr>
      <w:r w:rsidRPr="00D71741">
        <w:rPr>
          <w:rFonts w:cstheme="minorHAnsi"/>
          <w:b/>
          <w:sz w:val="24"/>
        </w:rPr>
        <w:t>[ ____ ]</w:t>
      </w:r>
      <w:r w:rsidRPr="00D71741">
        <w:rPr>
          <w:rFonts w:cstheme="minorHAnsi"/>
          <w:sz w:val="24"/>
        </w:rPr>
        <w:t xml:space="preserve"> Yaralı bir kişiye herkes tarafından ilk yardım yapılabilir.</w:t>
      </w:r>
    </w:p>
    <w:p w:rsidR="002860A1" w:rsidRPr="00D71741" w:rsidRDefault="00D71741" w:rsidP="000347FA">
      <w:pPr>
        <w:pStyle w:val="AralkYok"/>
        <w:spacing w:line="360" w:lineRule="auto"/>
        <w:rPr>
          <w:rFonts w:cstheme="minorHAnsi"/>
          <w:sz w:val="24"/>
        </w:rPr>
      </w:pPr>
      <w:r w:rsidRPr="00D71741">
        <w:rPr>
          <w:rFonts w:cstheme="minorHAnsi"/>
          <w:b/>
          <w:sz w:val="24"/>
        </w:rPr>
        <w:t>[ ____ ]</w:t>
      </w:r>
      <w:r w:rsidRPr="00D71741">
        <w:rPr>
          <w:rFonts w:cstheme="minorHAnsi"/>
          <w:sz w:val="24"/>
        </w:rPr>
        <w:t xml:space="preserve">   </w:t>
      </w:r>
      <w:r w:rsidR="00CE421C" w:rsidRPr="00CE421C">
        <w:rPr>
          <w:rFonts w:cstheme="minorHAnsi"/>
          <w:sz w:val="24"/>
        </w:rPr>
        <w:t>Trafik kazalarının en önemli nedenlerinden biri uykusuz ve alkollü iken araç kullanmaktır.</w:t>
      </w:r>
    </w:p>
    <w:p w:rsidR="002860A1" w:rsidRPr="00710A57" w:rsidRDefault="00D71741" w:rsidP="000347FA">
      <w:pPr>
        <w:pStyle w:val="AralkYok"/>
        <w:spacing w:line="360" w:lineRule="auto"/>
        <w:rPr>
          <w:rFonts w:cstheme="minorHAnsi"/>
          <w:b/>
          <w:sz w:val="24"/>
        </w:rPr>
      </w:pPr>
      <w:r w:rsidRPr="00D71741">
        <w:rPr>
          <w:rFonts w:cstheme="minorHAnsi"/>
          <w:b/>
          <w:sz w:val="24"/>
        </w:rPr>
        <w:t>[ ____ ]</w:t>
      </w:r>
      <w:r>
        <w:rPr>
          <w:rFonts w:cstheme="minorHAnsi"/>
          <w:b/>
          <w:sz w:val="24"/>
        </w:rPr>
        <w:t xml:space="preserve"> </w:t>
      </w:r>
      <w:r w:rsidRPr="00D71741">
        <w:rPr>
          <w:rFonts w:cstheme="minorHAnsi"/>
          <w:sz w:val="24"/>
        </w:rPr>
        <w:t>Karayolu koşulları trafik kazalarına neden olmaz.</w:t>
      </w:r>
    </w:p>
    <w:p w:rsidR="002860A1" w:rsidRDefault="002860A1" w:rsidP="00D939A8">
      <w:pPr>
        <w:pStyle w:val="AralkYok"/>
        <w:spacing w:line="276" w:lineRule="auto"/>
        <w:rPr>
          <w:rFonts w:cstheme="minorHAnsi"/>
          <w:sz w:val="24"/>
        </w:rPr>
      </w:pPr>
    </w:p>
    <w:p w:rsidR="00592300" w:rsidRDefault="00592300" w:rsidP="00D939A8">
      <w:pPr>
        <w:pStyle w:val="AralkYok"/>
        <w:spacing w:line="276" w:lineRule="auto"/>
        <w:rPr>
          <w:rFonts w:cstheme="minorHAnsi"/>
          <w:sz w:val="24"/>
        </w:rPr>
      </w:pPr>
    </w:p>
    <w:p w:rsidR="000347FA" w:rsidRDefault="000347FA" w:rsidP="00CE421C">
      <w:pPr>
        <w:pStyle w:val="AralkYok"/>
        <w:spacing w:line="276" w:lineRule="auto"/>
        <w:jc w:val="center"/>
        <w:rPr>
          <w:rFonts w:cstheme="minorHAnsi"/>
          <w:b/>
          <w:sz w:val="24"/>
        </w:rPr>
      </w:pPr>
    </w:p>
    <w:p w:rsidR="000347FA" w:rsidRDefault="000347FA" w:rsidP="00CE421C">
      <w:pPr>
        <w:pStyle w:val="AralkYok"/>
        <w:spacing w:line="276" w:lineRule="auto"/>
        <w:jc w:val="center"/>
        <w:rPr>
          <w:rFonts w:cstheme="minorHAnsi"/>
          <w:b/>
          <w:sz w:val="24"/>
        </w:rPr>
      </w:pPr>
    </w:p>
    <w:p w:rsidR="000347FA" w:rsidRDefault="000347FA" w:rsidP="00CE421C">
      <w:pPr>
        <w:pStyle w:val="AralkYok"/>
        <w:spacing w:line="276" w:lineRule="auto"/>
        <w:jc w:val="center"/>
        <w:rPr>
          <w:rFonts w:cstheme="minorHAnsi"/>
          <w:b/>
          <w:sz w:val="24"/>
        </w:rPr>
      </w:pPr>
    </w:p>
    <w:p w:rsidR="000347FA" w:rsidRDefault="000347FA" w:rsidP="00CE421C">
      <w:pPr>
        <w:pStyle w:val="AralkYok"/>
        <w:spacing w:line="276" w:lineRule="auto"/>
        <w:jc w:val="center"/>
        <w:rPr>
          <w:rFonts w:cstheme="minorHAnsi"/>
          <w:b/>
          <w:sz w:val="24"/>
        </w:rPr>
      </w:pPr>
    </w:p>
    <w:p w:rsidR="000347FA" w:rsidRDefault="000347FA" w:rsidP="00CE421C">
      <w:pPr>
        <w:pStyle w:val="AralkYok"/>
        <w:spacing w:line="276" w:lineRule="auto"/>
        <w:jc w:val="center"/>
        <w:rPr>
          <w:rFonts w:cstheme="minorHAnsi"/>
          <w:b/>
          <w:sz w:val="24"/>
        </w:rPr>
      </w:pPr>
    </w:p>
    <w:p w:rsidR="000347FA" w:rsidRDefault="000347FA" w:rsidP="00CE421C">
      <w:pPr>
        <w:pStyle w:val="AralkYok"/>
        <w:spacing w:line="276" w:lineRule="auto"/>
        <w:jc w:val="center"/>
        <w:rPr>
          <w:rFonts w:cstheme="minorHAnsi"/>
          <w:b/>
          <w:sz w:val="24"/>
        </w:rPr>
      </w:pPr>
    </w:p>
    <w:p w:rsidR="000347FA" w:rsidRDefault="000347FA" w:rsidP="00CE421C">
      <w:pPr>
        <w:pStyle w:val="AralkYok"/>
        <w:spacing w:line="276" w:lineRule="auto"/>
        <w:jc w:val="center"/>
        <w:rPr>
          <w:rFonts w:cstheme="minorHAnsi"/>
          <w:b/>
          <w:sz w:val="24"/>
        </w:rPr>
      </w:pPr>
    </w:p>
    <w:p w:rsidR="00961B6E" w:rsidRDefault="0023640A" w:rsidP="000347FA">
      <w:pPr>
        <w:pStyle w:val="AralkYok"/>
        <w:spacing w:line="360" w:lineRule="auto"/>
        <w:jc w:val="center"/>
        <w:rPr>
          <w:rFonts w:cstheme="minorHAnsi"/>
          <w:sz w:val="24"/>
        </w:rPr>
      </w:pPr>
      <w:r>
        <w:rPr>
          <w:rFonts w:cstheme="minorHAnsi"/>
          <w:noProof/>
          <w:sz w:val="24"/>
        </w:rPr>
        <w:lastRenderedPageBreak/>
        <w:pict>
          <v:shape id="Metin Kutusu 7" o:spid="_x0000_s1033" type="#_x0000_t202" style="position:absolute;left:0;text-align:left;margin-left:2.95pt;margin-top:61.15pt;width:254.25pt;height:66.65pt;z-index:2516756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" fillcolor="white [3212]" strokecolor="red" strokeweight=".5pt">
            <v:textbox>
              <w:txbxContent>
                <w:p w:rsidR="00C80109" w:rsidRDefault="00CE421C" w:rsidP="000347FA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0347FA">
                    <w:rPr>
                      <w:rFonts w:asciiTheme="minorHAnsi" w:hAnsiTheme="minorHAnsi" w:cstheme="minorHAnsi"/>
                      <w:b/>
                    </w:rPr>
                    <w:t>112 – meşgul</w:t>
                  </w:r>
                  <w:r w:rsidR="000347FA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="00C80109" w:rsidRPr="00C80109">
                    <w:rPr>
                      <w:rFonts w:asciiTheme="minorHAnsi" w:hAnsiTheme="minorHAnsi" w:cstheme="minorHAnsi"/>
                      <w:b/>
                    </w:rPr>
                    <w:t>–</w:t>
                  </w:r>
                  <w:r w:rsidR="00C80109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0347FA">
                    <w:rPr>
                      <w:rFonts w:asciiTheme="minorHAnsi" w:hAnsiTheme="minorHAnsi" w:cstheme="minorHAnsi"/>
                      <w:b/>
                    </w:rPr>
                    <w:t>ilk yardım –  soğuk</w:t>
                  </w:r>
                  <w:r w:rsidR="000347FA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="00C80109">
                    <w:rPr>
                      <w:rFonts w:asciiTheme="minorHAnsi" w:hAnsiTheme="minorHAnsi" w:cstheme="minorHAnsi"/>
                      <w:b/>
                    </w:rPr>
                    <w:t>–</w:t>
                  </w:r>
                  <w:r w:rsidRPr="000347FA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</w:p>
                <w:p w:rsidR="00B27E11" w:rsidRDefault="00C80109" w:rsidP="000347FA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 w:cstheme="minorHAnsi"/>
                      <w:b/>
                    </w:rPr>
                    <w:t>s</w:t>
                  </w:r>
                  <w:r w:rsidR="00CE421C" w:rsidRPr="000347FA">
                    <w:rPr>
                      <w:rFonts w:asciiTheme="minorHAnsi" w:hAnsiTheme="minorHAnsi" w:cstheme="minorHAnsi"/>
                      <w:b/>
                    </w:rPr>
                    <w:t>ıra</w:t>
                  </w:r>
                  <w:proofErr w:type="gramEnd"/>
                  <w:r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C80109">
                    <w:rPr>
                      <w:rFonts w:asciiTheme="minorHAnsi" w:hAnsiTheme="minorHAnsi" w:cstheme="minorHAnsi"/>
                      <w:b/>
                    </w:rPr>
                    <w:t>–</w:t>
                  </w:r>
                  <w:r w:rsidR="00CE421C" w:rsidRPr="000347FA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</w:rPr>
                    <w:t>kol kola</w:t>
                  </w:r>
                  <w:r w:rsidR="00CE421C" w:rsidRPr="000347FA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C80109">
                    <w:rPr>
                      <w:rFonts w:asciiTheme="minorHAnsi" w:hAnsiTheme="minorHAnsi" w:cstheme="minorHAnsi"/>
                      <w:b/>
                    </w:rPr>
                    <w:t>–</w:t>
                  </w:r>
                  <w:r w:rsidR="000347FA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="00CE421C" w:rsidRPr="000347FA">
                    <w:rPr>
                      <w:rFonts w:asciiTheme="minorHAnsi" w:hAnsiTheme="minorHAnsi" w:cstheme="minorHAnsi"/>
                      <w:b/>
                    </w:rPr>
                    <w:t>hayatını –</w:t>
                  </w:r>
                </w:p>
                <w:p w:rsidR="00CE421C" w:rsidRPr="000347FA" w:rsidRDefault="00CE421C" w:rsidP="000347FA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0347FA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proofErr w:type="gramStart"/>
                  <w:r w:rsidRPr="000347FA">
                    <w:rPr>
                      <w:rFonts w:asciiTheme="minorHAnsi" w:hAnsiTheme="minorHAnsi" w:cstheme="minorHAnsi"/>
                      <w:b/>
                    </w:rPr>
                    <w:t>su</w:t>
                  </w:r>
                  <w:proofErr w:type="gramEnd"/>
                  <w:r w:rsidRPr="000347FA">
                    <w:rPr>
                      <w:rFonts w:asciiTheme="minorHAnsi" w:hAnsiTheme="minorHAnsi" w:cstheme="minorHAnsi"/>
                      <w:b/>
                    </w:rPr>
                    <w:t xml:space="preserve"> ve sabun</w:t>
                  </w:r>
                  <w:r w:rsidR="000347FA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="00B27E11">
                    <w:rPr>
                      <w:rFonts w:asciiTheme="minorHAnsi" w:hAnsiTheme="minorHAnsi" w:cstheme="minorHAnsi"/>
                      <w:b/>
                    </w:rPr>
                    <w:t>–</w:t>
                  </w:r>
                  <w:r w:rsidR="000347FA">
                    <w:rPr>
                      <w:rFonts w:asciiTheme="minorHAnsi" w:hAnsiTheme="minorHAnsi" w:cstheme="minorHAnsi"/>
                      <w:b/>
                    </w:rPr>
                    <w:t xml:space="preserve"> dikkatli</w:t>
                  </w:r>
                  <w:r w:rsidR="00B27E11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="00C80109">
                    <w:rPr>
                      <w:rFonts w:asciiTheme="minorHAnsi" w:hAnsiTheme="minorHAnsi" w:cstheme="minorHAnsi"/>
                      <w:b/>
                    </w:rPr>
                    <w:t>–</w:t>
                  </w:r>
                  <w:r w:rsidR="00B27E11">
                    <w:rPr>
                      <w:rFonts w:asciiTheme="minorHAnsi" w:hAnsiTheme="minorHAnsi" w:cstheme="minorHAnsi"/>
                      <w:b/>
                    </w:rPr>
                    <w:t xml:space="preserve"> kaptan</w:t>
                  </w:r>
                  <w:r w:rsidR="00C80109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 w:rsidR="00EB0A72" w:rsidRPr="00710A57">
        <w:rPr>
          <w:rFonts w:cstheme="minorHAnsi"/>
          <w:b/>
          <w:sz w:val="24"/>
        </w:rPr>
        <w:t xml:space="preserve">B) </w:t>
      </w:r>
      <w:r w:rsidR="00CE421C" w:rsidRPr="00CE421C">
        <w:rPr>
          <w:rFonts w:cstheme="minorHAnsi"/>
          <w:b/>
          <w:sz w:val="24"/>
        </w:rPr>
        <w:t>Aşağıdaki cümlelerde boş bırakılan yerleri aşağıda verilen uygun kelimelerle doldurunuz. (10x2=20 puan)</w:t>
      </w:r>
    </w:p>
    <w:p w:rsidR="00592300" w:rsidRPr="00710A57" w:rsidRDefault="00592300" w:rsidP="00D939A8">
      <w:pPr>
        <w:pStyle w:val="AralkYok"/>
        <w:spacing w:line="276" w:lineRule="auto"/>
        <w:rPr>
          <w:rFonts w:cstheme="minorHAnsi"/>
          <w:sz w:val="24"/>
        </w:rPr>
      </w:pPr>
    </w:p>
    <w:p w:rsidR="00CE421C" w:rsidRDefault="00CE421C" w:rsidP="00CE421C">
      <w:pPr>
        <w:pStyle w:val="AralkYok"/>
        <w:spacing w:line="276" w:lineRule="auto"/>
        <w:rPr>
          <w:rFonts w:cstheme="minorHAnsi"/>
          <w:b/>
          <w:sz w:val="24"/>
        </w:rPr>
      </w:pPr>
    </w:p>
    <w:p w:rsidR="00CE421C" w:rsidRDefault="00CE421C" w:rsidP="00CE421C">
      <w:pPr>
        <w:pStyle w:val="AralkYok"/>
        <w:spacing w:line="276" w:lineRule="auto"/>
        <w:rPr>
          <w:rFonts w:cstheme="minorHAnsi"/>
          <w:b/>
          <w:sz w:val="24"/>
        </w:rPr>
      </w:pPr>
    </w:p>
    <w:p w:rsidR="00CE421C" w:rsidRDefault="00CE421C" w:rsidP="00CE421C">
      <w:pPr>
        <w:pStyle w:val="AralkYok"/>
        <w:spacing w:line="276" w:lineRule="auto"/>
        <w:rPr>
          <w:rFonts w:cstheme="minorHAnsi"/>
          <w:b/>
          <w:sz w:val="24"/>
        </w:rPr>
      </w:pPr>
    </w:p>
    <w:p w:rsidR="000347FA" w:rsidRPr="000347FA" w:rsidRDefault="000347FA" w:rsidP="00A86837">
      <w:pPr>
        <w:pStyle w:val="AralkYok"/>
        <w:spacing w:line="360" w:lineRule="auto"/>
        <w:rPr>
          <w:rFonts w:cstheme="minorHAnsi"/>
          <w:sz w:val="24"/>
        </w:rPr>
      </w:pPr>
      <w:r>
        <w:rPr>
          <w:rFonts w:cstheme="minorHAnsi"/>
          <w:b/>
          <w:sz w:val="24"/>
        </w:rPr>
        <w:t xml:space="preserve">1) </w:t>
      </w:r>
      <w:r w:rsidRPr="000347FA">
        <w:rPr>
          <w:rFonts w:cstheme="minorHAnsi"/>
          <w:sz w:val="24"/>
        </w:rPr>
        <w:t xml:space="preserve">Kaza sonrasında yaralılara yapılan doğru müdahaleler çoğu yaralının </w:t>
      </w:r>
      <w:r>
        <w:rPr>
          <w:rFonts w:cstheme="minorHAnsi"/>
          <w:b/>
          <w:sz w:val="24"/>
        </w:rPr>
        <w:t>………….………</w:t>
      </w:r>
      <w:r w:rsidR="00C80109">
        <w:rPr>
          <w:rFonts w:cstheme="minorHAnsi"/>
          <w:b/>
          <w:sz w:val="24"/>
        </w:rPr>
        <w:t xml:space="preserve">…. </w:t>
      </w:r>
      <w:r>
        <w:rPr>
          <w:rFonts w:cstheme="minorHAnsi"/>
          <w:b/>
          <w:sz w:val="24"/>
        </w:rPr>
        <w:t xml:space="preserve"> </w:t>
      </w:r>
      <w:r w:rsidRPr="000347FA">
        <w:rPr>
          <w:rFonts w:cstheme="minorHAnsi"/>
          <w:sz w:val="24"/>
        </w:rPr>
        <w:t>kurtarır.</w:t>
      </w:r>
    </w:p>
    <w:p w:rsidR="00C80109" w:rsidRDefault="000347FA" w:rsidP="00A86837">
      <w:pPr>
        <w:pStyle w:val="AralkYok"/>
        <w:spacing w:line="360" w:lineRule="auto"/>
        <w:rPr>
          <w:rFonts w:cstheme="minorHAnsi"/>
          <w:sz w:val="24"/>
        </w:rPr>
      </w:pPr>
      <w:r w:rsidRPr="000347FA">
        <w:rPr>
          <w:rFonts w:cstheme="minorHAnsi"/>
          <w:b/>
          <w:sz w:val="24"/>
        </w:rPr>
        <w:t xml:space="preserve">2) </w:t>
      </w:r>
      <w:r w:rsidR="00C80109">
        <w:rPr>
          <w:rFonts w:cstheme="minorHAnsi"/>
          <w:sz w:val="24"/>
        </w:rPr>
        <w:t>Y</w:t>
      </w:r>
      <w:r w:rsidR="00C80109" w:rsidRPr="00C80109">
        <w:rPr>
          <w:rFonts w:cstheme="minorHAnsi"/>
          <w:sz w:val="24"/>
        </w:rPr>
        <w:t>aya kaldırımında yürürken</w:t>
      </w:r>
      <w:r w:rsidR="00C80109">
        <w:rPr>
          <w:rFonts w:cstheme="minorHAnsi"/>
          <w:sz w:val="24"/>
        </w:rPr>
        <w:t xml:space="preserve"> g</w:t>
      </w:r>
      <w:r w:rsidR="00C80109" w:rsidRPr="00C80109">
        <w:rPr>
          <w:rFonts w:cstheme="minorHAnsi"/>
          <w:sz w:val="24"/>
        </w:rPr>
        <w:t xml:space="preserve">rup halinde </w:t>
      </w:r>
    </w:p>
    <w:p w:rsidR="000347FA" w:rsidRPr="000347FA" w:rsidRDefault="00C80109" w:rsidP="00A86837">
      <w:pPr>
        <w:pStyle w:val="AralkYok"/>
        <w:spacing w:line="360" w:lineRule="auto"/>
        <w:rPr>
          <w:rFonts w:cstheme="minorHAnsi"/>
          <w:sz w:val="24"/>
        </w:rPr>
      </w:pPr>
      <w:r>
        <w:rPr>
          <w:rFonts w:cstheme="minorHAnsi"/>
          <w:sz w:val="24"/>
        </w:rPr>
        <w:t xml:space="preserve">…… ……….. </w:t>
      </w:r>
      <w:r w:rsidRPr="00C80109">
        <w:rPr>
          <w:rFonts w:cstheme="minorHAnsi"/>
          <w:sz w:val="24"/>
        </w:rPr>
        <w:t xml:space="preserve"> yürümek</w:t>
      </w:r>
      <w:r>
        <w:rPr>
          <w:rFonts w:cstheme="minorHAnsi"/>
          <w:sz w:val="24"/>
        </w:rPr>
        <w:t xml:space="preserve"> doğru değildir.</w:t>
      </w:r>
    </w:p>
    <w:p w:rsidR="000347FA" w:rsidRPr="000347FA" w:rsidRDefault="000347FA" w:rsidP="00A86837">
      <w:pPr>
        <w:pStyle w:val="AralkYok"/>
        <w:spacing w:line="360" w:lineRule="auto"/>
        <w:rPr>
          <w:rFonts w:cstheme="minorHAnsi"/>
          <w:sz w:val="24"/>
        </w:rPr>
      </w:pPr>
      <w:r w:rsidRPr="000347FA">
        <w:rPr>
          <w:rFonts w:cstheme="minorHAnsi"/>
          <w:b/>
          <w:sz w:val="24"/>
        </w:rPr>
        <w:t>3)</w:t>
      </w:r>
      <w:r>
        <w:rPr>
          <w:rFonts w:cstheme="minorHAnsi"/>
          <w:sz w:val="24"/>
        </w:rPr>
        <w:t xml:space="preserve"> </w:t>
      </w:r>
      <w:r w:rsidRPr="000347FA">
        <w:rPr>
          <w:rFonts w:cstheme="minorHAnsi"/>
          <w:sz w:val="24"/>
        </w:rPr>
        <w:t xml:space="preserve">Sağlık personeli ve </w:t>
      </w:r>
      <w:r w:rsidRPr="000347FA">
        <w:rPr>
          <w:rFonts w:cstheme="minorHAnsi"/>
          <w:b/>
          <w:sz w:val="24"/>
        </w:rPr>
        <w:t>………</w:t>
      </w:r>
      <w:r>
        <w:rPr>
          <w:rFonts w:cstheme="minorHAnsi"/>
          <w:b/>
          <w:sz w:val="24"/>
        </w:rPr>
        <w:t xml:space="preserve"> ……….</w:t>
      </w:r>
      <w:r w:rsidRPr="000347FA">
        <w:rPr>
          <w:rFonts w:cstheme="minorHAnsi"/>
          <w:b/>
          <w:sz w:val="24"/>
        </w:rPr>
        <w:t xml:space="preserve">…………. </w:t>
      </w:r>
      <w:r w:rsidRPr="000347FA">
        <w:rPr>
          <w:rFonts w:cstheme="minorHAnsi"/>
          <w:sz w:val="24"/>
        </w:rPr>
        <w:t>eğitimi almış kişiler dışındaki kişiler ilk yardım uygulaması yapmamalıdır.</w:t>
      </w:r>
    </w:p>
    <w:p w:rsidR="000347FA" w:rsidRPr="000347FA" w:rsidRDefault="000347FA" w:rsidP="00A86837">
      <w:pPr>
        <w:pStyle w:val="AralkYok"/>
        <w:spacing w:line="360" w:lineRule="auto"/>
        <w:rPr>
          <w:rFonts w:cstheme="minorHAnsi"/>
          <w:sz w:val="24"/>
        </w:rPr>
      </w:pPr>
      <w:r w:rsidRPr="000347FA">
        <w:rPr>
          <w:rFonts w:cstheme="minorHAnsi"/>
          <w:b/>
          <w:sz w:val="24"/>
        </w:rPr>
        <w:t>4)</w:t>
      </w:r>
      <w:r>
        <w:rPr>
          <w:rFonts w:cstheme="minorHAnsi"/>
          <w:sz w:val="24"/>
        </w:rPr>
        <w:t xml:space="preserve"> </w:t>
      </w:r>
      <w:r w:rsidRPr="000347FA">
        <w:rPr>
          <w:rFonts w:cstheme="minorHAnsi"/>
          <w:sz w:val="24"/>
        </w:rPr>
        <w:t xml:space="preserve">Antiseptik solüsyonun olmadığı durumlarda yara, </w:t>
      </w:r>
      <w:r w:rsidRPr="000347FA">
        <w:rPr>
          <w:rFonts w:cstheme="minorHAnsi"/>
          <w:b/>
          <w:sz w:val="24"/>
        </w:rPr>
        <w:t>........ ..... .....................</w:t>
      </w:r>
      <w:r w:rsidRPr="000347FA">
        <w:rPr>
          <w:rFonts w:cstheme="minorHAnsi"/>
          <w:sz w:val="24"/>
        </w:rPr>
        <w:t xml:space="preserve"> ile temizlenmelidir.</w:t>
      </w:r>
    </w:p>
    <w:p w:rsidR="000347FA" w:rsidRPr="000347FA" w:rsidRDefault="000347FA" w:rsidP="00A86837">
      <w:pPr>
        <w:pStyle w:val="AralkYok"/>
        <w:spacing w:line="360" w:lineRule="auto"/>
        <w:ind w:left="284"/>
        <w:rPr>
          <w:rFonts w:cstheme="minorHAnsi"/>
          <w:sz w:val="24"/>
        </w:rPr>
      </w:pPr>
      <w:r w:rsidRPr="000347FA">
        <w:rPr>
          <w:rFonts w:cstheme="minorHAnsi"/>
          <w:b/>
          <w:sz w:val="24"/>
        </w:rPr>
        <w:t>5)</w:t>
      </w:r>
      <w:r>
        <w:rPr>
          <w:rFonts w:cstheme="minorHAnsi"/>
          <w:sz w:val="24"/>
        </w:rPr>
        <w:t xml:space="preserve"> </w:t>
      </w:r>
      <w:r w:rsidRPr="000347FA">
        <w:rPr>
          <w:rFonts w:cstheme="minorHAnsi"/>
          <w:sz w:val="24"/>
        </w:rPr>
        <w:t xml:space="preserve">Sürücülerin trafikte </w:t>
      </w:r>
      <w:r w:rsidRPr="000347FA">
        <w:rPr>
          <w:rFonts w:cstheme="minorHAnsi"/>
          <w:b/>
          <w:sz w:val="24"/>
        </w:rPr>
        <w:t xml:space="preserve">………………………. </w:t>
      </w:r>
      <w:r w:rsidRPr="000347FA">
        <w:rPr>
          <w:rFonts w:cstheme="minorHAnsi"/>
          <w:sz w:val="24"/>
        </w:rPr>
        <w:t>olmaları gerekir.</w:t>
      </w:r>
    </w:p>
    <w:p w:rsidR="000347FA" w:rsidRPr="000347FA" w:rsidRDefault="000347FA" w:rsidP="00A86837">
      <w:pPr>
        <w:pStyle w:val="AralkYok"/>
        <w:spacing w:line="360" w:lineRule="auto"/>
        <w:ind w:left="284"/>
        <w:rPr>
          <w:rFonts w:cstheme="minorHAnsi"/>
          <w:sz w:val="24"/>
        </w:rPr>
      </w:pPr>
      <w:r w:rsidRPr="000347FA">
        <w:rPr>
          <w:rFonts w:cstheme="minorHAnsi"/>
          <w:b/>
          <w:sz w:val="24"/>
        </w:rPr>
        <w:t>6)</w:t>
      </w:r>
      <w:r>
        <w:rPr>
          <w:rFonts w:cstheme="minorHAnsi"/>
          <w:sz w:val="24"/>
        </w:rPr>
        <w:t xml:space="preserve"> </w:t>
      </w:r>
      <w:r w:rsidRPr="000347FA">
        <w:rPr>
          <w:rFonts w:cstheme="minorHAnsi"/>
          <w:sz w:val="24"/>
        </w:rPr>
        <w:t xml:space="preserve">Acil durumlarda ve yaralanmalarda </w:t>
      </w:r>
      <w:r>
        <w:rPr>
          <w:rFonts w:cstheme="minorHAnsi"/>
          <w:sz w:val="24"/>
        </w:rPr>
        <w:t xml:space="preserve"> </w:t>
      </w:r>
      <w:r w:rsidRPr="000347FA">
        <w:rPr>
          <w:rFonts w:cstheme="minorHAnsi"/>
          <w:b/>
          <w:sz w:val="24"/>
        </w:rPr>
        <w:t xml:space="preserve">............ </w:t>
      </w:r>
      <w:r w:rsidRPr="000347FA">
        <w:rPr>
          <w:rFonts w:cstheme="minorHAnsi"/>
          <w:sz w:val="24"/>
        </w:rPr>
        <w:t>aranmalıdır.</w:t>
      </w:r>
    </w:p>
    <w:p w:rsidR="000347FA" w:rsidRPr="000347FA" w:rsidRDefault="000347FA" w:rsidP="00A86837">
      <w:pPr>
        <w:pStyle w:val="AralkYok"/>
        <w:spacing w:line="360" w:lineRule="auto"/>
        <w:ind w:left="284"/>
        <w:rPr>
          <w:rFonts w:cstheme="minorHAnsi"/>
          <w:sz w:val="24"/>
        </w:rPr>
      </w:pPr>
      <w:r w:rsidRPr="000347FA">
        <w:rPr>
          <w:rFonts w:cstheme="minorHAnsi"/>
          <w:b/>
          <w:sz w:val="24"/>
        </w:rPr>
        <w:t>7)</w:t>
      </w:r>
      <w:r>
        <w:rPr>
          <w:rFonts w:cstheme="minorHAnsi"/>
          <w:sz w:val="24"/>
        </w:rPr>
        <w:t xml:space="preserve"> </w:t>
      </w:r>
      <w:r w:rsidRPr="000347FA">
        <w:rPr>
          <w:rFonts w:cstheme="minorHAnsi"/>
          <w:sz w:val="24"/>
        </w:rPr>
        <w:t xml:space="preserve">Toplu taşıma araçlarına </w:t>
      </w:r>
      <w:r w:rsidRPr="000347FA">
        <w:rPr>
          <w:rFonts w:cstheme="minorHAnsi"/>
          <w:b/>
          <w:sz w:val="24"/>
        </w:rPr>
        <w:t>………</w:t>
      </w:r>
      <w:r>
        <w:rPr>
          <w:rFonts w:cstheme="minorHAnsi"/>
          <w:b/>
          <w:sz w:val="24"/>
        </w:rPr>
        <w:t>…..</w:t>
      </w:r>
      <w:r w:rsidRPr="000347FA">
        <w:rPr>
          <w:rFonts w:cstheme="minorHAnsi"/>
          <w:b/>
          <w:sz w:val="24"/>
        </w:rPr>
        <w:t>…</w:t>
      </w:r>
      <w:r w:rsidRPr="000347FA">
        <w:rPr>
          <w:rFonts w:cstheme="minorHAnsi"/>
          <w:sz w:val="24"/>
        </w:rPr>
        <w:t xml:space="preserve"> ile binilmelidir.</w:t>
      </w:r>
    </w:p>
    <w:p w:rsidR="000347FA" w:rsidRPr="000347FA" w:rsidRDefault="000347FA" w:rsidP="00A86837">
      <w:pPr>
        <w:pStyle w:val="AralkYok"/>
        <w:spacing w:line="360" w:lineRule="auto"/>
        <w:rPr>
          <w:rFonts w:cstheme="minorHAnsi"/>
          <w:sz w:val="24"/>
        </w:rPr>
      </w:pPr>
      <w:r w:rsidRPr="000347FA">
        <w:rPr>
          <w:rFonts w:cstheme="minorHAnsi"/>
          <w:b/>
          <w:sz w:val="24"/>
        </w:rPr>
        <w:t>8)</w:t>
      </w:r>
      <w:r>
        <w:rPr>
          <w:rFonts w:cstheme="minorHAnsi"/>
          <w:sz w:val="24"/>
        </w:rPr>
        <w:t xml:space="preserve"> </w:t>
      </w:r>
      <w:r w:rsidRPr="000347FA">
        <w:rPr>
          <w:rFonts w:cstheme="minorHAnsi"/>
          <w:sz w:val="24"/>
        </w:rPr>
        <w:t xml:space="preserve">Toplu taşıma araçlarında yolculuk yaparken sürücüyle konuşulmamalı ve  sürücü  </w:t>
      </w:r>
      <w:r w:rsidRPr="000347FA">
        <w:rPr>
          <w:rFonts w:cstheme="minorHAnsi"/>
          <w:b/>
          <w:sz w:val="24"/>
        </w:rPr>
        <w:t>………………</w:t>
      </w:r>
      <w:r>
        <w:rPr>
          <w:rFonts w:cstheme="minorHAnsi"/>
          <w:b/>
          <w:sz w:val="24"/>
        </w:rPr>
        <w:t>…..</w:t>
      </w:r>
      <w:r w:rsidRPr="000347FA">
        <w:rPr>
          <w:rFonts w:cstheme="minorHAnsi"/>
          <w:b/>
          <w:sz w:val="24"/>
        </w:rPr>
        <w:t xml:space="preserve">. </w:t>
      </w:r>
      <w:r w:rsidRPr="000347FA">
        <w:rPr>
          <w:rFonts w:cstheme="minorHAnsi"/>
          <w:sz w:val="24"/>
        </w:rPr>
        <w:t xml:space="preserve"> edilmemelidir.</w:t>
      </w:r>
    </w:p>
    <w:p w:rsidR="000347FA" w:rsidRPr="000347FA" w:rsidRDefault="000347FA" w:rsidP="00A86837">
      <w:pPr>
        <w:pStyle w:val="AralkYok"/>
        <w:spacing w:line="360" w:lineRule="auto"/>
        <w:rPr>
          <w:rFonts w:cstheme="minorHAnsi"/>
          <w:sz w:val="24"/>
        </w:rPr>
      </w:pPr>
      <w:r w:rsidRPr="000347FA">
        <w:rPr>
          <w:rFonts w:cstheme="minorHAnsi"/>
          <w:b/>
          <w:sz w:val="24"/>
        </w:rPr>
        <w:t>9)</w:t>
      </w:r>
      <w:r>
        <w:rPr>
          <w:rFonts w:cstheme="minorHAnsi"/>
          <w:sz w:val="24"/>
        </w:rPr>
        <w:t xml:space="preserve"> </w:t>
      </w:r>
      <w:r w:rsidR="00B27E11" w:rsidRPr="00B27E11">
        <w:rPr>
          <w:rFonts w:cstheme="minorHAnsi"/>
          <w:sz w:val="24"/>
        </w:rPr>
        <w:t xml:space="preserve">Gemileri kullanan ve idare eden kişiye </w:t>
      </w:r>
      <w:r w:rsidR="00B27E11" w:rsidRPr="00B27E11">
        <w:rPr>
          <w:rFonts w:cstheme="minorHAnsi"/>
          <w:b/>
          <w:sz w:val="24"/>
        </w:rPr>
        <w:t xml:space="preserve">……………… </w:t>
      </w:r>
      <w:r w:rsidR="00B27E11" w:rsidRPr="00B27E11">
        <w:rPr>
          <w:rFonts w:cstheme="minorHAnsi"/>
          <w:sz w:val="24"/>
        </w:rPr>
        <w:t>denir.</w:t>
      </w:r>
    </w:p>
    <w:p w:rsidR="00CE421C" w:rsidRPr="000347FA" w:rsidRDefault="000347FA" w:rsidP="00A86837">
      <w:pPr>
        <w:pStyle w:val="AralkYok"/>
        <w:spacing w:line="360" w:lineRule="auto"/>
        <w:rPr>
          <w:rFonts w:cstheme="minorHAnsi"/>
          <w:sz w:val="24"/>
        </w:rPr>
      </w:pPr>
      <w:r w:rsidRPr="000347FA">
        <w:rPr>
          <w:rFonts w:cstheme="minorHAnsi"/>
          <w:b/>
          <w:sz w:val="24"/>
        </w:rPr>
        <w:t>10)</w:t>
      </w:r>
      <w:r>
        <w:rPr>
          <w:rFonts w:cstheme="minorHAnsi"/>
          <w:sz w:val="24"/>
        </w:rPr>
        <w:t xml:space="preserve"> </w:t>
      </w:r>
      <w:r w:rsidRPr="000347FA">
        <w:rPr>
          <w:rFonts w:cstheme="minorHAnsi"/>
          <w:sz w:val="24"/>
        </w:rPr>
        <w:t xml:space="preserve">Morarma ve şişmeyi önleyebilmek için yaralanmış bölgeye </w:t>
      </w:r>
      <w:r w:rsidRPr="000347FA">
        <w:rPr>
          <w:rFonts w:cstheme="minorHAnsi"/>
          <w:b/>
          <w:sz w:val="24"/>
        </w:rPr>
        <w:t>…………</w:t>
      </w:r>
      <w:r>
        <w:rPr>
          <w:rFonts w:cstheme="minorHAnsi"/>
          <w:b/>
          <w:sz w:val="24"/>
        </w:rPr>
        <w:t>…….</w:t>
      </w:r>
      <w:r w:rsidRPr="000347FA">
        <w:rPr>
          <w:rFonts w:cstheme="minorHAnsi"/>
          <w:b/>
          <w:sz w:val="24"/>
        </w:rPr>
        <w:t>…</w:t>
      </w:r>
      <w:r w:rsidRPr="000347FA">
        <w:rPr>
          <w:rFonts w:cstheme="minorHAnsi"/>
          <w:sz w:val="24"/>
        </w:rPr>
        <w:t xml:space="preserve"> uygulama yapılmalıdır.</w:t>
      </w:r>
    </w:p>
    <w:p w:rsidR="00C80109" w:rsidRDefault="00C80109" w:rsidP="00D939A8">
      <w:pPr>
        <w:pStyle w:val="AralkYok"/>
        <w:spacing w:line="276" w:lineRule="auto"/>
        <w:jc w:val="center"/>
        <w:rPr>
          <w:rFonts w:cstheme="minorHAnsi"/>
          <w:b/>
          <w:sz w:val="24"/>
        </w:rPr>
      </w:pPr>
    </w:p>
    <w:p w:rsidR="000030E1" w:rsidRPr="00710A57" w:rsidRDefault="000030E1" w:rsidP="00D939A8">
      <w:pPr>
        <w:pStyle w:val="AralkYok"/>
        <w:spacing w:line="276" w:lineRule="auto"/>
        <w:jc w:val="center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t>C) Aşağıdaki çoktan seçmeli soruları cevaplayın</w:t>
      </w:r>
      <w:r w:rsidR="00710A57">
        <w:rPr>
          <w:rFonts w:cstheme="minorHAnsi"/>
          <w:b/>
          <w:sz w:val="24"/>
        </w:rPr>
        <w:t>ız</w:t>
      </w:r>
      <w:r w:rsidRPr="00710A57">
        <w:rPr>
          <w:rFonts w:cstheme="minorHAnsi"/>
          <w:b/>
          <w:sz w:val="24"/>
        </w:rPr>
        <w:t>. (Her Soru 5 PUAN)</w:t>
      </w:r>
    </w:p>
    <w:p w:rsidR="000030E1" w:rsidRDefault="00330C22" w:rsidP="00D939A8">
      <w:pPr>
        <w:pStyle w:val="AralkYok"/>
        <w:spacing w:line="276" w:lineRule="auto"/>
        <w:rPr>
          <w:rFonts w:cstheme="minorHAnsi"/>
          <w:b/>
          <w:sz w:val="24"/>
        </w:rPr>
      </w:pPr>
      <w:r w:rsidRPr="00330C22">
        <w:rPr>
          <w:rFonts w:ascii="Comic Sans MS" w:eastAsia="Times New Roman" w:hAnsi="Comic Sans MS" w:cs="Tahoma"/>
          <w:b/>
          <w:noProof/>
          <w:color w:val="00000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93629</wp:posOffset>
            </wp:positionV>
            <wp:extent cx="563880" cy="536575"/>
            <wp:effectExtent l="0" t="0" r="762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640A">
        <w:rPr>
          <w:rFonts w:ascii="Comic Sans MS" w:eastAsia="Times New Roman" w:hAnsi="Comic Sans MS" w:cs="Tahoma"/>
          <w:b/>
          <w:noProof/>
          <w:color w:val="000000"/>
        </w:rPr>
        <w:pict>
          <v:shape id="Metin Kutusu 3" o:spid="_x0000_s1027" type="#_x0000_t202" style="position:absolute;margin-left:53.5pt;margin-top:15.95pt;width:206.8pt;height:39.8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" fillcolor="white [3212]" strokecolor="white [3212]" strokeweight=".5pt">
            <v:textbox>
              <w:txbxContent>
                <w:p w:rsidR="00330C22" w:rsidRPr="00330C22" w:rsidRDefault="00330C22">
                  <w:pPr>
                    <w:rPr>
                      <w:rFonts w:asciiTheme="minorHAnsi" w:eastAsiaTheme="minorEastAsia" w:hAnsiTheme="minorHAnsi" w:cstheme="minorHAnsi"/>
                      <w:b/>
                      <w:szCs w:val="22"/>
                    </w:rPr>
                  </w:pPr>
                  <w:r>
                    <w:rPr>
                      <w:rFonts w:asciiTheme="minorHAnsi" w:eastAsiaTheme="minorEastAsia" w:hAnsiTheme="minorHAnsi" w:cstheme="minorHAnsi"/>
                      <w:b/>
                      <w:szCs w:val="22"/>
                    </w:rPr>
                    <w:t xml:space="preserve">1) </w:t>
                  </w:r>
                  <w:r w:rsidRPr="00330C22">
                    <w:rPr>
                      <w:rFonts w:asciiTheme="minorHAnsi" w:eastAsiaTheme="minorEastAsia" w:hAnsiTheme="minorHAnsi" w:cstheme="minorHAnsi"/>
                      <w:b/>
                      <w:szCs w:val="22"/>
                    </w:rPr>
                    <w:t xml:space="preserve">Yandaki trafik işaret levhasının anlamı nedir?  </w:t>
                  </w:r>
                </w:p>
              </w:txbxContent>
            </v:textbox>
          </v:shape>
        </w:pict>
      </w:r>
    </w:p>
    <w:p w:rsidR="00330C22" w:rsidRDefault="00330C22" w:rsidP="00D939A8">
      <w:pPr>
        <w:pStyle w:val="AralkYok"/>
        <w:spacing w:line="276" w:lineRule="auto"/>
        <w:rPr>
          <w:rFonts w:cstheme="minorHAnsi"/>
          <w:b/>
          <w:sz w:val="24"/>
        </w:rPr>
      </w:pPr>
    </w:p>
    <w:p w:rsidR="00330C22" w:rsidRDefault="00330C22" w:rsidP="00D939A8">
      <w:pPr>
        <w:pStyle w:val="AralkYok"/>
        <w:spacing w:line="276" w:lineRule="auto"/>
        <w:rPr>
          <w:rFonts w:cstheme="minorHAnsi"/>
          <w:b/>
          <w:sz w:val="24"/>
        </w:rPr>
      </w:pPr>
    </w:p>
    <w:p w:rsidR="00330C22" w:rsidRPr="00330C22" w:rsidRDefault="00330C22" w:rsidP="00D939A8">
      <w:pPr>
        <w:pStyle w:val="AralkYok"/>
        <w:spacing w:line="276" w:lineRule="auto"/>
        <w:rPr>
          <w:rFonts w:cstheme="minorHAnsi"/>
          <w:b/>
          <w:sz w:val="10"/>
        </w:rPr>
      </w:pPr>
    </w:p>
    <w:p w:rsidR="00330C22" w:rsidRDefault="00330C22" w:rsidP="00D939A8">
      <w:pPr>
        <w:pStyle w:val="AralkYok"/>
        <w:spacing w:line="276" w:lineRule="auto"/>
        <w:rPr>
          <w:rFonts w:cstheme="minorHAnsi"/>
          <w:sz w:val="24"/>
        </w:rPr>
      </w:pPr>
      <w:r w:rsidRPr="00330C22">
        <w:rPr>
          <w:rFonts w:cstheme="minorHAnsi"/>
          <w:b/>
          <w:sz w:val="24"/>
        </w:rPr>
        <w:t>A)</w:t>
      </w:r>
      <w:r w:rsidRPr="00330C22">
        <w:rPr>
          <w:rFonts w:cstheme="minorHAnsi"/>
          <w:sz w:val="24"/>
        </w:rPr>
        <w:t xml:space="preserve"> Yaya giremez    </w:t>
      </w:r>
      <w:r>
        <w:rPr>
          <w:rFonts w:cstheme="minorHAnsi"/>
          <w:sz w:val="24"/>
        </w:rPr>
        <w:t xml:space="preserve">               </w:t>
      </w:r>
      <w:r w:rsidRPr="00330C22">
        <w:rPr>
          <w:rFonts w:cstheme="minorHAnsi"/>
          <w:b/>
          <w:sz w:val="24"/>
        </w:rPr>
        <w:t>B)</w:t>
      </w:r>
      <w:r w:rsidRPr="00330C22">
        <w:rPr>
          <w:rFonts w:cstheme="minorHAnsi"/>
          <w:sz w:val="24"/>
        </w:rPr>
        <w:t xml:space="preserve"> Yaya geçidi    </w:t>
      </w:r>
    </w:p>
    <w:p w:rsidR="00330C22" w:rsidRPr="00330C22" w:rsidRDefault="00330C22" w:rsidP="00D939A8">
      <w:pPr>
        <w:pStyle w:val="AralkYok"/>
        <w:spacing w:line="276" w:lineRule="auto"/>
        <w:rPr>
          <w:rFonts w:cstheme="minorHAnsi"/>
          <w:sz w:val="24"/>
        </w:rPr>
      </w:pPr>
      <w:r w:rsidRPr="00330C22">
        <w:rPr>
          <w:rFonts w:cstheme="minorHAnsi"/>
          <w:b/>
          <w:sz w:val="24"/>
        </w:rPr>
        <w:t>C)</w:t>
      </w:r>
      <w:r>
        <w:rPr>
          <w:rFonts w:cstheme="minorHAnsi"/>
          <w:sz w:val="24"/>
        </w:rPr>
        <w:t xml:space="preserve"> Okul geçidi                       </w:t>
      </w:r>
      <w:r w:rsidRPr="00330C22">
        <w:rPr>
          <w:rFonts w:cstheme="minorHAnsi"/>
          <w:b/>
          <w:sz w:val="24"/>
        </w:rPr>
        <w:t>D)</w:t>
      </w:r>
      <w:r w:rsidRPr="00330C22">
        <w:rPr>
          <w:rFonts w:cstheme="minorHAnsi"/>
          <w:sz w:val="24"/>
        </w:rPr>
        <w:t xml:space="preserve"> Mecburi yaya yolu</w:t>
      </w:r>
    </w:p>
    <w:p w:rsidR="00330C22" w:rsidRDefault="00710A57" w:rsidP="00330C22">
      <w:pPr>
        <w:pStyle w:val="AralkYok"/>
        <w:spacing w:line="276" w:lineRule="auto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lastRenderedPageBreak/>
        <w:t xml:space="preserve">2) </w:t>
      </w:r>
      <w:r w:rsidR="00330C22" w:rsidRPr="00330C22">
        <w:rPr>
          <w:rFonts w:cstheme="minorHAnsi"/>
          <w:b/>
          <w:sz w:val="24"/>
        </w:rPr>
        <w:t xml:space="preserve">Aşağıdakilerden hangisi güvenli geçiş yerlerinden birisi </w:t>
      </w:r>
      <w:r w:rsidR="00330C22" w:rsidRPr="00330C22">
        <w:rPr>
          <w:rFonts w:cstheme="minorHAnsi"/>
          <w:b/>
          <w:sz w:val="24"/>
          <w:u w:val="single"/>
        </w:rPr>
        <w:t>değildir</w:t>
      </w:r>
      <w:r w:rsidR="00330C22" w:rsidRPr="00330C22">
        <w:rPr>
          <w:rFonts w:cstheme="minorHAnsi"/>
          <w:b/>
          <w:sz w:val="24"/>
        </w:rPr>
        <w:t xml:space="preserve"> ?</w:t>
      </w:r>
    </w:p>
    <w:p w:rsidR="00330C22" w:rsidRPr="00330C22" w:rsidRDefault="00330C22" w:rsidP="00330C22">
      <w:pPr>
        <w:pStyle w:val="AralkYok"/>
        <w:spacing w:line="276" w:lineRule="auto"/>
        <w:rPr>
          <w:rFonts w:cstheme="minorHAnsi"/>
          <w:b/>
          <w:sz w:val="6"/>
        </w:rPr>
      </w:pPr>
    </w:p>
    <w:p w:rsidR="00330C22" w:rsidRPr="00330C22" w:rsidRDefault="00330C22" w:rsidP="00330C22">
      <w:pPr>
        <w:pStyle w:val="AralkYok"/>
        <w:spacing w:line="276" w:lineRule="auto"/>
        <w:rPr>
          <w:rFonts w:cstheme="minorHAnsi"/>
          <w:sz w:val="24"/>
        </w:rPr>
      </w:pPr>
      <w:r w:rsidRPr="00330C22">
        <w:rPr>
          <w:rFonts w:cstheme="minorHAnsi"/>
          <w:b/>
          <w:sz w:val="24"/>
        </w:rPr>
        <w:t>A)</w:t>
      </w:r>
      <w:r w:rsidRPr="00330C22">
        <w:rPr>
          <w:rFonts w:cstheme="minorHAnsi"/>
          <w:sz w:val="24"/>
        </w:rPr>
        <w:t xml:space="preserve"> Alt geçit            </w:t>
      </w:r>
      <w:r>
        <w:rPr>
          <w:rFonts w:cstheme="minorHAnsi"/>
          <w:sz w:val="24"/>
        </w:rPr>
        <w:t xml:space="preserve">            </w:t>
      </w:r>
      <w:r w:rsidRPr="00330C22">
        <w:rPr>
          <w:rFonts w:cstheme="minorHAnsi"/>
          <w:b/>
          <w:sz w:val="24"/>
        </w:rPr>
        <w:t>B)</w:t>
      </w:r>
      <w:r w:rsidRPr="00330C22">
        <w:rPr>
          <w:rFonts w:cstheme="minorHAnsi"/>
          <w:sz w:val="24"/>
        </w:rPr>
        <w:t xml:space="preserve"> Üst geçit        </w:t>
      </w:r>
    </w:p>
    <w:p w:rsidR="00A066E8" w:rsidRPr="00330C22" w:rsidRDefault="00330C22" w:rsidP="00330C22">
      <w:pPr>
        <w:pStyle w:val="AralkYok"/>
        <w:spacing w:line="276" w:lineRule="auto"/>
        <w:rPr>
          <w:rFonts w:cstheme="minorHAnsi"/>
          <w:sz w:val="24"/>
        </w:rPr>
      </w:pPr>
      <w:r w:rsidRPr="00330C22">
        <w:rPr>
          <w:rFonts w:cstheme="minorHAnsi"/>
          <w:b/>
          <w:sz w:val="24"/>
        </w:rPr>
        <w:t>C)</w:t>
      </w:r>
      <w:r>
        <w:rPr>
          <w:rFonts w:cstheme="minorHAnsi"/>
          <w:sz w:val="24"/>
        </w:rPr>
        <w:t xml:space="preserve"> Okul geçidi                   </w:t>
      </w:r>
      <w:r w:rsidRPr="00330C22">
        <w:rPr>
          <w:rFonts w:cstheme="minorHAnsi"/>
          <w:b/>
          <w:sz w:val="24"/>
        </w:rPr>
        <w:t>D)</w:t>
      </w:r>
      <w:r w:rsidRPr="00330C22">
        <w:rPr>
          <w:rFonts w:cstheme="minorHAnsi"/>
          <w:sz w:val="24"/>
        </w:rPr>
        <w:t xml:space="preserve"> Hemzemin geçit</w:t>
      </w:r>
    </w:p>
    <w:p w:rsidR="00710A57" w:rsidRDefault="00710A57" w:rsidP="00D939A8">
      <w:pPr>
        <w:pStyle w:val="AralkYok"/>
        <w:spacing w:line="276" w:lineRule="auto"/>
        <w:rPr>
          <w:rFonts w:cstheme="minorHAnsi"/>
          <w:sz w:val="24"/>
        </w:rPr>
      </w:pPr>
    </w:p>
    <w:p w:rsidR="00D939A8" w:rsidRDefault="00D939A8" w:rsidP="00D939A8">
      <w:pPr>
        <w:pStyle w:val="AralkYok"/>
        <w:spacing w:line="276" w:lineRule="auto"/>
        <w:rPr>
          <w:rFonts w:cstheme="minorHAnsi"/>
          <w:sz w:val="24"/>
        </w:rPr>
      </w:pPr>
    </w:p>
    <w:p w:rsidR="00B27E11" w:rsidRPr="00B27E11" w:rsidRDefault="00710A57" w:rsidP="00B27E11">
      <w:pPr>
        <w:pStyle w:val="AralkYok"/>
        <w:spacing w:line="276" w:lineRule="auto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t xml:space="preserve">3) </w:t>
      </w:r>
      <w:r w:rsidR="00B27E11" w:rsidRPr="00B27E11">
        <w:rPr>
          <w:rFonts w:cstheme="minorHAnsi"/>
          <w:b/>
          <w:sz w:val="24"/>
        </w:rPr>
        <w:t xml:space="preserve">Aşağıdaki kurumlardan hangisinin trafik güvenliği ile görevi </w:t>
      </w:r>
      <w:r w:rsidR="00B27E11" w:rsidRPr="00C80109">
        <w:rPr>
          <w:rFonts w:cstheme="minorHAnsi"/>
          <w:b/>
          <w:sz w:val="24"/>
          <w:u w:val="single"/>
        </w:rPr>
        <w:t>yoktur</w:t>
      </w:r>
      <w:r w:rsidR="00B27E11" w:rsidRPr="00B27E11">
        <w:rPr>
          <w:rFonts w:cstheme="minorHAnsi"/>
          <w:b/>
          <w:sz w:val="24"/>
        </w:rPr>
        <w:t>?</w:t>
      </w:r>
    </w:p>
    <w:p w:rsidR="00B27E11" w:rsidRPr="00B27E11" w:rsidRDefault="00B27E11" w:rsidP="00B27E11">
      <w:pPr>
        <w:pStyle w:val="AralkYok"/>
        <w:spacing w:line="276" w:lineRule="auto"/>
        <w:rPr>
          <w:rFonts w:cstheme="minorHAnsi"/>
          <w:b/>
          <w:sz w:val="24"/>
        </w:rPr>
      </w:pPr>
      <w:r w:rsidRPr="00B27E11">
        <w:rPr>
          <w:rFonts w:cstheme="minorHAnsi"/>
          <w:b/>
          <w:sz w:val="24"/>
        </w:rPr>
        <w:t xml:space="preserve">A) </w:t>
      </w:r>
      <w:r w:rsidRPr="00C80109">
        <w:rPr>
          <w:rFonts w:cstheme="minorHAnsi"/>
          <w:sz w:val="24"/>
        </w:rPr>
        <w:t>Milli Eğitim Bakanlığı</w:t>
      </w:r>
    </w:p>
    <w:p w:rsidR="00B27E11" w:rsidRPr="00B27E11" w:rsidRDefault="00B27E11" w:rsidP="00B27E11">
      <w:pPr>
        <w:pStyle w:val="AralkYok"/>
        <w:spacing w:line="276" w:lineRule="auto"/>
        <w:rPr>
          <w:rFonts w:cstheme="minorHAnsi"/>
          <w:b/>
          <w:sz w:val="24"/>
        </w:rPr>
      </w:pPr>
      <w:r w:rsidRPr="00B27E11">
        <w:rPr>
          <w:rFonts w:cstheme="minorHAnsi"/>
          <w:b/>
          <w:sz w:val="24"/>
        </w:rPr>
        <w:t xml:space="preserve">B) </w:t>
      </w:r>
      <w:r w:rsidR="00C80109">
        <w:rPr>
          <w:rFonts w:cstheme="minorHAnsi"/>
          <w:sz w:val="24"/>
        </w:rPr>
        <w:t>Dış İlişkiler</w:t>
      </w:r>
      <w:r w:rsidRPr="00C80109">
        <w:rPr>
          <w:rFonts w:cstheme="minorHAnsi"/>
          <w:sz w:val="24"/>
        </w:rPr>
        <w:t xml:space="preserve"> Bakanlığı</w:t>
      </w:r>
    </w:p>
    <w:p w:rsidR="00B27E11" w:rsidRPr="00B27E11" w:rsidRDefault="00B27E11" w:rsidP="00B27E11">
      <w:pPr>
        <w:pStyle w:val="AralkYok"/>
        <w:spacing w:line="276" w:lineRule="auto"/>
        <w:rPr>
          <w:rFonts w:cstheme="minorHAnsi"/>
          <w:b/>
          <w:sz w:val="24"/>
        </w:rPr>
      </w:pPr>
      <w:r w:rsidRPr="00B27E11">
        <w:rPr>
          <w:rFonts w:cstheme="minorHAnsi"/>
          <w:b/>
          <w:sz w:val="24"/>
        </w:rPr>
        <w:t xml:space="preserve">C) </w:t>
      </w:r>
      <w:r w:rsidRPr="00C80109">
        <w:rPr>
          <w:rFonts w:cstheme="minorHAnsi"/>
          <w:sz w:val="24"/>
        </w:rPr>
        <w:t>Emniyet Genel Müdürlüğü</w:t>
      </w:r>
    </w:p>
    <w:p w:rsidR="00330C22" w:rsidRDefault="0023640A" w:rsidP="00B27E11">
      <w:pPr>
        <w:pStyle w:val="AralkYok"/>
        <w:spacing w:line="276" w:lineRule="auto"/>
        <w:rPr>
          <w:rFonts w:cstheme="minorHAnsi"/>
          <w:b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68.9pt;margin-top:4.9pt;width:50.55pt;height:58.2pt;z-index:251677696" stroked="t" strokecolor="red">
            <v:imagedata r:id="rId10" o:title="Screenshot_3" cropleft="16118f" cropright="14674f"/>
            <w10:wrap type="square"/>
          </v:shape>
        </w:pict>
      </w:r>
      <w:r w:rsidR="00B27E11" w:rsidRPr="00B27E11">
        <w:rPr>
          <w:rFonts w:cstheme="minorHAnsi"/>
          <w:b/>
          <w:sz w:val="24"/>
        </w:rPr>
        <w:t xml:space="preserve">D) </w:t>
      </w:r>
      <w:r w:rsidR="00C80109" w:rsidRPr="00C80109">
        <w:rPr>
          <w:rFonts w:cstheme="minorHAnsi"/>
          <w:sz w:val="24"/>
        </w:rPr>
        <w:t>Sağlık Bakanlığı</w:t>
      </w:r>
    </w:p>
    <w:p w:rsidR="00330C22" w:rsidRPr="00330C22" w:rsidRDefault="00330C22" w:rsidP="00330C22">
      <w:pPr>
        <w:pStyle w:val="AralkYok"/>
        <w:spacing w:line="276" w:lineRule="auto"/>
        <w:rPr>
          <w:rFonts w:cstheme="minorHAnsi"/>
          <w:b/>
          <w:sz w:val="6"/>
        </w:rPr>
      </w:pPr>
    </w:p>
    <w:p w:rsidR="00C80109" w:rsidRDefault="00C80109" w:rsidP="00D939A8">
      <w:pPr>
        <w:pStyle w:val="AralkYok"/>
        <w:spacing w:line="276" w:lineRule="auto"/>
        <w:rPr>
          <w:rFonts w:cstheme="minorHAnsi"/>
          <w:sz w:val="24"/>
        </w:rPr>
      </w:pPr>
    </w:p>
    <w:p w:rsidR="00D939A8" w:rsidRPr="00710A57" w:rsidRDefault="00D939A8" w:rsidP="00D939A8">
      <w:pPr>
        <w:pStyle w:val="AralkYok"/>
        <w:spacing w:line="276" w:lineRule="auto"/>
        <w:rPr>
          <w:rFonts w:cstheme="minorHAnsi"/>
          <w:sz w:val="24"/>
        </w:rPr>
      </w:pPr>
    </w:p>
    <w:p w:rsidR="00330C22" w:rsidRDefault="00710A57" w:rsidP="00330C22">
      <w:pPr>
        <w:pStyle w:val="AralkYok"/>
        <w:spacing w:line="276" w:lineRule="auto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t xml:space="preserve">4) </w:t>
      </w:r>
      <w:r w:rsidR="00330C22" w:rsidRPr="00330C22">
        <w:rPr>
          <w:rFonts w:cstheme="minorHAnsi"/>
          <w:b/>
          <w:sz w:val="24"/>
        </w:rPr>
        <w:t>Yaralıların yaşamını kurtarmak, doktora gidinceye kadar durumlarının kötüleşmesini önlemek için eldeki imkânlarla olay yerinde yapılan uygulamaya ne denir?</w:t>
      </w:r>
    </w:p>
    <w:p w:rsidR="00330C22" w:rsidRPr="00330C22" w:rsidRDefault="00330C22" w:rsidP="00330C22">
      <w:pPr>
        <w:pStyle w:val="AralkYok"/>
        <w:spacing w:line="276" w:lineRule="auto"/>
        <w:rPr>
          <w:rFonts w:cstheme="minorHAnsi"/>
          <w:b/>
          <w:sz w:val="6"/>
        </w:rPr>
      </w:pPr>
    </w:p>
    <w:p w:rsidR="00A066E8" w:rsidRPr="00710A57" w:rsidRDefault="00330C22" w:rsidP="00330C22">
      <w:pPr>
        <w:pStyle w:val="AralkYok"/>
        <w:spacing w:line="276" w:lineRule="auto"/>
        <w:rPr>
          <w:rFonts w:cstheme="minorHAnsi"/>
          <w:sz w:val="24"/>
        </w:rPr>
      </w:pPr>
      <w:r w:rsidRPr="00330C22">
        <w:rPr>
          <w:rFonts w:cstheme="minorHAnsi"/>
          <w:b/>
          <w:sz w:val="24"/>
        </w:rPr>
        <w:t xml:space="preserve">A) </w:t>
      </w:r>
      <w:r w:rsidRPr="00330C22">
        <w:rPr>
          <w:rFonts w:cstheme="minorHAnsi"/>
          <w:sz w:val="24"/>
        </w:rPr>
        <w:t xml:space="preserve">Tanı  </w:t>
      </w:r>
      <w:r w:rsidRPr="00330C22">
        <w:rPr>
          <w:rFonts w:cstheme="minorHAnsi"/>
          <w:b/>
          <w:sz w:val="24"/>
        </w:rPr>
        <w:t xml:space="preserve">      B) </w:t>
      </w:r>
      <w:r w:rsidRPr="00330C22">
        <w:rPr>
          <w:rFonts w:cstheme="minorHAnsi"/>
          <w:sz w:val="24"/>
        </w:rPr>
        <w:t xml:space="preserve">Tedavi </w:t>
      </w:r>
      <w:r w:rsidRPr="00330C22">
        <w:rPr>
          <w:rFonts w:cstheme="minorHAnsi"/>
          <w:b/>
          <w:sz w:val="24"/>
        </w:rPr>
        <w:t xml:space="preserve"> </w:t>
      </w:r>
      <w:r>
        <w:rPr>
          <w:rFonts w:cstheme="minorHAnsi"/>
          <w:b/>
          <w:sz w:val="24"/>
        </w:rPr>
        <w:t xml:space="preserve">   </w:t>
      </w:r>
      <w:r w:rsidRPr="00330C22">
        <w:rPr>
          <w:rFonts w:cstheme="minorHAnsi"/>
          <w:b/>
          <w:sz w:val="24"/>
        </w:rPr>
        <w:t xml:space="preserve">   C) </w:t>
      </w:r>
      <w:r w:rsidRPr="00330C22">
        <w:rPr>
          <w:rFonts w:cstheme="minorHAnsi"/>
          <w:sz w:val="24"/>
        </w:rPr>
        <w:t xml:space="preserve">Taşım </w:t>
      </w:r>
      <w:r w:rsidRPr="00330C22">
        <w:rPr>
          <w:rFonts w:cstheme="minorHAnsi"/>
          <w:b/>
          <w:sz w:val="24"/>
        </w:rPr>
        <w:t xml:space="preserve">      D) </w:t>
      </w:r>
      <w:r w:rsidRPr="00330C22">
        <w:rPr>
          <w:rFonts w:cstheme="minorHAnsi"/>
          <w:sz w:val="24"/>
        </w:rPr>
        <w:t>İlk yardım</w:t>
      </w:r>
    </w:p>
    <w:p w:rsidR="00A24737" w:rsidRDefault="00A24737" w:rsidP="00D939A8">
      <w:pPr>
        <w:pStyle w:val="AralkYok"/>
        <w:spacing w:line="276" w:lineRule="auto"/>
        <w:rPr>
          <w:rFonts w:cstheme="minorHAnsi"/>
          <w:b/>
          <w:sz w:val="18"/>
        </w:rPr>
      </w:pPr>
    </w:p>
    <w:p w:rsidR="00330C22" w:rsidRDefault="00330C22" w:rsidP="00D939A8">
      <w:pPr>
        <w:pStyle w:val="AralkYok"/>
        <w:spacing w:line="276" w:lineRule="auto"/>
        <w:rPr>
          <w:rFonts w:cstheme="minorHAnsi"/>
          <w:b/>
          <w:sz w:val="18"/>
        </w:rPr>
      </w:pPr>
    </w:p>
    <w:p w:rsidR="00330C22" w:rsidRDefault="0023640A" w:rsidP="00D939A8">
      <w:pPr>
        <w:pStyle w:val="AralkYok"/>
        <w:spacing w:line="276" w:lineRule="auto"/>
        <w:rPr>
          <w:rFonts w:cstheme="minorHAnsi"/>
          <w:b/>
          <w:sz w:val="18"/>
        </w:rPr>
      </w:pPr>
      <w:r>
        <w:rPr>
          <w:rFonts w:cstheme="minorHAnsi"/>
          <w:b/>
          <w:noProof/>
          <w:sz w:val="24"/>
        </w:rPr>
        <w:pict>
          <v:shape id="Metin Kutusu 6" o:spid="_x0000_s1029" type="#_x0000_t202" style="position:absolute;margin-left:213.15pt;margin-top:9.85pt;width:98.8pt;height:21.4pt;rotation:-90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" fillcolor="window" strokecolor="window" strokeweight=".5pt">
            <v:textbox>
              <w:txbxContent>
                <w:p w:rsidR="00A86837" w:rsidRPr="00A86837" w:rsidRDefault="00A86837" w:rsidP="00A86837">
                  <w:pPr>
                    <w:jc w:val="center"/>
                    <w:rPr>
                      <w:rFonts w:ascii="Brush Script Std" w:hAnsi="Brush Script Std"/>
                      <w:sz w:val="16"/>
                    </w:rPr>
                  </w:pPr>
                  <w:r w:rsidRPr="00A86837">
                    <w:rPr>
                      <w:rFonts w:ascii="Brush Script Std" w:hAnsi="Brush Script Std"/>
                      <w:sz w:val="16"/>
                    </w:rPr>
                    <w:t>M. Salih Ö</w:t>
                  </w:r>
                  <w:r w:rsidRPr="00A86837">
                    <w:rPr>
                      <w:rFonts w:ascii="Times New Roman" w:hAnsi="Times New Roman" w:cs="Times New Roman"/>
                      <w:sz w:val="16"/>
                    </w:rPr>
                    <w:t>ğ</w:t>
                  </w:r>
                  <w:r w:rsidRPr="00A86837">
                    <w:rPr>
                      <w:rFonts w:ascii="Brush Script Std" w:hAnsi="Brush Script Std"/>
                      <w:sz w:val="16"/>
                    </w:rPr>
                    <w:t>retmen</w:t>
                  </w:r>
                </w:p>
              </w:txbxContent>
            </v:textbox>
          </v:shape>
        </w:pict>
      </w:r>
    </w:p>
    <w:p w:rsidR="00330C22" w:rsidRDefault="0023640A" w:rsidP="00D939A8">
      <w:pPr>
        <w:pStyle w:val="AralkYok"/>
        <w:spacing w:line="276" w:lineRule="auto"/>
        <w:rPr>
          <w:rFonts w:cstheme="minorHAnsi"/>
          <w:b/>
          <w:sz w:val="18"/>
        </w:rPr>
      </w:pPr>
      <w:r>
        <w:rPr>
          <w:noProof/>
        </w:rPr>
        <w:pict>
          <v:shape id="_x0000_s1031" type="#_x0000_t75" style="position:absolute;margin-left:284.75pt;margin-top:4.55pt;width:72.65pt;height:41.35pt;z-index:251679744" stroked="t" strokecolor="red">
            <v:imagedata r:id="rId11" o:title="Screenshot_4"/>
            <w10:wrap type="square"/>
          </v:shape>
        </w:pict>
      </w:r>
    </w:p>
    <w:p w:rsidR="00330C22" w:rsidRDefault="00710A57" w:rsidP="00330C22">
      <w:pPr>
        <w:pStyle w:val="AralkYok"/>
        <w:spacing w:line="276" w:lineRule="auto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t xml:space="preserve">5) </w:t>
      </w:r>
      <w:r w:rsidR="00330C22" w:rsidRPr="00330C22">
        <w:rPr>
          <w:rFonts w:cstheme="minorHAnsi"/>
          <w:b/>
          <w:sz w:val="24"/>
        </w:rPr>
        <w:t xml:space="preserve">Aşağıdakilerden hangisinde emniyet kemeri ile ilgili bilgiler </w:t>
      </w:r>
      <w:r w:rsidR="00330C22" w:rsidRPr="00330C22">
        <w:rPr>
          <w:rFonts w:cstheme="minorHAnsi"/>
          <w:b/>
          <w:sz w:val="24"/>
          <w:u w:val="single"/>
        </w:rPr>
        <w:t>doğru</w:t>
      </w:r>
      <w:r w:rsidR="00330C22" w:rsidRPr="00330C22">
        <w:rPr>
          <w:rFonts w:cstheme="minorHAnsi"/>
          <w:b/>
          <w:sz w:val="24"/>
        </w:rPr>
        <w:t xml:space="preserve"> </w:t>
      </w:r>
      <w:r w:rsidR="00330C22" w:rsidRPr="00330C22">
        <w:rPr>
          <w:rFonts w:cstheme="minorHAnsi"/>
          <w:b/>
          <w:sz w:val="24"/>
          <w:u w:val="single"/>
        </w:rPr>
        <w:t>verilmiştir</w:t>
      </w:r>
      <w:r w:rsidR="00330C22" w:rsidRPr="00330C22">
        <w:rPr>
          <w:rFonts w:cstheme="minorHAnsi"/>
          <w:b/>
          <w:sz w:val="24"/>
        </w:rPr>
        <w:t>?</w:t>
      </w:r>
    </w:p>
    <w:p w:rsidR="00330C22" w:rsidRPr="00330C22" w:rsidRDefault="00330C22" w:rsidP="00330C22">
      <w:pPr>
        <w:pStyle w:val="AralkYok"/>
        <w:spacing w:line="276" w:lineRule="auto"/>
        <w:rPr>
          <w:rFonts w:cstheme="minorHAnsi"/>
          <w:b/>
          <w:sz w:val="6"/>
        </w:rPr>
      </w:pPr>
    </w:p>
    <w:p w:rsidR="00330C22" w:rsidRPr="00330C22" w:rsidRDefault="00330C22" w:rsidP="00330C22">
      <w:pPr>
        <w:pStyle w:val="AralkYok"/>
        <w:spacing w:line="276" w:lineRule="auto"/>
        <w:rPr>
          <w:rFonts w:cstheme="minorHAnsi"/>
          <w:sz w:val="24"/>
        </w:rPr>
      </w:pPr>
      <w:r w:rsidRPr="00330C22">
        <w:rPr>
          <w:rFonts w:cstheme="minorHAnsi"/>
          <w:b/>
          <w:sz w:val="24"/>
        </w:rPr>
        <w:t xml:space="preserve">A) </w:t>
      </w:r>
      <w:r w:rsidRPr="00330C22">
        <w:rPr>
          <w:rFonts w:cstheme="minorHAnsi"/>
          <w:sz w:val="24"/>
        </w:rPr>
        <w:t>Emniyet kemerini sadece arka koltukta oturanlar takmalıdır.</w:t>
      </w:r>
    </w:p>
    <w:p w:rsidR="00330C22" w:rsidRPr="00330C22" w:rsidRDefault="00330C22" w:rsidP="00330C22">
      <w:pPr>
        <w:pStyle w:val="AralkYok"/>
        <w:spacing w:line="276" w:lineRule="auto"/>
        <w:rPr>
          <w:rFonts w:cstheme="minorHAnsi"/>
          <w:b/>
          <w:sz w:val="24"/>
        </w:rPr>
      </w:pPr>
      <w:r w:rsidRPr="00330C22">
        <w:rPr>
          <w:rFonts w:cstheme="minorHAnsi"/>
          <w:b/>
          <w:sz w:val="24"/>
        </w:rPr>
        <w:t xml:space="preserve">B) </w:t>
      </w:r>
      <w:r w:rsidRPr="00330C22">
        <w:rPr>
          <w:rFonts w:cstheme="minorHAnsi"/>
          <w:sz w:val="24"/>
        </w:rPr>
        <w:t>Emniyet kemeri takılması zorunlu değildir.</w:t>
      </w:r>
    </w:p>
    <w:p w:rsidR="00330C22" w:rsidRPr="00330C22" w:rsidRDefault="00330C22" w:rsidP="00330C22">
      <w:pPr>
        <w:pStyle w:val="AralkYok"/>
        <w:spacing w:line="276" w:lineRule="auto"/>
        <w:rPr>
          <w:rFonts w:cstheme="minorHAnsi"/>
          <w:b/>
          <w:sz w:val="24"/>
        </w:rPr>
      </w:pPr>
      <w:r w:rsidRPr="00330C22">
        <w:rPr>
          <w:rFonts w:cstheme="minorHAnsi"/>
          <w:b/>
          <w:sz w:val="24"/>
        </w:rPr>
        <w:t xml:space="preserve">C) </w:t>
      </w:r>
      <w:r w:rsidRPr="00330C22">
        <w:rPr>
          <w:rFonts w:cstheme="minorHAnsi"/>
          <w:sz w:val="24"/>
        </w:rPr>
        <w:t>Sadece yetişkinler emniyet kemeri takmalıdır.</w:t>
      </w:r>
    </w:p>
    <w:p w:rsidR="007954F2" w:rsidRDefault="00330C22" w:rsidP="00330C22">
      <w:pPr>
        <w:pStyle w:val="AralkYok"/>
        <w:spacing w:line="276" w:lineRule="auto"/>
        <w:rPr>
          <w:rFonts w:cstheme="minorHAnsi"/>
          <w:sz w:val="24"/>
        </w:rPr>
      </w:pPr>
      <w:r w:rsidRPr="00330C22">
        <w:rPr>
          <w:rFonts w:cstheme="minorHAnsi"/>
          <w:b/>
          <w:sz w:val="24"/>
        </w:rPr>
        <w:t xml:space="preserve">D) </w:t>
      </w:r>
      <w:r w:rsidRPr="00330C22">
        <w:rPr>
          <w:rFonts w:cstheme="minorHAnsi"/>
          <w:sz w:val="24"/>
        </w:rPr>
        <w:t>Özel taşıtta bulunan herkes emniyet kemerini takmalıdır.</w:t>
      </w:r>
    </w:p>
    <w:p w:rsidR="00982265" w:rsidRPr="00330C22" w:rsidRDefault="0023640A" w:rsidP="00330C22">
      <w:pPr>
        <w:pStyle w:val="AralkYok"/>
        <w:spacing w:line="276" w:lineRule="auto"/>
        <w:rPr>
          <w:rFonts w:cstheme="minorHAnsi"/>
          <w:sz w:val="24"/>
        </w:rPr>
      </w:pPr>
      <w:r>
        <w:rPr>
          <w:noProof/>
        </w:rPr>
        <w:pict>
          <v:shape id="_x0000_s1032" type="#_x0000_t75" style="position:absolute;margin-left:268.9pt;margin-top:12.2pt;width:70.9pt;height:74.3pt;z-index:251681792">
            <v:imagedata r:id="rId12" o:title="Screenshot_5"/>
            <w10:wrap type="square"/>
          </v:shape>
        </w:pict>
      </w:r>
    </w:p>
    <w:p w:rsidR="004E1D38" w:rsidRDefault="004E1D38" w:rsidP="00D939A8">
      <w:pPr>
        <w:pStyle w:val="AralkYok"/>
        <w:spacing w:line="276" w:lineRule="auto"/>
        <w:jc w:val="center"/>
        <w:rPr>
          <w:rFonts w:cstheme="minorHAnsi"/>
          <w:sz w:val="24"/>
        </w:rPr>
      </w:pPr>
    </w:p>
    <w:p w:rsidR="00330C22" w:rsidRDefault="00710A57" w:rsidP="00330C22">
      <w:pPr>
        <w:pStyle w:val="AralkYok"/>
        <w:spacing w:line="276" w:lineRule="auto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t>6)</w:t>
      </w:r>
      <w:r w:rsidRPr="00710A57">
        <w:rPr>
          <w:rFonts w:cstheme="minorHAnsi"/>
          <w:i/>
          <w:sz w:val="24"/>
        </w:rPr>
        <w:t xml:space="preserve"> </w:t>
      </w:r>
      <w:r w:rsidR="00330C22" w:rsidRPr="00330C22">
        <w:rPr>
          <w:rFonts w:cstheme="minorHAnsi"/>
          <w:b/>
          <w:sz w:val="24"/>
        </w:rPr>
        <w:t xml:space="preserve">Aşağıdaki araçlardan hangisinin geçiş üstünlüğü </w:t>
      </w:r>
      <w:r w:rsidR="00330C22" w:rsidRPr="00330C22">
        <w:rPr>
          <w:rFonts w:cstheme="minorHAnsi"/>
          <w:b/>
          <w:sz w:val="24"/>
          <w:u w:val="single"/>
        </w:rPr>
        <w:t>yoktur</w:t>
      </w:r>
      <w:r w:rsidR="00330C22" w:rsidRPr="00330C22">
        <w:rPr>
          <w:rFonts w:cstheme="minorHAnsi"/>
          <w:b/>
          <w:sz w:val="24"/>
        </w:rPr>
        <w:t>?</w:t>
      </w:r>
    </w:p>
    <w:p w:rsidR="00330C22" w:rsidRPr="00330C22" w:rsidRDefault="00330C22" w:rsidP="00330C22">
      <w:pPr>
        <w:pStyle w:val="AralkYok"/>
        <w:spacing w:line="276" w:lineRule="auto"/>
        <w:rPr>
          <w:rFonts w:cstheme="minorHAnsi"/>
          <w:i/>
          <w:sz w:val="6"/>
        </w:rPr>
      </w:pPr>
    </w:p>
    <w:p w:rsidR="00330C22" w:rsidRDefault="00330C22" w:rsidP="00330C22">
      <w:pPr>
        <w:pStyle w:val="AralkYok"/>
        <w:spacing w:line="276" w:lineRule="auto"/>
        <w:rPr>
          <w:rFonts w:cstheme="minorHAnsi"/>
          <w:sz w:val="24"/>
        </w:rPr>
      </w:pPr>
      <w:r w:rsidRPr="00330C22">
        <w:rPr>
          <w:rFonts w:cstheme="minorHAnsi"/>
          <w:b/>
          <w:sz w:val="24"/>
        </w:rPr>
        <w:t>A)</w:t>
      </w:r>
      <w:r w:rsidRPr="00330C22">
        <w:rPr>
          <w:rFonts w:cstheme="minorHAnsi"/>
          <w:sz w:val="24"/>
        </w:rPr>
        <w:t xml:space="preserve"> Taksi             </w:t>
      </w:r>
      <w:r>
        <w:rPr>
          <w:rFonts w:cstheme="minorHAnsi"/>
          <w:sz w:val="24"/>
        </w:rPr>
        <w:t xml:space="preserve">                 </w:t>
      </w:r>
      <w:r w:rsidRPr="00330C22">
        <w:rPr>
          <w:rFonts w:cstheme="minorHAnsi"/>
          <w:b/>
          <w:sz w:val="24"/>
        </w:rPr>
        <w:t>B)</w:t>
      </w:r>
      <w:r w:rsidRPr="00330C22">
        <w:rPr>
          <w:rFonts w:cstheme="minorHAnsi"/>
          <w:sz w:val="24"/>
        </w:rPr>
        <w:t xml:space="preserve"> Ambulans               </w:t>
      </w:r>
    </w:p>
    <w:p w:rsidR="00710A57" w:rsidRDefault="00330C22" w:rsidP="00330C22">
      <w:pPr>
        <w:pStyle w:val="AralkYok"/>
        <w:spacing w:line="276" w:lineRule="auto"/>
        <w:rPr>
          <w:rFonts w:cstheme="minorHAnsi"/>
          <w:sz w:val="24"/>
        </w:rPr>
      </w:pPr>
      <w:r w:rsidRPr="00330C22">
        <w:rPr>
          <w:rFonts w:cstheme="minorHAnsi"/>
          <w:b/>
          <w:sz w:val="24"/>
        </w:rPr>
        <w:t>C)</w:t>
      </w:r>
      <w:r w:rsidRPr="00330C22">
        <w:rPr>
          <w:rFonts w:cstheme="minorHAnsi"/>
          <w:sz w:val="24"/>
        </w:rPr>
        <w:t xml:space="preserve"> İtfaiye      </w:t>
      </w:r>
      <w:r>
        <w:rPr>
          <w:rFonts w:cstheme="minorHAnsi"/>
          <w:sz w:val="24"/>
        </w:rPr>
        <w:t xml:space="preserve">                      </w:t>
      </w:r>
      <w:r w:rsidRPr="00330C22">
        <w:rPr>
          <w:rFonts w:cstheme="minorHAnsi"/>
          <w:b/>
          <w:sz w:val="24"/>
        </w:rPr>
        <w:t>D)</w:t>
      </w:r>
      <w:r w:rsidRPr="00330C22">
        <w:rPr>
          <w:rFonts w:cstheme="minorHAnsi"/>
          <w:sz w:val="24"/>
        </w:rPr>
        <w:t xml:space="preserve"> Polis aracı</w:t>
      </w:r>
    </w:p>
    <w:p w:rsidR="00982265" w:rsidRPr="00330C22" w:rsidRDefault="00982265" w:rsidP="00330C22">
      <w:pPr>
        <w:pStyle w:val="AralkYok"/>
        <w:spacing w:line="276" w:lineRule="auto"/>
        <w:rPr>
          <w:rFonts w:cstheme="minorHAnsi"/>
          <w:b/>
          <w:sz w:val="24"/>
        </w:rPr>
      </w:pPr>
    </w:p>
    <w:p w:rsidR="00D939A8" w:rsidRDefault="00D939A8" w:rsidP="00D939A8">
      <w:pPr>
        <w:pStyle w:val="AralkYok"/>
        <w:spacing w:line="276" w:lineRule="auto"/>
        <w:rPr>
          <w:rFonts w:cstheme="minorHAnsi"/>
          <w:b/>
          <w:sz w:val="24"/>
        </w:rPr>
      </w:pPr>
    </w:p>
    <w:p w:rsidR="00982265" w:rsidRPr="00982265" w:rsidRDefault="00710A57" w:rsidP="00982265">
      <w:pPr>
        <w:pStyle w:val="AralkYok"/>
        <w:spacing w:line="276" w:lineRule="auto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t xml:space="preserve">7) </w:t>
      </w:r>
      <w:r w:rsidR="00982265" w:rsidRPr="00982265">
        <w:rPr>
          <w:rFonts w:cstheme="minorHAnsi"/>
          <w:b/>
          <w:sz w:val="24"/>
        </w:rPr>
        <w:t xml:space="preserve">Kazada yaralanan biri için </w:t>
      </w:r>
      <w:r w:rsidR="00982265" w:rsidRPr="00982265">
        <w:rPr>
          <w:rFonts w:cstheme="minorHAnsi"/>
          <w:b/>
          <w:sz w:val="24"/>
          <w:u w:val="single"/>
        </w:rPr>
        <w:t>öncelikli</w:t>
      </w:r>
      <w:r w:rsidR="00982265" w:rsidRPr="00982265">
        <w:rPr>
          <w:rFonts w:cstheme="minorHAnsi"/>
          <w:b/>
          <w:sz w:val="24"/>
        </w:rPr>
        <w:t xml:space="preserve"> olarak aşağıdakilerden hangisi </w:t>
      </w:r>
      <w:r w:rsidR="00982265" w:rsidRPr="00982265">
        <w:rPr>
          <w:rFonts w:cstheme="minorHAnsi"/>
          <w:b/>
          <w:sz w:val="24"/>
          <w:u w:val="single"/>
        </w:rPr>
        <w:t>yapılmalıdır</w:t>
      </w:r>
      <w:r w:rsidR="00982265">
        <w:rPr>
          <w:rFonts w:cstheme="minorHAnsi"/>
          <w:b/>
          <w:sz w:val="24"/>
        </w:rPr>
        <w:t xml:space="preserve">? </w:t>
      </w:r>
      <w:r w:rsidR="00982265" w:rsidRPr="00982265">
        <w:rPr>
          <w:rFonts w:cstheme="minorHAnsi"/>
          <w:b/>
          <w:sz w:val="24"/>
        </w:rPr>
        <w:tab/>
      </w:r>
      <w:r w:rsidR="00982265" w:rsidRPr="00982265">
        <w:rPr>
          <w:rFonts w:cstheme="minorHAnsi"/>
          <w:b/>
          <w:sz w:val="24"/>
        </w:rPr>
        <w:tab/>
      </w:r>
    </w:p>
    <w:p w:rsidR="00982265" w:rsidRPr="00982265" w:rsidRDefault="00982265" w:rsidP="00982265">
      <w:pPr>
        <w:pStyle w:val="AralkYok"/>
        <w:spacing w:line="276" w:lineRule="auto"/>
        <w:rPr>
          <w:rFonts w:cstheme="minorHAnsi"/>
          <w:b/>
          <w:sz w:val="24"/>
        </w:rPr>
      </w:pPr>
      <w:r w:rsidRPr="00982265">
        <w:rPr>
          <w:rFonts w:cstheme="minorHAnsi"/>
          <w:b/>
          <w:sz w:val="24"/>
        </w:rPr>
        <w:t xml:space="preserve">A) </w:t>
      </w:r>
      <w:r w:rsidRPr="00982265">
        <w:rPr>
          <w:rFonts w:cstheme="minorHAnsi"/>
          <w:sz w:val="24"/>
        </w:rPr>
        <w:t>Kazazedenin ailesine haber verilmelidir.</w:t>
      </w:r>
      <w:r w:rsidRPr="00982265">
        <w:rPr>
          <w:rFonts w:cstheme="minorHAnsi"/>
          <w:sz w:val="24"/>
        </w:rPr>
        <w:tab/>
      </w:r>
      <w:r w:rsidRPr="00982265">
        <w:rPr>
          <w:rFonts w:cstheme="minorHAnsi"/>
          <w:b/>
          <w:sz w:val="24"/>
        </w:rPr>
        <w:tab/>
        <w:t xml:space="preserve">         B) </w:t>
      </w:r>
      <w:r w:rsidRPr="00982265">
        <w:rPr>
          <w:rFonts w:cstheme="minorHAnsi"/>
          <w:sz w:val="24"/>
        </w:rPr>
        <w:t>Kazazede en yakın sağlık kuruluşuna götürülmelidir.</w:t>
      </w:r>
    </w:p>
    <w:p w:rsidR="00D939A8" w:rsidRDefault="00982265" w:rsidP="00982265">
      <w:pPr>
        <w:pStyle w:val="AralkYok"/>
        <w:spacing w:line="276" w:lineRule="auto"/>
        <w:rPr>
          <w:rFonts w:cstheme="minorHAnsi"/>
          <w:sz w:val="24"/>
        </w:rPr>
      </w:pPr>
      <w:r w:rsidRPr="00982265">
        <w:rPr>
          <w:rFonts w:cstheme="minorHAnsi"/>
          <w:b/>
          <w:sz w:val="24"/>
        </w:rPr>
        <w:t xml:space="preserve">C) </w:t>
      </w:r>
      <w:r w:rsidRPr="00982265">
        <w:rPr>
          <w:rFonts w:cstheme="minorHAnsi"/>
          <w:sz w:val="24"/>
        </w:rPr>
        <w:t>112 Acil Yardım Merkezine telefon edilmelidir.</w:t>
      </w:r>
      <w:r w:rsidRPr="00982265">
        <w:rPr>
          <w:rFonts w:cstheme="minorHAnsi"/>
          <w:sz w:val="24"/>
        </w:rPr>
        <w:tab/>
      </w:r>
      <w:r w:rsidRPr="00982265">
        <w:rPr>
          <w:rFonts w:cstheme="minorHAnsi"/>
          <w:b/>
          <w:sz w:val="24"/>
        </w:rPr>
        <w:t xml:space="preserve">         D) </w:t>
      </w:r>
      <w:r w:rsidRPr="00982265">
        <w:rPr>
          <w:rFonts w:cstheme="minorHAnsi"/>
          <w:sz w:val="24"/>
        </w:rPr>
        <w:t>Trafik polisine haber verilmelidir.</w:t>
      </w:r>
    </w:p>
    <w:p w:rsidR="00982265" w:rsidRPr="00982265" w:rsidRDefault="00710A57" w:rsidP="003F13EB">
      <w:pPr>
        <w:pStyle w:val="AralkYok"/>
        <w:spacing w:line="276" w:lineRule="auto"/>
        <w:rPr>
          <w:rFonts w:cstheme="minorHAnsi"/>
          <w:b/>
          <w:sz w:val="24"/>
        </w:rPr>
      </w:pPr>
      <w:r w:rsidRPr="00710A57">
        <w:rPr>
          <w:rFonts w:cstheme="minorHAnsi"/>
          <w:b/>
          <w:sz w:val="24"/>
        </w:rPr>
        <w:lastRenderedPageBreak/>
        <w:t xml:space="preserve">8) </w:t>
      </w:r>
      <w:r w:rsidR="00982265" w:rsidRPr="00982265">
        <w:rPr>
          <w:rFonts w:cstheme="minorHAnsi"/>
          <w:b/>
          <w:sz w:val="24"/>
        </w:rPr>
        <w:t xml:space="preserve">Aşağıdakilerden hangisi </w:t>
      </w:r>
      <w:r w:rsidR="003F13EB">
        <w:rPr>
          <w:rFonts w:cstheme="minorHAnsi"/>
          <w:b/>
          <w:sz w:val="24"/>
        </w:rPr>
        <w:t>k</w:t>
      </w:r>
      <w:r w:rsidR="003F13EB" w:rsidRPr="003F13EB">
        <w:rPr>
          <w:rFonts w:cstheme="minorHAnsi"/>
          <w:b/>
          <w:sz w:val="24"/>
        </w:rPr>
        <w:t>üçük yara ve sıyrıkları</w:t>
      </w:r>
      <w:r w:rsidR="003F13EB">
        <w:rPr>
          <w:rFonts w:cstheme="minorHAnsi"/>
          <w:b/>
          <w:sz w:val="24"/>
        </w:rPr>
        <w:t xml:space="preserve">n kapatılması ve dış etkilerden </w:t>
      </w:r>
      <w:r w:rsidR="003F13EB" w:rsidRPr="003F13EB">
        <w:rPr>
          <w:rFonts w:cstheme="minorHAnsi"/>
          <w:b/>
          <w:sz w:val="24"/>
        </w:rPr>
        <w:t>korunması için kullanılır</w:t>
      </w:r>
      <w:r w:rsidR="00982265" w:rsidRPr="00982265">
        <w:rPr>
          <w:rFonts w:cstheme="minorHAnsi"/>
          <w:b/>
          <w:sz w:val="24"/>
        </w:rPr>
        <w:t xml:space="preserve">? </w:t>
      </w:r>
    </w:p>
    <w:p w:rsidR="00982265" w:rsidRPr="00982265" w:rsidRDefault="00982265" w:rsidP="00982265">
      <w:pPr>
        <w:pStyle w:val="AralkYok"/>
        <w:spacing w:line="276" w:lineRule="auto"/>
        <w:rPr>
          <w:rFonts w:cstheme="minorHAnsi"/>
          <w:b/>
          <w:sz w:val="6"/>
        </w:rPr>
      </w:pPr>
    </w:p>
    <w:p w:rsidR="00982265" w:rsidRDefault="00982265" w:rsidP="00982265">
      <w:pPr>
        <w:pStyle w:val="AralkYok"/>
        <w:spacing w:line="276" w:lineRule="auto"/>
        <w:rPr>
          <w:rFonts w:cstheme="minorHAnsi"/>
          <w:b/>
          <w:sz w:val="24"/>
        </w:rPr>
      </w:pPr>
      <w:r w:rsidRPr="00982265">
        <w:rPr>
          <w:rFonts w:cstheme="minorHAnsi"/>
          <w:b/>
          <w:sz w:val="24"/>
        </w:rPr>
        <w:t>A)</w:t>
      </w:r>
      <w:r>
        <w:rPr>
          <w:rFonts w:cstheme="minorHAnsi"/>
          <w:b/>
          <w:sz w:val="24"/>
        </w:rPr>
        <w:t xml:space="preserve"> </w:t>
      </w:r>
      <w:r w:rsidRPr="00982265">
        <w:rPr>
          <w:rFonts w:cstheme="minorHAnsi"/>
          <w:sz w:val="24"/>
        </w:rPr>
        <w:t>Yara Bandı</w:t>
      </w:r>
      <w:r w:rsidRPr="00982265">
        <w:rPr>
          <w:rFonts w:cstheme="minorHAnsi"/>
          <w:sz w:val="24"/>
        </w:rPr>
        <w:tab/>
      </w:r>
      <w:r>
        <w:rPr>
          <w:rFonts w:cstheme="minorHAnsi"/>
          <w:b/>
          <w:sz w:val="24"/>
        </w:rPr>
        <w:tab/>
        <w:t xml:space="preserve">B) </w:t>
      </w:r>
      <w:proofErr w:type="spellStart"/>
      <w:r w:rsidR="003F13EB" w:rsidRPr="003F13EB">
        <w:rPr>
          <w:rFonts w:cstheme="minorHAnsi"/>
          <w:sz w:val="24"/>
        </w:rPr>
        <w:t>Esmark</w:t>
      </w:r>
      <w:proofErr w:type="spellEnd"/>
      <w:r w:rsidR="003F13EB" w:rsidRPr="003F13EB">
        <w:rPr>
          <w:rFonts w:cstheme="minorHAnsi"/>
          <w:sz w:val="24"/>
        </w:rPr>
        <w:t xml:space="preserve"> bandajı</w:t>
      </w:r>
      <w:r>
        <w:rPr>
          <w:rFonts w:cstheme="minorHAnsi"/>
          <w:b/>
          <w:sz w:val="24"/>
        </w:rPr>
        <w:tab/>
      </w:r>
    </w:p>
    <w:p w:rsidR="00710A57" w:rsidRDefault="00982265" w:rsidP="00982265">
      <w:pPr>
        <w:pStyle w:val="AralkYok"/>
        <w:spacing w:line="276" w:lineRule="auto"/>
        <w:rPr>
          <w:rFonts w:cstheme="minorHAnsi"/>
          <w:sz w:val="24"/>
        </w:rPr>
      </w:pPr>
      <w:r w:rsidRPr="00982265">
        <w:rPr>
          <w:rFonts w:cstheme="minorHAnsi"/>
          <w:b/>
          <w:sz w:val="24"/>
        </w:rPr>
        <w:t xml:space="preserve">C) </w:t>
      </w:r>
      <w:r w:rsidRPr="00982265">
        <w:rPr>
          <w:rFonts w:cstheme="minorHAnsi"/>
          <w:sz w:val="24"/>
        </w:rPr>
        <w:t>Turnike</w:t>
      </w:r>
      <w:r w:rsidRPr="00982265">
        <w:rPr>
          <w:rFonts w:cstheme="minorHAnsi"/>
          <w:b/>
          <w:sz w:val="24"/>
        </w:rPr>
        <w:tab/>
      </w:r>
      <w:r w:rsidRPr="00982265">
        <w:rPr>
          <w:rFonts w:cstheme="minorHAnsi"/>
          <w:b/>
          <w:sz w:val="24"/>
        </w:rPr>
        <w:tab/>
        <w:t xml:space="preserve">D) </w:t>
      </w:r>
      <w:r w:rsidR="003F13EB" w:rsidRPr="003F13EB">
        <w:rPr>
          <w:rFonts w:cstheme="minorHAnsi"/>
          <w:sz w:val="24"/>
        </w:rPr>
        <w:t>Plaster</w:t>
      </w:r>
    </w:p>
    <w:p w:rsidR="00A066E8" w:rsidRDefault="00A066E8" w:rsidP="00D939A8">
      <w:pPr>
        <w:pStyle w:val="AralkYok"/>
        <w:spacing w:line="276" w:lineRule="auto"/>
        <w:rPr>
          <w:rFonts w:cstheme="minorHAnsi"/>
          <w:sz w:val="24"/>
        </w:rPr>
      </w:pPr>
    </w:p>
    <w:p w:rsidR="00A5162E" w:rsidRPr="00710A57" w:rsidRDefault="00A5162E" w:rsidP="00D939A8">
      <w:pPr>
        <w:pStyle w:val="AralkYok"/>
        <w:spacing w:line="276" w:lineRule="auto"/>
        <w:rPr>
          <w:rFonts w:cstheme="minorHAnsi"/>
          <w:sz w:val="24"/>
        </w:rPr>
      </w:pPr>
    </w:p>
    <w:p w:rsidR="003F13EB" w:rsidRDefault="00710A57" w:rsidP="003F13EB">
      <w:pPr>
        <w:pStyle w:val="AralkYok"/>
        <w:spacing w:line="276" w:lineRule="auto"/>
        <w:rPr>
          <w:rFonts w:eastAsia="Times New Roman" w:cstheme="minorHAnsi"/>
          <w:b/>
          <w:sz w:val="24"/>
        </w:rPr>
      </w:pPr>
      <w:r w:rsidRPr="00710A57">
        <w:rPr>
          <w:rFonts w:eastAsia="Times New Roman" w:cstheme="minorHAnsi"/>
          <w:b/>
          <w:sz w:val="24"/>
        </w:rPr>
        <w:t xml:space="preserve">9) </w:t>
      </w:r>
      <w:r w:rsidR="003F13EB" w:rsidRPr="003F13EB">
        <w:rPr>
          <w:rFonts w:eastAsia="Times New Roman" w:cstheme="minorHAnsi"/>
          <w:b/>
          <w:sz w:val="24"/>
        </w:rPr>
        <w:t xml:space="preserve">İlk yardımın amacı aşağıdakilerden hangisidir? </w:t>
      </w:r>
    </w:p>
    <w:p w:rsidR="003F13EB" w:rsidRPr="003F13EB" w:rsidRDefault="003F13EB" w:rsidP="003F13EB">
      <w:pPr>
        <w:pStyle w:val="AralkYok"/>
        <w:spacing w:line="276" w:lineRule="auto"/>
        <w:rPr>
          <w:rFonts w:eastAsia="Times New Roman" w:cstheme="minorHAnsi"/>
          <w:b/>
          <w:sz w:val="6"/>
        </w:rPr>
      </w:pPr>
    </w:p>
    <w:p w:rsidR="003F13EB" w:rsidRDefault="003F13EB" w:rsidP="003F13EB">
      <w:pPr>
        <w:pStyle w:val="AralkYok"/>
        <w:spacing w:line="276" w:lineRule="auto"/>
        <w:rPr>
          <w:rFonts w:eastAsia="Times New Roman" w:cstheme="minorHAnsi"/>
          <w:sz w:val="24"/>
        </w:rPr>
      </w:pPr>
      <w:r w:rsidRPr="003F13EB">
        <w:rPr>
          <w:rFonts w:eastAsia="Times New Roman" w:cstheme="minorHAnsi"/>
          <w:b/>
          <w:sz w:val="24"/>
        </w:rPr>
        <w:t>A)</w:t>
      </w:r>
      <w:r w:rsidRPr="003F13EB">
        <w:rPr>
          <w:rFonts w:eastAsia="Times New Roman" w:cstheme="minorHAnsi"/>
          <w:sz w:val="24"/>
        </w:rPr>
        <w:t xml:space="preserve"> Tedavi etmek          </w:t>
      </w:r>
      <w:r w:rsidRPr="003F13EB">
        <w:rPr>
          <w:rFonts w:eastAsia="Times New Roman" w:cstheme="minorHAnsi"/>
          <w:b/>
          <w:sz w:val="24"/>
        </w:rPr>
        <w:t>B)</w:t>
      </w:r>
      <w:r w:rsidRPr="003F13EB">
        <w:rPr>
          <w:rFonts w:eastAsia="Times New Roman" w:cstheme="minorHAnsi"/>
          <w:sz w:val="24"/>
        </w:rPr>
        <w:t xml:space="preserve"> Hayat kurtarmak</w:t>
      </w:r>
      <w:r w:rsidRPr="003F13EB">
        <w:rPr>
          <w:rFonts w:eastAsia="Times New Roman" w:cstheme="minorHAnsi"/>
          <w:sz w:val="24"/>
        </w:rPr>
        <w:tab/>
      </w:r>
    </w:p>
    <w:p w:rsidR="00A066E8" w:rsidRPr="003F13EB" w:rsidRDefault="003F13EB" w:rsidP="003F13EB">
      <w:pPr>
        <w:pStyle w:val="AralkYok"/>
        <w:spacing w:line="276" w:lineRule="auto"/>
        <w:rPr>
          <w:rFonts w:cstheme="minorHAnsi"/>
          <w:sz w:val="24"/>
        </w:rPr>
      </w:pPr>
      <w:r w:rsidRPr="003F13EB">
        <w:rPr>
          <w:rFonts w:eastAsia="Times New Roman" w:cstheme="minorHAnsi"/>
          <w:b/>
          <w:sz w:val="24"/>
        </w:rPr>
        <w:t>C)</w:t>
      </w:r>
      <w:r w:rsidRPr="003F13EB">
        <w:rPr>
          <w:rFonts w:eastAsia="Times New Roman" w:cstheme="minorHAnsi"/>
          <w:sz w:val="24"/>
        </w:rPr>
        <w:t xml:space="preserve"> Muayene etmek</w:t>
      </w:r>
      <w:r w:rsidRPr="003F13EB">
        <w:rPr>
          <w:rFonts w:eastAsia="Times New Roman" w:cstheme="minorHAnsi"/>
          <w:sz w:val="24"/>
        </w:rPr>
        <w:tab/>
      </w:r>
      <w:r w:rsidRPr="003F13EB">
        <w:rPr>
          <w:rFonts w:eastAsia="Times New Roman" w:cstheme="minorHAnsi"/>
          <w:b/>
          <w:sz w:val="24"/>
        </w:rPr>
        <w:t>D)</w:t>
      </w:r>
      <w:r w:rsidRPr="003F13EB">
        <w:rPr>
          <w:rFonts w:eastAsia="Times New Roman" w:cstheme="minorHAnsi"/>
          <w:sz w:val="24"/>
        </w:rPr>
        <w:t xml:space="preserve"> Bozulan aracı tamir etmek</w:t>
      </w:r>
    </w:p>
    <w:p w:rsidR="00BE498E" w:rsidRDefault="00BE498E" w:rsidP="00D939A8">
      <w:pPr>
        <w:pStyle w:val="AralkYok"/>
        <w:spacing w:line="276" w:lineRule="auto"/>
        <w:rPr>
          <w:rFonts w:eastAsia="Times New Roman" w:cstheme="minorHAnsi"/>
          <w:b/>
          <w:sz w:val="24"/>
        </w:rPr>
      </w:pPr>
    </w:p>
    <w:p w:rsidR="003F13EB" w:rsidRDefault="003F13EB" w:rsidP="003F13EB">
      <w:pPr>
        <w:pStyle w:val="AralkYok"/>
        <w:spacing w:line="276" w:lineRule="auto"/>
        <w:rPr>
          <w:rFonts w:eastAsia="Times New Roman" w:cstheme="minorHAnsi"/>
          <w:b/>
          <w:sz w:val="24"/>
        </w:rPr>
      </w:pPr>
      <w:r>
        <w:rPr>
          <w:rFonts w:eastAsia="Times New Roman" w:cstheme="minorHAnsi"/>
          <w:b/>
          <w:sz w:val="24"/>
        </w:rPr>
        <w:t xml:space="preserve"> </w:t>
      </w:r>
      <w:r w:rsidR="00710A57" w:rsidRPr="003F13EB">
        <w:rPr>
          <w:rFonts w:eastAsia="Times New Roman" w:cstheme="minorHAnsi"/>
          <w:i/>
          <w:sz w:val="24"/>
        </w:rPr>
        <w:t xml:space="preserve"> </w:t>
      </w:r>
      <w:r w:rsidRPr="003F13EB">
        <w:rPr>
          <w:rFonts w:eastAsia="Times New Roman" w:cstheme="minorHAnsi"/>
          <w:i/>
          <w:sz w:val="24"/>
        </w:rPr>
        <w:t>”Açık yaraya temas ettirilmeden yara üzerine konulan pansuman malzemelerinin sabit tutulması için ………………………… kullanılır.”</w:t>
      </w:r>
      <w:r w:rsidRPr="003F13EB">
        <w:rPr>
          <w:rFonts w:eastAsia="Times New Roman" w:cstheme="minorHAnsi"/>
          <w:b/>
          <w:sz w:val="24"/>
        </w:rPr>
        <w:t xml:space="preserve"> </w:t>
      </w:r>
    </w:p>
    <w:p w:rsidR="003F13EB" w:rsidRPr="003F13EB" w:rsidRDefault="003F13EB" w:rsidP="003F13EB">
      <w:pPr>
        <w:pStyle w:val="AralkYok"/>
        <w:spacing w:line="276" w:lineRule="auto"/>
        <w:rPr>
          <w:rFonts w:eastAsia="Times New Roman" w:cstheme="minorHAnsi"/>
          <w:b/>
          <w:sz w:val="6"/>
        </w:rPr>
      </w:pPr>
    </w:p>
    <w:p w:rsidR="003F13EB" w:rsidRDefault="003F13EB" w:rsidP="003F13EB">
      <w:pPr>
        <w:pStyle w:val="AralkYok"/>
        <w:spacing w:line="276" w:lineRule="auto"/>
        <w:rPr>
          <w:rFonts w:eastAsia="Times New Roman" w:cstheme="minorHAnsi"/>
          <w:b/>
          <w:sz w:val="24"/>
        </w:rPr>
      </w:pPr>
      <w:r w:rsidRPr="00C80109">
        <w:rPr>
          <w:rFonts w:eastAsia="Times New Roman" w:cstheme="minorHAnsi"/>
          <w:b/>
          <w:sz w:val="24"/>
        </w:rPr>
        <w:t xml:space="preserve">10) </w:t>
      </w:r>
      <w:r w:rsidR="00C80109" w:rsidRPr="00C80109">
        <w:rPr>
          <w:rFonts w:eastAsia="Times New Roman" w:cstheme="minorHAnsi"/>
          <w:b/>
          <w:sz w:val="24"/>
        </w:rPr>
        <w:t>Yukarıdaki c</w:t>
      </w:r>
      <w:r w:rsidR="00C80109">
        <w:rPr>
          <w:rFonts w:eastAsia="Times New Roman" w:cstheme="minorHAnsi"/>
          <w:b/>
          <w:sz w:val="24"/>
        </w:rPr>
        <w:t>ümled</w:t>
      </w:r>
      <w:r w:rsidRPr="00C80109">
        <w:rPr>
          <w:rFonts w:eastAsia="Times New Roman" w:cstheme="minorHAnsi"/>
          <w:b/>
          <w:sz w:val="24"/>
        </w:rPr>
        <w:t>e</w:t>
      </w:r>
      <w:r w:rsidRPr="003F13EB">
        <w:rPr>
          <w:rFonts w:eastAsia="Times New Roman" w:cstheme="minorHAnsi"/>
          <w:b/>
          <w:sz w:val="24"/>
        </w:rPr>
        <w:t xml:space="preserve"> boş bırakılan yere </w:t>
      </w:r>
      <w:r w:rsidR="00C80109">
        <w:rPr>
          <w:rFonts w:eastAsia="Times New Roman" w:cstheme="minorHAnsi"/>
          <w:b/>
          <w:sz w:val="24"/>
        </w:rPr>
        <w:t xml:space="preserve">aşağıdakilerden </w:t>
      </w:r>
      <w:r w:rsidRPr="003F13EB">
        <w:rPr>
          <w:rFonts w:eastAsia="Times New Roman" w:cstheme="minorHAnsi"/>
          <w:b/>
          <w:sz w:val="24"/>
        </w:rPr>
        <w:t>hangisi gelmelidir?</w:t>
      </w:r>
    </w:p>
    <w:p w:rsidR="003F13EB" w:rsidRPr="003F13EB" w:rsidRDefault="003F13EB" w:rsidP="003F13EB">
      <w:pPr>
        <w:pStyle w:val="AralkYok"/>
        <w:spacing w:line="276" w:lineRule="auto"/>
        <w:rPr>
          <w:rFonts w:eastAsia="Times New Roman" w:cstheme="minorHAnsi"/>
          <w:b/>
          <w:sz w:val="6"/>
        </w:rPr>
      </w:pPr>
    </w:p>
    <w:p w:rsidR="003F13EB" w:rsidRDefault="00A86837" w:rsidP="003F13EB">
      <w:pPr>
        <w:pStyle w:val="AralkYok"/>
        <w:spacing w:line="276" w:lineRule="auto"/>
        <w:rPr>
          <w:rFonts w:eastAsia="Times New Roman" w:cstheme="minorHAnsi"/>
          <w:b/>
          <w:sz w:val="24"/>
        </w:rPr>
      </w:pPr>
      <w:r>
        <w:rPr>
          <w:rFonts w:eastAsia="Times New Roman" w:cstheme="minorHAnsi"/>
          <w:b/>
          <w:sz w:val="24"/>
        </w:rPr>
        <w:t xml:space="preserve">  </w:t>
      </w:r>
      <w:r w:rsidR="003F13EB" w:rsidRPr="003F13EB">
        <w:rPr>
          <w:rFonts w:eastAsia="Times New Roman" w:cstheme="minorHAnsi"/>
          <w:b/>
          <w:sz w:val="24"/>
        </w:rPr>
        <w:t xml:space="preserve">A) </w:t>
      </w:r>
      <w:r w:rsidR="003F13EB" w:rsidRPr="003F13EB">
        <w:rPr>
          <w:rFonts w:eastAsia="Times New Roman" w:cstheme="minorHAnsi"/>
          <w:sz w:val="24"/>
        </w:rPr>
        <w:t>Antiseptik solüsyon</w:t>
      </w:r>
      <w:r w:rsidR="003F13EB" w:rsidRPr="003F13EB">
        <w:rPr>
          <w:rFonts w:eastAsia="Times New Roman" w:cstheme="minorHAnsi"/>
          <w:b/>
          <w:sz w:val="24"/>
        </w:rPr>
        <w:t xml:space="preserve">   </w:t>
      </w:r>
      <w:r w:rsidR="003F13EB" w:rsidRPr="003F13EB">
        <w:rPr>
          <w:rFonts w:eastAsia="Times New Roman" w:cstheme="minorHAnsi"/>
          <w:b/>
          <w:sz w:val="24"/>
        </w:rPr>
        <w:tab/>
      </w:r>
      <w:r>
        <w:rPr>
          <w:rFonts w:eastAsia="Times New Roman" w:cstheme="minorHAnsi"/>
          <w:b/>
          <w:sz w:val="24"/>
        </w:rPr>
        <w:t xml:space="preserve">  </w:t>
      </w:r>
      <w:r w:rsidR="003F13EB" w:rsidRPr="003F13EB">
        <w:rPr>
          <w:rFonts w:eastAsia="Times New Roman" w:cstheme="minorHAnsi"/>
          <w:b/>
          <w:sz w:val="24"/>
        </w:rPr>
        <w:t xml:space="preserve">B) </w:t>
      </w:r>
      <w:r w:rsidR="003F13EB" w:rsidRPr="003F13EB">
        <w:rPr>
          <w:rFonts w:eastAsia="Times New Roman" w:cstheme="minorHAnsi"/>
          <w:sz w:val="24"/>
        </w:rPr>
        <w:t>Hidrofil gaz steril</w:t>
      </w:r>
      <w:r w:rsidR="003F13EB" w:rsidRPr="003F13EB">
        <w:rPr>
          <w:rFonts w:eastAsia="Times New Roman" w:cstheme="minorHAnsi"/>
          <w:sz w:val="24"/>
        </w:rPr>
        <w:tab/>
      </w:r>
    </w:p>
    <w:p w:rsidR="00A066E8" w:rsidRDefault="00A86837" w:rsidP="003F13EB">
      <w:pPr>
        <w:pStyle w:val="AralkYok"/>
        <w:spacing w:line="276" w:lineRule="auto"/>
        <w:rPr>
          <w:rFonts w:eastAsia="Times New Roman" w:cstheme="minorHAnsi"/>
          <w:b/>
          <w:sz w:val="24"/>
        </w:rPr>
      </w:pPr>
      <w:r>
        <w:rPr>
          <w:rFonts w:eastAsia="Times New Roman" w:cstheme="minorHAnsi"/>
          <w:b/>
          <w:sz w:val="24"/>
        </w:rPr>
        <w:t xml:space="preserve">  </w:t>
      </w:r>
      <w:r w:rsidR="003F13EB" w:rsidRPr="003F13EB">
        <w:rPr>
          <w:rFonts w:eastAsia="Times New Roman" w:cstheme="minorHAnsi"/>
          <w:b/>
          <w:sz w:val="24"/>
        </w:rPr>
        <w:t xml:space="preserve">C) </w:t>
      </w:r>
      <w:proofErr w:type="spellStart"/>
      <w:r w:rsidR="003F13EB" w:rsidRPr="003F13EB">
        <w:rPr>
          <w:rFonts w:eastAsia="Times New Roman" w:cstheme="minorHAnsi"/>
          <w:sz w:val="24"/>
        </w:rPr>
        <w:t>Esmark</w:t>
      </w:r>
      <w:proofErr w:type="spellEnd"/>
      <w:r w:rsidR="003F13EB" w:rsidRPr="003F13EB">
        <w:rPr>
          <w:rFonts w:eastAsia="Times New Roman" w:cstheme="minorHAnsi"/>
          <w:sz w:val="24"/>
        </w:rPr>
        <w:t xml:space="preserve"> Bandajı</w:t>
      </w:r>
      <w:r w:rsidR="003F13EB" w:rsidRPr="003F13EB">
        <w:rPr>
          <w:rFonts w:eastAsia="Times New Roman" w:cstheme="minorHAnsi"/>
          <w:b/>
          <w:sz w:val="24"/>
        </w:rPr>
        <w:t xml:space="preserve">          </w:t>
      </w:r>
      <w:r w:rsidR="003F13EB" w:rsidRPr="003F13EB">
        <w:rPr>
          <w:rFonts w:eastAsia="Times New Roman" w:cstheme="minorHAnsi"/>
          <w:b/>
          <w:sz w:val="24"/>
        </w:rPr>
        <w:tab/>
      </w:r>
      <w:r>
        <w:rPr>
          <w:rFonts w:eastAsia="Times New Roman" w:cstheme="minorHAnsi"/>
          <w:b/>
          <w:sz w:val="24"/>
        </w:rPr>
        <w:t xml:space="preserve">  </w:t>
      </w:r>
      <w:r w:rsidR="003F13EB" w:rsidRPr="003F13EB">
        <w:rPr>
          <w:rFonts w:eastAsia="Times New Roman" w:cstheme="minorHAnsi"/>
          <w:b/>
          <w:sz w:val="24"/>
        </w:rPr>
        <w:t xml:space="preserve">D) </w:t>
      </w:r>
      <w:r w:rsidR="003F13EB" w:rsidRPr="003F13EB">
        <w:rPr>
          <w:rFonts w:eastAsia="Times New Roman" w:cstheme="minorHAnsi"/>
          <w:sz w:val="24"/>
        </w:rPr>
        <w:t>Plaster</w:t>
      </w:r>
    </w:p>
    <w:p w:rsidR="003F13EB" w:rsidRDefault="003F13EB" w:rsidP="003F13EB">
      <w:pPr>
        <w:pStyle w:val="AralkYok"/>
        <w:spacing w:line="276" w:lineRule="auto"/>
        <w:rPr>
          <w:rFonts w:cstheme="minorHAnsi"/>
          <w:sz w:val="16"/>
        </w:rPr>
      </w:pPr>
    </w:p>
    <w:p w:rsidR="003F13EB" w:rsidRDefault="003F13EB" w:rsidP="003F13EB">
      <w:pPr>
        <w:pStyle w:val="AralkYok"/>
        <w:spacing w:line="276" w:lineRule="auto"/>
        <w:rPr>
          <w:rFonts w:cstheme="minorHAnsi"/>
          <w:sz w:val="16"/>
        </w:rPr>
      </w:pPr>
    </w:p>
    <w:p w:rsidR="003F13EB" w:rsidRDefault="003F13EB" w:rsidP="003F13EB">
      <w:pPr>
        <w:pStyle w:val="AralkYok"/>
        <w:spacing w:line="276" w:lineRule="auto"/>
        <w:rPr>
          <w:rFonts w:cstheme="minorHAnsi"/>
          <w:sz w:val="16"/>
        </w:rPr>
      </w:pPr>
    </w:p>
    <w:p w:rsidR="003F13EB" w:rsidRDefault="003F13EB" w:rsidP="003F13EB">
      <w:pPr>
        <w:pStyle w:val="AralkYok"/>
        <w:spacing w:line="276" w:lineRule="auto"/>
        <w:rPr>
          <w:rFonts w:eastAsia="Times New Roman" w:cstheme="minorHAnsi"/>
          <w:b/>
          <w:sz w:val="24"/>
        </w:rPr>
      </w:pPr>
      <w:r w:rsidRPr="003F13EB">
        <w:rPr>
          <w:rFonts w:eastAsia="Times New Roman" w:cstheme="minorHAnsi"/>
          <w:i/>
          <w:sz w:val="24"/>
        </w:rPr>
        <w:t>“ Kol ve bacaklardaki atar damar kanamalarını durdurmak için kullanılır.”</w:t>
      </w:r>
    </w:p>
    <w:p w:rsidR="003F13EB" w:rsidRPr="003F13EB" w:rsidRDefault="003F13EB" w:rsidP="003F13EB">
      <w:pPr>
        <w:pStyle w:val="AralkYok"/>
        <w:spacing w:line="276" w:lineRule="auto"/>
        <w:rPr>
          <w:rFonts w:eastAsia="Times New Roman" w:cstheme="minorHAnsi"/>
          <w:b/>
          <w:sz w:val="6"/>
        </w:rPr>
      </w:pPr>
    </w:p>
    <w:p w:rsidR="003F13EB" w:rsidRPr="003F13EB" w:rsidRDefault="003F13EB" w:rsidP="003F13EB">
      <w:pPr>
        <w:pStyle w:val="AralkYok"/>
        <w:spacing w:line="276" w:lineRule="auto"/>
        <w:rPr>
          <w:rFonts w:eastAsia="Times New Roman" w:cstheme="minorHAnsi"/>
          <w:b/>
          <w:sz w:val="24"/>
        </w:rPr>
      </w:pPr>
      <w:r>
        <w:rPr>
          <w:rFonts w:eastAsia="Times New Roman" w:cstheme="minorHAnsi"/>
          <w:b/>
          <w:sz w:val="24"/>
        </w:rPr>
        <w:t xml:space="preserve">11) </w:t>
      </w:r>
      <w:r w:rsidRPr="003F13EB">
        <w:rPr>
          <w:rFonts w:eastAsia="Times New Roman" w:cstheme="minorHAnsi"/>
          <w:b/>
          <w:sz w:val="24"/>
        </w:rPr>
        <w:t>Yukarıda tanımlanan ilk yardım malzemesi aşağıdakilerden hangisidir?</w:t>
      </w:r>
    </w:p>
    <w:p w:rsidR="004A5AAB" w:rsidRPr="003F13EB" w:rsidRDefault="003F13EB" w:rsidP="003F13EB">
      <w:pPr>
        <w:pStyle w:val="AralkYok"/>
        <w:spacing w:line="276" w:lineRule="auto"/>
        <w:rPr>
          <w:rFonts w:eastAsia="Times New Roman" w:cstheme="minorHAnsi"/>
          <w:sz w:val="24"/>
        </w:rPr>
      </w:pPr>
      <w:r w:rsidRPr="003F13EB">
        <w:rPr>
          <w:rFonts w:eastAsia="Times New Roman" w:cstheme="minorHAnsi"/>
          <w:b/>
          <w:sz w:val="24"/>
        </w:rPr>
        <w:t xml:space="preserve">A)  </w:t>
      </w:r>
      <w:r w:rsidRPr="003F13EB">
        <w:rPr>
          <w:rFonts w:eastAsia="Times New Roman" w:cstheme="minorHAnsi"/>
          <w:sz w:val="24"/>
        </w:rPr>
        <w:t xml:space="preserve">Üçgen sargı bezi  </w:t>
      </w:r>
      <w:r w:rsidRPr="003F13EB">
        <w:rPr>
          <w:rFonts w:eastAsia="Times New Roman" w:cstheme="minorHAnsi"/>
          <w:b/>
          <w:sz w:val="24"/>
        </w:rPr>
        <w:t xml:space="preserve">              B)  </w:t>
      </w:r>
      <w:r w:rsidRPr="003F13EB">
        <w:rPr>
          <w:rFonts w:eastAsia="Times New Roman" w:cstheme="minorHAnsi"/>
          <w:sz w:val="24"/>
        </w:rPr>
        <w:t xml:space="preserve">Turnike </w:t>
      </w:r>
      <w:r w:rsidRPr="003F13EB">
        <w:rPr>
          <w:rFonts w:eastAsia="Times New Roman" w:cstheme="minorHAnsi"/>
          <w:b/>
          <w:sz w:val="24"/>
        </w:rPr>
        <w:t xml:space="preserve">                      C)  </w:t>
      </w:r>
      <w:r w:rsidRPr="003F13EB">
        <w:rPr>
          <w:rFonts w:eastAsia="Times New Roman" w:cstheme="minorHAnsi"/>
          <w:sz w:val="24"/>
        </w:rPr>
        <w:t>Hidrofil gaz steril</w:t>
      </w:r>
      <w:r w:rsidRPr="003F13EB">
        <w:rPr>
          <w:rFonts w:eastAsia="Times New Roman" w:cstheme="minorHAnsi"/>
          <w:b/>
          <w:sz w:val="24"/>
        </w:rPr>
        <w:t xml:space="preserve">              </w:t>
      </w:r>
      <w:r>
        <w:rPr>
          <w:rFonts w:eastAsia="Times New Roman" w:cstheme="minorHAnsi"/>
          <w:b/>
          <w:sz w:val="24"/>
        </w:rPr>
        <w:t xml:space="preserve"> </w:t>
      </w:r>
      <w:r w:rsidRPr="003F13EB">
        <w:rPr>
          <w:rFonts w:eastAsia="Times New Roman" w:cstheme="minorHAnsi"/>
          <w:b/>
          <w:sz w:val="24"/>
        </w:rPr>
        <w:t xml:space="preserve">D)  </w:t>
      </w:r>
      <w:r w:rsidRPr="003F13EB">
        <w:rPr>
          <w:rFonts w:eastAsia="Times New Roman" w:cstheme="minorHAnsi"/>
          <w:sz w:val="24"/>
        </w:rPr>
        <w:t>Plaster</w:t>
      </w:r>
    </w:p>
    <w:p w:rsidR="00D939A8" w:rsidRDefault="00D939A8" w:rsidP="00D939A8">
      <w:pPr>
        <w:pStyle w:val="AralkYok"/>
        <w:spacing w:line="276" w:lineRule="auto"/>
        <w:rPr>
          <w:rFonts w:eastAsia="Times New Roman" w:cstheme="minorHAnsi"/>
          <w:sz w:val="24"/>
        </w:rPr>
      </w:pPr>
    </w:p>
    <w:p w:rsidR="003F13EB" w:rsidRDefault="003F13EB" w:rsidP="00D939A8">
      <w:pPr>
        <w:pStyle w:val="AralkYok"/>
        <w:spacing w:line="276" w:lineRule="auto"/>
        <w:rPr>
          <w:rFonts w:eastAsia="Times New Roman" w:cstheme="minorHAnsi"/>
          <w:b/>
          <w:sz w:val="24"/>
        </w:rPr>
      </w:pPr>
    </w:p>
    <w:p w:rsidR="003F13EB" w:rsidRDefault="003F13EB" w:rsidP="00D939A8">
      <w:pPr>
        <w:pStyle w:val="AralkYok"/>
        <w:spacing w:line="276" w:lineRule="auto"/>
        <w:rPr>
          <w:rFonts w:eastAsia="Times New Roman" w:cstheme="minorHAnsi"/>
          <w:b/>
          <w:sz w:val="24"/>
        </w:rPr>
      </w:pPr>
    </w:p>
    <w:p w:rsidR="004A5AAB" w:rsidRPr="00621B52" w:rsidRDefault="00621B52" w:rsidP="00D939A8">
      <w:pPr>
        <w:pStyle w:val="AralkYok"/>
        <w:spacing w:line="276" w:lineRule="auto"/>
        <w:rPr>
          <w:rFonts w:eastAsia="Times New Roman" w:cstheme="minorHAnsi"/>
          <w:b/>
          <w:sz w:val="24"/>
        </w:rPr>
      </w:pPr>
      <w:r w:rsidRPr="00621B52">
        <w:rPr>
          <w:rFonts w:eastAsia="Times New Roman" w:cstheme="minorHAnsi"/>
          <w:b/>
          <w:sz w:val="24"/>
        </w:rPr>
        <w:t xml:space="preserve">12) </w:t>
      </w:r>
      <w:r w:rsidR="003F13EB">
        <w:rPr>
          <w:rFonts w:eastAsia="Times New Roman" w:cstheme="minorHAnsi"/>
          <w:b/>
          <w:sz w:val="24"/>
        </w:rPr>
        <w:t xml:space="preserve">Yan tarafta verilen görseli incelediğimizde aşağıdakilerden hangisini </w:t>
      </w:r>
      <w:r w:rsidR="00A5162E" w:rsidRPr="00A5162E">
        <w:rPr>
          <w:rFonts w:eastAsia="Times New Roman" w:cstheme="minorHAnsi"/>
          <w:b/>
          <w:sz w:val="24"/>
          <w:u w:val="single"/>
        </w:rPr>
        <w:t>söyleyebiliriz</w:t>
      </w:r>
      <w:r w:rsidR="00A5162E">
        <w:rPr>
          <w:rFonts w:eastAsia="Times New Roman" w:cstheme="minorHAnsi"/>
          <w:b/>
          <w:sz w:val="24"/>
        </w:rPr>
        <w:t>?</w:t>
      </w:r>
    </w:p>
    <w:p w:rsidR="003F13EB" w:rsidRDefault="003F13EB" w:rsidP="00D939A8">
      <w:pPr>
        <w:pStyle w:val="AralkYok"/>
        <w:spacing w:line="276" w:lineRule="auto"/>
        <w:rPr>
          <w:rFonts w:eastAsia="Times New Roman" w:cstheme="minorHAnsi"/>
          <w:b/>
          <w:sz w:val="24"/>
        </w:rPr>
      </w:pPr>
    </w:p>
    <w:p w:rsidR="00A5162E" w:rsidRPr="00412A51" w:rsidRDefault="00A5162E" w:rsidP="00D939A8">
      <w:pPr>
        <w:pStyle w:val="AralkYok"/>
        <w:spacing w:line="276" w:lineRule="auto"/>
        <w:rPr>
          <w:rFonts w:eastAsia="Times New Roman" w:cstheme="minorHAnsi"/>
          <w:b/>
          <w:sz w:val="6"/>
        </w:rPr>
      </w:pPr>
    </w:p>
    <w:p w:rsidR="00A5162E" w:rsidRDefault="004A5AAB" w:rsidP="00D939A8">
      <w:pPr>
        <w:pStyle w:val="AralkYok"/>
        <w:spacing w:line="276" w:lineRule="auto"/>
        <w:rPr>
          <w:rFonts w:eastAsia="Times New Roman" w:cstheme="minorHAnsi"/>
          <w:b/>
          <w:sz w:val="24"/>
        </w:rPr>
      </w:pPr>
      <w:r w:rsidRPr="00621B52">
        <w:rPr>
          <w:rFonts w:eastAsia="Times New Roman" w:cstheme="minorHAnsi"/>
          <w:b/>
          <w:sz w:val="24"/>
        </w:rPr>
        <w:t>A)</w:t>
      </w:r>
      <w:r w:rsidR="00621B52">
        <w:rPr>
          <w:rFonts w:eastAsia="Times New Roman" w:cstheme="minorHAnsi"/>
          <w:sz w:val="24"/>
        </w:rPr>
        <w:t xml:space="preserve"> </w:t>
      </w:r>
      <w:r w:rsidR="00A5162E" w:rsidRPr="00A5162E">
        <w:rPr>
          <w:rFonts w:eastAsia="Times New Roman" w:cstheme="minorHAnsi"/>
          <w:sz w:val="24"/>
        </w:rPr>
        <w:t>Üzeri açık taşıtlarla ve yük üzerin</w:t>
      </w:r>
      <w:r w:rsidR="00A5162E">
        <w:rPr>
          <w:rFonts w:eastAsia="Times New Roman" w:cstheme="minorHAnsi"/>
          <w:sz w:val="24"/>
        </w:rPr>
        <w:t>de yolculuk yapılabilir.</w:t>
      </w:r>
      <w:r w:rsidR="00621B52">
        <w:rPr>
          <w:rFonts w:eastAsia="Times New Roman" w:cstheme="minorHAnsi"/>
          <w:sz w:val="24"/>
        </w:rPr>
        <w:tab/>
        <w:t xml:space="preserve">                        </w:t>
      </w:r>
      <w:r w:rsidR="00621B52" w:rsidRPr="00621B52">
        <w:rPr>
          <w:rFonts w:eastAsia="Times New Roman" w:cstheme="minorHAnsi"/>
          <w:b/>
          <w:sz w:val="24"/>
        </w:rPr>
        <w:t xml:space="preserve">  </w:t>
      </w:r>
    </w:p>
    <w:p w:rsidR="004A5AAB" w:rsidRPr="004A5AAB" w:rsidRDefault="004A5AAB" w:rsidP="00A5162E">
      <w:pPr>
        <w:pStyle w:val="AralkYok"/>
        <w:spacing w:line="276" w:lineRule="auto"/>
        <w:rPr>
          <w:rFonts w:eastAsia="Times New Roman" w:cstheme="minorHAnsi"/>
          <w:sz w:val="24"/>
        </w:rPr>
      </w:pPr>
      <w:r w:rsidRPr="00621B52">
        <w:rPr>
          <w:rFonts w:eastAsia="Times New Roman" w:cstheme="minorHAnsi"/>
          <w:b/>
          <w:sz w:val="24"/>
        </w:rPr>
        <w:t>B)</w:t>
      </w:r>
      <w:r w:rsidRPr="004A5AAB">
        <w:rPr>
          <w:rFonts w:eastAsia="Times New Roman" w:cstheme="minorHAnsi"/>
          <w:sz w:val="24"/>
        </w:rPr>
        <w:t xml:space="preserve"> </w:t>
      </w:r>
      <w:r w:rsidR="00A5162E">
        <w:rPr>
          <w:rFonts w:eastAsia="Times New Roman" w:cstheme="minorHAnsi"/>
          <w:sz w:val="24"/>
        </w:rPr>
        <w:t>Y</w:t>
      </w:r>
      <w:r w:rsidR="00A5162E" w:rsidRPr="00A5162E">
        <w:rPr>
          <w:rFonts w:eastAsia="Times New Roman" w:cstheme="minorHAnsi"/>
          <w:sz w:val="24"/>
        </w:rPr>
        <w:t>ol kenarlarındaki ağaçlardan, elektrik t</w:t>
      </w:r>
      <w:r w:rsidR="00A5162E">
        <w:rPr>
          <w:rFonts w:eastAsia="Times New Roman" w:cstheme="minorHAnsi"/>
          <w:sz w:val="24"/>
        </w:rPr>
        <w:t xml:space="preserve">ellerinden ve hava olaylarından </w:t>
      </w:r>
      <w:r w:rsidR="00A5162E" w:rsidRPr="00A5162E">
        <w:rPr>
          <w:rFonts w:eastAsia="Times New Roman" w:cstheme="minorHAnsi"/>
          <w:sz w:val="24"/>
        </w:rPr>
        <w:t>da olumsuz etkilenilebilir.</w:t>
      </w:r>
      <w:r w:rsidRPr="004A5AAB">
        <w:rPr>
          <w:rFonts w:eastAsia="Times New Roman" w:cstheme="minorHAnsi"/>
          <w:sz w:val="24"/>
        </w:rPr>
        <w:t xml:space="preserve">                    </w:t>
      </w:r>
    </w:p>
    <w:p w:rsidR="00A5162E" w:rsidRDefault="004A5AAB" w:rsidP="00D939A8">
      <w:pPr>
        <w:pStyle w:val="AralkYok"/>
        <w:spacing w:line="276" w:lineRule="auto"/>
        <w:rPr>
          <w:rFonts w:eastAsia="Times New Roman" w:cstheme="minorHAnsi"/>
          <w:sz w:val="24"/>
        </w:rPr>
      </w:pPr>
      <w:r w:rsidRPr="00621B52">
        <w:rPr>
          <w:rFonts w:eastAsia="Times New Roman" w:cstheme="minorHAnsi"/>
          <w:b/>
          <w:sz w:val="24"/>
        </w:rPr>
        <w:t>C)</w:t>
      </w:r>
      <w:r w:rsidRPr="004A5AAB">
        <w:rPr>
          <w:rFonts w:eastAsia="Times New Roman" w:cstheme="minorHAnsi"/>
          <w:sz w:val="24"/>
        </w:rPr>
        <w:t xml:space="preserve"> </w:t>
      </w:r>
      <w:r w:rsidR="00A5162E" w:rsidRPr="00A5162E">
        <w:rPr>
          <w:rFonts w:eastAsia="Times New Roman" w:cstheme="minorHAnsi"/>
          <w:sz w:val="24"/>
        </w:rPr>
        <w:t>Çevre kirliliğinin azalmasına katkı sağlamışlardır.</w:t>
      </w:r>
      <w:r w:rsidR="00A5162E">
        <w:rPr>
          <w:rFonts w:eastAsia="Times New Roman" w:cstheme="minorHAnsi"/>
          <w:sz w:val="24"/>
        </w:rPr>
        <w:tab/>
      </w:r>
    </w:p>
    <w:p w:rsidR="004A5AAB" w:rsidRDefault="004A5AAB" w:rsidP="00D939A8">
      <w:pPr>
        <w:pStyle w:val="AralkYok"/>
        <w:spacing w:line="276" w:lineRule="auto"/>
        <w:rPr>
          <w:rFonts w:eastAsia="Times New Roman" w:cstheme="minorHAnsi"/>
          <w:sz w:val="24"/>
        </w:rPr>
      </w:pPr>
      <w:r w:rsidRPr="00621B52">
        <w:rPr>
          <w:rFonts w:eastAsia="Times New Roman" w:cstheme="minorHAnsi"/>
          <w:b/>
          <w:sz w:val="24"/>
        </w:rPr>
        <w:t>D)</w:t>
      </w:r>
      <w:r w:rsidRPr="004A5AAB">
        <w:rPr>
          <w:rFonts w:eastAsia="Times New Roman" w:cstheme="minorHAnsi"/>
          <w:sz w:val="24"/>
        </w:rPr>
        <w:t xml:space="preserve"> </w:t>
      </w:r>
      <w:r w:rsidR="00A5162E" w:rsidRPr="00A5162E">
        <w:rPr>
          <w:rFonts w:eastAsia="Times New Roman" w:cstheme="minorHAnsi"/>
          <w:sz w:val="24"/>
        </w:rPr>
        <w:t>Trafik yoğunlu</w:t>
      </w:r>
      <w:r w:rsidR="00A5162E">
        <w:rPr>
          <w:rFonts w:eastAsia="Times New Roman" w:cstheme="minorHAnsi"/>
          <w:sz w:val="24"/>
        </w:rPr>
        <w:t>ğunun azalmasına katkı sağlamışlardır.</w:t>
      </w:r>
    </w:p>
    <w:p w:rsidR="00D939A8" w:rsidRPr="00D939A8" w:rsidRDefault="00D939A8" w:rsidP="00412A51">
      <w:pPr>
        <w:pStyle w:val="AralkYok"/>
        <w:spacing w:line="276" w:lineRule="auto"/>
        <w:jc w:val="center"/>
        <w:rPr>
          <w:rFonts w:eastAsia="Times New Roman" w:cstheme="minorHAnsi"/>
          <w:b/>
          <w:sz w:val="24"/>
        </w:rPr>
      </w:pPr>
      <w:bookmarkStart w:id="0" w:name="_GoBack"/>
      <w:bookmarkEnd w:id="0"/>
      <w:r w:rsidRPr="00D939A8">
        <w:rPr>
          <w:rFonts w:eastAsia="Times New Roman" w:cstheme="minorHAnsi"/>
          <w:b/>
          <w:sz w:val="24"/>
        </w:rPr>
        <w:t>NOT: Sınav süresi 40 dakikadır.</w:t>
      </w:r>
    </w:p>
    <w:p w:rsidR="004A5AAB" w:rsidRPr="00D939A8" w:rsidRDefault="00D939A8" w:rsidP="00412A51">
      <w:pPr>
        <w:pStyle w:val="AralkYok"/>
        <w:spacing w:line="276" w:lineRule="auto"/>
        <w:jc w:val="center"/>
        <w:rPr>
          <w:rFonts w:eastAsia="Times New Roman" w:cstheme="minorHAnsi"/>
          <w:b/>
          <w:sz w:val="24"/>
        </w:rPr>
      </w:pPr>
      <w:r w:rsidRPr="00D939A8">
        <w:rPr>
          <w:rFonts w:eastAsia="Times New Roman" w:cstheme="minorHAnsi"/>
          <w:b/>
          <w:sz w:val="24"/>
        </w:rPr>
        <w:t>Başarılar…</w:t>
      </w:r>
    </w:p>
    <w:sectPr w:rsidR="004A5AAB" w:rsidRPr="00D939A8" w:rsidSect="006A1596">
      <w:headerReference w:type="default" r:id="rId13"/>
      <w:footerReference w:type="default" r:id="rId14"/>
      <w:type w:val="continuous"/>
      <w:pgSz w:w="11906" w:h="16838"/>
      <w:pgMar w:top="539" w:right="680" w:bottom="426" w:left="720" w:header="283" w:footer="283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40A" w:rsidRDefault="0023640A" w:rsidP="001A3CA1">
      <w:r>
        <w:separator/>
      </w:r>
    </w:p>
  </w:endnote>
  <w:endnote w:type="continuationSeparator" w:id="0">
    <w:p w:rsidR="0023640A" w:rsidRDefault="0023640A" w:rsidP="001A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Brush Script Std">
    <w:altName w:val="Ink Free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A4D" w:rsidRPr="00173EE7" w:rsidRDefault="0023640A" w:rsidP="000C600E">
    <w:pPr>
      <w:pStyle w:val="AralkYok"/>
      <w:rPr>
        <w:rFonts w:asciiTheme="majorHAnsi" w:hAnsiTheme="majorHAnsi"/>
        <w:b/>
        <w:color w:val="0000FF"/>
        <w:sz w:val="14"/>
      </w:rPr>
    </w:pPr>
    <w:r>
      <w:rPr>
        <w:rFonts w:asciiTheme="majorHAnsi" w:hAnsiTheme="majorHAnsi"/>
        <w:noProof/>
        <w:color w:val="0000FF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5" o:spid="_x0000_s2050" type="#_x0000_t32" style="position:absolute;margin-left:-5.85pt;margin-top:-.15pt;width:542.5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" strokecolor="blue" strokeweight="1pt"/>
      </w:pict>
    </w:r>
    <w:r>
      <w:rPr>
        <w:rFonts w:asciiTheme="majorHAnsi" w:hAnsiTheme="majorHAnsi"/>
        <w:noProof/>
        <w:color w:val="0000FF"/>
        <w:sz w:val="20"/>
      </w:rPr>
      <w:pict>
        <v:shape id="AutoShape 7" o:spid="_x0000_s2049" type="#_x0000_t32" style="position:absolute;margin-left:535.35pt;margin-top:-365.15pt;width:.05pt;height:356.25pt;z-index:-25151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795Ig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" strokecolor="blue" strokeweight="1.5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40A" w:rsidRDefault="0023640A" w:rsidP="001A3CA1">
      <w:r>
        <w:separator/>
      </w:r>
    </w:p>
  </w:footnote>
  <w:footnote w:type="continuationSeparator" w:id="0">
    <w:p w:rsidR="0023640A" w:rsidRDefault="0023640A" w:rsidP="001A3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E2" w:rsidRPr="00173EE7" w:rsidRDefault="0023640A" w:rsidP="00E95283">
    <w:pPr>
      <w:pStyle w:val="AralkYok"/>
      <w:jc w:val="center"/>
      <w:rPr>
        <w:rFonts w:asciiTheme="majorHAnsi" w:hAnsiTheme="majorHAnsi"/>
        <w:b/>
        <w:color w:val="0000FF"/>
        <w:sz w:val="14"/>
      </w:rPr>
    </w:pPr>
    <w:r>
      <w:rPr>
        <w:rFonts w:asciiTheme="majorHAnsi" w:hAnsiTheme="majorHAnsi"/>
        <w:b/>
        <w:noProof/>
        <w:color w:val="0000FF"/>
        <w:sz w:val="1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3" o:spid="_x0000_s2057" type="#_x0000_t32" style="position:absolute;left:0;text-align:left;margin-left:262.55pt;margin-top:20.1pt;width:0;height:769.75pt;z-index:-25151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oaqIQ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" strokecolor="blue" strokeweight="1.5pt"/>
      </w:pict>
    </w:r>
    <w:r>
      <w:rPr>
        <w:rFonts w:asciiTheme="majorHAnsi" w:hAnsiTheme="majorHAnsi"/>
        <w:b/>
        <w:noProof/>
        <w:color w:val="0000FF"/>
        <w:sz w:val="14"/>
      </w:rPr>
      <w:pict>
        <v:shape id="AutoShape 343" o:spid="_x0000_s2056" type="#_x0000_t32" style="position:absolute;left:0;text-align:left;margin-left:-5.7pt;margin-top:12.85pt;width:540.15pt;height:0;z-index:251791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" strokecolor="blue" strokeweight="1pt"/>
      </w:pict>
    </w:r>
    <w:r>
      <w:rPr>
        <w:rFonts w:asciiTheme="majorHAnsi" w:hAnsiTheme="majorHAnsi"/>
        <w:b/>
        <w:noProof/>
        <w:color w:val="0000FF"/>
        <w:sz w:val="14"/>
      </w:rPr>
      <w:pict>
        <v:shape id="AutoShape 3" o:spid="_x0000_s2055" type="#_x0000_t32" style="position:absolute;left:0;text-align:left;margin-left:-5.85pt;margin-top:20.2pt;width:.15pt;height:772.35pt;flip:x;z-index:-251522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uqZKQIAAEoEAAAOAAAAZHJzL2Uyb0RvYy54bWysVMGO2jAQvVfqP1i+QxI2UIgIq1UC7WG7&#10;RdrtBxjbIVYd27INAVX9944dli7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" strokecolor="blue" strokeweight="1.5pt"/>
      </w:pict>
    </w:r>
    <w:r>
      <w:rPr>
        <w:rFonts w:asciiTheme="majorHAnsi" w:hAnsiTheme="majorHAnsi"/>
        <w:b/>
        <w:noProof/>
        <w:color w:val="0000FF"/>
        <w:sz w:val="14"/>
      </w:rPr>
      <w:pict>
        <v:group id="Group 47" o:spid="_x0000_s2052" style="position:absolute;left:0;text-align:left;margin-left:523.25pt;margin-top:390.85pt;width:26.15pt;height:20.5pt;z-index:251784704" coordorigin="9353,8030" coordsize="587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">
          <v:roundrect id="AutoShape 48" o:spid="_x0000_s2054" style="position:absolute;left:9353;top:8030;width:587;height:48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XO1sMA&#10;AADbAAAADwAAAGRycy9kb3ducmV2LnhtbERPTWvCQBC9F/wPyxR6KWbTHCREV2ksQg9BGhXb45Cd&#10;JqHZ2ZBdTeyv7x4KHh/ve7WZTCeuNLjWsoKXKAZBXFndcq3gdNzNUxDOI2vsLJOCGznYrGcPK8y0&#10;Hbmk68HXIoSwy1BB432fSemqhgy6yPbEgfu2g0Ef4FBLPeAYwk0nkzheSIMth4YGe9o2VP0cLkbB&#10;RyI/f/cuLW/9+PyWf52r3BWFUk+P0+sShKfJ38X/7netIAnrw5fw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XO1sMAAADbAAAADwAAAAAAAAAAAAAAAACYAgAAZHJzL2Rv&#10;d25yZXYueG1sUEsFBgAAAAAEAAQA9QAAAIgDAAAAAA==&#10;" filled="f" fillcolor="yellow" stroked="f" strokecolor="red">
            <v:fill opacity=".5" color2="#767600" rotate="t" focus="100%" type="gradient"/>
            <v:stroke dashstyle="1 1"/>
          </v:roundrect>
          <v:rect id="Rectangle 49" o:spid="_x0000_s2053" style="position:absolute;left:9353;top:8030;width:523;height:4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0mcIA&#10;AADbAAAADwAAAGRycy9kb3ducmV2LnhtbESPQYvCMBSE7wv+h/AEL4um9iBSjSKCsjdd9Qc8m2dT&#10;bV5KktX235uFhT0OM/MNs1x3thFP8qF2rGA6yUAQl07XXCm4nHfjOYgQkTU2jklBTwHWq8HHEgvt&#10;XvxNz1OsRIJwKFCBibEtpAylIYth4lri5N2ctxiT9JXUHl8JbhuZZ9lMWqw5LRhsaWuofJx+rIJ7&#10;u7ns7vnnUftDdd2bWX/Ntr1So2G3WYCI1MX/8F/7SyvIp/D7Jf0AuX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1HSZwgAAANsAAAAPAAAAAAAAAAAAAAAAAJgCAABkcnMvZG93&#10;bnJldi54bWxQSwUGAAAAAAQABAD1AAAAhwMAAAAA&#10;" filled="f" fillcolor="yellow" stroked="f">
            <v:fill opacity="32896f"/>
            <v:textbox inset="0,0,0,0">
              <w:txbxContent>
                <w:p w:rsidR="00C16332" w:rsidRPr="00F63236" w:rsidRDefault="004F473F" w:rsidP="00C16332">
                  <w:pPr>
                    <w:pStyle w:val="AralkYok"/>
                    <w:jc w:val="center"/>
                    <w:rPr>
                      <w:rFonts w:ascii="Cambria Math" w:hAnsi="Cambria Math"/>
                      <w:b/>
                    </w:rPr>
                  </w:pPr>
                  <w:r w:rsidRPr="00F63236">
                    <w:rPr>
                      <w:rFonts w:ascii="Cambria Math" w:hAnsi="Cambria Math"/>
                      <w:b/>
                    </w:rPr>
                    <w:fldChar w:fldCharType="begin"/>
                  </w:r>
                  <w:r w:rsidR="00C16332" w:rsidRPr="00F63236">
                    <w:rPr>
                      <w:rFonts w:ascii="Cambria Math" w:hAnsi="Cambria Math"/>
                      <w:b/>
                    </w:rPr>
                    <w:instrText xml:space="preserve"> PAGE   \* MERGEFORMAT </w:instrText>
                  </w:r>
                  <w:r w:rsidRPr="00F63236">
                    <w:rPr>
                      <w:rFonts w:ascii="Cambria Math" w:hAnsi="Cambria Math"/>
                      <w:b/>
                    </w:rPr>
                    <w:fldChar w:fldCharType="separate"/>
                  </w:r>
                  <w:r w:rsidR="00A227FB">
                    <w:rPr>
                      <w:rFonts w:ascii="Cambria Math" w:hAnsi="Cambria Math"/>
                      <w:b/>
                      <w:noProof/>
                    </w:rPr>
                    <w:t>2</w:t>
                  </w:r>
                  <w:r w:rsidRPr="00F63236">
                    <w:rPr>
                      <w:rFonts w:ascii="Cambria Math" w:hAnsi="Cambria Math"/>
                      <w:b/>
                    </w:rPr>
                    <w:fldChar w:fldCharType="end"/>
                  </w:r>
                </w:p>
              </w:txbxContent>
            </v:textbox>
          </v:rect>
        </v:group>
      </w:pict>
    </w:r>
    <w:r>
      <w:rPr>
        <w:rFonts w:asciiTheme="majorHAnsi" w:hAnsiTheme="majorHAnsi"/>
        <w:b/>
        <w:noProof/>
        <w:color w:val="0000FF"/>
        <w:sz w:val="14"/>
      </w:rPr>
      <w:pict>
        <v:shape id="AutoShape 59" o:spid="_x0000_s2051" type="#_x0000_t32" style="position:absolute;left:0;text-align:left;margin-left:534.45pt;margin-top:20.2pt;width:.05pt;height:366.1pt;z-index:-25151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" strokecolor="blue" strokeweight="1.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F0B04"/>
    <w:multiLevelType w:val="hybridMultilevel"/>
    <w:tmpl w:val="ED7C4244"/>
    <w:lvl w:ilvl="0" w:tplc="A016EDB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sz w:val="24"/>
        <w:szCs w:val="24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06568E"/>
    <w:multiLevelType w:val="hybridMultilevel"/>
    <w:tmpl w:val="F35A8E94"/>
    <w:lvl w:ilvl="0" w:tplc="963E6DA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6B35"/>
    <w:multiLevelType w:val="hybridMultilevel"/>
    <w:tmpl w:val="175A3A94"/>
    <w:lvl w:ilvl="0" w:tplc="9C1C462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B4FE0"/>
    <w:multiLevelType w:val="hybridMultilevel"/>
    <w:tmpl w:val="1F80D5BC"/>
    <w:lvl w:ilvl="0" w:tplc="DBF28B6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A02EE"/>
    <w:multiLevelType w:val="hybridMultilevel"/>
    <w:tmpl w:val="827E9644"/>
    <w:lvl w:ilvl="0" w:tplc="629C550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sz w:val="24"/>
        <w:szCs w:val="24"/>
      </w:rPr>
    </w:lvl>
    <w:lvl w:ilvl="1" w:tplc="D7FC704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3D024FF"/>
    <w:multiLevelType w:val="hybridMultilevel"/>
    <w:tmpl w:val="F662AF1A"/>
    <w:lvl w:ilvl="0" w:tplc="9620F2B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8A3050"/>
    <w:multiLevelType w:val="hybridMultilevel"/>
    <w:tmpl w:val="DE307F1C"/>
    <w:lvl w:ilvl="0" w:tplc="D750AD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881C3B"/>
    <w:multiLevelType w:val="hybridMultilevel"/>
    <w:tmpl w:val="EE7A497C"/>
    <w:lvl w:ilvl="0" w:tplc="6AB038E8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  <w:b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494362"/>
    <w:multiLevelType w:val="hybridMultilevel"/>
    <w:tmpl w:val="95F2CA42"/>
    <w:lvl w:ilvl="0" w:tplc="DBF28B6E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  <o:rules v:ext="edit">
        <o:r id="V:Rule1" type="connector" idref="#AutoShape 53"/>
        <o:r id="V:Rule2" type="connector" idref="#AutoShape 3"/>
        <o:r id="V:Rule3" type="connector" idref="#AutoShape 343"/>
        <o:r id="V:Rule4" type="connector" idref="#AutoShape 7"/>
        <o:r id="V:Rule5" type="connector" idref="#AutoShape 59"/>
        <o:r id="V:Rule6" type="connector" idref="#AutoShape 35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48A"/>
    <w:rsid w:val="000030E1"/>
    <w:rsid w:val="00004422"/>
    <w:rsid w:val="00005963"/>
    <w:rsid w:val="000111BB"/>
    <w:rsid w:val="00011226"/>
    <w:rsid w:val="00012895"/>
    <w:rsid w:val="00014A4D"/>
    <w:rsid w:val="000168C5"/>
    <w:rsid w:val="00021AB7"/>
    <w:rsid w:val="000221B9"/>
    <w:rsid w:val="0002301E"/>
    <w:rsid w:val="00023EA4"/>
    <w:rsid w:val="00024AC7"/>
    <w:rsid w:val="00027162"/>
    <w:rsid w:val="0003033D"/>
    <w:rsid w:val="0003164E"/>
    <w:rsid w:val="00032227"/>
    <w:rsid w:val="00034683"/>
    <w:rsid w:val="000347FA"/>
    <w:rsid w:val="00041DA1"/>
    <w:rsid w:val="000422CD"/>
    <w:rsid w:val="000440F7"/>
    <w:rsid w:val="000451E4"/>
    <w:rsid w:val="00046668"/>
    <w:rsid w:val="0004725A"/>
    <w:rsid w:val="000475E2"/>
    <w:rsid w:val="00050378"/>
    <w:rsid w:val="00051D0B"/>
    <w:rsid w:val="000542A9"/>
    <w:rsid w:val="00056636"/>
    <w:rsid w:val="000578C4"/>
    <w:rsid w:val="00060579"/>
    <w:rsid w:val="00060580"/>
    <w:rsid w:val="00061430"/>
    <w:rsid w:val="00064963"/>
    <w:rsid w:val="000662E7"/>
    <w:rsid w:val="00066674"/>
    <w:rsid w:val="00070775"/>
    <w:rsid w:val="00070A4B"/>
    <w:rsid w:val="00072B93"/>
    <w:rsid w:val="00080912"/>
    <w:rsid w:val="00081F0E"/>
    <w:rsid w:val="000823F3"/>
    <w:rsid w:val="00083269"/>
    <w:rsid w:val="00084D42"/>
    <w:rsid w:val="0008558F"/>
    <w:rsid w:val="00087FDA"/>
    <w:rsid w:val="00091DDF"/>
    <w:rsid w:val="000941EC"/>
    <w:rsid w:val="000A103E"/>
    <w:rsid w:val="000A3AF1"/>
    <w:rsid w:val="000A730B"/>
    <w:rsid w:val="000B2A6C"/>
    <w:rsid w:val="000B2DFB"/>
    <w:rsid w:val="000B7040"/>
    <w:rsid w:val="000C1615"/>
    <w:rsid w:val="000C1C71"/>
    <w:rsid w:val="000C4742"/>
    <w:rsid w:val="000C5DB4"/>
    <w:rsid w:val="000C5E82"/>
    <w:rsid w:val="000C600E"/>
    <w:rsid w:val="000C6957"/>
    <w:rsid w:val="000C6F6E"/>
    <w:rsid w:val="000D0324"/>
    <w:rsid w:val="000D3660"/>
    <w:rsid w:val="000E0448"/>
    <w:rsid w:val="000E15DF"/>
    <w:rsid w:val="000E1F03"/>
    <w:rsid w:val="000E36DE"/>
    <w:rsid w:val="000E5D6E"/>
    <w:rsid w:val="000F11CB"/>
    <w:rsid w:val="000F3126"/>
    <w:rsid w:val="00103560"/>
    <w:rsid w:val="00114663"/>
    <w:rsid w:val="00115C7F"/>
    <w:rsid w:val="00117EBD"/>
    <w:rsid w:val="00121C1E"/>
    <w:rsid w:val="00124227"/>
    <w:rsid w:val="0012588D"/>
    <w:rsid w:val="00126A8D"/>
    <w:rsid w:val="00126BEE"/>
    <w:rsid w:val="001335A8"/>
    <w:rsid w:val="00134D61"/>
    <w:rsid w:val="0013625E"/>
    <w:rsid w:val="001411C1"/>
    <w:rsid w:val="00142C1C"/>
    <w:rsid w:val="001439B8"/>
    <w:rsid w:val="00145296"/>
    <w:rsid w:val="00146368"/>
    <w:rsid w:val="00150A01"/>
    <w:rsid w:val="001516AB"/>
    <w:rsid w:val="00154272"/>
    <w:rsid w:val="00155DD9"/>
    <w:rsid w:val="00156B1A"/>
    <w:rsid w:val="00156F17"/>
    <w:rsid w:val="0015793B"/>
    <w:rsid w:val="00157BA5"/>
    <w:rsid w:val="001604E8"/>
    <w:rsid w:val="00160A5F"/>
    <w:rsid w:val="00163DAE"/>
    <w:rsid w:val="0016685E"/>
    <w:rsid w:val="00170D6E"/>
    <w:rsid w:val="00170F4F"/>
    <w:rsid w:val="001737A5"/>
    <w:rsid w:val="00173EE7"/>
    <w:rsid w:val="00186DBE"/>
    <w:rsid w:val="00191826"/>
    <w:rsid w:val="00194F6A"/>
    <w:rsid w:val="001959CC"/>
    <w:rsid w:val="00195E62"/>
    <w:rsid w:val="0019604C"/>
    <w:rsid w:val="001A1A77"/>
    <w:rsid w:val="001A1B49"/>
    <w:rsid w:val="001A3CA1"/>
    <w:rsid w:val="001A45A3"/>
    <w:rsid w:val="001A5239"/>
    <w:rsid w:val="001A6F60"/>
    <w:rsid w:val="001B1A8F"/>
    <w:rsid w:val="001B6307"/>
    <w:rsid w:val="001B79EE"/>
    <w:rsid w:val="001C2F0A"/>
    <w:rsid w:val="001C3451"/>
    <w:rsid w:val="001C3EA3"/>
    <w:rsid w:val="001C55D1"/>
    <w:rsid w:val="001D0F17"/>
    <w:rsid w:val="001D36D7"/>
    <w:rsid w:val="001D4A2B"/>
    <w:rsid w:val="001E1A82"/>
    <w:rsid w:val="001E1ABE"/>
    <w:rsid w:val="001E3C60"/>
    <w:rsid w:val="001E616B"/>
    <w:rsid w:val="001E644D"/>
    <w:rsid w:val="001E7A77"/>
    <w:rsid w:val="001F15D1"/>
    <w:rsid w:val="00202578"/>
    <w:rsid w:val="00203035"/>
    <w:rsid w:val="00203975"/>
    <w:rsid w:val="00204BFD"/>
    <w:rsid w:val="00212136"/>
    <w:rsid w:val="00213A1E"/>
    <w:rsid w:val="00216A7A"/>
    <w:rsid w:val="002208B0"/>
    <w:rsid w:val="0022215A"/>
    <w:rsid w:val="0022289E"/>
    <w:rsid w:val="00223F80"/>
    <w:rsid w:val="00224ED3"/>
    <w:rsid w:val="002266A0"/>
    <w:rsid w:val="002266FD"/>
    <w:rsid w:val="00226D6E"/>
    <w:rsid w:val="00227AE2"/>
    <w:rsid w:val="002306BC"/>
    <w:rsid w:val="002321B6"/>
    <w:rsid w:val="002344F7"/>
    <w:rsid w:val="00235306"/>
    <w:rsid w:val="0023640A"/>
    <w:rsid w:val="00236827"/>
    <w:rsid w:val="00236A20"/>
    <w:rsid w:val="00242383"/>
    <w:rsid w:val="00242A25"/>
    <w:rsid w:val="00246209"/>
    <w:rsid w:val="00251B59"/>
    <w:rsid w:val="002555C9"/>
    <w:rsid w:val="00257458"/>
    <w:rsid w:val="00257ABF"/>
    <w:rsid w:val="002616ED"/>
    <w:rsid w:val="00261774"/>
    <w:rsid w:val="002625ED"/>
    <w:rsid w:val="00264122"/>
    <w:rsid w:val="00264559"/>
    <w:rsid w:val="00267969"/>
    <w:rsid w:val="00270E77"/>
    <w:rsid w:val="002713A9"/>
    <w:rsid w:val="00281449"/>
    <w:rsid w:val="002824B0"/>
    <w:rsid w:val="00282902"/>
    <w:rsid w:val="002847C2"/>
    <w:rsid w:val="00285F58"/>
    <w:rsid w:val="002860A1"/>
    <w:rsid w:val="00286CB4"/>
    <w:rsid w:val="00287084"/>
    <w:rsid w:val="00290E12"/>
    <w:rsid w:val="00294492"/>
    <w:rsid w:val="00296DCB"/>
    <w:rsid w:val="002971D6"/>
    <w:rsid w:val="002976A6"/>
    <w:rsid w:val="002A0BED"/>
    <w:rsid w:val="002A1D20"/>
    <w:rsid w:val="002A3C2F"/>
    <w:rsid w:val="002A50C7"/>
    <w:rsid w:val="002A6FFE"/>
    <w:rsid w:val="002A72C1"/>
    <w:rsid w:val="002A7E9A"/>
    <w:rsid w:val="002B18F3"/>
    <w:rsid w:val="002B2B7C"/>
    <w:rsid w:val="002B5646"/>
    <w:rsid w:val="002C0F77"/>
    <w:rsid w:val="002C1172"/>
    <w:rsid w:val="002C2ABA"/>
    <w:rsid w:val="002C7212"/>
    <w:rsid w:val="002C7454"/>
    <w:rsid w:val="002D0FC7"/>
    <w:rsid w:val="002D2460"/>
    <w:rsid w:val="002D30AF"/>
    <w:rsid w:val="002D47FF"/>
    <w:rsid w:val="002D60C4"/>
    <w:rsid w:val="002D6CA8"/>
    <w:rsid w:val="002D774B"/>
    <w:rsid w:val="002D7824"/>
    <w:rsid w:val="002E2045"/>
    <w:rsid w:val="002E28DB"/>
    <w:rsid w:val="002E2998"/>
    <w:rsid w:val="002E2B94"/>
    <w:rsid w:val="002E33CD"/>
    <w:rsid w:val="002E4994"/>
    <w:rsid w:val="002E6F44"/>
    <w:rsid w:val="002F2151"/>
    <w:rsid w:val="002F5233"/>
    <w:rsid w:val="002F5A69"/>
    <w:rsid w:val="00302515"/>
    <w:rsid w:val="003048E0"/>
    <w:rsid w:val="00306CF9"/>
    <w:rsid w:val="00307001"/>
    <w:rsid w:val="003112F3"/>
    <w:rsid w:val="00311816"/>
    <w:rsid w:val="003148A4"/>
    <w:rsid w:val="00321BCF"/>
    <w:rsid w:val="00321EC5"/>
    <w:rsid w:val="00321EDF"/>
    <w:rsid w:val="00326A88"/>
    <w:rsid w:val="00330024"/>
    <w:rsid w:val="00330C22"/>
    <w:rsid w:val="00334F87"/>
    <w:rsid w:val="00335EB9"/>
    <w:rsid w:val="00342B85"/>
    <w:rsid w:val="0034735E"/>
    <w:rsid w:val="00347439"/>
    <w:rsid w:val="00347A4C"/>
    <w:rsid w:val="003520FB"/>
    <w:rsid w:val="003604E0"/>
    <w:rsid w:val="00361F8D"/>
    <w:rsid w:val="00363D6D"/>
    <w:rsid w:val="00364DD7"/>
    <w:rsid w:val="003664C1"/>
    <w:rsid w:val="00367813"/>
    <w:rsid w:val="00370BFE"/>
    <w:rsid w:val="003758A6"/>
    <w:rsid w:val="0037626E"/>
    <w:rsid w:val="0037770F"/>
    <w:rsid w:val="003777BE"/>
    <w:rsid w:val="003804CF"/>
    <w:rsid w:val="003808AE"/>
    <w:rsid w:val="003809A0"/>
    <w:rsid w:val="00384DA1"/>
    <w:rsid w:val="00393EF7"/>
    <w:rsid w:val="003961AE"/>
    <w:rsid w:val="00396444"/>
    <w:rsid w:val="003A1A40"/>
    <w:rsid w:val="003A5086"/>
    <w:rsid w:val="003B0ACB"/>
    <w:rsid w:val="003B526B"/>
    <w:rsid w:val="003B75C8"/>
    <w:rsid w:val="003C03BA"/>
    <w:rsid w:val="003C08BC"/>
    <w:rsid w:val="003C2DDD"/>
    <w:rsid w:val="003C7050"/>
    <w:rsid w:val="003C7FF6"/>
    <w:rsid w:val="003D736B"/>
    <w:rsid w:val="003E4880"/>
    <w:rsid w:val="003F13EB"/>
    <w:rsid w:val="003F2746"/>
    <w:rsid w:val="003F2884"/>
    <w:rsid w:val="003F3D82"/>
    <w:rsid w:val="003F63A0"/>
    <w:rsid w:val="004005C3"/>
    <w:rsid w:val="00400BE7"/>
    <w:rsid w:val="00401405"/>
    <w:rsid w:val="00405CB5"/>
    <w:rsid w:val="00406888"/>
    <w:rsid w:val="0041004A"/>
    <w:rsid w:val="0041026D"/>
    <w:rsid w:val="00412A51"/>
    <w:rsid w:val="004141EE"/>
    <w:rsid w:val="00414556"/>
    <w:rsid w:val="00415119"/>
    <w:rsid w:val="00416930"/>
    <w:rsid w:val="00422A18"/>
    <w:rsid w:val="004242F8"/>
    <w:rsid w:val="00425E21"/>
    <w:rsid w:val="00426D15"/>
    <w:rsid w:val="004320C5"/>
    <w:rsid w:val="00443A68"/>
    <w:rsid w:val="0044722A"/>
    <w:rsid w:val="00452F88"/>
    <w:rsid w:val="004536EC"/>
    <w:rsid w:val="004556CF"/>
    <w:rsid w:val="00455B5A"/>
    <w:rsid w:val="0045754C"/>
    <w:rsid w:val="00457937"/>
    <w:rsid w:val="00471DB3"/>
    <w:rsid w:val="004734C7"/>
    <w:rsid w:val="00477CE5"/>
    <w:rsid w:val="00480AB0"/>
    <w:rsid w:val="00481C8C"/>
    <w:rsid w:val="0048781E"/>
    <w:rsid w:val="00491BA4"/>
    <w:rsid w:val="00493750"/>
    <w:rsid w:val="00497CAF"/>
    <w:rsid w:val="004A038E"/>
    <w:rsid w:val="004A0C5E"/>
    <w:rsid w:val="004A27DA"/>
    <w:rsid w:val="004A44BA"/>
    <w:rsid w:val="004A5AAB"/>
    <w:rsid w:val="004A5F30"/>
    <w:rsid w:val="004A631B"/>
    <w:rsid w:val="004A797B"/>
    <w:rsid w:val="004B0749"/>
    <w:rsid w:val="004B1B07"/>
    <w:rsid w:val="004B2261"/>
    <w:rsid w:val="004B23F8"/>
    <w:rsid w:val="004B4C63"/>
    <w:rsid w:val="004B620E"/>
    <w:rsid w:val="004C146E"/>
    <w:rsid w:val="004C54CE"/>
    <w:rsid w:val="004D037E"/>
    <w:rsid w:val="004D1E03"/>
    <w:rsid w:val="004D6888"/>
    <w:rsid w:val="004D6979"/>
    <w:rsid w:val="004D74C6"/>
    <w:rsid w:val="004E159B"/>
    <w:rsid w:val="004E1D38"/>
    <w:rsid w:val="004F2E52"/>
    <w:rsid w:val="004F3922"/>
    <w:rsid w:val="004F43B3"/>
    <w:rsid w:val="004F473F"/>
    <w:rsid w:val="004F641C"/>
    <w:rsid w:val="005025EF"/>
    <w:rsid w:val="005035B6"/>
    <w:rsid w:val="00505DD1"/>
    <w:rsid w:val="00506AAB"/>
    <w:rsid w:val="005074F1"/>
    <w:rsid w:val="00507D00"/>
    <w:rsid w:val="00507F28"/>
    <w:rsid w:val="005100DE"/>
    <w:rsid w:val="0051020C"/>
    <w:rsid w:val="00512AFC"/>
    <w:rsid w:val="00513380"/>
    <w:rsid w:val="00514516"/>
    <w:rsid w:val="005173E6"/>
    <w:rsid w:val="00520D59"/>
    <w:rsid w:val="00526044"/>
    <w:rsid w:val="00526661"/>
    <w:rsid w:val="005273CC"/>
    <w:rsid w:val="00527F0B"/>
    <w:rsid w:val="005304D1"/>
    <w:rsid w:val="0053082D"/>
    <w:rsid w:val="005329C0"/>
    <w:rsid w:val="005342F2"/>
    <w:rsid w:val="00535429"/>
    <w:rsid w:val="00536F24"/>
    <w:rsid w:val="0054071A"/>
    <w:rsid w:val="00541CB4"/>
    <w:rsid w:val="00542CE7"/>
    <w:rsid w:val="00547E05"/>
    <w:rsid w:val="00552D72"/>
    <w:rsid w:val="00554DF0"/>
    <w:rsid w:val="0055658A"/>
    <w:rsid w:val="005625F3"/>
    <w:rsid w:val="005653E7"/>
    <w:rsid w:val="0056615C"/>
    <w:rsid w:val="00567028"/>
    <w:rsid w:val="00567660"/>
    <w:rsid w:val="00567B23"/>
    <w:rsid w:val="00567E3F"/>
    <w:rsid w:val="00573DB4"/>
    <w:rsid w:val="0058048F"/>
    <w:rsid w:val="00584C8C"/>
    <w:rsid w:val="00586CD4"/>
    <w:rsid w:val="00591984"/>
    <w:rsid w:val="00592300"/>
    <w:rsid w:val="005923A3"/>
    <w:rsid w:val="00593449"/>
    <w:rsid w:val="005A3E50"/>
    <w:rsid w:val="005A4144"/>
    <w:rsid w:val="005C11D7"/>
    <w:rsid w:val="005C47AA"/>
    <w:rsid w:val="005C4AD0"/>
    <w:rsid w:val="005C61F9"/>
    <w:rsid w:val="005C710B"/>
    <w:rsid w:val="005D1A8E"/>
    <w:rsid w:val="005D203C"/>
    <w:rsid w:val="005D2E2F"/>
    <w:rsid w:val="005D2FE4"/>
    <w:rsid w:val="005D3021"/>
    <w:rsid w:val="005D3069"/>
    <w:rsid w:val="005E33CA"/>
    <w:rsid w:val="005E6021"/>
    <w:rsid w:val="005E75EB"/>
    <w:rsid w:val="005F0BDA"/>
    <w:rsid w:val="005F156E"/>
    <w:rsid w:val="005F3F5F"/>
    <w:rsid w:val="005F45D5"/>
    <w:rsid w:val="005F4E8B"/>
    <w:rsid w:val="0060089E"/>
    <w:rsid w:val="00601959"/>
    <w:rsid w:val="00601EF9"/>
    <w:rsid w:val="00603631"/>
    <w:rsid w:val="00603DEE"/>
    <w:rsid w:val="006078C2"/>
    <w:rsid w:val="00607CEE"/>
    <w:rsid w:val="00611237"/>
    <w:rsid w:val="00614371"/>
    <w:rsid w:val="00615930"/>
    <w:rsid w:val="00616C44"/>
    <w:rsid w:val="00620FB4"/>
    <w:rsid w:val="0062115F"/>
    <w:rsid w:val="00621B52"/>
    <w:rsid w:val="0062403B"/>
    <w:rsid w:val="00624C0D"/>
    <w:rsid w:val="00627256"/>
    <w:rsid w:val="006275BF"/>
    <w:rsid w:val="0063157C"/>
    <w:rsid w:val="0063199F"/>
    <w:rsid w:val="006336DF"/>
    <w:rsid w:val="0063426A"/>
    <w:rsid w:val="0063432C"/>
    <w:rsid w:val="006361D6"/>
    <w:rsid w:val="00637EA3"/>
    <w:rsid w:val="00643505"/>
    <w:rsid w:val="00644014"/>
    <w:rsid w:val="00644969"/>
    <w:rsid w:val="0064739F"/>
    <w:rsid w:val="00651A77"/>
    <w:rsid w:val="00654E4A"/>
    <w:rsid w:val="006562B6"/>
    <w:rsid w:val="00656536"/>
    <w:rsid w:val="006568E9"/>
    <w:rsid w:val="00656DC5"/>
    <w:rsid w:val="00661B26"/>
    <w:rsid w:val="0066280C"/>
    <w:rsid w:val="0066417D"/>
    <w:rsid w:val="00664EE7"/>
    <w:rsid w:val="00664EF2"/>
    <w:rsid w:val="006652CF"/>
    <w:rsid w:val="0066575A"/>
    <w:rsid w:val="00666E6D"/>
    <w:rsid w:val="00666F82"/>
    <w:rsid w:val="006670C2"/>
    <w:rsid w:val="00680A23"/>
    <w:rsid w:val="0068129C"/>
    <w:rsid w:val="006833B2"/>
    <w:rsid w:val="0068687C"/>
    <w:rsid w:val="00686A7D"/>
    <w:rsid w:val="00692247"/>
    <w:rsid w:val="006928F3"/>
    <w:rsid w:val="00694BDA"/>
    <w:rsid w:val="00695834"/>
    <w:rsid w:val="006A1021"/>
    <w:rsid w:val="006A1596"/>
    <w:rsid w:val="006A1EC5"/>
    <w:rsid w:val="006A201B"/>
    <w:rsid w:val="006A2CAD"/>
    <w:rsid w:val="006A5178"/>
    <w:rsid w:val="006A79B5"/>
    <w:rsid w:val="006B1835"/>
    <w:rsid w:val="006B374B"/>
    <w:rsid w:val="006B3B17"/>
    <w:rsid w:val="006B4FD9"/>
    <w:rsid w:val="006B5E06"/>
    <w:rsid w:val="006C35C8"/>
    <w:rsid w:val="006C4C48"/>
    <w:rsid w:val="006C627C"/>
    <w:rsid w:val="006C77C4"/>
    <w:rsid w:val="006D0378"/>
    <w:rsid w:val="006D5C9C"/>
    <w:rsid w:val="006D6EEF"/>
    <w:rsid w:val="006D735C"/>
    <w:rsid w:val="006D783F"/>
    <w:rsid w:val="006E1119"/>
    <w:rsid w:val="006F0676"/>
    <w:rsid w:val="006F149B"/>
    <w:rsid w:val="006F24CB"/>
    <w:rsid w:val="006F24D4"/>
    <w:rsid w:val="006F3159"/>
    <w:rsid w:val="006F338F"/>
    <w:rsid w:val="00701DF5"/>
    <w:rsid w:val="00704909"/>
    <w:rsid w:val="00706937"/>
    <w:rsid w:val="00710A57"/>
    <w:rsid w:val="00715DA2"/>
    <w:rsid w:val="00717DF5"/>
    <w:rsid w:val="007200B1"/>
    <w:rsid w:val="007236E7"/>
    <w:rsid w:val="0072458C"/>
    <w:rsid w:val="00724FFB"/>
    <w:rsid w:val="00733700"/>
    <w:rsid w:val="00733FF6"/>
    <w:rsid w:val="00734C33"/>
    <w:rsid w:val="00737506"/>
    <w:rsid w:val="007408DE"/>
    <w:rsid w:val="00742FB6"/>
    <w:rsid w:val="00743BE3"/>
    <w:rsid w:val="00743DD7"/>
    <w:rsid w:val="0074604B"/>
    <w:rsid w:val="0075020D"/>
    <w:rsid w:val="007530E0"/>
    <w:rsid w:val="00757969"/>
    <w:rsid w:val="007579A3"/>
    <w:rsid w:val="007638A3"/>
    <w:rsid w:val="00766FB8"/>
    <w:rsid w:val="0077315D"/>
    <w:rsid w:val="0077494F"/>
    <w:rsid w:val="007772CB"/>
    <w:rsid w:val="00777E3A"/>
    <w:rsid w:val="00784A32"/>
    <w:rsid w:val="00784FCF"/>
    <w:rsid w:val="0078510B"/>
    <w:rsid w:val="007924C6"/>
    <w:rsid w:val="007954F2"/>
    <w:rsid w:val="007B362B"/>
    <w:rsid w:val="007B5115"/>
    <w:rsid w:val="007B5D20"/>
    <w:rsid w:val="007B7891"/>
    <w:rsid w:val="007C0124"/>
    <w:rsid w:val="007C6445"/>
    <w:rsid w:val="007D1584"/>
    <w:rsid w:val="007D1A6D"/>
    <w:rsid w:val="007D4667"/>
    <w:rsid w:val="007D66E1"/>
    <w:rsid w:val="007F0BA6"/>
    <w:rsid w:val="007F1775"/>
    <w:rsid w:val="007F4FE7"/>
    <w:rsid w:val="007F59C6"/>
    <w:rsid w:val="007F5AE6"/>
    <w:rsid w:val="007F6ECC"/>
    <w:rsid w:val="008019B4"/>
    <w:rsid w:val="00802C29"/>
    <w:rsid w:val="00804C4B"/>
    <w:rsid w:val="008057EC"/>
    <w:rsid w:val="00805BD7"/>
    <w:rsid w:val="00805F51"/>
    <w:rsid w:val="008071E3"/>
    <w:rsid w:val="0080741D"/>
    <w:rsid w:val="0081041F"/>
    <w:rsid w:val="0081208D"/>
    <w:rsid w:val="0081254E"/>
    <w:rsid w:val="00812D33"/>
    <w:rsid w:val="008141A6"/>
    <w:rsid w:val="00822CBA"/>
    <w:rsid w:val="008245BD"/>
    <w:rsid w:val="00825E56"/>
    <w:rsid w:val="00826679"/>
    <w:rsid w:val="008268DB"/>
    <w:rsid w:val="00827B3E"/>
    <w:rsid w:val="008408C3"/>
    <w:rsid w:val="008422E9"/>
    <w:rsid w:val="0084245B"/>
    <w:rsid w:val="00844BDE"/>
    <w:rsid w:val="00846BBA"/>
    <w:rsid w:val="00847205"/>
    <w:rsid w:val="008473F9"/>
    <w:rsid w:val="00851257"/>
    <w:rsid w:val="00851294"/>
    <w:rsid w:val="0085138C"/>
    <w:rsid w:val="00851B91"/>
    <w:rsid w:val="00853311"/>
    <w:rsid w:val="0085404A"/>
    <w:rsid w:val="00857337"/>
    <w:rsid w:val="00865794"/>
    <w:rsid w:val="008664F5"/>
    <w:rsid w:val="008669B6"/>
    <w:rsid w:val="008702AC"/>
    <w:rsid w:val="00871452"/>
    <w:rsid w:val="00874917"/>
    <w:rsid w:val="00876EF5"/>
    <w:rsid w:val="00877418"/>
    <w:rsid w:val="00877CB4"/>
    <w:rsid w:val="00880AD3"/>
    <w:rsid w:val="00881F52"/>
    <w:rsid w:val="00882F4D"/>
    <w:rsid w:val="00883EE0"/>
    <w:rsid w:val="008853BD"/>
    <w:rsid w:val="0088606E"/>
    <w:rsid w:val="00886BD4"/>
    <w:rsid w:val="00890115"/>
    <w:rsid w:val="008918EE"/>
    <w:rsid w:val="00894F96"/>
    <w:rsid w:val="008965F1"/>
    <w:rsid w:val="008968C2"/>
    <w:rsid w:val="00896C52"/>
    <w:rsid w:val="008A0DE4"/>
    <w:rsid w:val="008A1140"/>
    <w:rsid w:val="008A1568"/>
    <w:rsid w:val="008A20B9"/>
    <w:rsid w:val="008A5986"/>
    <w:rsid w:val="008B72A9"/>
    <w:rsid w:val="008C4169"/>
    <w:rsid w:val="008C5AE2"/>
    <w:rsid w:val="008D3DCC"/>
    <w:rsid w:val="008D5F76"/>
    <w:rsid w:val="008D7CEC"/>
    <w:rsid w:val="008E28F3"/>
    <w:rsid w:val="008E2CA3"/>
    <w:rsid w:val="008E31A8"/>
    <w:rsid w:val="008E3232"/>
    <w:rsid w:val="008E5F54"/>
    <w:rsid w:val="008F0912"/>
    <w:rsid w:val="008F2F50"/>
    <w:rsid w:val="008F2FD4"/>
    <w:rsid w:val="008F31E9"/>
    <w:rsid w:val="00900E71"/>
    <w:rsid w:val="0090290B"/>
    <w:rsid w:val="00906392"/>
    <w:rsid w:val="00910401"/>
    <w:rsid w:val="00913882"/>
    <w:rsid w:val="00914115"/>
    <w:rsid w:val="00915D64"/>
    <w:rsid w:val="00917177"/>
    <w:rsid w:val="00920789"/>
    <w:rsid w:val="0092329E"/>
    <w:rsid w:val="00926345"/>
    <w:rsid w:val="00926CE1"/>
    <w:rsid w:val="00927C07"/>
    <w:rsid w:val="00930866"/>
    <w:rsid w:val="00932028"/>
    <w:rsid w:val="009340D4"/>
    <w:rsid w:val="00934BD0"/>
    <w:rsid w:val="00936464"/>
    <w:rsid w:val="009369F2"/>
    <w:rsid w:val="009373E5"/>
    <w:rsid w:val="00942130"/>
    <w:rsid w:val="00942A13"/>
    <w:rsid w:val="00945411"/>
    <w:rsid w:val="00945B6F"/>
    <w:rsid w:val="009465D6"/>
    <w:rsid w:val="00950FB6"/>
    <w:rsid w:val="009530FB"/>
    <w:rsid w:val="00955DFB"/>
    <w:rsid w:val="0095793B"/>
    <w:rsid w:val="00960B0F"/>
    <w:rsid w:val="009618BF"/>
    <w:rsid w:val="00961B6E"/>
    <w:rsid w:val="00962EB9"/>
    <w:rsid w:val="00963016"/>
    <w:rsid w:val="0096552E"/>
    <w:rsid w:val="009656C5"/>
    <w:rsid w:val="00965F98"/>
    <w:rsid w:val="00966232"/>
    <w:rsid w:val="00971FD3"/>
    <w:rsid w:val="00972BB9"/>
    <w:rsid w:val="00974E60"/>
    <w:rsid w:val="009769D0"/>
    <w:rsid w:val="00982265"/>
    <w:rsid w:val="00990189"/>
    <w:rsid w:val="0099096F"/>
    <w:rsid w:val="00995F72"/>
    <w:rsid w:val="009971F9"/>
    <w:rsid w:val="009A004C"/>
    <w:rsid w:val="009A1626"/>
    <w:rsid w:val="009A1639"/>
    <w:rsid w:val="009A1975"/>
    <w:rsid w:val="009A508F"/>
    <w:rsid w:val="009B1296"/>
    <w:rsid w:val="009B1C60"/>
    <w:rsid w:val="009B3137"/>
    <w:rsid w:val="009B4349"/>
    <w:rsid w:val="009B53D0"/>
    <w:rsid w:val="009C0C5B"/>
    <w:rsid w:val="009C4768"/>
    <w:rsid w:val="009C6E6C"/>
    <w:rsid w:val="009C75FF"/>
    <w:rsid w:val="009D0AB2"/>
    <w:rsid w:val="009D1E5F"/>
    <w:rsid w:val="009D6E00"/>
    <w:rsid w:val="009D7ABA"/>
    <w:rsid w:val="009D7F85"/>
    <w:rsid w:val="009E2F8B"/>
    <w:rsid w:val="009E6544"/>
    <w:rsid w:val="009F1363"/>
    <w:rsid w:val="009F1B83"/>
    <w:rsid w:val="009F38B9"/>
    <w:rsid w:val="009F418A"/>
    <w:rsid w:val="009F4659"/>
    <w:rsid w:val="009F48DB"/>
    <w:rsid w:val="009F79F3"/>
    <w:rsid w:val="00A0113D"/>
    <w:rsid w:val="00A01519"/>
    <w:rsid w:val="00A0532F"/>
    <w:rsid w:val="00A05731"/>
    <w:rsid w:val="00A05B4D"/>
    <w:rsid w:val="00A05F1E"/>
    <w:rsid w:val="00A066E8"/>
    <w:rsid w:val="00A10E52"/>
    <w:rsid w:val="00A16293"/>
    <w:rsid w:val="00A16A4E"/>
    <w:rsid w:val="00A173FC"/>
    <w:rsid w:val="00A203FA"/>
    <w:rsid w:val="00A20430"/>
    <w:rsid w:val="00A22116"/>
    <w:rsid w:val="00A227FB"/>
    <w:rsid w:val="00A2331F"/>
    <w:rsid w:val="00A23A2B"/>
    <w:rsid w:val="00A24737"/>
    <w:rsid w:val="00A25ACE"/>
    <w:rsid w:val="00A31FEB"/>
    <w:rsid w:val="00A32E84"/>
    <w:rsid w:val="00A35E54"/>
    <w:rsid w:val="00A4088F"/>
    <w:rsid w:val="00A40A31"/>
    <w:rsid w:val="00A47E4C"/>
    <w:rsid w:val="00A5162E"/>
    <w:rsid w:val="00A5229E"/>
    <w:rsid w:val="00A52778"/>
    <w:rsid w:val="00A53D51"/>
    <w:rsid w:val="00A60CB3"/>
    <w:rsid w:val="00A60F87"/>
    <w:rsid w:val="00A61F20"/>
    <w:rsid w:val="00A62B2F"/>
    <w:rsid w:val="00A66654"/>
    <w:rsid w:val="00A7079A"/>
    <w:rsid w:val="00A7185C"/>
    <w:rsid w:val="00A71D11"/>
    <w:rsid w:val="00A72027"/>
    <w:rsid w:val="00A722D5"/>
    <w:rsid w:val="00A73219"/>
    <w:rsid w:val="00A73CA0"/>
    <w:rsid w:val="00A740D0"/>
    <w:rsid w:val="00A74EAE"/>
    <w:rsid w:val="00A76DA0"/>
    <w:rsid w:val="00A826B0"/>
    <w:rsid w:val="00A84362"/>
    <w:rsid w:val="00A847D6"/>
    <w:rsid w:val="00A86837"/>
    <w:rsid w:val="00A90541"/>
    <w:rsid w:val="00A91985"/>
    <w:rsid w:val="00A91B34"/>
    <w:rsid w:val="00A92509"/>
    <w:rsid w:val="00A97D0F"/>
    <w:rsid w:val="00A97EB1"/>
    <w:rsid w:val="00AA0291"/>
    <w:rsid w:val="00AA0576"/>
    <w:rsid w:val="00AA0E8A"/>
    <w:rsid w:val="00AA40CE"/>
    <w:rsid w:val="00AA412E"/>
    <w:rsid w:val="00AA597D"/>
    <w:rsid w:val="00AA5D79"/>
    <w:rsid w:val="00AA692D"/>
    <w:rsid w:val="00AB4A38"/>
    <w:rsid w:val="00AC2D9B"/>
    <w:rsid w:val="00AC6381"/>
    <w:rsid w:val="00AC6CF4"/>
    <w:rsid w:val="00AC74E2"/>
    <w:rsid w:val="00AD0483"/>
    <w:rsid w:val="00AD12C6"/>
    <w:rsid w:val="00AD2010"/>
    <w:rsid w:val="00AD2A78"/>
    <w:rsid w:val="00AD3FB5"/>
    <w:rsid w:val="00AD423D"/>
    <w:rsid w:val="00AD434A"/>
    <w:rsid w:val="00AD51C2"/>
    <w:rsid w:val="00AD64D3"/>
    <w:rsid w:val="00AD6CF6"/>
    <w:rsid w:val="00AE1C94"/>
    <w:rsid w:val="00AE387A"/>
    <w:rsid w:val="00AF0852"/>
    <w:rsid w:val="00AF08D7"/>
    <w:rsid w:val="00AF1DD5"/>
    <w:rsid w:val="00AF2204"/>
    <w:rsid w:val="00AF4D4C"/>
    <w:rsid w:val="00AF5DE1"/>
    <w:rsid w:val="00AF6193"/>
    <w:rsid w:val="00AF6F8D"/>
    <w:rsid w:val="00AF7545"/>
    <w:rsid w:val="00AF7B20"/>
    <w:rsid w:val="00B02472"/>
    <w:rsid w:val="00B03925"/>
    <w:rsid w:val="00B04D5A"/>
    <w:rsid w:val="00B05136"/>
    <w:rsid w:val="00B05194"/>
    <w:rsid w:val="00B05881"/>
    <w:rsid w:val="00B06253"/>
    <w:rsid w:val="00B1000D"/>
    <w:rsid w:val="00B120EA"/>
    <w:rsid w:val="00B12A1D"/>
    <w:rsid w:val="00B16892"/>
    <w:rsid w:val="00B228E8"/>
    <w:rsid w:val="00B265AF"/>
    <w:rsid w:val="00B27E11"/>
    <w:rsid w:val="00B462AF"/>
    <w:rsid w:val="00B50BFF"/>
    <w:rsid w:val="00B528F0"/>
    <w:rsid w:val="00B53AAF"/>
    <w:rsid w:val="00B55F52"/>
    <w:rsid w:val="00B561F3"/>
    <w:rsid w:val="00B6230E"/>
    <w:rsid w:val="00B64DD7"/>
    <w:rsid w:val="00B65019"/>
    <w:rsid w:val="00B66460"/>
    <w:rsid w:val="00B67E7B"/>
    <w:rsid w:val="00B73189"/>
    <w:rsid w:val="00B739FB"/>
    <w:rsid w:val="00B8252F"/>
    <w:rsid w:val="00B83D58"/>
    <w:rsid w:val="00B9011C"/>
    <w:rsid w:val="00B92FC2"/>
    <w:rsid w:val="00B94E03"/>
    <w:rsid w:val="00BA4A53"/>
    <w:rsid w:val="00BA6D48"/>
    <w:rsid w:val="00BA757C"/>
    <w:rsid w:val="00BB74F3"/>
    <w:rsid w:val="00BB7A67"/>
    <w:rsid w:val="00BC29EA"/>
    <w:rsid w:val="00BC657D"/>
    <w:rsid w:val="00BD140F"/>
    <w:rsid w:val="00BD352F"/>
    <w:rsid w:val="00BD464E"/>
    <w:rsid w:val="00BD53D5"/>
    <w:rsid w:val="00BD5FAA"/>
    <w:rsid w:val="00BD6127"/>
    <w:rsid w:val="00BE10B6"/>
    <w:rsid w:val="00BE10C9"/>
    <w:rsid w:val="00BE1EBF"/>
    <w:rsid w:val="00BE3D44"/>
    <w:rsid w:val="00BE498E"/>
    <w:rsid w:val="00BE49EF"/>
    <w:rsid w:val="00BF095C"/>
    <w:rsid w:val="00BF17B1"/>
    <w:rsid w:val="00BF30E5"/>
    <w:rsid w:val="00BF3BDE"/>
    <w:rsid w:val="00BF50C2"/>
    <w:rsid w:val="00BF664C"/>
    <w:rsid w:val="00BF7822"/>
    <w:rsid w:val="00C002F6"/>
    <w:rsid w:val="00C037A3"/>
    <w:rsid w:val="00C04842"/>
    <w:rsid w:val="00C074C9"/>
    <w:rsid w:val="00C11BA8"/>
    <w:rsid w:val="00C14627"/>
    <w:rsid w:val="00C14A64"/>
    <w:rsid w:val="00C16332"/>
    <w:rsid w:val="00C16CDB"/>
    <w:rsid w:val="00C1734E"/>
    <w:rsid w:val="00C2237D"/>
    <w:rsid w:val="00C2256A"/>
    <w:rsid w:val="00C2648A"/>
    <w:rsid w:val="00C26516"/>
    <w:rsid w:val="00C278BC"/>
    <w:rsid w:val="00C30384"/>
    <w:rsid w:val="00C3128C"/>
    <w:rsid w:val="00C32C51"/>
    <w:rsid w:val="00C33B28"/>
    <w:rsid w:val="00C349AE"/>
    <w:rsid w:val="00C34B3E"/>
    <w:rsid w:val="00C36351"/>
    <w:rsid w:val="00C40F8A"/>
    <w:rsid w:val="00C433F2"/>
    <w:rsid w:val="00C4661B"/>
    <w:rsid w:val="00C46DA1"/>
    <w:rsid w:val="00C47B0B"/>
    <w:rsid w:val="00C50E82"/>
    <w:rsid w:val="00C52704"/>
    <w:rsid w:val="00C573F6"/>
    <w:rsid w:val="00C60E7E"/>
    <w:rsid w:val="00C61FF9"/>
    <w:rsid w:val="00C713BF"/>
    <w:rsid w:val="00C73937"/>
    <w:rsid w:val="00C74043"/>
    <w:rsid w:val="00C749A6"/>
    <w:rsid w:val="00C77958"/>
    <w:rsid w:val="00C80109"/>
    <w:rsid w:val="00C803F3"/>
    <w:rsid w:val="00C90C62"/>
    <w:rsid w:val="00C91DCF"/>
    <w:rsid w:val="00C92015"/>
    <w:rsid w:val="00C93724"/>
    <w:rsid w:val="00C94286"/>
    <w:rsid w:val="00C95B91"/>
    <w:rsid w:val="00CA04FA"/>
    <w:rsid w:val="00CA3A81"/>
    <w:rsid w:val="00CA4586"/>
    <w:rsid w:val="00CA79BE"/>
    <w:rsid w:val="00CB32C6"/>
    <w:rsid w:val="00CB59A5"/>
    <w:rsid w:val="00CB5CE5"/>
    <w:rsid w:val="00CB7A9F"/>
    <w:rsid w:val="00CB7B54"/>
    <w:rsid w:val="00CC4E8B"/>
    <w:rsid w:val="00CC6996"/>
    <w:rsid w:val="00CD1884"/>
    <w:rsid w:val="00CD235C"/>
    <w:rsid w:val="00CD2916"/>
    <w:rsid w:val="00CD3F6D"/>
    <w:rsid w:val="00CE17ED"/>
    <w:rsid w:val="00CE2285"/>
    <w:rsid w:val="00CE295F"/>
    <w:rsid w:val="00CE421C"/>
    <w:rsid w:val="00CE4D86"/>
    <w:rsid w:val="00CF040F"/>
    <w:rsid w:val="00CF4F8E"/>
    <w:rsid w:val="00D015C5"/>
    <w:rsid w:val="00D01CD6"/>
    <w:rsid w:val="00D02CC1"/>
    <w:rsid w:val="00D03A01"/>
    <w:rsid w:val="00D03B20"/>
    <w:rsid w:val="00D104C2"/>
    <w:rsid w:val="00D113B6"/>
    <w:rsid w:val="00D11A50"/>
    <w:rsid w:val="00D13FB1"/>
    <w:rsid w:val="00D2466A"/>
    <w:rsid w:val="00D265DD"/>
    <w:rsid w:val="00D27819"/>
    <w:rsid w:val="00D27CBD"/>
    <w:rsid w:val="00D30E4E"/>
    <w:rsid w:val="00D337F0"/>
    <w:rsid w:val="00D3405A"/>
    <w:rsid w:val="00D343BF"/>
    <w:rsid w:val="00D36F62"/>
    <w:rsid w:val="00D4452E"/>
    <w:rsid w:val="00D46F7F"/>
    <w:rsid w:val="00D47AFB"/>
    <w:rsid w:val="00D501D2"/>
    <w:rsid w:val="00D533D4"/>
    <w:rsid w:val="00D54BB9"/>
    <w:rsid w:val="00D56252"/>
    <w:rsid w:val="00D6458B"/>
    <w:rsid w:val="00D6492F"/>
    <w:rsid w:val="00D65322"/>
    <w:rsid w:val="00D70CE5"/>
    <w:rsid w:val="00D71095"/>
    <w:rsid w:val="00D7139B"/>
    <w:rsid w:val="00D71741"/>
    <w:rsid w:val="00D71E91"/>
    <w:rsid w:val="00D7550E"/>
    <w:rsid w:val="00D7593A"/>
    <w:rsid w:val="00D76982"/>
    <w:rsid w:val="00D82C01"/>
    <w:rsid w:val="00D85AC3"/>
    <w:rsid w:val="00D87762"/>
    <w:rsid w:val="00D87770"/>
    <w:rsid w:val="00D87911"/>
    <w:rsid w:val="00D91250"/>
    <w:rsid w:val="00D919B2"/>
    <w:rsid w:val="00D9253C"/>
    <w:rsid w:val="00D937F4"/>
    <w:rsid w:val="00D939A8"/>
    <w:rsid w:val="00D940B9"/>
    <w:rsid w:val="00D94530"/>
    <w:rsid w:val="00DA0796"/>
    <w:rsid w:val="00DB2281"/>
    <w:rsid w:val="00DC0DDB"/>
    <w:rsid w:val="00DC3616"/>
    <w:rsid w:val="00DC46CF"/>
    <w:rsid w:val="00DD064F"/>
    <w:rsid w:val="00DD22AD"/>
    <w:rsid w:val="00DD6B79"/>
    <w:rsid w:val="00DE0B99"/>
    <w:rsid w:val="00DE0F3A"/>
    <w:rsid w:val="00DF2288"/>
    <w:rsid w:val="00DF6384"/>
    <w:rsid w:val="00E005AF"/>
    <w:rsid w:val="00E01833"/>
    <w:rsid w:val="00E01B60"/>
    <w:rsid w:val="00E01EB9"/>
    <w:rsid w:val="00E02A14"/>
    <w:rsid w:val="00E1110D"/>
    <w:rsid w:val="00E1218C"/>
    <w:rsid w:val="00E146C2"/>
    <w:rsid w:val="00E1628F"/>
    <w:rsid w:val="00E1722D"/>
    <w:rsid w:val="00E25655"/>
    <w:rsid w:val="00E278E7"/>
    <w:rsid w:val="00E306ED"/>
    <w:rsid w:val="00E30E1F"/>
    <w:rsid w:val="00E32BE1"/>
    <w:rsid w:val="00E34BF7"/>
    <w:rsid w:val="00E3516D"/>
    <w:rsid w:val="00E372E3"/>
    <w:rsid w:val="00E373C1"/>
    <w:rsid w:val="00E378FB"/>
    <w:rsid w:val="00E401E5"/>
    <w:rsid w:val="00E40600"/>
    <w:rsid w:val="00E43D95"/>
    <w:rsid w:val="00E45D82"/>
    <w:rsid w:val="00E45E0E"/>
    <w:rsid w:val="00E61841"/>
    <w:rsid w:val="00E62B37"/>
    <w:rsid w:val="00E62D36"/>
    <w:rsid w:val="00E6411F"/>
    <w:rsid w:val="00E65E16"/>
    <w:rsid w:val="00E671CC"/>
    <w:rsid w:val="00E675B7"/>
    <w:rsid w:val="00E741AD"/>
    <w:rsid w:val="00E75D71"/>
    <w:rsid w:val="00E76A9A"/>
    <w:rsid w:val="00E76BCB"/>
    <w:rsid w:val="00E77CA9"/>
    <w:rsid w:val="00E82606"/>
    <w:rsid w:val="00E87C04"/>
    <w:rsid w:val="00E90D4B"/>
    <w:rsid w:val="00E91561"/>
    <w:rsid w:val="00E91F55"/>
    <w:rsid w:val="00E94FC6"/>
    <w:rsid w:val="00E95283"/>
    <w:rsid w:val="00E96C89"/>
    <w:rsid w:val="00EA0431"/>
    <w:rsid w:val="00EA0B45"/>
    <w:rsid w:val="00EA2A29"/>
    <w:rsid w:val="00EA40A1"/>
    <w:rsid w:val="00EA4700"/>
    <w:rsid w:val="00EA5F17"/>
    <w:rsid w:val="00EB0A72"/>
    <w:rsid w:val="00EB1C49"/>
    <w:rsid w:val="00EB1DE9"/>
    <w:rsid w:val="00EB22DD"/>
    <w:rsid w:val="00EB2555"/>
    <w:rsid w:val="00EB3CBC"/>
    <w:rsid w:val="00EB5401"/>
    <w:rsid w:val="00EB61C2"/>
    <w:rsid w:val="00EB7B0D"/>
    <w:rsid w:val="00EC065D"/>
    <w:rsid w:val="00EC08CB"/>
    <w:rsid w:val="00EC211F"/>
    <w:rsid w:val="00EC4809"/>
    <w:rsid w:val="00EC4C2F"/>
    <w:rsid w:val="00EC58A5"/>
    <w:rsid w:val="00ED4145"/>
    <w:rsid w:val="00ED4F04"/>
    <w:rsid w:val="00ED6081"/>
    <w:rsid w:val="00EE027B"/>
    <w:rsid w:val="00EE11CF"/>
    <w:rsid w:val="00EE66F6"/>
    <w:rsid w:val="00EE76D4"/>
    <w:rsid w:val="00EF1BBD"/>
    <w:rsid w:val="00EF2A5A"/>
    <w:rsid w:val="00EF3119"/>
    <w:rsid w:val="00EF55FD"/>
    <w:rsid w:val="00EF7FB1"/>
    <w:rsid w:val="00F00727"/>
    <w:rsid w:val="00F0540D"/>
    <w:rsid w:val="00F06185"/>
    <w:rsid w:val="00F11837"/>
    <w:rsid w:val="00F11B9A"/>
    <w:rsid w:val="00F1388C"/>
    <w:rsid w:val="00F14C4A"/>
    <w:rsid w:val="00F16A15"/>
    <w:rsid w:val="00F21850"/>
    <w:rsid w:val="00F24889"/>
    <w:rsid w:val="00F255E3"/>
    <w:rsid w:val="00F27339"/>
    <w:rsid w:val="00F320E2"/>
    <w:rsid w:val="00F35F9E"/>
    <w:rsid w:val="00F36349"/>
    <w:rsid w:val="00F36ECC"/>
    <w:rsid w:val="00F40FE8"/>
    <w:rsid w:val="00F44B9B"/>
    <w:rsid w:val="00F50EEA"/>
    <w:rsid w:val="00F5579E"/>
    <w:rsid w:val="00F56C87"/>
    <w:rsid w:val="00F6014F"/>
    <w:rsid w:val="00F60554"/>
    <w:rsid w:val="00F60E4B"/>
    <w:rsid w:val="00F64E5F"/>
    <w:rsid w:val="00F6574B"/>
    <w:rsid w:val="00F663D8"/>
    <w:rsid w:val="00F672D6"/>
    <w:rsid w:val="00F718C6"/>
    <w:rsid w:val="00F762E2"/>
    <w:rsid w:val="00F80FA4"/>
    <w:rsid w:val="00F81ABB"/>
    <w:rsid w:val="00F82542"/>
    <w:rsid w:val="00F84486"/>
    <w:rsid w:val="00F85F5B"/>
    <w:rsid w:val="00F87D1D"/>
    <w:rsid w:val="00F93493"/>
    <w:rsid w:val="00F948CB"/>
    <w:rsid w:val="00F95310"/>
    <w:rsid w:val="00F95FC9"/>
    <w:rsid w:val="00F96F00"/>
    <w:rsid w:val="00FA2CC7"/>
    <w:rsid w:val="00FA72D2"/>
    <w:rsid w:val="00FA7A9F"/>
    <w:rsid w:val="00FB0027"/>
    <w:rsid w:val="00FB1362"/>
    <w:rsid w:val="00FB17F4"/>
    <w:rsid w:val="00FB1D50"/>
    <w:rsid w:val="00FB4072"/>
    <w:rsid w:val="00FB5D35"/>
    <w:rsid w:val="00FC0A56"/>
    <w:rsid w:val="00FC1F1E"/>
    <w:rsid w:val="00FD1A42"/>
    <w:rsid w:val="00FD3953"/>
    <w:rsid w:val="00FD659B"/>
    <w:rsid w:val="00FE09BA"/>
    <w:rsid w:val="00FE0BE3"/>
    <w:rsid w:val="00FE18FA"/>
    <w:rsid w:val="00FE5AB0"/>
    <w:rsid w:val="00FE65CF"/>
    <w:rsid w:val="00FE74CA"/>
    <w:rsid w:val="00FF15D2"/>
    <w:rsid w:val="00FF38FB"/>
    <w:rsid w:val="00FF4767"/>
    <w:rsid w:val="00FF5063"/>
    <w:rsid w:val="00FF6AFA"/>
    <w:rsid w:val="00FF76E9"/>
    <w:rsid w:val="00FF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B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F56C8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1A3C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A3CA1"/>
  </w:style>
  <w:style w:type="paragraph" w:styleId="Altbilgi">
    <w:name w:val="footer"/>
    <w:basedOn w:val="Normal"/>
    <w:link w:val="AltbilgiChar"/>
    <w:uiPriority w:val="99"/>
    <w:unhideWhenUsed/>
    <w:rsid w:val="001A3C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A3CA1"/>
  </w:style>
  <w:style w:type="paragraph" w:styleId="BalonMetni">
    <w:name w:val="Balloon Text"/>
    <w:basedOn w:val="Normal"/>
    <w:link w:val="BalonMetniChar"/>
    <w:uiPriority w:val="99"/>
    <w:semiHidden/>
    <w:unhideWhenUsed/>
    <w:rsid w:val="00934B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4BD0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basedOn w:val="VarsaylanParagrafYazTipi"/>
    <w:link w:val="AralkYok"/>
    <w:rsid w:val="00C16332"/>
  </w:style>
  <w:style w:type="table" w:styleId="TabloKlavuzu">
    <w:name w:val="Table Grid"/>
    <w:basedOn w:val="NormalTablo"/>
    <w:uiPriority w:val="59"/>
    <w:rsid w:val="00380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3804CF"/>
    <w:rPr>
      <w:color w:val="000000"/>
      <w:sz w:val="20"/>
      <w:szCs w:val="20"/>
    </w:rPr>
  </w:style>
  <w:style w:type="character" w:customStyle="1" w:styleId="A6">
    <w:name w:val="A6"/>
    <w:uiPriority w:val="99"/>
    <w:rsid w:val="003804CF"/>
    <w:rPr>
      <w:color w:val="000000"/>
      <w:sz w:val="20"/>
      <w:szCs w:val="20"/>
    </w:rPr>
  </w:style>
  <w:style w:type="paragraph" w:customStyle="1" w:styleId="Default">
    <w:name w:val="Default"/>
    <w:rsid w:val="00961B6E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A97E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B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F56C8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1A3C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A3CA1"/>
  </w:style>
  <w:style w:type="paragraph" w:styleId="Altbilgi">
    <w:name w:val="footer"/>
    <w:basedOn w:val="Normal"/>
    <w:link w:val="AltbilgiChar"/>
    <w:uiPriority w:val="99"/>
    <w:unhideWhenUsed/>
    <w:rsid w:val="001A3C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A3CA1"/>
  </w:style>
  <w:style w:type="paragraph" w:styleId="BalonMetni">
    <w:name w:val="Balloon Text"/>
    <w:basedOn w:val="Normal"/>
    <w:link w:val="BalonMetniChar"/>
    <w:uiPriority w:val="99"/>
    <w:semiHidden/>
    <w:unhideWhenUsed/>
    <w:rsid w:val="00934BD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4BD0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basedOn w:val="VarsaylanParagrafYazTipi"/>
    <w:link w:val="AralkYok"/>
    <w:rsid w:val="00C16332"/>
  </w:style>
  <w:style w:type="table" w:styleId="TabloKlavuzu">
    <w:name w:val="Table Grid"/>
    <w:basedOn w:val="NormalTablo"/>
    <w:uiPriority w:val="59"/>
    <w:rsid w:val="00380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3804CF"/>
    <w:rPr>
      <w:color w:val="000000"/>
      <w:sz w:val="20"/>
      <w:szCs w:val="20"/>
    </w:rPr>
  </w:style>
  <w:style w:type="character" w:customStyle="1" w:styleId="A6">
    <w:name w:val="A6"/>
    <w:uiPriority w:val="99"/>
    <w:rsid w:val="003804CF"/>
    <w:rPr>
      <w:color w:val="000000"/>
      <w:sz w:val="20"/>
      <w:szCs w:val="20"/>
    </w:rPr>
  </w:style>
  <w:style w:type="paragraph" w:customStyle="1" w:styleId="Default">
    <w:name w:val="Default"/>
    <w:rsid w:val="00961B6E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A97E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3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&#305;\Desktop\1.%20D&#304;KEY%20&#350;ABLN.dotx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7228-EDA2-4B54-8ED7-8F73B004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 DİKEY ŞABLN</Template>
  <TotalTime>32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zı</dc:creator>
  <cp:lastModifiedBy>Buro</cp:lastModifiedBy>
  <cp:revision>13</cp:revision>
  <cp:lastPrinted>2022-05-08T15:49:00Z</cp:lastPrinted>
  <dcterms:created xsi:type="dcterms:W3CDTF">2022-05-07T20:48:00Z</dcterms:created>
  <dcterms:modified xsi:type="dcterms:W3CDTF">2022-05-26T13:33:00Z</dcterms:modified>
</cp:coreProperties>
</file>