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E8" w:rsidRPr="0097243B" w:rsidRDefault="00A066E8" w:rsidP="007954F2">
      <w:pPr>
        <w:pStyle w:val="AralkYok"/>
        <w:spacing w:line="276" w:lineRule="auto"/>
        <w:jc w:val="center"/>
        <w:rPr>
          <w:rFonts w:ascii="Maiandra GD" w:hAnsi="Maiandra GD"/>
          <w:b/>
          <w:sz w:val="12"/>
        </w:rPr>
      </w:pPr>
    </w:p>
    <w:p w:rsidR="003804CF" w:rsidRPr="0097243B" w:rsidRDefault="003664C1" w:rsidP="0097243B">
      <w:pPr>
        <w:pStyle w:val="AralkYok"/>
        <w:spacing w:line="360" w:lineRule="auto"/>
        <w:jc w:val="center"/>
        <w:rPr>
          <w:rFonts w:ascii="Maiandra GD" w:hAnsi="Maiandra GD"/>
          <w:b/>
        </w:rPr>
      </w:pPr>
      <w:r w:rsidRPr="0097243B">
        <w:rPr>
          <w:rFonts w:ascii="Maiandra GD" w:hAnsi="Maiandra GD"/>
          <w:b/>
        </w:rPr>
        <w:t>20</w:t>
      </w:r>
      <w:r w:rsidR="00A24737" w:rsidRPr="0097243B">
        <w:rPr>
          <w:rFonts w:ascii="Maiandra GD" w:hAnsi="Maiandra GD"/>
          <w:b/>
        </w:rPr>
        <w:t>21</w:t>
      </w:r>
      <w:r w:rsidR="003804CF" w:rsidRPr="0097243B">
        <w:rPr>
          <w:rFonts w:ascii="Maiandra GD" w:hAnsi="Maiandra GD"/>
          <w:b/>
        </w:rPr>
        <w:t xml:space="preserve"> – 20</w:t>
      </w:r>
      <w:r w:rsidR="00A24737" w:rsidRPr="0097243B">
        <w:rPr>
          <w:rFonts w:ascii="Maiandra GD" w:hAnsi="Maiandra GD"/>
          <w:b/>
        </w:rPr>
        <w:t>22</w:t>
      </w:r>
      <w:r w:rsidR="003804CF" w:rsidRPr="0097243B">
        <w:rPr>
          <w:rFonts w:ascii="Maiandra GD" w:hAnsi="Maiandra GD"/>
          <w:b/>
        </w:rPr>
        <w:t xml:space="preserve"> EĞİTİM ÖĞRETİM YILI</w:t>
      </w:r>
    </w:p>
    <w:p w:rsidR="003804CF" w:rsidRPr="0097243B" w:rsidRDefault="00A24737" w:rsidP="0097243B">
      <w:pPr>
        <w:pStyle w:val="AralkYok"/>
        <w:spacing w:line="360" w:lineRule="auto"/>
        <w:jc w:val="center"/>
        <w:rPr>
          <w:rFonts w:ascii="Maiandra GD" w:hAnsi="Maiandra GD"/>
          <w:b/>
        </w:rPr>
      </w:pPr>
      <w:r w:rsidRPr="0097243B">
        <w:rPr>
          <w:rFonts w:ascii="Maiandra GD" w:hAnsi="Maiandra GD"/>
          <w:b/>
        </w:rPr>
        <w:t>VEYSEL KARANİ İLKOKULU 4 – A SINIFI</w:t>
      </w:r>
    </w:p>
    <w:p w:rsidR="003804CF" w:rsidRPr="0097243B" w:rsidRDefault="003804CF" w:rsidP="0097243B">
      <w:pPr>
        <w:pStyle w:val="AralkYok"/>
        <w:spacing w:line="360" w:lineRule="auto"/>
        <w:jc w:val="center"/>
        <w:rPr>
          <w:rFonts w:ascii="Maiandra GD" w:hAnsi="Maiandra GD"/>
          <w:b/>
        </w:rPr>
      </w:pPr>
      <w:r w:rsidRPr="0097243B">
        <w:rPr>
          <w:rFonts w:ascii="Maiandra GD" w:hAnsi="Maiandra GD"/>
          <w:b/>
          <w:sz w:val="20"/>
        </w:rPr>
        <w:t xml:space="preserve">SOSYAL BİLGİLER DERSİ </w:t>
      </w:r>
      <w:r w:rsidR="003664C1" w:rsidRPr="0097243B">
        <w:rPr>
          <w:rFonts w:ascii="Maiandra GD" w:hAnsi="Maiandra GD"/>
          <w:b/>
          <w:sz w:val="20"/>
        </w:rPr>
        <w:t xml:space="preserve">2. DÖNEM </w:t>
      </w:r>
      <w:r w:rsidR="004C645C">
        <w:rPr>
          <w:rFonts w:ascii="Maiandra GD" w:hAnsi="Maiandra GD"/>
          <w:b/>
          <w:sz w:val="20"/>
        </w:rPr>
        <w:t>2</w:t>
      </w:r>
      <w:r w:rsidR="003664C1" w:rsidRPr="0097243B">
        <w:rPr>
          <w:rFonts w:ascii="Maiandra GD" w:hAnsi="Maiandra GD"/>
          <w:b/>
          <w:sz w:val="20"/>
        </w:rPr>
        <w:t>. YAZILI SINAVI</w:t>
      </w:r>
    </w:p>
    <w:p w:rsidR="003804CF" w:rsidRPr="0097243B" w:rsidRDefault="003804CF" w:rsidP="007954F2">
      <w:pPr>
        <w:pStyle w:val="AralkYok"/>
        <w:spacing w:line="276" w:lineRule="auto"/>
        <w:jc w:val="center"/>
        <w:rPr>
          <w:rFonts w:ascii="Maiandra GD" w:hAnsi="Maiandra GD"/>
        </w:rPr>
      </w:pPr>
    </w:p>
    <w:p w:rsidR="003804CF" w:rsidRPr="0097243B" w:rsidRDefault="003804CF" w:rsidP="007954F2">
      <w:pPr>
        <w:spacing w:line="276" w:lineRule="auto"/>
        <w:rPr>
          <w:rFonts w:ascii="Maiandra GD" w:hAnsi="Maiandra GD"/>
          <w:b/>
          <w:sz w:val="22"/>
        </w:rPr>
      </w:pPr>
      <w:r w:rsidRPr="0097243B">
        <w:rPr>
          <w:rFonts w:ascii="Maiandra GD" w:hAnsi="Maiandra GD"/>
          <w:b/>
          <w:sz w:val="22"/>
        </w:rPr>
        <w:t>Adı Soyadı:</w:t>
      </w:r>
      <w:r w:rsidR="0097243B" w:rsidRPr="0097243B">
        <w:rPr>
          <w:rFonts w:ascii="Maiandra GD" w:hAnsi="Maiandra GD"/>
          <w:sz w:val="22"/>
        </w:rPr>
        <w:t xml:space="preserve"> ___________________</w:t>
      </w:r>
      <w:r w:rsidR="00A24737" w:rsidRPr="0097243B">
        <w:rPr>
          <w:rFonts w:ascii="Maiandra GD" w:hAnsi="Maiandra GD"/>
          <w:sz w:val="22"/>
        </w:rPr>
        <w:t xml:space="preserve">      </w:t>
      </w:r>
      <w:r w:rsidR="003C08BC" w:rsidRPr="0097243B">
        <w:rPr>
          <w:rFonts w:ascii="Maiandra GD" w:hAnsi="Maiandra GD"/>
          <w:b/>
          <w:sz w:val="22"/>
        </w:rPr>
        <w:t>NOTU: ______</w:t>
      </w:r>
    </w:p>
    <w:p w:rsidR="00426D15" w:rsidRPr="0097243B" w:rsidRDefault="00426D15" w:rsidP="007954F2">
      <w:pPr>
        <w:pStyle w:val="AralkYok"/>
        <w:spacing w:line="276" w:lineRule="auto"/>
        <w:rPr>
          <w:rFonts w:ascii="Maiandra GD" w:hAnsi="Maiandra GD"/>
          <w:sz w:val="24"/>
        </w:rPr>
      </w:pPr>
    </w:p>
    <w:p w:rsidR="003804CF" w:rsidRPr="0097243B" w:rsidRDefault="00D80F60" w:rsidP="00BE0967">
      <w:pPr>
        <w:pStyle w:val="AralkYok"/>
        <w:spacing w:line="276" w:lineRule="auto"/>
        <w:rPr>
          <w:rFonts w:ascii="Maiandra GD" w:hAnsi="Maiandra GD"/>
          <w:b/>
          <w:sz w:val="24"/>
        </w:rPr>
      </w:pPr>
      <w:r>
        <w:rPr>
          <w:rFonts w:ascii="Maiandra GD" w:hAnsi="Maiandra GD"/>
          <w:b/>
          <w:color w:val="FF0000"/>
          <w:sz w:val="24"/>
        </w:rPr>
        <w:t>A</w:t>
      </w:r>
      <w:r w:rsidR="00BE0967" w:rsidRPr="00BE0967">
        <w:rPr>
          <w:rFonts w:ascii="Maiandra GD" w:hAnsi="Maiandra GD"/>
          <w:b/>
          <w:color w:val="FF0000"/>
          <w:sz w:val="24"/>
        </w:rPr>
        <w:t>)</w:t>
      </w:r>
      <w:r w:rsidR="00BE0967">
        <w:rPr>
          <w:rFonts w:ascii="Maiandra GD" w:hAnsi="Maiandra GD"/>
          <w:b/>
          <w:sz w:val="24"/>
        </w:rPr>
        <w:t xml:space="preserve"> </w:t>
      </w:r>
      <w:r w:rsidR="003804CF" w:rsidRPr="0097243B">
        <w:rPr>
          <w:rFonts w:ascii="Maiandra GD" w:hAnsi="Maiandra GD"/>
          <w:b/>
          <w:sz w:val="24"/>
        </w:rPr>
        <w:t>Aşağıdaki cümleler doğruysa D, yanlışsa Y yazınız.</w:t>
      </w:r>
      <w:r w:rsidR="00EB1DE9" w:rsidRPr="0097243B">
        <w:rPr>
          <w:rFonts w:ascii="Maiandra GD" w:hAnsi="Maiandra GD"/>
          <w:b/>
          <w:sz w:val="24"/>
        </w:rPr>
        <w:t>(</w:t>
      </w:r>
      <w:r w:rsidR="003C08BC" w:rsidRPr="0097243B">
        <w:rPr>
          <w:rFonts w:ascii="Maiandra GD" w:hAnsi="Maiandra GD"/>
          <w:b/>
          <w:sz w:val="24"/>
        </w:rPr>
        <w:t>6</w:t>
      </w:r>
      <w:r w:rsidR="00BE0967">
        <w:rPr>
          <w:rFonts w:ascii="Maiandra GD" w:hAnsi="Maiandra GD"/>
          <w:b/>
          <w:sz w:val="24"/>
        </w:rPr>
        <w:t>x2=12</w:t>
      </w:r>
      <w:r w:rsidR="0097243B">
        <w:rPr>
          <w:rFonts w:ascii="Maiandra GD" w:hAnsi="Maiandra GD"/>
          <w:b/>
          <w:sz w:val="24"/>
        </w:rPr>
        <w:t xml:space="preserve"> </w:t>
      </w:r>
      <w:r w:rsidR="00EB1DE9" w:rsidRPr="0097243B">
        <w:rPr>
          <w:rFonts w:ascii="Maiandra GD" w:hAnsi="Maiandra GD"/>
          <w:b/>
          <w:sz w:val="24"/>
        </w:rPr>
        <w:t>p</w:t>
      </w:r>
      <w:r w:rsidR="0097243B">
        <w:rPr>
          <w:rFonts w:ascii="Maiandra GD" w:hAnsi="Maiandra GD"/>
          <w:b/>
          <w:sz w:val="24"/>
        </w:rPr>
        <w:t>uan</w:t>
      </w:r>
      <w:r w:rsidR="00EB1DE9" w:rsidRPr="0097243B">
        <w:rPr>
          <w:rFonts w:ascii="Maiandra GD" w:hAnsi="Maiandra GD"/>
          <w:b/>
          <w:sz w:val="24"/>
        </w:rPr>
        <w:t>)</w:t>
      </w:r>
    </w:p>
    <w:p w:rsidR="003804CF" w:rsidRPr="0097243B" w:rsidRDefault="003804CF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97243B">
        <w:rPr>
          <w:rFonts w:ascii="Maiandra GD" w:hAnsi="Maiandra GD"/>
          <w:b/>
        </w:rPr>
        <w:t>[ ____ ]</w:t>
      </w:r>
      <w:r w:rsidRPr="0097243B">
        <w:rPr>
          <w:rFonts w:ascii="Maiandra GD" w:hAnsi="Maiandra GD"/>
        </w:rPr>
        <w:t xml:space="preserve"> </w:t>
      </w:r>
      <w:r w:rsidR="00BE0967">
        <w:rPr>
          <w:rFonts w:ascii="Maiandra GD" w:hAnsi="Maiandra GD"/>
        </w:rPr>
        <w:t xml:space="preserve"> </w:t>
      </w:r>
      <w:r w:rsidR="0097243B" w:rsidRPr="0097243B">
        <w:rPr>
          <w:rFonts w:ascii="Maiandra GD" w:hAnsi="Maiandra GD"/>
          <w:sz w:val="24"/>
        </w:rPr>
        <w:t>Çocuklar fikirleri sorulmadıkça ailedeki</w:t>
      </w:r>
      <w:r w:rsidR="0097243B">
        <w:rPr>
          <w:rFonts w:ascii="Maiandra GD" w:hAnsi="Maiandra GD"/>
          <w:sz w:val="24"/>
        </w:rPr>
        <w:t xml:space="preserve"> </w:t>
      </w:r>
      <w:r w:rsidR="0097243B" w:rsidRPr="0097243B">
        <w:rPr>
          <w:rFonts w:ascii="Maiandra GD" w:hAnsi="Maiandra GD"/>
          <w:sz w:val="24"/>
        </w:rPr>
        <w:t>karar süreçlerine katılmamalıdır.</w:t>
      </w:r>
    </w:p>
    <w:p w:rsidR="003804CF" w:rsidRPr="0097243B" w:rsidRDefault="003804CF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97243B">
        <w:rPr>
          <w:rFonts w:ascii="Maiandra GD" w:hAnsi="Maiandra GD"/>
          <w:b/>
          <w:sz w:val="24"/>
        </w:rPr>
        <w:t>[ ____ ]</w:t>
      </w:r>
      <w:r w:rsidRPr="0097243B">
        <w:rPr>
          <w:rFonts w:ascii="Maiandra GD" w:hAnsi="Maiandra GD"/>
          <w:sz w:val="24"/>
        </w:rPr>
        <w:t xml:space="preserve"> </w:t>
      </w:r>
      <w:r w:rsidR="00BE0967">
        <w:rPr>
          <w:rFonts w:ascii="Maiandra GD" w:hAnsi="Maiandra GD"/>
          <w:sz w:val="24"/>
        </w:rPr>
        <w:t xml:space="preserve"> </w:t>
      </w:r>
      <w:r w:rsidR="0097243B" w:rsidRPr="0097243B">
        <w:rPr>
          <w:rFonts w:ascii="Maiandra GD" w:hAnsi="Maiandra GD"/>
          <w:sz w:val="24"/>
        </w:rPr>
        <w:t>Türkiye, Çocuk Haklarına Dair Sözleşme’</w:t>
      </w:r>
      <w:r w:rsidR="0097243B">
        <w:rPr>
          <w:rFonts w:ascii="Maiandra GD" w:hAnsi="Maiandra GD"/>
          <w:sz w:val="24"/>
        </w:rPr>
        <w:t xml:space="preserve"> </w:t>
      </w:r>
      <w:proofErr w:type="spellStart"/>
      <w:r w:rsidR="0097243B" w:rsidRPr="0097243B">
        <w:rPr>
          <w:rFonts w:ascii="Maiandra GD" w:hAnsi="Maiandra GD"/>
          <w:sz w:val="24"/>
        </w:rPr>
        <w:t>yi</w:t>
      </w:r>
      <w:proofErr w:type="spellEnd"/>
      <w:r w:rsidR="0097243B" w:rsidRPr="0097243B">
        <w:rPr>
          <w:rFonts w:ascii="Maiandra GD" w:hAnsi="Maiandra GD"/>
          <w:sz w:val="24"/>
        </w:rPr>
        <w:t xml:space="preserve"> imzalayan devletlerden biridir.</w:t>
      </w:r>
    </w:p>
    <w:p w:rsidR="003804CF" w:rsidRPr="0097243B" w:rsidRDefault="003804CF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aiandra GD" w:hAnsi="Maiandra GD"/>
          <w:b/>
          <w:sz w:val="24"/>
        </w:rPr>
        <w:t>[ ____ ]</w:t>
      </w:r>
      <w:r w:rsidRPr="0097243B">
        <w:rPr>
          <w:rFonts w:ascii="Maiandra GD" w:hAnsi="Maiandra GD"/>
          <w:sz w:val="24"/>
        </w:rPr>
        <w:t xml:space="preserve">  </w:t>
      </w:r>
      <w:r w:rsidR="00EB20E2" w:rsidRPr="00EB20E2">
        <w:rPr>
          <w:rFonts w:ascii="Maiandra GD" w:hAnsi="Maiandra GD"/>
          <w:sz w:val="24"/>
        </w:rPr>
        <w:t>İnsanlar</w:t>
      </w:r>
      <w:r w:rsidR="00EB20E2">
        <w:rPr>
          <w:rFonts w:ascii="Maiandra GD" w:hAnsi="Maiandra GD"/>
          <w:sz w:val="24"/>
        </w:rPr>
        <w:t xml:space="preserve"> </w:t>
      </w:r>
      <w:r w:rsidR="00EB20E2" w:rsidRPr="00EB20E2">
        <w:rPr>
          <w:rFonts w:ascii="Maiandra GD" w:hAnsi="Maiandra GD"/>
          <w:sz w:val="24"/>
        </w:rPr>
        <w:t>temel ihtiyaçlarından önce sosyal ihtiyaçlarını karşılamalıdır.</w:t>
      </w:r>
    </w:p>
    <w:p w:rsidR="003C08BC" w:rsidRPr="0097243B" w:rsidRDefault="003C08BC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BE0967">
        <w:rPr>
          <w:rFonts w:ascii="Maiandra GD" w:hAnsi="Maiandra GD"/>
          <w:b/>
          <w:sz w:val="24"/>
        </w:rPr>
        <w:t>[ ____ ]</w:t>
      </w:r>
      <w:r w:rsidRPr="0097243B">
        <w:rPr>
          <w:rFonts w:ascii="Maiandra GD" w:hAnsi="Maiandra GD"/>
          <w:sz w:val="24"/>
        </w:rPr>
        <w:t xml:space="preserve">  </w:t>
      </w:r>
      <w:r w:rsidR="00BE0967" w:rsidRPr="00BE0967">
        <w:rPr>
          <w:rFonts w:ascii="Maiandra GD" w:hAnsi="Maiandra GD"/>
          <w:sz w:val="24"/>
        </w:rPr>
        <w:t>İzmit</w:t>
      </w:r>
      <w:r w:rsidR="00BE0967">
        <w:rPr>
          <w:rFonts w:ascii="Maiandra GD" w:hAnsi="Maiandra GD"/>
          <w:sz w:val="24"/>
        </w:rPr>
        <w:t xml:space="preserve"> ( Kocaeli )</w:t>
      </w:r>
      <w:r w:rsidR="00BE0967" w:rsidRPr="00BE0967">
        <w:rPr>
          <w:rFonts w:ascii="Maiandra GD" w:hAnsi="Maiandra GD"/>
          <w:sz w:val="24"/>
        </w:rPr>
        <w:t xml:space="preserve"> sanayi faaliyetlerinin geliştiği illerimizden biridir.</w:t>
      </w:r>
    </w:p>
    <w:p w:rsidR="003C08BC" w:rsidRPr="0097243B" w:rsidRDefault="003C08BC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BE0967">
        <w:rPr>
          <w:rFonts w:ascii="Maiandra GD" w:hAnsi="Maiandra GD"/>
          <w:b/>
          <w:sz w:val="24"/>
        </w:rPr>
        <w:t>[ ____ ]</w:t>
      </w:r>
      <w:r w:rsidRPr="0097243B">
        <w:rPr>
          <w:rFonts w:ascii="Maiandra GD" w:hAnsi="Maiandra GD"/>
          <w:sz w:val="24"/>
        </w:rPr>
        <w:t xml:space="preserve">  </w:t>
      </w:r>
      <w:r w:rsidR="00BE0967" w:rsidRPr="00BE0967">
        <w:rPr>
          <w:rFonts w:ascii="Maiandra GD" w:hAnsi="Maiandra GD"/>
          <w:sz w:val="24"/>
        </w:rPr>
        <w:t>Teknolojik icatlar tarih boyunca oluşan bilgi birikiminin sonucudur.</w:t>
      </w:r>
    </w:p>
    <w:p w:rsidR="003C08BC" w:rsidRPr="0097243B" w:rsidRDefault="008237DB" w:rsidP="00BE0967">
      <w:pPr>
        <w:pStyle w:val="AralkYok"/>
        <w:spacing w:line="360" w:lineRule="auto"/>
        <w:rPr>
          <w:rFonts w:ascii="Maiandra GD" w:hAnsi="Maiandra GD"/>
          <w:sz w:val="24"/>
        </w:rPr>
      </w:pPr>
      <w:r>
        <w:rPr>
          <w:rFonts w:cstheme="minorHAnsi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6" o:spid="_x0000_s1026" type="#_x0000_t202" style="position:absolute;margin-left:212.6pt;margin-top:15.75pt;width:98.8pt;height:19.5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" fillcolor="window" strokecolor="window" strokeweight=".5pt">
            <v:textbox>
              <w:txbxContent>
                <w:p w:rsidR="00D926CE" w:rsidRPr="00A86837" w:rsidRDefault="00D926CE" w:rsidP="00D926CE">
                  <w:pPr>
                    <w:jc w:val="center"/>
                    <w:rPr>
                      <w:rFonts w:ascii="Brush Script Std" w:hAnsi="Brush Script Std"/>
                      <w:sz w:val="16"/>
                    </w:rPr>
                  </w:pPr>
                  <w:r w:rsidRPr="00A86837">
                    <w:rPr>
                      <w:rFonts w:ascii="Brush Script Std" w:hAnsi="Brush Script Std"/>
                      <w:sz w:val="16"/>
                    </w:rPr>
                    <w:t>M. Salih Ö</w:t>
                  </w:r>
                  <w:r w:rsidRPr="00A86837">
                    <w:rPr>
                      <w:rFonts w:ascii="Times New Roman" w:hAnsi="Times New Roman" w:cs="Times New Roman"/>
                      <w:sz w:val="16"/>
                    </w:rPr>
                    <w:t>ğ</w:t>
                  </w:r>
                  <w:r w:rsidRPr="00A86837">
                    <w:rPr>
                      <w:rFonts w:ascii="Brush Script Std" w:hAnsi="Brush Script Std"/>
                      <w:sz w:val="16"/>
                    </w:rPr>
                    <w:t>retmen</w:t>
                  </w:r>
                </w:p>
              </w:txbxContent>
            </v:textbox>
          </v:shape>
        </w:pict>
      </w:r>
      <w:r w:rsidR="003C08BC" w:rsidRPr="00BE0967">
        <w:rPr>
          <w:rFonts w:ascii="Maiandra GD" w:hAnsi="Maiandra GD"/>
          <w:b/>
          <w:sz w:val="24"/>
        </w:rPr>
        <w:t>[ ____ ]</w:t>
      </w:r>
      <w:r w:rsidR="003C08BC" w:rsidRPr="0097243B">
        <w:rPr>
          <w:rFonts w:ascii="Maiandra GD" w:hAnsi="Maiandra GD"/>
          <w:sz w:val="24"/>
        </w:rPr>
        <w:t xml:space="preserve">  </w:t>
      </w:r>
      <w:r w:rsidR="00BE0967" w:rsidRPr="00BE0967">
        <w:rPr>
          <w:rFonts w:ascii="Maiandra GD" w:hAnsi="Maiandra GD"/>
          <w:sz w:val="24"/>
        </w:rPr>
        <w:t>Krokilerde gerçek boyutları küçültme işlemi belli bir ölçeğe göre yapılır.</w:t>
      </w:r>
    </w:p>
    <w:p w:rsidR="00961B6E" w:rsidRPr="0097243B" w:rsidRDefault="00961B6E" w:rsidP="00BE0967">
      <w:pPr>
        <w:pStyle w:val="AralkYok"/>
        <w:spacing w:line="276" w:lineRule="auto"/>
        <w:rPr>
          <w:rFonts w:ascii="Maiandra GD" w:hAnsi="Maiandra GD"/>
          <w:sz w:val="24"/>
        </w:rPr>
      </w:pPr>
    </w:p>
    <w:p w:rsidR="00961B6E" w:rsidRPr="0097243B" w:rsidRDefault="00961B6E" w:rsidP="00BE0967">
      <w:pPr>
        <w:pStyle w:val="Default"/>
        <w:spacing w:line="276" w:lineRule="auto"/>
        <w:rPr>
          <w:rFonts w:ascii="Maiandra GD" w:hAnsi="Maiandra GD"/>
          <w:sz w:val="22"/>
        </w:rPr>
      </w:pPr>
    </w:p>
    <w:p w:rsidR="0097243B" w:rsidRDefault="00D80F60" w:rsidP="00BE0967">
      <w:pPr>
        <w:pStyle w:val="AralkYok"/>
        <w:spacing w:line="276" w:lineRule="auto"/>
        <w:rPr>
          <w:rFonts w:ascii="Maiandra GD" w:hAnsi="Maiandra GD" w:cs="Cambria Math"/>
          <w:b/>
          <w:color w:val="000000"/>
          <w:sz w:val="24"/>
        </w:rPr>
      </w:pPr>
      <w:r>
        <w:rPr>
          <w:rFonts w:ascii="Maiandra GD" w:hAnsi="Maiandra GD" w:cs="Cambria Math"/>
          <w:b/>
          <w:color w:val="FF0000"/>
          <w:sz w:val="24"/>
        </w:rPr>
        <w:t>B</w:t>
      </w:r>
      <w:r w:rsidR="0097243B" w:rsidRPr="0097243B">
        <w:rPr>
          <w:rFonts w:ascii="Maiandra GD" w:hAnsi="Maiandra GD" w:cs="Cambria Math"/>
          <w:b/>
          <w:color w:val="FF0000"/>
          <w:sz w:val="24"/>
        </w:rPr>
        <w:t xml:space="preserve">) </w:t>
      </w:r>
      <w:r w:rsidR="0097243B" w:rsidRPr="0097243B">
        <w:rPr>
          <w:rFonts w:ascii="Maiandra GD" w:hAnsi="Maiandra GD" w:cs="Cambria Math"/>
          <w:b/>
          <w:color w:val="000000"/>
          <w:sz w:val="24"/>
        </w:rPr>
        <w:t>Aşağıda verilen cümleleri kutucuklardaki sözcük ve sözcük gruplarından uygun olanlar ile tamamlayınız.</w:t>
      </w:r>
      <w:r w:rsidR="00BE0967">
        <w:rPr>
          <w:rFonts w:ascii="Maiandra GD" w:hAnsi="Maiandra GD" w:cs="Cambria Math"/>
          <w:b/>
          <w:color w:val="000000"/>
          <w:sz w:val="24"/>
        </w:rPr>
        <w:t xml:space="preserve"> ( 6x3=18 puan )</w:t>
      </w:r>
    </w:p>
    <w:p w:rsidR="0097243B" w:rsidRDefault="008237DB" w:rsidP="00BE0967">
      <w:pPr>
        <w:pStyle w:val="AralkYok"/>
        <w:spacing w:line="276" w:lineRule="auto"/>
        <w:rPr>
          <w:rFonts w:ascii="Maiandra GD" w:hAnsi="Maiandra GD" w:cs="Cambria Math"/>
          <w:b/>
          <w:color w:val="000000"/>
          <w:sz w:val="24"/>
        </w:rPr>
      </w:pP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5" o:spid="_x0000_s1027" type="#_x0000_t202" style="position:absolute;margin-left:3.75pt;margin-top:.2pt;width:78pt;height:2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" fillcolor="white [3201]" strokecolor="red" strokeweight="1pt">
            <v:textbox>
              <w:txbxContent>
                <w:p w:rsidR="0097243B" w:rsidRPr="0097243B" w:rsidRDefault="0097243B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 w:rsidRPr="0097243B">
                    <w:rPr>
                      <w:rFonts w:ascii="Maiandra GD" w:hAnsi="Maiandra GD"/>
                    </w:rPr>
                    <w:t>sorumluluk</w:t>
                  </w:r>
                  <w:proofErr w:type="gramEnd"/>
                </w:p>
              </w:txbxContent>
            </v:textbox>
          </v:shape>
        </w:pict>
      </w: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13" o:spid="_x0000_s1028" type="#_x0000_t202" style="position:absolute;margin-left:171pt;margin-top:.45pt;width:78pt;height:22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" fillcolor="window" strokecolor="red" strokeweight="1pt">
            <v:textbox>
              <w:txbxContent>
                <w:p w:rsidR="00EB20E2" w:rsidRPr="0097243B" w:rsidRDefault="00BE0967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>
                    <w:rPr>
                      <w:rFonts w:ascii="Maiandra GD" w:hAnsi="Maiandra GD"/>
                    </w:rPr>
                    <w:t>uçma</w:t>
                  </w:r>
                  <w:proofErr w:type="gramEnd"/>
                </w:p>
              </w:txbxContent>
            </v:textbox>
          </v:shape>
        </w:pict>
      </w: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11" o:spid="_x0000_s1029" type="#_x0000_t202" style="position:absolute;margin-left:87pt;margin-top:.45pt;width:78pt;height:22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" fillcolor="window" strokecolor="red" strokeweight="1pt">
            <v:textbox>
              <w:txbxContent>
                <w:p w:rsidR="00EB20E2" w:rsidRPr="0097243B" w:rsidRDefault="00EB20E2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>
                    <w:rPr>
                      <w:rFonts w:ascii="Maiandra GD" w:hAnsi="Maiandra GD"/>
                    </w:rPr>
                    <w:t>ihtiyaç</w:t>
                  </w:r>
                  <w:proofErr w:type="gramEnd"/>
                </w:p>
              </w:txbxContent>
            </v:textbox>
          </v:shape>
        </w:pict>
      </w:r>
    </w:p>
    <w:p w:rsidR="0097243B" w:rsidRDefault="008237DB" w:rsidP="00BE0967">
      <w:pPr>
        <w:pStyle w:val="AralkYok"/>
        <w:spacing w:line="276" w:lineRule="auto"/>
        <w:rPr>
          <w:rFonts w:ascii="Maiandra GD" w:hAnsi="Maiandra GD" w:cs="Cambria Math"/>
          <w:b/>
          <w:color w:val="000000"/>
          <w:sz w:val="24"/>
        </w:rPr>
      </w:pP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10" o:spid="_x0000_s1030" type="#_x0000_t202" style="position:absolute;margin-left:3.75pt;margin-top:7.85pt;width:78pt;height:22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" fillcolor="window" strokecolor="red" strokeweight="1pt">
            <v:textbox>
              <w:txbxContent>
                <w:p w:rsidR="00EB20E2" w:rsidRPr="0097243B" w:rsidRDefault="00EB20E2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>
                    <w:rPr>
                      <w:rFonts w:ascii="Maiandra GD" w:hAnsi="Maiandra GD"/>
                    </w:rPr>
                    <w:t>egemenlik</w:t>
                  </w:r>
                  <w:proofErr w:type="gramEnd"/>
                </w:p>
              </w:txbxContent>
            </v:textbox>
          </v:shape>
        </w:pict>
      </w: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7" o:spid="_x0000_s1031" type="#_x0000_t202" style="position:absolute;margin-left:171pt;margin-top:8.15pt;width:78pt;height:22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" fillcolor="window" strokecolor="red" strokeweight="1pt">
            <v:textbox>
              <w:txbxContent>
                <w:p w:rsidR="00EB20E2" w:rsidRPr="0097243B" w:rsidRDefault="00EB20E2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>
                    <w:rPr>
                      <w:rFonts w:ascii="Maiandra GD" w:hAnsi="Maiandra GD"/>
                    </w:rPr>
                    <w:t>eğitim</w:t>
                  </w:r>
                  <w:proofErr w:type="gramEnd"/>
                </w:p>
              </w:txbxContent>
            </v:textbox>
          </v:shape>
        </w:pict>
      </w:r>
      <w:r>
        <w:rPr>
          <w:rFonts w:ascii="Maiandra GD" w:hAnsi="Maiandra GD" w:cs="Cambria Math"/>
          <w:b/>
          <w:noProof/>
          <w:color w:val="000000"/>
          <w:sz w:val="24"/>
        </w:rPr>
        <w:pict>
          <v:shape id="Metin Kutusu 12" o:spid="_x0000_s1032" type="#_x0000_t202" style="position:absolute;margin-left:87pt;margin-top:7.9pt;width:78pt;height:22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" fillcolor="window" strokecolor="red" strokeweight="1pt">
            <v:textbox>
              <w:txbxContent>
                <w:p w:rsidR="00EB20E2" w:rsidRPr="0097243B" w:rsidRDefault="00EB20E2" w:rsidP="00EB20E2">
                  <w:pPr>
                    <w:jc w:val="center"/>
                    <w:rPr>
                      <w:rFonts w:ascii="Maiandra GD" w:hAnsi="Maiandra GD"/>
                    </w:rPr>
                  </w:pPr>
                  <w:proofErr w:type="gramStart"/>
                  <w:r>
                    <w:rPr>
                      <w:rFonts w:ascii="Maiandra GD" w:hAnsi="Maiandra GD"/>
                    </w:rPr>
                    <w:t>tasarruf</w:t>
                  </w:r>
                  <w:proofErr w:type="gramEnd"/>
                </w:p>
              </w:txbxContent>
            </v:textbox>
          </v:shape>
        </w:pict>
      </w:r>
    </w:p>
    <w:p w:rsidR="0097243B" w:rsidRDefault="0097243B" w:rsidP="00BE0967">
      <w:pPr>
        <w:pStyle w:val="AralkYok"/>
        <w:spacing w:line="360" w:lineRule="auto"/>
        <w:rPr>
          <w:rFonts w:ascii="Maiandra GD" w:hAnsi="Maiandra GD" w:cs="Cambria Math"/>
          <w:b/>
          <w:color w:val="000000"/>
          <w:sz w:val="24"/>
        </w:rPr>
      </w:pPr>
    </w:p>
    <w:p w:rsidR="00961B6E" w:rsidRPr="0097243B" w:rsidRDefault="00961B6E" w:rsidP="00BE0967">
      <w:pPr>
        <w:pStyle w:val="AralkYok"/>
        <w:spacing w:line="360" w:lineRule="auto"/>
        <w:rPr>
          <w:rFonts w:ascii="Maiandra GD" w:hAnsi="Maiandra GD"/>
        </w:rPr>
      </w:pPr>
      <w:r w:rsidRPr="00EB20E2">
        <w:rPr>
          <w:rFonts w:ascii="MS Gothic" w:eastAsia="MS Gothic" w:hAnsi="MS Gothic" w:cs="MS Gothic" w:hint="eastAsia"/>
          <w:sz w:val="24"/>
        </w:rPr>
        <w:t>❀</w:t>
      </w:r>
      <w:r w:rsidR="0097243B" w:rsidRPr="0097243B">
        <w:rPr>
          <w:rFonts w:ascii="Maiandra GD" w:hAnsi="Maiandra GD"/>
          <w:sz w:val="24"/>
        </w:rPr>
        <w:t xml:space="preserve">Öğrencilerin katıldıkları gruplarda </w:t>
      </w:r>
      <w:proofErr w:type="gramStart"/>
      <w:r w:rsidR="0097243B" w:rsidRPr="0097243B">
        <w:rPr>
          <w:rFonts w:ascii="Maiandra GD" w:hAnsi="Maiandra GD"/>
          <w:sz w:val="24"/>
        </w:rPr>
        <w:t>...............................</w:t>
      </w:r>
      <w:r w:rsidR="0097243B">
        <w:rPr>
          <w:rFonts w:ascii="Maiandra GD" w:hAnsi="Maiandra GD"/>
          <w:sz w:val="24"/>
        </w:rPr>
        <w:t>.</w:t>
      </w:r>
      <w:proofErr w:type="gramEnd"/>
      <w:r w:rsidR="0097243B">
        <w:rPr>
          <w:rFonts w:ascii="Maiandra GD" w:hAnsi="Maiandra GD"/>
          <w:sz w:val="24"/>
        </w:rPr>
        <w:t xml:space="preserve"> </w:t>
      </w:r>
      <w:r w:rsidR="0097243B" w:rsidRPr="0097243B">
        <w:rPr>
          <w:rFonts w:ascii="Maiandra GD" w:hAnsi="Maiandra GD"/>
          <w:sz w:val="24"/>
        </w:rPr>
        <w:t xml:space="preserve"> üstlenmeleri gerekir.</w:t>
      </w:r>
    </w:p>
    <w:p w:rsidR="00961B6E" w:rsidRPr="00EB20E2" w:rsidRDefault="00961B6E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S Gothic" w:eastAsia="MS Gothic" w:hAnsi="MS Gothic" w:cs="MS Gothic" w:hint="eastAsia"/>
          <w:sz w:val="24"/>
        </w:rPr>
        <w:t>❀</w:t>
      </w:r>
      <w:r w:rsidR="00EB20E2" w:rsidRPr="00EB20E2">
        <w:rPr>
          <w:rFonts w:ascii="Maiandra GD" w:hAnsi="Maiandra GD"/>
          <w:sz w:val="24"/>
        </w:rPr>
        <w:t xml:space="preserve">Her çocuğun </w:t>
      </w:r>
      <w:proofErr w:type="gramStart"/>
      <w:r w:rsidR="00EB20E2" w:rsidRPr="00EB20E2">
        <w:rPr>
          <w:rFonts w:ascii="Maiandra GD" w:hAnsi="Maiandra GD"/>
          <w:sz w:val="24"/>
        </w:rPr>
        <w:t>......................</w:t>
      </w:r>
      <w:proofErr w:type="gramEnd"/>
      <w:r w:rsidR="00EB20E2" w:rsidRPr="00EB20E2">
        <w:rPr>
          <w:rFonts w:ascii="Maiandra GD" w:hAnsi="Maiandra GD"/>
          <w:sz w:val="24"/>
        </w:rPr>
        <w:t xml:space="preserve"> </w:t>
      </w:r>
      <w:proofErr w:type="gramStart"/>
      <w:r w:rsidR="00EB20E2" w:rsidRPr="00EB20E2">
        <w:rPr>
          <w:rFonts w:ascii="Maiandra GD" w:hAnsi="Maiandra GD"/>
          <w:sz w:val="24"/>
        </w:rPr>
        <w:t>alma</w:t>
      </w:r>
      <w:proofErr w:type="gramEnd"/>
      <w:r w:rsidR="00EB20E2" w:rsidRPr="00EB20E2">
        <w:rPr>
          <w:rFonts w:ascii="Maiandra GD" w:hAnsi="Maiandra GD"/>
          <w:sz w:val="24"/>
        </w:rPr>
        <w:t xml:space="preserve"> hakkı vardır.</w:t>
      </w:r>
    </w:p>
    <w:p w:rsidR="00961B6E" w:rsidRDefault="00961B6E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S Gothic" w:eastAsia="MS Gothic" w:hAnsi="MS Gothic" w:cs="MS Gothic" w:hint="eastAsia"/>
          <w:sz w:val="24"/>
        </w:rPr>
        <w:t>❀</w:t>
      </w:r>
      <w:r w:rsidR="00EB20E2">
        <w:rPr>
          <w:rFonts w:ascii="Maiandra GD" w:hAnsi="Maiandra GD"/>
          <w:sz w:val="24"/>
        </w:rPr>
        <w:t xml:space="preserve">TBMM’nin açılmasıyla </w:t>
      </w:r>
      <w:proofErr w:type="gramStart"/>
      <w:r w:rsidR="00EB20E2" w:rsidRPr="00EB20E2">
        <w:rPr>
          <w:rFonts w:ascii="Maiandra GD" w:hAnsi="Maiandra GD"/>
          <w:sz w:val="24"/>
        </w:rPr>
        <w:t>.................</w:t>
      </w:r>
      <w:r w:rsidR="00EB20E2">
        <w:rPr>
          <w:rFonts w:ascii="Maiandra GD" w:hAnsi="Maiandra GD"/>
          <w:sz w:val="24"/>
        </w:rPr>
        <w:t>......</w:t>
      </w:r>
      <w:r w:rsidR="00EB20E2" w:rsidRPr="00EB20E2">
        <w:rPr>
          <w:rFonts w:ascii="Maiandra GD" w:hAnsi="Maiandra GD"/>
          <w:sz w:val="24"/>
        </w:rPr>
        <w:t>..</w:t>
      </w:r>
      <w:proofErr w:type="gramEnd"/>
      <w:r w:rsidR="00EB20E2">
        <w:rPr>
          <w:rFonts w:ascii="Maiandra GD" w:hAnsi="Maiandra GD"/>
          <w:sz w:val="24"/>
        </w:rPr>
        <w:t xml:space="preserve"> </w:t>
      </w:r>
      <w:proofErr w:type="gramStart"/>
      <w:r w:rsidR="00EB20E2">
        <w:rPr>
          <w:rFonts w:ascii="Maiandra GD" w:hAnsi="Maiandra GD"/>
          <w:sz w:val="24"/>
        </w:rPr>
        <w:t>m</w:t>
      </w:r>
      <w:r w:rsidR="00EB20E2" w:rsidRPr="00EB20E2">
        <w:rPr>
          <w:rFonts w:ascii="Maiandra GD" w:hAnsi="Maiandra GD"/>
          <w:sz w:val="24"/>
        </w:rPr>
        <w:t>illete</w:t>
      </w:r>
      <w:proofErr w:type="gramEnd"/>
      <w:r w:rsidR="00EB20E2">
        <w:rPr>
          <w:rFonts w:ascii="Maiandra GD" w:hAnsi="Maiandra GD"/>
          <w:sz w:val="24"/>
        </w:rPr>
        <w:t xml:space="preserve"> </w:t>
      </w:r>
      <w:r w:rsidR="00EB20E2" w:rsidRPr="00EB20E2">
        <w:rPr>
          <w:rFonts w:ascii="Maiandra GD" w:hAnsi="Maiandra GD"/>
          <w:sz w:val="24"/>
        </w:rPr>
        <w:t>geçmiştir.</w:t>
      </w:r>
    </w:p>
    <w:p w:rsidR="00EB20E2" w:rsidRDefault="00EB20E2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S Gothic" w:eastAsia="MS Gothic" w:hAnsi="MS Gothic" w:cs="MS Gothic" w:hint="eastAsia"/>
          <w:sz w:val="24"/>
        </w:rPr>
        <w:t>❀</w:t>
      </w:r>
      <w:r w:rsidRPr="00EB20E2">
        <w:rPr>
          <w:rFonts w:ascii="Maiandra GD" w:hAnsi="Maiandra GD"/>
          <w:sz w:val="24"/>
        </w:rPr>
        <w:t>İnsan</w:t>
      </w:r>
      <w:r>
        <w:rPr>
          <w:rFonts w:ascii="Maiandra GD" w:hAnsi="Maiandra GD"/>
          <w:sz w:val="24"/>
        </w:rPr>
        <w:t xml:space="preserve"> </w:t>
      </w:r>
      <w:r w:rsidRPr="00EB20E2">
        <w:rPr>
          <w:rFonts w:ascii="Maiandra GD" w:hAnsi="Maiandra GD"/>
          <w:sz w:val="24"/>
        </w:rPr>
        <w:t>hayatının</w:t>
      </w:r>
      <w:r>
        <w:rPr>
          <w:rFonts w:ascii="Maiandra GD" w:hAnsi="Maiandra GD"/>
          <w:sz w:val="24"/>
        </w:rPr>
        <w:t xml:space="preserve"> </w:t>
      </w:r>
      <w:r w:rsidRPr="00EB20E2">
        <w:rPr>
          <w:rFonts w:ascii="Maiandra GD" w:hAnsi="Maiandra GD"/>
          <w:sz w:val="24"/>
        </w:rPr>
        <w:t>devamı</w:t>
      </w:r>
      <w:r>
        <w:rPr>
          <w:rFonts w:ascii="Maiandra GD" w:hAnsi="Maiandra GD"/>
          <w:sz w:val="24"/>
        </w:rPr>
        <w:t xml:space="preserve"> </w:t>
      </w:r>
      <w:r w:rsidRPr="00EB20E2">
        <w:rPr>
          <w:rFonts w:ascii="Maiandra GD" w:hAnsi="Maiandra GD"/>
          <w:sz w:val="24"/>
        </w:rPr>
        <w:t>için gerekli</w:t>
      </w:r>
      <w:r>
        <w:rPr>
          <w:rFonts w:ascii="Maiandra GD" w:hAnsi="Maiandra GD"/>
          <w:sz w:val="24"/>
        </w:rPr>
        <w:t xml:space="preserve"> </w:t>
      </w:r>
      <w:r w:rsidRPr="00EB20E2">
        <w:rPr>
          <w:rFonts w:ascii="Maiandra GD" w:hAnsi="Maiandra GD"/>
          <w:sz w:val="24"/>
        </w:rPr>
        <w:t>ve zorunlu</w:t>
      </w:r>
      <w:r>
        <w:rPr>
          <w:rFonts w:ascii="Maiandra GD" w:hAnsi="Maiandra GD"/>
          <w:sz w:val="24"/>
        </w:rPr>
        <w:t xml:space="preserve"> </w:t>
      </w:r>
      <w:r w:rsidRPr="00EB20E2">
        <w:rPr>
          <w:rFonts w:ascii="Maiandra GD" w:hAnsi="Maiandra GD"/>
          <w:sz w:val="24"/>
        </w:rPr>
        <w:t>olan maddelere</w:t>
      </w:r>
      <w:r>
        <w:rPr>
          <w:rFonts w:ascii="Maiandra GD" w:hAnsi="Maiandra GD"/>
          <w:sz w:val="24"/>
        </w:rPr>
        <w:t xml:space="preserve"> </w:t>
      </w:r>
      <w:proofErr w:type="gramStart"/>
      <w:r w:rsidRPr="00EB20E2">
        <w:rPr>
          <w:rFonts w:ascii="Maiandra GD" w:hAnsi="Maiandra GD"/>
          <w:sz w:val="24"/>
        </w:rPr>
        <w:t>.....................</w:t>
      </w:r>
      <w:proofErr w:type="gramEnd"/>
      <w:r>
        <w:rPr>
          <w:rFonts w:ascii="Maiandra GD" w:hAnsi="Maiandra GD"/>
          <w:sz w:val="24"/>
        </w:rPr>
        <w:t xml:space="preserve"> </w:t>
      </w:r>
      <w:proofErr w:type="gramStart"/>
      <w:r w:rsidRPr="00EB20E2">
        <w:rPr>
          <w:rFonts w:ascii="Maiandra GD" w:hAnsi="Maiandra GD"/>
          <w:sz w:val="24"/>
        </w:rPr>
        <w:t>denir</w:t>
      </w:r>
      <w:proofErr w:type="gramEnd"/>
      <w:r w:rsidRPr="00EB20E2">
        <w:rPr>
          <w:rFonts w:ascii="Maiandra GD" w:hAnsi="Maiandra GD"/>
          <w:sz w:val="24"/>
        </w:rPr>
        <w:t>.</w:t>
      </w:r>
    </w:p>
    <w:p w:rsidR="00EB20E2" w:rsidRDefault="00EB20E2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S Gothic" w:eastAsia="MS Gothic" w:hAnsi="MS Gothic" w:cs="MS Gothic" w:hint="eastAsia"/>
          <w:sz w:val="24"/>
        </w:rPr>
        <w:t>❀</w:t>
      </w:r>
      <w:r w:rsidRPr="00EB20E2">
        <w:rPr>
          <w:rFonts w:ascii="Maiandra GD" w:hAnsi="Maiandra GD"/>
          <w:sz w:val="24"/>
        </w:rPr>
        <w:t xml:space="preserve">Bütçede harcama yapıldıktan sonra elde kalan paraya </w:t>
      </w:r>
      <w:proofErr w:type="gramStart"/>
      <w:r w:rsidRPr="00EB20E2">
        <w:rPr>
          <w:rFonts w:ascii="Maiandra GD" w:hAnsi="Maiandra GD"/>
          <w:sz w:val="24"/>
        </w:rPr>
        <w:t>.......................</w:t>
      </w:r>
      <w:proofErr w:type="gramEnd"/>
      <w:r w:rsidRPr="00EB20E2">
        <w:rPr>
          <w:rFonts w:ascii="Maiandra GD" w:hAnsi="Maiandra GD"/>
          <w:sz w:val="24"/>
        </w:rPr>
        <w:t xml:space="preserve"> </w:t>
      </w:r>
      <w:proofErr w:type="gramStart"/>
      <w:r w:rsidRPr="00EB20E2">
        <w:rPr>
          <w:rFonts w:ascii="Maiandra GD" w:hAnsi="Maiandra GD"/>
          <w:sz w:val="24"/>
        </w:rPr>
        <w:t>denir</w:t>
      </w:r>
      <w:proofErr w:type="gramEnd"/>
      <w:r w:rsidRPr="00EB20E2">
        <w:rPr>
          <w:rFonts w:ascii="Maiandra GD" w:hAnsi="Maiandra GD"/>
          <w:sz w:val="24"/>
        </w:rPr>
        <w:t>.</w:t>
      </w:r>
    </w:p>
    <w:p w:rsidR="00EB20E2" w:rsidRDefault="00EB20E2" w:rsidP="00BE0967">
      <w:pPr>
        <w:pStyle w:val="AralkYok"/>
        <w:spacing w:line="360" w:lineRule="auto"/>
        <w:rPr>
          <w:rFonts w:ascii="Maiandra GD" w:hAnsi="Maiandra GD"/>
          <w:sz w:val="24"/>
        </w:rPr>
      </w:pPr>
      <w:r w:rsidRPr="00EB20E2">
        <w:rPr>
          <w:rFonts w:ascii="Maiandra GD" w:hAnsi="Maiandra GD" w:hint="eastAsia"/>
          <w:sz w:val="24"/>
        </w:rPr>
        <w:t>❀</w:t>
      </w:r>
      <w:proofErr w:type="spellStart"/>
      <w:r w:rsidR="00BE0967" w:rsidRPr="00BE0967">
        <w:rPr>
          <w:rFonts w:ascii="Maiandra GD" w:hAnsi="Maiandra GD"/>
          <w:sz w:val="24"/>
        </w:rPr>
        <w:t>Hezar</w:t>
      </w:r>
      <w:r w:rsidR="00BE0967">
        <w:rPr>
          <w:rFonts w:ascii="Maiandra GD" w:hAnsi="Maiandra GD"/>
          <w:sz w:val="24"/>
        </w:rPr>
        <w:t>fen</w:t>
      </w:r>
      <w:proofErr w:type="spellEnd"/>
      <w:r w:rsidR="00BE0967">
        <w:rPr>
          <w:rFonts w:ascii="Maiandra GD" w:hAnsi="Maiandra GD"/>
          <w:sz w:val="24"/>
        </w:rPr>
        <w:t xml:space="preserve"> Ahmet Çelebi </w:t>
      </w:r>
      <w:proofErr w:type="gramStart"/>
      <w:r w:rsidR="00BE0967">
        <w:rPr>
          <w:rFonts w:ascii="Maiandra GD" w:hAnsi="Maiandra GD"/>
          <w:sz w:val="24"/>
        </w:rPr>
        <w:t>.................</w:t>
      </w:r>
      <w:proofErr w:type="gramEnd"/>
      <w:r w:rsidR="00BE0967">
        <w:rPr>
          <w:rFonts w:ascii="Maiandra GD" w:hAnsi="Maiandra GD"/>
          <w:sz w:val="24"/>
        </w:rPr>
        <w:t xml:space="preserve"> </w:t>
      </w:r>
      <w:proofErr w:type="gramStart"/>
      <w:r w:rsidR="00BE0967" w:rsidRPr="00BE0967">
        <w:rPr>
          <w:rFonts w:ascii="Maiandra GD" w:hAnsi="Maiandra GD"/>
          <w:sz w:val="24"/>
        </w:rPr>
        <w:t>denemesi</w:t>
      </w:r>
      <w:proofErr w:type="gramEnd"/>
      <w:r w:rsidR="00BE0967">
        <w:rPr>
          <w:rFonts w:ascii="Maiandra GD" w:hAnsi="Maiandra GD"/>
          <w:sz w:val="24"/>
        </w:rPr>
        <w:t xml:space="preserve"> i</w:t>
      </w:r>
      <w:r w:rsidR="00BE0967" w:rsidRPr="00BE0967">
        <w:rPr>
          <w:rFonts w:ascii="Maiandra GD" w:hAnsi="Maiandra GD"/>
          <w:sz w:val="24"/>
        </w:rPr>
        <w:t>le bilim tarihine geçmiştir.</w:t>
      </w:r>
    </w:p>
    <w:p w:rsidR="00EB20E2" w:rsidRDefault="00EB20E2" w:rsidP="00EB20E2">
      <w:pPr>
        <w:pStyle w:val="AralkYok"/>
        <w:rPr>
          <w:rFonts w:ascii="Maiandra GD" w:hAnsi="Maiandra GD"/>
          <w:sz w:val="24"/>
        </w:rPr>
      </w:pPr>
    </w:p>
    <w:p w:rsidR="00D80F60" w:rsidRDefault="00473644" w:rsidP="00473644">
      <w:pPr>
        <w:pStyle w:val="AralkYok"/>
        <w:spacing w:line="276" w:lineRule="auto"/>
        <w:rPr>
          <w:rFonts w:ascii="Maiandra GD" w:hAnsi="Maiandra GD"/>
          <w:b/>
          <w:sz w:val="24"/>
        </w:rPr>
      </w:pPr>
      <w:r w:rsidRPr="00473644">
        <w:rPr>
          <w:rFonts w:ascii="Maiandra GD" w:hAnsi="Maiandra GD"/>
          <w:b/>
          <w:color w:val="FF0000"/>
          <w:sz w:val="24"/>
        </w:rPr>
        <w:t xml:space="preserve">C) </w:t>
      </w:r>
      <w:r>
        <w:rPr>
          <w:rFonts w:ascii="Maiandra GD" w:hAnsi="Maiandra GD"/>
          <w:b/>
          <w:sz w:val="24"/>
        </w:rPr>
        <w:t>A</w:t>
      </w:r>
      <w:r w:rsidRPr="00473644">
        <w:rPr>
          <w:rFonts w:ascii="Maiandra GD" w:hAnsi="Maiandra GD"/>
          <w:b/>
          <w:sz w:val="24"/>
        </w:rPr>
        <w:t>şağıda</w:t>
      </w:r>
      <w:r>
        <w:rPr>
          <w:rFonts w:ascii="Maiandra GD" w:hAnsi="Maiandra GD"/>
          <w:b/>
          <w:sz w:val="24"/>
        </w:rPr>
        <w:t xml:space="preserve"> </w:t>
      </w:r>
      <w:r w:rsidRPr="00473644">
        <w:rPr>
          <w:rFonts w:ascii="Maiandra GD" w:hAnsi="Maiandra GD"/>
          <w:b/>
          <w:sz w:val="24"/>
        </w:rPr>
        <w:t>bazı</w:t>
      </w:r>
      <w:r>
        <w:rPr>
          <w:rFonts w:ascii="Maiandra GD" w:hAnsi="Maiandra GD"/>
          <w:b/>
          <w:sz w:val="24"/>
        </w:rPr>
        <w:t xml:space="preserve"> </w:t>
      </w:r>
      <w:r w:rsidRPr="00473644">
        <w:rPr>
          <w:rFonts w:ascii="Maiandra GD" w:hAnsi="Maiandra GD"/>
          <w:b/>
          <w:sz w:val="24"/>
        </w:rPr>
        <w:t>ihtiyaç</w:t>
      </w:r>
      <w:r>
        <w:rPr>
          <w:rFonts w:ascii="Maiandra GD" w:hAnsi="Maiandra GD"/>
          <w:b/>
          <w:sz w:val="24"/>
        </w:rPr>
        <w:t xml:space="preserve"> </w:t>
      </w:r>
      <w:r w:rsidRPr="00473644">
        <w:rPr>
          <w:rFonts w:ascii="Maiandra GD" w:hAnsi="Maiandra GD"/>
          <w:b/>
          <w:sz w:val="24"/>
        </w:rPr>
        <w:t>alanları ve bunlarla ilişkili meslekler verilmiştir.</w:t>
      </w:r>
      <w:r>
        <w:rPr>
          <w:rFonts w:ascii="Maiandra GD" w:hAnsi="Maiandra GD"/>
          <w:b/>
          <w:sz w:val="24"/>
        </w:rPr>
        <w:t xml:space="preserve"> ( 5x4=20 puan )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31"/>
        <w:gridCol w:w="2371"/>
        <w:gridCol w:w="425"/>
        <w:gridCol w:w="567"/>
        <w:gridCol w:w="1533"/>
      </w:tblGrid>
      <w:tr w:rsidR="00473644" w:rsidTr="00473644">
        <w:trPr>
          <w:trHeight w:val="454"/>
        </w:trPr>
        <w:tc>
          <w:tcPr>
            <w:tcW w:w="2630" w:type="pct"/>
            <w:gridSpan w:val="2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Meslekler</w:t>
            </w:r>
          </w:p>
        </w:tc>
        <w:tc>
          <w:tcPr>
            <w:tcW w:w="399" w:type="pct"/>
            <w:vMerge w:val="restar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</w:p>
        </w:tc>
        <w:tc>
          <w:tcPr>
            <w:tcW w:w="1971" w:type="pct"/>
            <w:gridSpan w:val="2"/>
            <w:vAlign w:val="center"/>
          </w:tcPr>
          <w:p w:rsidR="00473644" w:rsidRPr="00473644" w:rsidRDefault="00473644" w:rsidP="00473644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İhtiyaçlar</w:t>
            </w:r>
          </w:p>
        </w:tc>
      </w:tr>
      <w:tr w:rsidR="00473644" w:rsidTr="00473644">
        <w:trPr>
          <w:trHeight w:val="454"/>
        </w:trPr>
        <w:tc>
          <w:tcPr>
            <w:tcW w:w="40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1</w:t>
            </w:r>
          </w:p>
        </w:tc>
        <w:tc>
          <w:tcPr>
            <w:tcW w:w="222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Şoförlük</w:t>
            </w:r>
          </w:p>
        </w:tc>
        <w:tc>
          <w:tcPr>
            <w:tcW w:w="399" w:type="pct"/>
            <w:vMerge/>
            <w:vAlign w:val="center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532" w:type="pct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1439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Beslenme</w:t>
            </w:r>
          </w:p>
        </w:tc>
      </w:tr>
      <w:tr w:rsidR="00473644" w:rsidTr="00473644">
        <w:trPr>
          <w:trHeight w:val="454"/>
        </w:trPr>
        <w:tc>
          <w:tcPr>
            <w:tcW w:w="40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2</w:t>
            </w:r>
          </w:p>
        </w:tc>
        <w:tc>
          <w:tcPr>
            <w:tcW w:w="222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Gıda mühendisliği</w:t>
            </w:r>
          </w:p>
        </w:tc>
        <w:tc>
          <w:tcPr>
            <w:tcW w:w="399" w:type="pct"/>
            <w:vMerge/>
            <w:vAlign w:val="center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532" w:type="pct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1439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Ulaşım</w:t>
            </w:r>
          </w:p>
        </w:tc>
      </w:tr>
      <w:tr w:rsidR="00473644" w:rsidTr="00473644">
        <w:trPr>
          <w:trHeight w:val="454"/>
        </w:trPr>
        <w:tc>
          <w:tcPr>
            <w:tcW w:w="40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3</w:t>
            </w:r>
          </w:p>
        </w:tc>
        <w:tc>
          <w:tcPr>
            <w:tcW w:w="222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Doktorluk</w:t>
            </w:r>
          </w:p>
        </w:tc>
        <w:tc>
          <w:tcPr>
            <w:tcW w:w="399" w:type="pct"/>
            <w:vMerge/>
            <w:vAlign w:val="center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532" w:type="pct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1439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Barınma</w:t>
            </w:r>
          </w:p>
        </w:tc>
      </w:tr>
      <w:tr w:rsidR="00473644" w:rsidTr="00473644">
        <w:trPr>
          <w:trHeight w:val="454"/>
        </w:trPr>
        <w:tc>
          <w:tcPr>
            <w:tcW w:w="40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4</w:t>
            </w:r>
          </w:p>
        </w:tc>
        <w:tc>
          <w:tcPr>
            <w:tcW w:w="222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Ziraat mühendisliği</w:t>
            </w:r>
          </w:p>
        </w:tc>
        <w:tc>
          <w:tcPr>
            <w:tcW w:w="399" w:type="pct"/>
            <w:vMerge/>
            <w:vAlign w:val="center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532" w:type="pct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1439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Tarım</w:t>
            </w:r>
          </w:p>
        </w:tc>
      </w:tr>
      <w:tr w:rsidR="00473644" w:rsidTr="00473644">
        <w:trPr>
          <w:trHeight w:val="454"/>
        </w:trPr>
        <w:tc>
          <w:tcPr>
            <w:tcW w:w="40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color w:val="FF0000"/>
                <w:sz w:val="24"/>
              </w:rPr>
            </w:pPr>
            <w:r w:rsidRPr="00473644">
              <w:rPr>
                <w:rFonts w:ascii="Maiandra GD" w:hAnsi="Maiandra GD"/>
                <w:b/>
                <w:color w:val="FF0000"/>
                <w:sz w:val="24"/>
              </w:rPr>
              <w:t>5</w:t>
            </w:r>
          </w:p>
        </w:tc>
        <w:tc>
          <w:tcPr>
            <w:tcW w:w="2225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Mimarlık</w:t>
            </w:r>
          </w:p>
        </w:tc>
        <w:tc>
          <w:tcPr>
            <w:tcW w:w="399" w:type="pct"/>
            <w:vMerge/>
            <w:vAlign w:val="center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532" w:type="pct"/>
          </w:tcPr>
          <w:p w:rsid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b/>
                <w:sz w:val="24"/>
              </w:rPr>
            </w:pPr>
          </w:p>
        </w:tc>
        <w:tc>
          <w:tcPr>
            <w:tcW w:w="1439" w:type="pct"/>
            <w:vAlign w:val="center"/>
          </w:tcPr>
          <w:p w:rsidR="00473644" w:rsidRPr="00473644" w:rsidRDefault="00473644" w:rsidP="00D80F60">
            <w:pPr>
              <w:pStyle w:val="AralkYok"/>
              <w:spacing w:line="276" w:lineRule="auto"/>
              <w:jc w:val="center"/>
              <w:rPr>
                <w:rFonts w:ascii="Maiandra GD" w:hAnsi="Maiandra GD"/>
                <w:sz w:val="24"/>
              </w:rPr>
            </w:pPr>
            <w:r w:rsidRPr="00473644">
              <w:rPr>
                <w:rFonts w:ascii="Maiandra GD" w:hAnsi="Maiandra GD"/>
                <w:sz w:val="24"/>
              </w:rPr>
              <w:t>Sağlık</w:t>
            </w:r>
          </w:p>
        </w:tc>
      </w:tr>
    </w:tbl>
    <w:p w:rsidR="00D80F60" w:rsidRDefault="00D80F60" w:rsidP="00D80F60">
      <w:pPr>
        <w:pStyle w:val="AralkYok"/>
        <w:spacing w:line="276" w:lineRule="auto"/>
        <w:rPr>
          <w:rFonts w:ascii="Maiandra GD" w:hAnsi="Maiandra GD"/>
          <w:b/>
          <w:sz w:val="24"/>
        </w:rPr>
      </w:pPr>
    </w:p>
    <w:p w:rsidR="00D80F60" w:rsidRDefault="00D80F60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</w:rPr>
      </w:pPr>
    </w:p>
    <w:p w:rsidR="00D80F60" w:rsidRDefault="00D80F60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</w:rPr>
      </w:pPr>
    </w:p>
    <w:p w:rsidR="00D80F60" w:rsidRDefault="00D80F60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</w:rPr>
      </w:pPr>
    </w:p>
    <w:p w:rsidR="00D80F60" w:rsidRDefault="008237DB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</w:rPr>
      </w:pPr>
      <w:r>
        <w:rPr>
          <w:rFonts w:ascii="Maiandra GD" w:hAnsi="Maiandra GD"/>
          <w:b/>
          <w:noProof/>
          <w:sz w:val="24"/>
        </w:rPr>
        <w:pict>
          <v:shape id="Metin Kutusu 14" o:spid="_x0000_s1033" type="#_x0000_t202" style="position:absolute;left:0;text-align:left;margin-left:4.75pt;margin-top:1.7pt;width:249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" fillcolor="white [3201]" strokecolor="red" strokeweight="1pt">
            <v:textbox>
              <w:txbxContent>
                <w:p w:rsidR="00D11E2B" w:rsidRPr="00D11E2B" w:rsidRDefault="00D11E2B" w:rsidP="00D11E2B">
                  <w:pPr>
                    <w:jc w:val="center"/>
                    <w:rPr>
                      <w:rFonts w:ascii="Maiandra GD" w:hAnsi="Maiandra GD"/>
                      <w:b/>
                    </w:rPr>
                  </w:pPr>
                  <w:r w:rsidRPr="00D11E2B">
                    <w:rPr>
                      <w:rFonts w:ascii="Maiandra GD" w:hAnsi="Maiandra GD"/>
                      <w:b/>
                    </w:rPr>
                    <w:t>D) Aşağıdaki çoktan seçmeli soruları cevaplayınız.</w:t>
                  </w:r>
                </w:p>
                <w:p w:rsidR="00D11E2B" w:rsidRPr="00D11E2B" w:rsidRDefault="00D11E2B" w:rsidP="00D11E2B">
                  <w:pPr>
                    <w:jc w:val="center"/>
                    <w:rPr>
                      <w:rFonts w:ascii="Maiandra GD" w:hAnsi="Maiandra GD"/>
                      <w:b/>
                    </w:rPr>
                  </w:pPr>
                  <w:r w:rsidRPr="00D11E2B">
                    <w:rPr>
                      <w:rFonts w:ascii="Maiandra GD" w:hAnsi="Maiandra GD"/>
                      <w:b/>
                    </w:rPr>
                    <w:t>(Her Soru 5 PUAN)</w:t>
                  </w:r>
                </w:p>
              </w:txbxContent>
            </v:textbox>
          </v:shape>
        </w:pict>
      </w:r>
    </w:p>
    <w:p w:rsidR="00473644" w:rsidRDefault="00473644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  <w:szCs w:val="24"/>
        </w:rPr>
      </w:pPr>
    </w:p>
    <w:p w:rsidR="00704252" w:rsidRDefault="00704252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  <w:szCs w:val="24"/>
        </w:rPr>
      </w:pPr>
    </w:p>
    <w:p w:rsidR="00704252" w:rsidRDefault="00704252" w:rsidP="00D80F60">
      <w:pPr>
        <w:pStyle w:val="AralkYok"/>
        <w:spacing w:line="276" w:lineRule="auto"/>
        <w:jc w:val="center"/>
        <w:rPr>
          <w:rFonts w:ascii="Maiandra GD" w:hAnsi="Maiandra GD"/>
          <w:b/>
          <w:sz w:val="24"/>
          <w:szCs w:val="24"/>
        </w:rPr>
      </w:pPr>
    </w:p>
    <w:p w:rsidR="00704252" w:rsidRPr="00D11E2B" w:rsidRDefault="00704252" w:rsidP="00D80F60">
      <w:pPr>
        <w:pStyle w:val="AralkYok"/>
        <w:spacing w:line="276" w:lineRule="auto"/>
        <w:jc w:val="center"/>
        <w:rPr>
          <w:rFonts w:ascii="Maiandra GD" w:hAnsi="Maiandra GD"/>
          <w:b/>
          <w:i/>
          <w:sz w:val="24"/>
          <w:szCs w:val="24"/>
        </w:rPr>
      </w:pPr>
    </w:p>
    <w:p w:rsidR="00704252" w:rsidRPr="00D11E2B" w:rsidRDefault="00704252" w:rsidP="00D926CE">
      <w:pPr>
        <w:pStyle w:val="AralkYok"/>
        <w:spacing w:line="360" w:lineRule="auto"/>
        <w:ind w:left="142"/>
        <w:rPr>
          <w:rFonts w:ascii="Maiandra GD" w:hAnsi="Maiandra GD" w:cs="Cambria Math"/>
          <w:i/>
          <w:color w:val="000000"/>
          <w:sz w:val="24"/>
          <w:szCs w:val="24"/>
        </w:rPr>
      </w:pPr>
      <w:r w:rsidRPr="00D11E2B">
        <w:rPr>
          <w:rFonts w:ascii="Maiandra GD" w:hAnsi="Maiandra GD" w:cs="Cambria Math"/>
          <w:i/>
          <w:color w:val="000000"/>
          <w:sz w:val="24"/>
          <w:szCs w:val="24"/>
        </w:rPr>
        <w:t>Aşağıda bazı meslekler ile bu mesleklerin yaygın olarak yapıldığı yerler verilmiştir.</w:t>
      </w:r>
    </w:p>
    <w:p w:rsidR="00704252" w:rsidRPr="00704252" w:rsidRDefault="00D11E2B" w:rsidP="00D926CE">
      <w:pPr>
        <w:pStyle w:val="AralkYok"/>
        <w:spacing w:line="360" w:lineRule="auto"/>
        <w:ind w:left="142"/>
        <w:rPr>
          <w:rFonts w:ascii="Maiandra GD" w:hAnsi="Maiandra GD" w:cs="Cambria Math"/>
          <w:b/>
          <w:color w:val="000000"/>
          <w:sz w:val="24"/>
          <w:szCs w:val="24"/>
        </w:rPr>
      </w:pPr>
      <w:r w:rsidRPr="00D11E2B">
        <w:rPr>
          <w:rFonts w:ascii="Maiandra GD" w:hAnsi="Maiandra GD" w:cs="Cambria Math"/>
          <w:b/>
          <w:color w:val="FF0000"/>
          <w:sz w:val="24"/>
          <w:szCs w:val="24"/>
        </w:rPr>
        <w:t>1)</w:t>
      </w:r>
      <w:r w:rsidRPr="00D11E2B">
        <w:rPr>
          <w:rFonts w:ascii="Maiandra GD" w:hAnsi="Maiandra GD" w:cs="Cambria Math"/>
          <w:b/>
          <w:color w:val="000000"/>
          <w:sz w:val="24"/>
          <w:szCs w:val="24"/>
        </w:rPr>
        <w:t xml:space="preserve"> </w:t>
      </w:r>
      <w:r w:rsidR="00704252" w:rsidRPr="00704252">
        <w:rPr>
          <w:rFonts w:ascii="Maiandra GD" w:hAnsi="Maiandra GD" w:cs="Cambria Math"/>
          <w:b/>
          <w:color w:val="000000"/>
          <w:sz w:val="24"/>
          <w:szCs w:val="24"/>
        </w:rPr>
        <w:t xml:space="preserve">Bu eşleştirmelerden hangisi </w:t>
      </w:r>
      <w:r w:rsidR="00704252" w:rsidRPr="00704252">
        <w:rPr>
          <w:rFonts w:ascii="Maiandra GD" w:hAnsi="Maiandra GD" w:cs="Cambria Math"/>
          <w:b/>
          <w:color w:val="000000"/>
          <w:sz w:val="24"/>
          <w:szCs w:val="24"/>
          <w:u w:val="single"/>
        </w:rPr>
        <w:t>yanlıştır</w:t>
      </w:r>
      <w:r w:rsidR="00704252" w:rsidRPr="00704252">
        <w:rPr>
          <w:rFonts w:ascii="Maiandra GD" w:hAnsi="Maiandra GD" w:cs="Cambria Math"/>
          <w:b/>
          <w:color w:val="000000"/>
          <w:sz w:val="24"/>
          <w:szCs w:val="24"/>
        </w:rPr>
        <w:t>?</w:t>
      </w:r>
    </w:p>
    <w:p w:rsidR="00704252" w:rsidRPr="00704252" w:rsidRDefault="00704252" w:rsidP="00D926CE">
      <w:pPr>
        <w:pStyle w:val="AralkYok"/>
        <w:spacing w:line="360" w:lineRule="auto"/>
        <w:ind w:left="142"/>
        <w:rPr>
          <w:rFonts w:ascii="Maiandra GD" w:hAnsi="Maiandra GD"/>
          <w:b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 xml:space="preserve">A) </w:t>
      </w:r>
      <w:r w:rsidRPr="00704252">
        <w:rPr>
          <w:rFonts w:ascii="Maiandra GD" w:hAnsi="Maiandra GD"/>
          <w:sz w:val="24"/>
          <w:szCs w:val="24"/>
        </w:rPr>
        <w:t>Hayvancılık - İzmit</w:t>
      </w:r>
      <w:r w:rsidRPr="00704252">
        <w:rPr>
          <w:rFonts w:ascii="Maiandra GD" w:hAnsi="Maiandra GD"/>
          <w:b/>
          <w:sz w:val="24"/>
          <w:szCs w:val="24"/>
        </w:rPr>
        <w:t xml:space="preserve"> </w:t>
      </w:r>
    </w:p>
    <w:p w:rsidR="00704252" w:rsidRPr="00704252" w:rsidRDefault="00704252" w:rsidP="00D926CE">
      <w:pPr>
        <w:pStyle w:val="AralkYok"/>
        <w:spacing w:line="360" w:lineRule="auto"/>
        <w:ind w:left="142"/>
        <w:rPr>
          <w:rFonts w:ascii="Maiandra GD" w:hAnsi="Maiandra GD"/>
          <w:b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 xml:space="preserve">B) </w:t>
      </w:r>
      <w:r w:rsidRPr="00704252">
        <w:rPr>
          <w:rFonts w:ascii="Maiandra GD" w:hAnsi="Maiandra GD"/>
          <w:sz w:val="24"/>
          <w:szCs w:val="24"/>
        </w:rPr>
        <w:t>Madencilik - Zonguldak</w:t>
      </w:r>
    </w:p>
    <w:p w:rsidR="00704252" w:rsidRPr="00704252" w:rsidRDefault="00704252" w:rsidP="00D926CE">
      <w:pPr>
        <w:pStyle w:val="AralkYok"/>
        <w:spacing w:line="360" w:lineRule="auto"/>
        <w:ind w:left="142"/>
        <w:rPr>
          <w:rFonts w:ascii="Maiandra GD" w:hAnsi="Maiandra GD"/>
          <w:b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 xml:space="preserve">C) </w:t>
      </w:r>
      <w:r w:rsidRPr="00704252">
        <w:rPr>
          <w:rFonts w:ascii="Maiandra GD" w:hAnsi="Maiandra GD"/>
          <w:sz w:val="24"/>
          <w:szCs w:val="24"/>
        </w:rPr>
        <w:t>Fındık üreticiliği - Ordu</w:t>
      </w:r>
      <w:r w:rsidRPr="00704252">
        <w:rPr>
          <w:rFonts w:ascii="Maiandra GD" w:hAnsi="Maiandra GD"/>
          <w:b/>
          <w:sz w:val="24"/>
          <w:szCs w:val="24"/>
        </w:rPr>
        <w:t xml:space="preserve"> </w:t>
      </w:r>
    </w:p>
    <w:p w:rsidR="003C08BC" w:rsidRPr="00704252" w:rsidRDefault="00704252" w:rsidP="00D926CE">
      <w:pPr>
        <w:pStyle w:val="AralkYok"/>
        <w:spacing w:line="360" w:lineRule="auto"/>
        <w:ind w:left="142"/>
        <w:rPr>
          <w:rFonts w:ascii="Maiandra GD" w:hAnsi="Maiandra GD"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 xml:space="preserve">D) </w:t>
      </w:r>
      <w:r w:rsidRPr="00704252">
        <w:rPr>
          <w:rFonts w:ascii="Maiandra GD" w:hAnsi="Maiandra GD"/>
          <w:sz w:val="24"/>
          <w:szCs w:val="24"/>
        </w:rPr>
        <w:t>Turist rehberliği - Antalya</w:t>
      </w:r>
    </w:p>
    <w:p w:rsidR="003804CF" w:rsidRDefault="003804CF" w:rsidP="007954F2">
      <w:pPr>
        <w:pStyle w:val="AralkYok"/>
        <w:spacing w:line="276" w:lineRule="auto"/>
        <w:rPr>
          <w:rFonts w:ascii="Maiandra GD" w:hAnsi="Maiandra GD"/>
          <w:sz w:val="24"/>
          <w:szCs w:val="24"/>
        </w:rPr>
      </w:pPr>
    </w:p>
    <w:p w:rsidR="00704252" w:rsidRPr="00704252" w:rsidRDefault="00704252" w:rsidP="007954F2">
      <w:pPr>
        <w:pStyle w:val="AralkYok"/>
        <w:spacing w:line="276" w:lineRule="auto"/>
        <w:rPr>
          <w:rFonts w:ascii="Maiandra GD" w:hAnsi="Maiandra GD"/>
          <w:sz w:val="24"/>
          <w:szCs w:val="24"/>
        </w:rPr>
      </w:pPr>
    </w:p>
    <w:p w:rsidR="003C08BC" w:rsidRPr="0097243B" w:rsidRDefault="003C08BC" w:rsidP="007954F2">
      <w:pPr>
        <w:pStyle w:val="AralkYok"/>
        <w:spacing w:line="276" w:lineRule="auto"/>
        <w:rPr>
          <w:rFonts w:ascii="Maiandra GD" w:hAnsi="Maiandra GD"/>
        </w:rPr>
      </w:pPr>
    </w:p>
    <w:p w:rsidR="00704252" w:rsidRPr="00704252" w:rsidRDefault="00704252" w:rsidP="004C645C">
      <w:pPr>
        <w:pStyle w:val="AralkYok"/>
        <w:spacing w:line="360" w:lineRule="auto"/>
        <w:rPr>
          <w:rFonts w:ascii="Maiandra GD" w:hAnsi="Maiandra GD"/>
          <w:sz w:val="24"/>
        </w:rPr>
      </w:pPr>
      <w:r w:rsidRPr="00704252">
        <w:rPr>
          <w:rFonts w:ascii="Maiandra GD" w:hAnsi="Maiandra GD"/>
          <w:sz w:val="24"/>
        </w:rPr>
        <w:t>Ayşe ile annesi markette alışveriş yapıyorlardı. Annesi</w:t>
      </w:r>
      <w:r>
        <w:rPr>
          <w:rFonts w:ascii="Maiandra GD" w:hAnsi="Maiandra GD"/>
          <w:sz w:val="24"/>
        </w:rPr>
        <w:t xml:space="preserve"> </w:t>
      </w:r>
      <w:r w:rsidRPr="00704252">
        <w:rPr>
          <w:rFonts w:ascii="Maiandra GD" w:hAnsi="Maiandra GD"/>
          <w:sz w:val="24"/>
        </w:rPr>
        <w:t xml:space="preserve">raftan bir paket makarna alınca Ayşe ona neden bu ürünü tercih ettiğini sordu. Annesi “Çünkü </w:t>
      </w:r>
      <w:proofErr w:type="gramStart"/>
      <w:r w:rsidRPr="00704252">
        <w:rPr>
          <w:rFonts w:ascii="Maiandra GD" w:hAnsi="Maiandra GD"/>
          <w:sz w:val="24"/>
        </w:rPr>
        <w:t>...................</w:t>
      </w:r>
      <w:proofErr w:type="gramEnd"/>
      <w:r w:rsidRPr="00704252">
        <w:rPr>
          <w:rFonts w:ascii="Maiandra GD" w:hAnsi="Maiandra GD"/>
          <w:sz w:val="24"/>
        </w:rPr>
        <w:t xml:space="preserve">” diye cevap verdi. </w:t>
      </w:r>
    </w:p>
    <w:p w:rsidR="00704252" w:rsidRPr="00704252" w:rsidRDefault="00704252" w:rsidP="004C645C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704252">
        <w:rPr>
          <w:rFonts w:ascii="Maiandra GD" w:hAnsi="Maiandra GD"/>
          <w:b/>
          <w:color w:val="FF0000"/>
          <w:sz w:val="24"/>
        </w:rPr>
        <w:t>2)</w:t>
      </w:r>
      <w:r w:rsidRPr="00704252">
        <w:rPr>
          <w:rFonts w:ascii="Maiandra GD" w:hAnsi="Maiandra GD"/>
          <w:b/>
          <w:sz w:val="24"/>
        </w:rPr>
        <w:t xml:space="preserve"> Bilinçli bir tüketici olan Ayşe’nin annesi sözlerini aşağıdaki ifadelerden hangisiyle sürdürmüş </w:t>
      </w:r>
      <w:r w:rsidRPr="00704252">
        <w:rPr>
          <w:rFonts w:ascii="Maiandra GD" w:hAnsi="Maiandra GD"/>
          <w:b/>
          <w:sz w:val="24"/>
          <w:u w:val="single"/>
        </w:rPr>
        <w:t>olamaz</w:t>
      </w:r>
      <w:r w:rsidRPr="00704252">
        <w:rPr>
          <w:rFonts w:ascii="Maiandra GD" w:hAnsi="Maiandra GD"/>
          <w:b/>
          <w:sz w:val="24"/>
        </w:rPr>
        <w:t>?</w:t>
      </w:r>
    </w:p>
    <w:p w:rsidR="00704252" w:rsidRPr="00704252" w:rsidRDefault="00704252" w:rsidP="004C645C">
      <w:pPr>
        <w:pStyle w:val="AralkYok"/>
        <w:spacing w:line="360" w:lineRule="auto"/>
        <w:rPr>
          <w:rFonts w:ascii="Maiandra GD" w:hAnsi="Maiandra GD"/>
          <w:sz w:val="24"/>
        </w:rPr>
      </w:pPr>
      <w:r w:rsidRPr="00704252">
        <w:rPr>
          <w:rFonts w:ascii="Maiandra GD" w:hAnsi="Maiandra GD"/>
          <w:b/>
          <w:sz w:val="24"/>
        </w:rPr>
        <w:t>A)</w:t>
      </w:r>
      <w:r w:rsidRPr="00704252">
        <w:rPr>
          <w:rFonts w:ascii="Maiandra GD" w:hAnsi="Maiandra GD"/>
          <w:sz w:val="24"/>
        </w:rPr>
        <w:t xml:space="preserve"> </w:t>
      </w:r>
      <w:r>
        <w:rPr>
          <w:rFonts w:ascii="Maiandra GD" w:hAnsi="Maiandra GD"/>
          <w:sz w:val="24"/>
        </w:rPr>
        <w:t>Ü</w:t>
      </w:r>
      <w:r w:rsidRPr="00704252">
        <w:rPr>
          <w:rFonts w:ascii="Maiandra GD" w:hAnsi="Maiandra GD"/>
          <w:sz w:val="24"/>
        </w:rPr>
        <w:t>rünün</w:t>
      </w:r>
      <w:r>
        <w:rPr>
          <w:rFonts w:ascii="Maiandra GD" w:hAnsi="Maiandra GD"/>
          <w:sz w:val="24"/>
        </w:rPr>
        <w:t xml:space="preserve"> </w:t>
      </w:r>
      <w:r w:rsidRPr="00704252">
        <w:rPr>
          <w:rFonts w:ascii="Maiandra GD" w:hAnsi="Maiandra GD"/>
          <w:sz w:val="24"/>
        </w:rPr>
        <w:t>üzerinde</w:t>
      </w:r>
      <w:r>
        <w:rPr>
          <w:rFonts w:ascii="Maiandra GD" w:hAnsi="Maiandra GD"/>
          <w:sz w:val="24"/>
        </w:rPr>
        <w:t xml:space="preserve"> </w:t>
      </w:r>
      <w:r w:rsidRPr="00704252">
        <w:rPr>
          <w:rFonts w:ascii="Maiandra GD" w:hAnsi="Maiandra GD"/>
          <w:sz w:val="24"/>
        </w:rPr>
        <w:t>TSE damgası</w:t>
      </w:r>
      <w:r>
        <w:rPr>
          <w:rFonts w:ascii="Maiandra GD" w:hAnsi="Maiandra GD"/>
          <w:sz w:val="24"/>
        </w:rPr>
        <w:t xml:space="preserve"> </w:t>
      </w:r>
      <w:r w:rsidRPr="00704252">
        <w:rPr>
          <w:rFonts w:ascii="Maiandra GD" w:hAnsi="Maiandra GD"/>
          <w:sz w:val="24"/>
        </w:rPr>
        <w:t>var.</w:t>
      </w:r>
    </w:p>
    <w:p w:rsidR="00704252" w:rsidRPr="00704252" w:rsidRDefault="00704252" w:rsidP="004C645C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>B)</w:t>
      </w:r>
      <w:r w:rsidRPr="00704252">
        <w:rPr>
          <w:rFonts w:ascii="Maiandra GD" w:hAnsi="Maiandra GD"/>
          <w:sz w:val="24"/>
          <w:szCs w:val="24"/>
        </w:rPr>
        <w:t xml:space="preserve"> Ürünün tüketim tarihi geçmemiş.</w:t>
      </w:r>
    </w:p>
    <w:p w:rsidR="00704252" w:rsidRPr="00704252" w:rsidRDefault="00704252" w:rsidP="004C645C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>C)</w:t>
      </w:r>
      <w:r w:rsidRPr="00704252">
        <w:rPr>
          <w:rFonts w:ascii="Maiandra GD" w:hAnsi="Maiandra GD"/>
          <w:sz w:val="24"/>
          <w:szCs w:val="24"/>
        </w:rPr>
        <w:t xml:space="preserve"> Ürünün çok reklamı yapılıyor.</w:t>
      </w:r>
    </w:p>
    <w:p w:rsidR="00A066E8" w:rsidRPr="00704252" w:rsidRDefault="00704252" w:rsidP="004C645C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704252">
        <w:rPr>
          <w:rFonts w:ascii="Maiandra GD" w:hAnsi="Maiandra GD"/>
          <w:b/>
          <w:sz w:val="24"/>
          <w:szCs w:val="24"/>
        </w:rPr>
        <w:t>D)</w:t>
      </w:r>
      <w:r w:rsidRPr="00704252">
        <w:rPr>
          <w:rFonts w:ascii="Maiandra GD" w:hAnsi="Maiandra GD"/>
          <w:sz w:val="24"/>
          <w:szCs w:val="24"/>
        </w:rPr>
        <w:t xml:space="preserve"> Ürünün içinde sağlığa zararlı olabilecek maddeler bulunmuyor.</w:t>
      </w:r>
    </w:p>
    <w:p w:rsidR="00D926CE" w:rsidRPr="00D926CE" w:rsidRDefault="00D926CE" w:rsidP="00AB0BF8">
      <w:pPr>
        <w:pStyle w:val="AralkYok"/>
        <w:spacing w:line="360" w:lineRule="auto"/>
        <w:rPr>
          <w:rFonts w:ascii="Maiandra GD" w:hAnsi="Maiandra GD"/>
          <w:b/>
          <w:sz w:val="16"/>
        </w:rPr>
      </w:pP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sz w:val="24"/>
        </w:rPr>
        <w:t xml:space="preserve">I. </w:t>
      </w:r>
      <w:r w:rsidRPr="00AB0BF8">
        <w:rPr>
          <w:rFonts w:ascii="Maiandra GD" w:hAnsi="Maiandra GD"/>
          <w:sz w:val="24"/>
        </w:rPr>
        <w:t>Cep telefonu</w:t>
      </w: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sz w:val="24"/>
        </w:rPr>
        <w:t xml:space="preserve">II. </w:t>
      </w:r>
      <w:r w:rsidRPr="00AB0BF8">
        <w:rPr>
          <w:rFonts w:ascii="Maiandra GD" w:hAnsi="Maiandra GD"/>
          <w:sz w:val="24"/>
        </w:rPr>
        <w:t>Görüntülü telefon</w:t>
      </w: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sz w:val="24"/>
        </w:rPr>
        <w:t>III.</w:t>
      </w:r>
      <w:r w:rsidRPr="00AB0BF8">
        <w:rPr>
          <w:rFonts w:ascii="Maiandra GD" w:hAnsi="Maiandra GD"/>
          <w:sz w:val="24"/>
        </w:rPr>
        <w:t xml:space="preserve"> Mektup</w:t>
      </w: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sz w:val="24"/>
        </w:rPr>
        <w:t xml:space="preserve">IV. </w:t>
      </w:r>
      <w:r w:rsidRPr="00AB0BF8">
        <w:rPr>
          <w:rFonts w:ascii="Maiandra GD" w:hAnsi="Maiandra GD"/>
          <w:sz w:val="24"/>
        </w:rPr>
        <w:t>Telgraf</w:t>
      </w: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color w:val="FF0000"/>
          <w:sz w:val="24"/>
        </w:rPr>
        <w:t>3)</w:t>
      </w:r>
      <w:r w:rsidRPr="00AB0BF8">
        <w:rPr>
          <w:rFonts w:ascii="Maiandra GD" w:hAnsi="Maiandra GD"/>
          <w:b/>
          <w:sz w:val="24"/>
        </w:rPr>
        <w:t xml:space="preserve"> Verilen haberleşme araçlarının zaman içindeki gelişim sürecine göre </w:t>
      </w:r>
      <w:r w:rsidRPr="00AB0BF8">
        <w:rPr>
          <w:rFonts w:ascii="Maiandra GD" w:hAnsi="Maiandra GD"/>
          <w:b/>
          <w:sz w:val="24"/>
          <w:u w:val="single"/>
        </w:rPr>
        <w:t xml:space="preserve">sıralanışı </w:t>
      </w:r>
      <w:r w:rsidRPr="00AB0BF8">
        <w:rPr>
          <w:rFonts w:ascii="Maiandra GD" w:hAnsi="Maiandra GD"/>
          <w:b/>
          <w:sz w:val="24"/>
        </w:rPr>
        <w:t>aşağıdakilerden hangisidir?</w:t>
      </w:r>
    </w:p>
    <w:p w:rsidR="00AB0BF8" w:rsidRPr="00AB0BF8" w:rsidRDefault="00AB0BF8" w:rsidP="00AB0BF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B0BF8">
        <w:rPr>
          <w:rFonts w:ascii="Maiandra GD" w:hAnsi="Maiandra GD"/>
          <w:b/>
          <w:sz w:val="24"/>
        </w:rPr>
        <w:t xml:space="preserve">A) </w:t>
      </w:r>
      <w:r>
        <w:rPr>
          <w:rFonts w:ascii="Maiandra GD" w:hAnsi="Maiandra GD"/>
          <w:sz w:val="24"/>
        </w:rPr>
        <w:t>I –</w:t>
      </w:r>
      <w:r w:rsidRPr="00AB0BF8">
        <w:rPr>
          <w:rFonts w:ascii="Maiandra GD" w:hAnsi="Maiandra GD"/>
          <w:sz w:val="24"/>
        </w:rPr>
        <w:t xml:space="preserve"> II</w:t>
      </w:r>
      <w:r>
        <w:rPr>
          <w:rFonts w:ascii="Maiandra GD" w:hAnsi="Maiandra GD"/>
          <w:sz w:val="24"/>
        </w:rPr>
        <w:t xml:space="preserve"> – </w:t>
      </w:r>
      <w:r w:rsidRPr="00AB0BF8">
        <w:rPr>
          <w:rFonts w:ascii="Maiandra GD" w:hAnsi="Maiandra GD"/>
          <w:sz w:val="24"/>
        </w:rPr>
        <w:t>III</w:t>
      </w:r>
      <w:r>
        <w:rPr>
          <w:rFonts w:ascii="Maiandra GD" w:hAnsi="Maiandra GD"/>
          <w:sz w:val="24"/>
        </w:rPr>
        <w:t xml:space="preserve"> </w:t>
      </w:r>
      <w:r w:rsidRPr="00AB0BF8">
        <w:rPr>
          <w:rFonts w:ascii="Maiandra GD" w:hAnsi="Maiandra GD"/>
          <w:sz w:val="24"/>
        </w:rPr>
        <w:t>–</w:t>
      </w:r>
      <w:r>
        <w:rPr>
          <w:rFonts w:ascii="Maiandra GD" w:hAnsi="Maiandra GD"/>
          <w:sz w:val="24"/>
        </w:rPr>
        <w:t xml:space="preserve"> </w:t>
      </w:r>
      <w:r w:rsidRPr="00AB0BF8">
        <w:rPr>
          <w:rFonts w:ascii="Maiandra GD" w:hAnsi="Maiandra GD"/>
          <w:sz w:val="24"/>
        </w:rPr>
        <w:t>IV</w:t>
      </w:r>
      <w:r w:rsidRPr="00AB0BF8">
        <w:rPr>
          <w:rFonts w:ascii="Maiandra GD" w:hAnsi="Maiandra GD"/>
          <w:b/>
          <w:sz w:val="24"/>
        </w:rPr>
        <w:t xml:space="preserve">                 B) </w:t>
      </w:r>
      <w:r>
        <w:rPr>
          <w:rFonts w:ascii="Maiandra GD" w:hAnsi="Maiandra GD"/>
          <w:sz w:val="24"/>
        </w:rPr>
        <w:t xml:space="preserve">IV – </w:t>
      </w:r>
      <w:r w:rsidRPr="00AB0BF8">
        <w:rPr>
          <w:rFonts w:ascii="Maiandra GD" w:hAnsi="Maiandra GD"/>
          <w:sz w:val="24"/>
        </w:rPr>
        <w:t>I</w:t>
      </w:r>
      <w:r>
        <w:rPr>
          <w:rFonts w:ascii="Maiandra GD" w:hAnsi="Maiandra GD"/>
          <w:sz w:val="24"/>
        </w:rPr>
        <w:t xml:space="preserve"> – </w:t>
      </w:r>
      <w:r w:rsidRPr="00AB0BF8">
        <w:rPr>
          <w:rFonts w:ascii="Maiandra GD" w:hAnsi="Maiandra GD"/>
          <w:sz w:val="24"/>
        </w:rPr>
        <w:t xml:space="preserve"> III</w:t>
      </w:r>
      <w:r>
        <w:rPr>
          <w:rFonts w:ascii="Maiandra GD" w:hAnsi="Maiandra GD"/>
          <w:sz w:val="24"/>
        </w:rPr>
        <w:t xml:space="preserve"> – </w:t>
      </w:r>
      <w:r w:rsidRPr="00AB0BF8">
        <w:rPr>
          <w:rFonts w:ascii="Maiandra GD" w:hAnsi="Maiandra GD"/>
          <w:sz w:val="24"/>
        </w:rPr>
        <w:t>II</w:t>
      </w:r>
      <w:r w:rsidRPr="00AB0BF8">
        <w:rPr>
          <w:rFonts w:ascii="Maiandra GD" w:hAnsi="Maiandra GD"/>
          <w:b/>
          <w:sz w:val="24"/>
        </w:rPr>
        <w:t xml:space="preserve"> </w:t>
      </w:r>
    </w:p>
    <w:p w:rsidR="00BF3BDE" w:rsidRPr="00AB0BF8" w:rsidRDefault="00AB0BF8" w:rsidP="00AB0BF8">
      <w:pPr>
        <w:pStyle w:val="AralkYok"/>
        <w:spacing w:line="360" w:lineRule="auto"/>
        <w:rPr>
          <w:rFonts w:ascii="Maiandra GD" w:hAnsi="Maiandra GD"/>
          <w:sz w:val="24"/>
        </w:rPr>
      </w:pPr>
      <w:r w:rsidRPr="00AB0BF8">
        <w:rPr>
          <w:rFonts w:ascii="Maiandra GD" w:hAnsi="Maiandra GD"/>
          <w:b/>
          <w:sz w:val="24"/>
        </w:rPr>
        <w:t xml:space="preserve">C) </w:t>
      </w:r>
      <w:r w:rsidRPr="00AB0BF8">
        <w:rPr>
          <w:rFonts w:ascii="Maiandra GD" w:hAnsi="Maiandra GD"/>
          <w:sz w:val="24"/>
        </w:rPr>
        <w:t>III</w:t>
      </w:r>
      <w:r>
        <w:rPr>
          <w:rFonts w:ascii="Maiandra GD" w:hAnsi="Maiandra GD"/>
          <w:sz w:val="24"/>
        </w:rPr>
        <w:t xml:space="preserve"> – </w:t>
      </w:r>
      <w:r w:rsidRPr="00AB0BF8">
        <w:rPr>
          <w:rFonts w:ascii="Maiandra GD" w:hAnsi="Maiandra GD"/>
          <w:sz w:val="24"/>
        </w:rPr>
        <w:t>IV</w:t>
      </w:r>
      <w:r>
        <w:rPr>
          <w:rFonts w:ascii="Maiandra GD" w:hAnsi="Maiandra GD"/>
          <w:sz w:val="24"/>
        </w:rPr>
        <w:t xml:space="preserve"> –</w:t>
      </w:r>
      <w:r w:rsidRPr="00AB0BF8">
        <w:rPr>
          <w:rFonts w:ascii="Maiandra GD" w:hAnsi="Maiandra GD"/>
          <w:sz w:val="24"/>
        </w:rPr>
        <w:t xml:space="preserve"> II</w:t>
      </w:r>
      <w:r>
        <w:rPr>
          <w:rFonts w:ascii="Maiandra GD" w:hAnsi="Maiandra GD"/>
          <w:sz w:val="24"/>
        </w:rPr>
        <w:t xml:space="preserve"> –</w:t>
      </w:r>
      <w:r w:rsidRPr="00AB0BF8">
        <w:rPr>
          <w:rFonts w:ascii="Maiandra GD" w:hAnsi="Maiandra GD"/>
          <w:sz w:val="24"/>
        </w:rPr>
        <w:t xml:space="preserve"> I</w:t>
      </w:r>
      <w:r w:rsidRPr="00AB0BF8">
        <w:rPr>
          <w:rFonts w:ascii="Maiandra GD" w:hAnsi="Maiandra GD"/>
          <w:b/>
          <w:sz w:val="24"/>
        </w:rPr>
        <w:t xml:space="preserve">                 D) </w:t>
      </w:r>
      <w:r w:rsidRPr="00AB0BF8">
        <w:rPr>
          <w:rFonts w:ascii="Maiandra GD" w:hAnsi="Maiandra GD"/>
          <w:sz w:val="24"/>
        </w:rPr>
        <w:t>III</w:t>
      </w:r>
      <w:r>
        <w:rPr>
          <w:rFonts w:ascii="Maiandra GD" w:hAnsi="Maiandra GD"/>
          <w:sz w:val="24"/>
        </w:rPr>
        <w:t xml:space="preserve"> – IV –</w:t>
      </w:r>
      <w:r w:rsidRPr="00AB0BF8">
        <w:rPr>
          <w:rFonts w:ascii="Maiandra GD" w:hAnsi="Maiandra GD"/>
          <w:sz w:val="24"/>
        </w:rPr>
        <w:t xml:space="preserve"> I</w:t>
      </w:r>
      <w:r>
        <w:rPr>
          <w:rFonts w:ascii="Maiandra GD" w:hAnsi="Maiandra GD"/>
          <w:sz w:val="24"/>
        </w:rPr>
        <w:t xml:space="preserve"> – </w:t>
      </w:r>
      <w:r w:rsidRPr="00AB0BF8">
        <w:rPr>
          <w:rFonts w:ascii="Maiandra GD" w:hAnsi="Maiandra GD"/>
          <w:sz w:val="24"/>
        </w:rPr>
        <w:t xml:space="preserve"> II</w:t>
      </w:r>
    </w:p>
    <w:p w:rsidR="003804CF" w:rsidRPr="0097243B" w:rsidRDefault="003804CF" w:rsidP="007954F2">
      <w:pPr>
        <w:pStyle w:val="AralkYok"/>
        <w:spacing w:line="276" w:lineRule="auto"/>
        <w:rPr>
          <w:rFonts w:ascii="Maiandra GD" w:hAnsi="Maiandra GD"/>
        </w:rPr>
      </w:pPr>
    </w:p>
    <w:p w:rsidR="00AB0BF8" w:rsidRDefault="00AB0BF8" w:rsidP="00A066E8">
      <w:pPr>
        <w:pStyle w:val="AralkYok"/>
        <w:spacing w:line="276" w:lineRule="auto"/>
        <w:jc w:val="center"/>
        <w:rPr>
          <w:rFonts w:ascii="Maiandra GD" w:hAnsi="Maiandra GD"/>
        </w:rPr>
      </w:pPr>
    </w:p>
    <w:p w:rsidR="00F45BBB" w:rsidRDefault="00F45BBB" w:rsidP="00F45BBB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F45BBB">
        <w:rPr>
          <w:rFonts w:ascii="Maiandra GD" w:hAnsi="Maiandra GD"/>
          <w:b/>
          <w:color w:val="FF0000"/>
          <w:sz w:val="24"/>
        </w:rPr>
        <w:t>4)</w:t>
      </w:r>
      <w:r w:rsidRPr="00F45BBB">
        <w:rPr>
          <w:rFonts w:ascii="Maiandra GD" w:hAnsi="Maiandra GD"/>
          <w:b/>
          <w:sz w:val="24"/>
        </w:rPr>
        <w:t xml:space="preserve"> Aşağıdaki doğal afetlerden hangisinde can</w:t>
      </w:r>
      <w:r>
        <w:rPr>
          <w:rFonts w:ascii="Maiandra GD" w:hAnsi="Maiandra GD"/>
          <w:b/>
          <w:sz w:val="24"/>
        </w:rPr>
        <w:t xml:space="preserve"> ve mal</w:t>
      </w:r>
      <w:r w:rsidRPr="00F45BBB">
        <w:rPr>
          <w:rFonts w:ascii="Maiandra GD" w:hAnsi="Maiandra GD"/>
          <w:b/>
          <w:sz w:val="24"/>
        </w:rPr>
        <w:t xml:space="preserve"> kaybı diğerlerine oranla </w:t>
      </w:r>
      <w:r w:rsidRPr="00F45BBB">
        <w:rPr>
          <w:rFonts w:ascii="Maiandra GD" w:hAnsi="Maiandra GD"/>
          <w:b/>
          <w:sz w:val="24"/>
          <w:u w:val="single"/>
        </w:rPr>
        <w:t>daha</w:t>
      </w:r>
      <w:r w:rsidRPr="00F45BBB">
        <w:rPr>
          <w:rFonts w:ascii="Maiandra GD" w:hAnsi="Maiandra GD"/>
          <w:b/>
          <w:sz w:val="24"/>
        </w:rPr>
        <w:t xml:space="preserve"> </w:t>
      </w:r>
      <w:r w:rsidRPr="00F45BBB">
        <w:rPr>
          <w:rFonts w:ascii="Maiandra GD" w:hAnsi="Maiandra GD"/>
          <w:b/>
          <w:sz w:val="24"/>
          <w:u w:val="single"/>
        </w:rPr>
        <w:t>fazladır</w:t>
      </w:r>
      <w:r w:rsidRPr="00F45BBB">
        <w:rPr>
          <w:rFonts w:ascii="Maiandra GD" w:hAnsi="Maiandra GD"/>
          <w:b/>
          <w:sz w:val="24"/>
        </w:rPr>
        <w:t xml:space="preserve">?    </w:t>
      </w:r>
    </w:p>
    <w:p w:rsidR="00F45BBB" w:rsidRDefault="00F45BBB" w:rsidP="00F45BBB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F45BBB">
        <w:rPr>
          <w:rFonts w:ascii="Maiandra GD" w:hAnsi="Maiandra GD"/>
          <w:b/>
          <w:sz w:val="24"/>
        </w:rPr>
        <w:t xml:space="preserve">A) </w:t>
      </w:r>
      <w:r w:rsidRPr="00F45BBB">
        <w:rPr>
          <w:rFonts w:ascii="Maiandra GD" w:hAnsi="Maiandra GD"/>
          <w:sz w:val="24"/>
        </w:rPr>
        <w:t xml:space="preserve">Deprem </w:t>
      </w:r>
      <w:r w:rsidRPr="00F45BBB">
        <w:rPr>
          <w:rFonts w:ascii="Maiandra GD" w:hAnsi="Maiandra GD"/>
          <w:b/>
          <w:sz w:val="24"/>
        </w:rPr>
        <w:t xml:space="preserve">   </w:t>
      </w:r>
      <w:r>
        <w:rPr>
          <w:rFonts w:ascii="Maiandra GD" w:hAnsi="Maiandra GD"/>
          <w:b/>
          <w:sz w:val="24"/>
        </w:rPr>
        <w:t xml:space="preserve">                      </w:t>
      </w:r>
      <w:r w:rsidRPr="00F45BBB">
        <w:rPr>
          <w:rFonts w:ascii="Maiandra GD" w:hAnsi="Maiandra GD"/>
          <w:b/>
          <w:sz w:val="24"/>
        </w:rPr>
        <w:t xml:space="preserve">B) </w:t>
      </w:r>
      <w:r w:rsidRPr="00F45BBB">
        <w:rPr>
          <w:rFonts w:ascii="Maiandra GD" w:hAnsi="Maiandra GD"/>
          <w:sz w:val="24"/>
        </w:rPr>
        <w:t xml:space="preserve">Sel </w:t>
      </w:r>
      <w:r w:rsidRPr="00F45BBB">
        <w:rPr>
          <w:rFonts w:ascii="Maiandra GD" w:hAnsi="Maiandra GD"/>
          <w:b/>
          <w:sz w:val="24"/>
        </w:rPr>
        <w:t xml:space="preserve">   </w:t>
      </w:r>
    </w:p>
    <w:p w:rsidR="003804CF" w:rsidRDefault="00F45BBB" w:rsidP="00F45BBB">
      <w:pPr>
        <w:pStyle w:val="AralkYok"/>
        <w:spacing w:line="360" w:lineRule="auto"/>
        <w:rPr>
          <w:rFonts w:ascii="Maiandra GD" w:hAnsi="Maiandra GD"/>
          <w:sz w:val="24"/>
        </w:rPr>
      </w:pPr>
      <w:r w:rsidRPr="00F45BBB">
        <w:rPr>
          <w:rFonts w:ascii="Maiandra GD" w:hAnsi="Maiandra GD"/>
          <w:b/>
          <w:sz w:val="24"/>
        </w:rPr>
        <w:t xml:space="preserve">C) </w:t>
      </w:r>
      <w:r w:rsidRPr="00F45BBB">
        <w:rPr>
          <w:rFonts w:ascii="Maiandra GD" w:hAnsi="Maiandra GD"/>
          <w:sz w:val="24"/>
        </w:rPr>
        <w:t>Fırtına</w:t>
      </w:r>
      <w:r w:rsidRPr="00F45BBB">
        <w:rPr>
          <w:rFonts w:ascii="Maiandra GD" w:hAnsi="Maiandra GD"/>
          <w:b/>
          <w:sz w:val="24"/>
        </w:rPr>
        <w:t xml:space="preserve">  </w:t>
      </w:r>
      <w:r>
        <w:rPr>
          <w:rFonts w:ascii="Maiandra GD" w:hAnsi="Maiandra GD"/>
          <w:b/>
          <w:sz w:val="24"/>
        </w:rPr>
        <w:t xml:space="preserve">                           </w:t>
      </w:r>
      <w:r w:rsidRPr="00F45BBB">
        <w:rPr>
          <w:rFonts w:ascii="Maiandra GD" w:hAnsi="Maiandra GD"/>
          <w:b/>
          <w:sz w:val="24"/>
        </w:rPr>
        <w:t xml:space="preserve">D) </w:t>
      </w:r>
      <w:r w:rsidRPr="00F45BBB">
        <w:rPr>
          <w:rFonts w:ascii="Maiandra GD" w:hAnsi="Maiandra GD"/>
          <w:sz w:val="24"/>
        </w:rPr>
        <w:t>Heyelan</w:t>
      </w:r>
    </w:p>
    <w:p w:rsidR="00FA3804" w:rsidRDefault="00FA3804" w:rsidP="00F45BBB">
      <w:pPr>
        <w:pStyle w:val="AralkYok"/>
        <w:spacing w:line="360" w:lineRule="auto"/>
        <w:rPr>
          <w:rFonts w:ascii="Maiandra GD" w:hAnsi="Maiandra GD"/>
          <w:sz w:val="24"/>
        </w:rPr>
      </w:pPr>
    </w:p>
    <w:p w:rsidR="00D926CE" w:rsidRDefault="00D926CE" w:rsidP="00A164C8">
      <w:pPr>
        <w:pStyle w:val="AralkYok"/>
        <w:spacing w:line="360" w:lineRule="auto"/>
        <w:jc w:val="center"/>
        <w:rPr>
          <w:rFonts w:ascii="Maiandra GD" w:hAnsi="Maiandra GD"/>
          <w:i/>
        </w:rPr>
      </w:pPr>
    </w:p>
    <w:p w:rsidR="00FA3804" w:rsidRPr="00A164C8" w:rsidRDefault="008237DB" w:rsidP="00A164C8">
      <w:pPr>
        <w:pStyle w:val="AralkYok"/>
        <w:spacing w:line="360" w:lineRule="auto"/>
        <w:jc w:val="center"/>
        <w:rPr>
          <w:rFonts w:ascii="Maiandra GD" w:hAnsi="Maiandra GD"/>
        </w:rPr>
      </w:pPr>
      <w:r>
        <w:rPr>
          <w:rFonts w:cstheme="minorHAnsi"/>
          <w:b/>
          <w:noProof/>
          <w:sz w:val="24"/>
        </w:rPr>
        <w:pict>
          <v:shape id="Metin Kutusu 15" o:spid="_x0000_s1034" type="#_x0000_t202" style="position:absolute;left:0;text-align:left;margin-left:213.05pt;margin-top:10.05pt;width:98.8pt;height:19.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" fillcolor="window" strokecolor="window" strokeweight=".5pt">
            <v:textbox>
              <w:txbxContent>
                <w:p w:rsidR="00D926CE" w:rsidRPr="00A86837" w:rsidRDefault="00D926CE" w:rsidP="00D926CE">
                  <w:pPr>
                    <w:jc w:val="center"/>
                    <w:rPr>
                      <w:rFonts w:ascii="Brush Script Std" w:hAnsi="Brush Script Std"/>
                      <w:sz w:val="16"/>
                    </w:rPr>
                  </w:pPr>
                  <w:r w:rsidRPr="00A86837">
                    <w:rPr>
                      <w:rFonts w:ascii="Brush Script Std" w:hAnsi="Brush Script Std"/>
                      <w:sz w:val="16"/>
                    </w:rPr>
                    <w:t>M. Salih Ö</w:t>
                  </w:r>
                  <w:r w:rsidRPr="00A86837">
                    <w:rPr>
                      <w:rFonts w:ascii="Times New Roman" w:hAnsi="Times New Roman" w:cs="Times New Roman"/>
                      <w:sz w:val="16"/>
                    </w:rPr>
                    <w:t>ğ</w:t>
                  </w:r>
                  <w:r w:rsidRPr="00A86837">
                    <w:rPr>
                      <w:rFonts w:ascii="Brush Script Std" w:hAnsi="Brush Script Std"/>
                      <w:sz w:val="16"/>
                    </w:rPr>
                    <w:t>retmen</w:t>
                  </w:r>
                </w:p>
              </w:txbxContent>
            </v:textbox>
          </v:shape>
        </w:pict>
      </w:r>
      <w:r w:rsidR="00A164C8" w:rsidRPr="00A164C8">
        <w:rPr>
          <w:rFonts w:ascii="Maiandra GD" w:hAnsi="Maiandra GD"/>
          <w:i/>
        </w:rPr>
        <w:t>Aşağıdaki haritada, verilen iller arasında yolculuk yapan kişilerin hareket yönleri oklarla gösterilmiştir</w:t>
      </w:r>
      <w:r w:rsidR="00A164C8" w:rsidRPr="00A164C8">
        <w:rPr>
          <w:rFonts w:ascii="Maiandra GD" w:hAnsi="Maiandra GD"/>
        </w:rPr>
        <w:t>.</w:t>
      </w:r>
    </w:p>
    <w:p w:rsidR="00FA3804" w:rsidRDefault="008237DB" w:rsidP="00F45BBB">
      <w:pPr>
        <w:pStyle w:val="AralkYok"/>
        <w:spacing w:line="360" w:lineRule="auto"/>
        <w:rPr>
          <w:rFonts w:ascii="Maiandra GD" w:hAnsi="Maiandra GD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13.5pt;margin-top:4.15pt;width:224.25pt;height:153pt;z-index:251682816;mso-position-horizontal-relative:text;mso-position-vertical-relative:text;mso-width-relative:page;mso-height-relative:page">
            <v:imagedata r:id="rId9" o:title="Screenshot_3"/>
          </v:shape>
        </w:pict>
      </w:r>
    </w:p>
    <w:p w:rsidR="00FA3804" w:rsidRDefault="00FA3804" w:rsidP="00F45BBB">
      <w:pPr>
        <w:pStyle w:val="AralkYok"/>
        <w:spacing w:line="360" w:lineRule="auto"/>
        <w:rPr>
          <w:rFonts w:ascii="Maiandra GD" w:hAnsi="Maiandra GD"/>
          <w:sz w:val="24"/>
        </w:rPr>
      </w:pPr>
    </w:p>
    <w:p w:rsidR="00FA3804" w:rsidRPr="00F45BBB" w:rsidRDefault="00FA3804" w:rsidP="00F45BBB">
      <w:pPr>
        <w:pStyle w:val="AralkYok"/>
        <w:spacing w:line="360" w:lineRule="auto"/>
        <w:rPr>
          <w:rFonts w:ascii="Maiandra GD" w:hAnsi="Maiandra GD"/>
          <w:b/>
          <w:sz w:val="24"/>
        </w:rPr>
      </w:pPr>
    </w:p>
    <w:p w:rsidR="007954F2" w:rsidRPr="0097243B" w:rsidRDefault="007954F2" w:rsidP="007954F2">
      <w:pPr>
        <w:pStyle w:val="AralkYok"/>
        <w:spacing w:line="276" w:lineRule="auto"/>
        <w:ind w:firstLine="708"/>
        <w:rPr>
          <w:rFonts w:ascii="Maiandra GD" w:hAnsi="Maiandra GD"/>
          <w:b/>
        </w:rPr>
      </w:pPr>
    </w:p>
    <w:p w:rsidR="00A066E8" w:rsidRPr="0097243B" w:rsidRDefault="00A066E8" w:rsidP="007954F2">
      <w:pPr>
        <w:pStyle w:val="AralkYok"/>
        <w:spacing w:line="276" w:lineRule="auto"/>
        <w:ind w:firstLine="708"/>
        <w:rPr>
          <w:rFonts w:ascii="Maiandra GD" w:hAnsi="Maiandra GD"/>
          <w:b/>
        </w:rPr>
      </w:pPr>
    </w:p>
    <w:p w:rsidR="00A066E8" w:rsidRPr="0097243B" w:rsidRDefault="00A066E8" w:rsidP="007954F2">
      <w:pPr>
        <w:pStyle w:val="AralkYok"/>
        <w:spacing w:line="276" w:lineRule="auto"/>
        <w:ind w:firstLine="708"/>
        <w:rPr>
          <w:rFonts w:ascii="Maiandra GD" w:hAnsi="Maiandra GD"/>
          <w:b/>
        </w:rPr>
      </w:pPr>
    </w:p>
    <w:p w:rsidR="00A066E8" w:rsidRPr="0097243B" w:rsidRDefault="00A066E8" w:rsidP="007954F2">
      <w:pPr>
        <w:pStyle w:val="AralkYok"/>
        <w:spacing w:line="276" w:lineRule="auto"/>
        <w:rPr>
          <w:rFonts w:ascii="Maiandra GD" w:hAnsi="Maiandra GD"/>
        </w:rPr>
      </w:pPr>
    </w:p>
    <w:p w:rsidR="00A066E8" w:rsidRPr="0097243B" w:rsidRDefault="00A066E8" w:rsidP="007954F2">
      <w:pPr>
        <w:pStyle w:val="AralkYok"/>
        <w:spacing w:line="276" w:lineRule="auto"/>
        <w:rPr>
          <w:rFonts w:ascii="Maiandra GD" w:hAnsi="Maiandra GD"/>
        </w:rPr>
      </w:pPr>
    </w:p>
    <w:p w:rsidR="00A066E8" w:rsidRDefault="00A066E8" w:rsidP="007954F2">
      <w:pPr>
        <w:pStyle w:val="AralkYok"/>
        <w:spacing w:line="276" w:lineRule="auto"/>
        <w:rPr>
          <w:rFonts w:ascii="Maiandra GD" w:hAnsi="Maiandra GD"/>
        </w:rPr>
      </w:pPr>
    </w:p>
    <w:p w:rsidR="00A164C8" w:rsidRPr="00A164C8" w:rsidRDefault="00A164C8" w:rsidP="00A164C8">
      <w:pPr>
        <w:pStyle w:val="AralkYok"/>
        <w:spacing w:line="276" w:lineRule="auto"/>
        <w:rPr>
          <w:rFonts w:ascii="Maiandra GD" w:hAnsi="Maiandra GD"/>
        </w:rPr>
      </w:pPr>
    </w:p>
    <w:p w:rsidR="00A164C8" w:rsidRPr="00A164C8" w:rsidRDefault="00A164C8" w:rsidP="00A164C8">
      <w:pPr>
        <w:pStyle w:val="AralkYok"/>
        <w:spacing w:line="360" w:lineRule="auto"/>
        <w:rPr>
          <w:rFonts w:ascii="Maiandra GD" w:hAnsi="Maiandra GD"/>
          <w:b/>
          <w:sz w:val="24"/>
        </w:rPr>
      </w:pPr>
      <w:r w:rsidRPr="00A164C8">
        <w:rPr>
          <w:rFonts w:ascii="Maiandra GD" w:hAnsi="Maiandra GD"/>
          <w:b/>
          <w:color w:val="FF0000"/>
          <w:sz w:val="24"/>
        </w:rPr>
        <w:t xml:space="preserve">5) </w:t>
      </w:r>
      <w:r w:rsidRPr="00A164C8">
        <w:rPr>
          <w:rFonts w:ascii="Maiandra GD" w:hAnsi="Maiandra GD"/>
          <w:b/>
          <w:sz w:val="24"/>
        </w:rPr>
        <w:t xml:space="preserve">Buna göre kaç numaralı ok doğrultusunda giden yolcu </w:t>
      </w:r>
      <w:r w:rsidRPr="00A164C8">
        <w:rPr>
          <w:rFonts w:ascii="Maiandra GD" w:hAnsi="Maiandra GD"/>
          <w:b/>
          <w:sz w:val="24"/>
          <w:u w:val="single"/>
        </w:rPr>
        <w:t xml:space="preserve">Kuzeybatı </w:t>
      </w:r>
      <w:r w:rsidRPr="00A164C8">
        <w:rPr>
          <w:rFonts w:ascii="Maiandra GD" w:hAnsi="Maiandra GD"/>
          <w:b/>
          <w:sz w:val="24"/>
        </w:rPr>
        <w:t>yönünde hareket etmiş olur?</w:t>
      </w:r>
    </w:p>
    <w:p w:rsidR="00A164C8" w:rsidRPr="00A164C8" w:rsidRDefault="00A164C8" w:rsidP="00A164C8">
      <w:pPr>
        <w:pStyle w:val="AralkYok"/>
        <w:spacing w:line="360" w:lineRule="auto"/>
        <w:rPr>
          <w:rFonts w:ascii="Maiandra GD" w:hAnsi="Maiandra GD"/>
          <w:sz w:val="24"/>
        </w:rPr>
      </w:pPr>
      <w:r w:rsidRPr="00A164C8">
        <w:rPr>
          <w:rFonts w:ascii="Maiandra GD" w:hAnsi="Maiandra GD"/>
          <w:b/>
          <w:sz w:val="24"/>
        </w:rPr>
        <w:t>A)</w:t>
      </w:r>
      <w:r>
        <w:rPr>
          <w:rFonts w:ascii="Maiandra GD" w:hAnsi="Maiandra GD"/>
          <w:sz w:val="24"/>
        </w:rPr>
        <w:t xml:space="preserve"> 1</w:t>
      </w:r>
      <w:r>
        <w:rPr>
          <w:rFonts w:ascii="Maiandra GD" w:hAnsi="Maiandra GD"/>
          <w:sz w:val="24"/>
        </w:rPr>
        <w:tab/>
      </w:r>
      <w:r>
        <w:rPr>
          <w:rFonts w:ascii="Maiandra GD" w:hAnsi="Maiandra GD"/>
          <w:sz w:val="24"/>
        </w:rPr>
        <w:tab/>
      </w:r>
      <w:r w:rsidRPr="00A164C8">
        <w:rPr>
          <w:rFonts w:ascii="Maiandra GD" w:hAnsi="Maiandra GD"/>
          <w:b/>
          <w:sz w:val="24"/>
        </w:rPr>
        <w:t>B)</w:t>
      </w:r>
      <w:r w:rsidRPr="00A164C8">
        <w:rPr>
          <w:rFonts w:ascii="Maiandra GD" w:hAnsi="Maiandra GD"/>
          <w:sz w:val="24"/>
        </w:rPr>
        <w:t xml:space="preserve"> 2</w:t>
      </w:r>
      <w:r>
        <w:rPr>
          <w:rFonts w:ascii="Maiandra GD" w:hAnsi="Maiandra GD"/>
          <w:sz w:val="24"/>
        </w:rPr>
        <w:tab/>
      </w:r>
      <w:r>
        <w:rPr>
          <w:rFonts w:ascii="Maiandra GD" w:hAnsi="Maiandra GD"/>
          <w:sz w:val="24"/>
        </w:rPr>
        <w:tab/>
      </w:r>
      <w:r w:rsidRPr="00A164C8">
        <w:rPr>
          <w:rFonts w:ascii="Maiandra GD" w:hAnsi="Maiandra GD"/>
          <w:b/>
          <w:sz w:val="24"/>
        </w:rPr>
        <w:t>C)</w:t>
      </w:r>
      <w:r>
        <w:rPr>
          <w:rFonts w:ascii="Maiandra GD" w:hAnsi="Maiandra GD"/>
          <w:sz w:val="24"/>
        </w:rPr>
        <w:t xml:space="preserve"> 3</w:t>
      </w:r>
      <w:r>
        <w:rPr>
          <w:rFonts w:ascii="Maiandra GD" w:hAnsi="Maiandra GD"/>
          <w:sz w:val="24"/>
        </w:rPr>
        <w:tab/>
      </w:r>
      <w:r>
        <w:rPr>
          <w:rFonts w:ascii="Maiandra GD" w:hAnsi="Maiandra GD"/>
          <w:sz w:val="24"/>
        </w:rPr>
        <w:tab/>
      </w:r>
      <w:r w:rsidRPr="00A164C8">
        <w:rPr>
          <w:rFonts w:ascii="Maiandra GD" w:hAnsi="Maiandra GD"/>
          <w:b/>
          <w:sz w:val="24"/>
        </w:rPr>
        <w:t>D)</w:t>
      </w:r>
      <w:r w:rsidRPr="00A164C8">
        <w:rPr>
          <w:rFonts w:ascii="Maiandra GD" w:hAnsi="Maiandra GD"/>
          <w:sz w:val="24"/>
        </w:rPr>
        <w:t xml:space="preserve"> 4</w:t>
      </w:r>
    </w:p>
    <w:p w:rsidR="00A164C8" w:rsidRDefault="00A164C8" w:rsidP="007954F2">
      <w:pPr>
        <w:pStyle w:val="AralkYok"/>
        <w:spacing w:line="276" w:lineRule="auto"/>
        <w:rPr>
          <w:rFonts w:ascii="Maiandra GD" w:hAnsi="Maiandra GD"/>
        </w:rPr>
      </w:pPr>
    </w:p>
    <w:p w:rsidR="00A164C8" w:rsidRDefault="00A164C8" w:rsidP="007954F2">
      <w:pPr>
        <w:pStyle w:val="AralkYok"/>
        <w:spacing w:line="276" w:lineRule="auto"/>
        <w:rPr>
          <w:rFonts w:ascii="Maiandra GD" w:hAnsi="Maiandra GD"/>
        </w:rPr>
      </w:pPr>
    </w:p>
    <w:p w:rsidR="00D926CE" w:rsidRDefault="00D926CE" w:rsidP="007954F2">
      <w:pPr>
        <w:pStyle w:val="AralkYok"/>
        <w:spacing w:line="276" w:lineRule="auto"/>
        <w:rPr>
          <w:rFonts w:ascii="Maiandra GD" w:hAnsi="Maiandra GD"/>
        </w:rPr>
      </w:pPr>
    </w:p>
    <w:p w:rsidR="00A164C8" w:rsidRPr="00A164C8" w:rsidRDefault="00A164C8" w:rsidP="00A164C8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A164C8">
        <w:rPr>
          <w:rFonts w:ascii="Maiandra GD" w:hAnsi="Maiandra GD"/>
          <w:b/>
          <w:color w:val="FF0000"/>
          <w:sz w:val="24"/>
          <w:szCs w:val="24"/>
        </w:rPr>
        <w:t>6)</w:t>
      </w:r>
      <w:r w:rsidRPr="00A164C8">
        <w:rPr>
          <w:rFonts w:ascii="Maiandra GD" w:hAnsi="Maiandra GD"/>
          <w:b/>
          <w:sz w:val="24"/>
          <w:szCs w:val="24"/>
        </w:rPr>
        <w:t xml:space="preserve"> Telefonu icat eden bilim insanı aşağıdakilerden hangisidir?</w:t>
      </w:r>
    </w:p>
    <w:p w:rsidR="00A164C8" w:rsidRPr="00A164C8" w:rsidRDefault="00A164C8" w:rsidP="00A164C8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A164C8">
        <w:rPr>
          <w:rFonts w:ascii="Maiandra GD" w:hAnsi="Maiandra GD"/>
          <w:b/>
          <w:sz w:val="24"/>
          <w:szCs w:val="24"/>
        </w:rPr>
        <w:t>A)</w:t>
      </w:r>
      <w:r w:rsidRPr="00A164C8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A164C8">
        <w:rPr>
          <w:rFonts w:ascii="Maiandra GD" w:hAnsi="Maiandra GD"/>
          <w:sz w:val="24"/>
          <w:szCs w:val="24"/>
        </w:rPr>
        <w:t>Orville</w:t>
      </w:r>
      <w:proofErr w:type="spellEnd"/>
      <w:r w:rsidRPr="00A164C8">
        <w:rPr>
          <w:rFonts w:ascii="Maiandra GD" w:hAnsi="Maiandra GD"/>
          <w:sz w:val="24"/>
          <w:szCs w:val="24"/>
        </w:rPr>
        <w:t xml:space="preserve"> </w:t>
      </w:r>
      <w:proofErr w:type="gramStart"/>
      <w:r w:rsidRPr="00A164C8">
        <w:rPr>
          <w:rFonts w:ascii="Maiandra GD" w:hAnsi="Maiandra GD"/>
          <w:sz w:val="24"/>
          <w:szCs w:val="24"/>
        </w:rPr>
        <w:t xml:space="preserve">Wright       </w:t>
      </w:r>
      <w:r w:rsidRPr="00A164C8">
        <w:rPr>
          <w:rFonts w:ascii="Maiandra GD" w:hAnsi="Maiandra GD"/>
          <w:b/>
          <w:sz w:val="24"/>
          <w:szCs w:val="24"/>
        </w:rPr>
        <w:t>B</w:t>
      </w:r>
      <w:proofErr w:type="gramEnd"/>
      <w:r w:rsidRPr="00A164C8">
        <w:rPr>
          <w:rFonts w:ascii="Maiandra GD" w:hAnsi="Maiandra GD"/>
          <w:b/>
          <w:sz w:val="24"/>
          <w:szCs w:val="24"/>
        </w:rPr>
        <w:t xml:space="preserve">) </w:t>
      </w:r>
      <w:r w:rsidRPr="00A164C8">
        <w:rPr>
          <w:rFonts w:ascii="Maiandra GD" w:hAnsi="Maiandra GD"/>
          <w:sz w:val="24"/>
          <w:szCs w:val="24"/>
        </w:rPr>
        <w:t>Thomas Edison</w:t>
      </w:r>
    </w:p>
    <w:p w:rsidR="00A164C8" w:rsidRPr="00A164C8" w:rsidRDefault="00A164C8" w:rsidP="00A164C8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A164C8">
        <w:rPr>
          <w:rFonts w:ascii="Maiandra GD" w:hAnsi="Maiandra GD"/>
          <w:b/>
          <w:sz w:val="24"/>
          <w:szCs w:val="24"/>
        </w:rPr>
        <w:t>C)</w:t>
      </w:r>
      <w:r w:rsidRPr="00A164C8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A164C8">
        <w:rPr>
          <w:rFonts w:ascii="Maiandra GD" w:hAnsi="Maiandra GD"/>
          <w:sz w:val="24"/>
          <w:szCs w:val="24"/>
        </w:rPr>
        <w:t>Henri</w:t>
      </w:r>
      <w:proofErr w:type="spellEnd"/>
      <w:r w:rsidRPr="00A164C8">
        <w:rPr>
          <w:rFonts w:ascii="Maiandra GD" w:hAnsi="Maiandra GD"/>
          <w:sz w:val="24"/>
          <w:szCs w:val="24"/>
        </w:rPr>
        <w:t xml:space="preserve"> </w:t>
      </w:r>
      <w:proofErr w:type="spellStart"/>
      <w:proofErr w:type="gramStart"/>
      <w:r w:rsidRPr="00A164C8">
        <w:rPr>
          <w:rFonts w:ascii="Maiandra GD" w:hAnsi="Maiandra GD"/>
          <w:sz w:val="24"/>
          <w:szCs w:val="24"/>
        </w:rPr>
        <w:t>Giffard</w:t>
      </w:r>
      <w:proofErr w:type="spellEnd"/>
      <w:r w:rsidRPr="00A164C8">
        <w:rPr>
          <w:rFonts w:ascii="Maiandra GD" w:hAnsi="Maiandra GD"/>
          <w:sz w:val="24"/>
          <w:szCs w:val="24"/>
        </w:rPr>
        <w:t xml:space="preserve">  </w:t>
      </w:r>
      <w:r>
        <w:rPr>
          <w:rFonts w:ascii="Maiandra GD" w:hAnsi="Maiandra GD"/>
          <w:sz w:val="24"/>
          <w:szCs w:val="24"/>
        </w:rPr>
        <w:t xml:space="preserve">       </w:t>
      </w:r>
      <w:r w:rsidRPr="00A164C8">
        <w:rPr>
          <w:rFonts w:ascii="Maiandra GD" w:hAnsi="Maiandra GD"/>
          <w:b/>
          <w:sz w:val="24"/>
          <w:szCs w:val="24"/>
        </w:rPr>
        <w:t>D</w:t>
      </w:r>
      <w:proofErr w:type="gramEnd"/>
      <w:r w:rsidRPr="00A164C8">
        <w:rPr>
          <w:rFonts w:ascii="Maiandra GD" w:hAnsi="Maiandra GD"/>
          <w:b/>
          <w:sz w:val="24"/>
          <w:szCs w:val="24"/>
        </w:rPr>
        <w:t>)</w:t>
      </w:r>
      <w:r w:rsidRPr="00A164C8">
        <w:rPr>
          <w:rFonts w:ascii="Maiandra GD" w:hAnsi="Maiandra GD"/>
          <w:sz w:val="24"/>
          <w:szCs w:val="24"/>
        </w:rPr>
        <w:t xml:space="preserve"> Alexander </w:t>
      </w:r>
      <w:proofErr w:type="spellStart"/>
      <w:r w:rsidRPr="00A164C8">
        <w:rPr>
          <w:rFonts w:ascii="Maiandra GD" w:hAnsi="Maiandra GD"/>
          <w:sz w:val="24"/>
          <w:szCs w:val="24"/>
        </w:rPr>
        <w:t>Graham</w:t>
      </w:r>
      <w:proofErr w:type="spellEnd"/>
      <w:r w:rsidRPr="00A164C8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A164C8">
        <w:rPr>
          <w:rFonts w:ascii="Maiandra GD" w:hAnsi="Maiandra GD"/>
          <w:sz w:val="24"/>
          <w:szCs w:val="24"/>
        </w:rPr>
        <w:t>Bell</w:t>
      </w:r>
      <w:proofErr w:type="spellEnd"/>
    </w:p>
    <w:p w:rsidR="00FD5B5B" w:rsidRPr="00FD5B5B" w:rsidRDefault="00FD5B5B" w:rsidP="00FD5B5B">
      <w:pPr>
        <w:pStyle w:val="AralkYok"/>
        <w:spacing w:line="276" w:lineRule="auto"/>
        <w:jc w:val="both"/>
        <w:rPr>
          <w:rFonts w:ascii="Maiandra GD" w:hAnsi="Maiandra GD"/>
          <w:i/>
          <w:sz w:val="14"/>
        </w:rPr>
      </w:pPr>
    </w:p>
    <w:p w:rsidR="00A164C8" w:rsidRPr="00FD5B5B" w:rsidRDefault="00FD5B5B" w:rsidP="00061622">
      <w:pPr>
        <w:pStyle w:val="AralkYok"/>
        <w:spacing w:line="276" w:lineRule="auto"/>
        <w:jc w:val="both"/>
        <w:rPr>
          <w:rFonts w:ascii="Maiandra GD" w:hAnsi="Maiandra GD"/>
          <w:i/>
          <w:sz w:val="24"/>
        </w:rPr>
      </w:pPr>
      <w:r w:rsidRPr="00FD5B5B">
        <w:rPr>
          <w:rFonts w:ascii="Maiandra GD" w:hAnsi="Maiandra GD"/>
          <w:i/>
          <w:sz w:val="24"/>
        </w:rPr>
        <w:t>“ 11 Ekim 1922’de ateşkes anlaşmasının imzalanmasıyla işgal altındaki Boğazlar bölgesi, İstanbul ve Doğu Trakya savaş yapılmadan kurtarılmıştır. “</w:t>
      </w:r>
    </w:p>
    <w:p w:rsidR="00A164C8" w:rsidRPr="00FD5B5B" w:rsidRDefault="00FD5B5B" w:rsidP="00D926CE">
      <w:pPr>
        <w:pStyle w:val="AralkYok"/>
        <w:spacing w:line="276" w:lineRule="auto"/>
        <w:rPr>
          <w:rFonts w:ascii="Maiandra GD" w:hAnsi="Maiandra GD"/>
          <w:b/>
          <w:sz w:val="24"/>
        </w:rPr>
      </w:pPr>
      <w:r w:rsidRPr="00FD5B5B">
        <w:rPr>
          <w:rFonts w:ascii="Maiandra GD" w:hAnsi="Maiandra GD"/>
          <w:b/>
          <w:color w:val="FF0000"/>
          <w:sz w:val="24"/>
        </w:rPr>
        <w:t xml:space="preserve">7) </w:t>
      </w:r>
      <w:r w:rsidRPr="00FD5B5B">
        <w:rPr>
          <w:rFonts w:ascii="Maiandra GD" w:hAnsi="Maiandra GD"/>
          <w:b/>
          <w:sz w:val="24"/>
        </w:rPr>
        <w:t>Yukarıda verilen bilgilere göre Milli Mücadele döneminde imzalanan anlaşma aşağıdakilerden hangisidir?</w:t>
      </w:r>
    </w:p>
    <w:p w:rsidR="00FD5B5B" w:rsidRDefault="00FD5B5B" w:rsidP="00D926CE">
      <w:pPr>
        <w:pStyle w:val="AralkYok"/>
        <w:spacing w:line="276" w:lineRule="auto"/>
        <w:rPr>
          <w:rFonts w:ascii="Maiandra GD" w:hAnsi="Maiandra GD"/>
          <w:sz w:val="24"/>
        </w:rPr>
      </w:pPr>
      <w:r w:rsidRPr="00FD5B5B">
        <w:rPr>
          <w:rFonts w:ascii="Maiandra GD" w:hAnsi="Maiandra GD"/>
          <w:b/>
          <w:sz w:val="24"/>
        </w:rPr>
        <w:t xml:space="preserve">A) </w:t>
      </w:r>
      <w:r w:rsidRPr="00FD5B5B">
        <w:rPr>
          <w:rFonts w:ascii="Maiandra GD" w:hAnsi="Maiandra GD"/>
          <w:sz w:val="24"/>
        </w:rPr>
        <w:t xml:space="preserve">Gümrü Antlaşması   </w:t>
      </w:r>
      <w:r>
        <w:rPr>
          <w:rFonts w:ascii="Maiandra GD" w:hAnsi="Maiandra GD"/>
          <w:sz w:val="24"/>
        </w:rPr>
        <w:t xml:space="preserve">  </w:t>
      </w:r>
    </w:p>
    <w:p w:rsidR="00FD5B5B" w:rsidRPr="00FD5B5B" w:rsidRDefault="00FD5B5B" w:rsidP="00D926CE">
      <w:pPr>
        <w:pStyle w:val="AralkYok"/>
        <w:spacing w:line="276" w:lineRule="auto"/>
        <w:rPr>
          <w:rFonts w:ascii="Maiandra GD" w:hAnsi="Maiandra GD"/>
          <w:sz w:val="24"/>
        </w:rPr>
      </w:pPr>
      <w:r w:rsidRPr="00FD5B5B">
        <w:rPr>
          <w:rFonts w:ascii="Maiandra GD" w:hAnsi="Maiandra GD"/>
          <w:b/>
          <w:sz w:val="24"/>
        </w:rPr>
        <w:t>B)</w:t>
      </w:r>
      <w:r w:rsidRPr="00FD5B5B">
        <w:rPr>
          <w:rFonts w:ascii="Maiandra GD" w:hAnsi="Maiandra GD"/>
          <w:sz w:val="24"/>
        </w:rPr>
        <w:t xml:space="preserve"> </w:t>
      </w:r>
      <w:r>
        <w:rPr>
          <w:rFonts w:ascii="Maiandra GD" w:hAnsi="Maiandra GD"/>
          <w:sz w:val="24"/>
        </w:rPr>
        <w:t xml:space="preserve">Mudanya </w:t>
      </w:r>
      <w:r w:rsidRPr="00FD5B5B">
        <w:rPr>
          <w:rFonts w:ascii="Maiandra GD" w:hAnsi="Maiandra GD"/>
          <w:sz w:val="24"/>
        </w:rPr>
        <w:t>Antlaşması</w:t>
      </w:r>
    </w:p>
    <w:p w:rsidR="00FD5B5B" w:rsidRDefault="00FD5B5B" w:rsidP="00D926CE">
      <w:pPr>
        <w:pStyle w:val="AralkYok"/>
        <w:spacing w:line="276" w:lineRule="auto"/>
        <w:rPr>
          <w:rFonts w:ascii="Maiandra GD" w:hAnsi="Maiandra GD"/>
          <w:sz w:val="24"/>
        </w:rPr>
      </w:pPr>
      <w:r w:rsidRPr="00FD5B5B">
        <w:rPr>
          <w:rFonts w:ascii="Maiandra GD" w:hAnsi="Maiandra GD"/>
          <w:b/>
          <w:sz w:val="24"/>
        </w:rPr>
        <w:t>C)</w:t>
      </w:r>
      <w:r w:rsidRPr="00FD5B5B">
        <w:rPr>
          <w:rFonts w:ascii="Maiandra GD" w:hAnsi="Maiandra GD"/>
          <w:sz w:val="24"/>
        </w:rPr>
        <w:t xml:space="preserve"> </w:t>
      </w:r>
      <w:r w:rsidR="004C645C">
        <w:rPr>
          <w:rFonts w:ascii="Maiandra GD" w:hAnsi="Maiandra GD"/>
          <w:sz w:val="24"/>
        </w:rPr>
        <w:t>Lozan Barış</w:t>
      </w:r>
      <w:r>
        <w:rPr>
          <w:rFonts w:ascii="Maiandra GD" w:hAnsi="Maiandra GD"/>
          <w:sz w:val="24"/>
        </w:rPr>
        <w:t xml:space="preserve"> </w:t>
      </w:r>
      <w:r w:rsidRPr="00FD5B5B">
        <w:rPr>
          <w:rFonts w:ascii="Maiandra GD" w:hAnsi="Maiandra GD"/>
          <w:sz w:val="24"/>
        </w:rPr>
        <w:t xml:space="preserve">Antlaşması       </w:t>
      </w:r>
    </w:p>
    <w:p w:rsidR="00BF3BDE" w:rsidRDefault="00FD5B5B" w:rsidP="00D926CE">
      <w:pPr>
        <w:pStyle w:val="AralkYok"/>
        <w:spacing w:line="276" w:lineRule="auto"/>
        <w:rPr>
          <w:rFonts w:ascii="Maiandra GD" w:hAnsi="Maiandra GD"/>
          <w:sz w:val="24"/>
        </w:rPr>
      </w:pPr>
      <w:r w:rsidRPr="00FD5B5B">
        <w:rPr>
          <w:rFonts w:ascii="Maiandra GD" w:hAnsi="Maiandra GD"/>
          <w:b/>
          <w:sz w:val="24"/>
        </w:rPr>
        <w:t>D)</w:t>
      </w:r>
      <w:r w:rsidRPr="00FD5B5B">
        <w:rPr>
          <w:rFonts w:ascii="Maiandra GD" w:hAnsi="Maiandra GD"/>
          <w:sz w:val="24"/>
        </w:rPr>
        <w:t xml:space="preserve"> </w:t>
      </w:r>
      <w:proofErr w:type="spellStart"/>
      <w:r w:rsidRPr="00FD5B5B">
        <w:rPr>
          <w:rFonts w:ascii="Maiandra GD" w:hAnsi="Maiandra GD"/>
          <w:sz w:val="24"/>
        </w:rPr>
        <w:t>Uşi</w:t>
      </w:r>
      <w:proofErr w:type="spellEnd"/>
      <w:r w:rsidRPr="00FD5B5B">
        <w:rPr>
          <w:rFonts w:ascii="Maiandra GD" w:hAnsi="Maiandra GD"/>
          <w:sz w:val="24"/>
        </w:rPr>
        <w:t xml:space="preserve"> Antlaşması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</w:rPr>
      </w:pPr>
    </w:p>
    <w:p w:rsidR="00061622" w:rsidRP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</w:p>
    <w:p w:rsidR="00061622" w:rsidRPr="00061622" w:rsidRDefault="00061622" w:rsidP="00061622">
      <w:pPr>
        <w:pStyle w:val="AralkYok"/>
        <w:spacing w:line="360" w:lineRule="auto"/>
        <w:rPr>
          <w:rFonts w:ascii="Maiandra GD" w:hAnsi="Maiandra GD"/>
          <w:b/>
          <w:sz w:val="24"/>
          <w:szCs w:val="24"/>
        </w:rPr>
      </w:pPr>
      <w:r w:rsidRPr="00061622">
        <w:rPr>
          <w:rFonts w:ascii="Maiandra GD" w:hAnsi="Maiandra GD"/>
          <w:b/>
          <w:color w:val="FF0000"/>
          <w:sz w:val="24"/>
          <w:szCs w:val="24"/>
        </w:rPr>
        <w:t>8)</w:t>
      </w:r>
      <w:r w:rsidRPr="00061622">
        <w:rPr>
          <w:rFonts w:ascii="Maiandra GD" w:hAnsi="Maiandra GD"/>
          <w:b/>
          <w:sz w:val="24"/>
          <w:szCs w:val="24"/>
        </w:rPr>
        <w:t xml:space="preserve"> Aşağıdakilerden hangisi çocuk haklarına </w:t>
      </w:r>
      <w:r w:rsidRPr="00061622">
        <w:rPr>
          <w:rFonts w:ascii="Maiandra GD" w:hAnsi="Maiandra GD"/>
          <w:b/>
          <w:sz w:val="24"/>
          <w:szCs w:val="24"/>
          <w:u w:val="single"/>
        </w:rPr>
        <w:t xml:space="preserve">aykırı </w:t>
      </w:r>
      <w:r w:rsidRPr="00061622">
        <w:rPr>
          <w:rFonts w:ascii="Maiandra GD" w:hAnsi="Maiandra GD"/>
          <w:b/>
          <w:sz w:val="24"/>
          <w:szCs w:val="24"/>
        </w:rPr>
        <w:t>durumlardan biridir?</w:t>
      </w:r>
    </w:p>
    <w:p w:rsidR="00061622" w:rsidRPr="00061622" w:rsidRDefault="00061622" w:rsidP="00D926CE">
      <w:pPr>
        <w:pStyle w:val="AralkYok"/>
        <w:spacing w:line="360" w:lineRule="auto"/>
        <w:ind w:left="142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A)</w:t>
      </w:r>
      <w:r w:rsidRPr="00061622">
        <w:rPr>
          <w:rFonts w:ascii="Maiandra GD" w:hAnsi="Maiandra GD"/>
          <w:sz w:val="24"/>
          <w:szCs w:val="24"/>
        </w:rPr>
        <w:t xml:space="preserve"> Çalışmak isteyen çocuklara devlet tarafından iş bulunması</w:t>
      </w:r>
      <w:r>
        <w:rPr>
          <w:rFonts w:ascii="Maiandra GD" w:hAnsi="Maiandra GD"/>
          <w:sz w:val="24"/>
          <w:szCs w:val="24"/>
        </w:rPr>
        <w:t>.</w:t>
      </w:r>
    </w:p>
    <w:p w:rsidR="00061622" w:rsidRPr="00061622" w:rsidRDefault="00061622" w:rsidP="00D926CE">
      <w:pPr>
        <w:pStyle w:val="AralkYok"/>
        <w:spacing w:line="360" w:lineRule="auto"/>
        <w:ind w:left="142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B)</w:t>
      </w:r>
      <w:r w:rsidRPr="00061622">
        <w:rPr>
          <w:rFonts w:ascii="Maiandra GD" w:hAnsi="Maiandra GD"/>
          <w:sz w:val="24"/>
          <w:szCs w:val="24"/>
        </w:rPr>
        <w:t xml:space="preserve"> Çocuklara zorunlu eğitim verilmesi</w:t>
      </w:r>
      <w:r>
        <w:rPr>
          <w:rFonts w:ascii="Maiandra GD" w:hAnsi="Maiandra GD"/>
          <w:sz w:val="24"/>
          <w:szCs w:val="24"/>
        </w:rPr>
        <w:t>.</w:t>
      </w:r>
    </w:p>
    <w:p w:rsidR="00061622" w:rsidRPr="00061622" w:rsidRDefault="00061622" w:rsidP="00D926CE">
      <w:pPr>
        <w:pStyle w:val="AralkYok"/>
        <w:spacing w:line="360" w:lineRule="auto"/>
        <w:ind w:left="142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C)</w:t>
      </w:r>
      <w:r w:rsidRPr="00061622">
        <w:rPr>
          <w:rFonts w:ascii="Maiandra GD" w:hAnsi="Maiandra GD"/>
          <w:sz w:val="24"/>
          <w:szCs w:val="24"/>
        </w:rPr>
        <w:t xml:space="preserve"> Çocukların gerektiğinde ailelerinden alınarak devletin korumasına verilmesi</w:t>
      </w:r>
      <w:r>
        <w:rPr>
          <w:rFonts w:ascii="Maiandra GD" w:hAnsi="Maiandra GD"/>
          <w:sz w:val="24"/>
          <w:szCs w:val="24"/>
        </w:rPr>
        <w:t>.</w:t>
      </w:r>
    </w:p>
    <w:p w:rsidR="00061622" w:rsidRDefault="00061622" w:rsidP="00D926CE">
      <w:pPr>
        <w:pStyle w:val="AralkYok"/>
        <w:spacing w:line="360" w:lineRule="auto"/>
        <w:ind w:left="142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D)</w:t>
      </w:r>
      <w:r w:rsidRPr="00061622">
        <w:rPr>
          <w:rFonts w:ascii="Maiandra GD" w:hAnsi="Maiandra GD"/>
          <w:sz w:val="24"/>
          <w:szCs w:val="24"/>
        </w:rPr>
        <w:t xml:space="preserve"> Çocuklara onayları alınmadan aşı yapılması</w:t>
      </w:r>
      <w:r>
        <w:rPr>
          <w:rFonts w:ascii="Maiandra GD" w:hAnsi="Maiandra GD"/>
          <w:sz w:val="24"/>
          <w:szCs w:val="24"/>
        </w:rPr>
        <w:t>.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</w:p>
    <w:p w:rsidR="00061622" w:rsidRPr="00061622" w:rsidRDefault="00061622" w:rsidP="00061622">
      <w:pPr>
        <w:pStyle w:val="AralkYok"/>
        <w:spacing w:line="360" w:lineRule="auto"/>
        <w:rPr>
          <w:rFonts w:ascii="Maiandra GD" w:hAnsi="Maiandra GD"/>
          <w:b/>
          <w:sz w:val="24"/>
          <w:szCs w:val="24"/>
        </w:rPr>
      </w:pPr>
      <w:r w:rsidRPr="00061622">
        <w:rPr>
          <w:rFonts w:ascii="Maiandra GD" w:hAnsi="Maiandra GD"/>
          <w:b/>
          <w:color w:val="FF0000"/>
          <w:sz w:val="24"/>
          <w:szCs w:val="24"/>
        </w:rPr>
        <w:t>9)</w:t>
      </w:r>
      <w:r w:rsidRPr="00061622">
        <w:rPr>
          <w:rFonts w:ascii="Maiandra GD" w:hAnsi="Maiandra GD"/>
          <w:b/>
          <w:sz w:val="24"/>
          <w:szCs w:val="24"/>
        </w:rPr>
        <w:t xml:space="preserve"> Aşağıda uzun süre bilgisayar başında oturan insanlarda o</w:t>
      </w:r>
      <w:r>
        <w:rPr>
          <w:rFonts w:ascii="Maiandra GD" w:hAnsi="Maiandra GD"/>
          <w:b/>
          <w:sz w:val="24"/>
          <w:szCs w:val="24"/>
        </w:rPr>
        <w:t xml:space="preserve">rtaya çıkabilecek olumsuzluklar </w:t>
      </w:r>
      <w:r w:rsidRPr="00061622">
        <w:rPr>
          <w:rFonts w:ascii="Maiandra GD" w:hAnsi="Maiandra GD"/>
          <w:b/>
          <w:sz w:val="24"/>
          <w:szCs w:val="24"/>
        </w:rPr>
        <w:t xml:space="preserve">verilmiştir. Bu olumsuzluklardan hangisi </w:t>
      </w:r>
      <w:r w:rsidRPr="00061622">
        <w:rPr>
          <w:rFonts w:ascii="Maiandra GD" w:hAnsi="Maiandra GD"/>
          <w:b/>
          <w:sz w:val="24"/>
          <w:szCs w:val="24"/>
          <w:u w:val="single"/>
        </w:rPr>
        <w:t>diğerlerinden</w:t>
      </w:r>
      <w:r w:rsidRPr="00061622">
        <w:rPr>
          <w:rFonts w:ascii="Maiandra GD" w:hAnsi="Maiandra GD"/>
          <w:b/>
          <w:sz w:val="24"/>
          <w:szCs w:val="24"/>
        </w:rPr>
        <w:t xml:space="preserve"> </w:t>
      </w:r>
      <w:r w:rsidRPr="00061622">
        <w:rPr>
          <w:rFonts w:ascii="Maiandra GD" w:hAnsi="Maiandra GD"/>
          <w:b/>
          <w:sz w:val="24"/>
          <w:szCs w:val="24"/>
          <w:u w:val="single"/>
        </w:rPr>
        <w:t>farklı</w:t>
      </w:r>
      <w:r w:rsidRPr="00061622">
        <w:rPr>
          <w:rFonts w:ascii="Maiandra GD" w:hAnsi="Maiandra GD"/>
          <w:b/>
          <w:sz w:val="24"/>
          <w:szCs w:val="24"/>
        </w:rPr>
        <w:t xml:space="preserve"> niteliktedir?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A)</w:t>
      </w:r>
      <w:r w:rsidRPr="00061622">
        <w:rPr>
          <w:rFonts w:ascii="Maiandra GD" w:hAnsi="Maiandra GD"/>
          <w:sz w:val="24"/>
          <w:szCs w:val="24"/>
        </w:rPr>
        <w:t xml:space="preserve"> Bel ve boyun tutulmaları </w:t>
      </w:r>
    </w:p>
    <w:p w:rsidR="00061622" w:rsidRP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B)</w:t>
      </w:r>
      <w:r w:rsidRPr="00061622">
        <w:rPr>
          <w:rFonts w:ascii="Maiandra GD" w:hAnsi="Maiandra GD"/>
          <w:sz w:val="24"/>
          <w:szCs w:val="24"/>
        </w:rPr>
        <w:t xml:space="preserve"> Kan basıncında yükselme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C)</w:t>
      </w:r>
      <w:r w:rsidRPr="00061622">
        <w:rPr>
          <w:rFonts w:ascii="Maiandra GD" w:hAnsi="Maiandra GD"/>
          <w:sz w:val="24"/>
          <w:szCs w:val="24"/>
        </w:rPr>
        <w:t xml:space="preserve"> Baş ve göz ağrıları 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D)</w:t>
      </w:r>
      <w:r w:rsidRPr="00061622">
        <w:rPr>
          <w:rFonts w:ascii="Maiandra GD" w:hAnsi="Maiandra GD"/>
          <w:sz w:val="24"/>
          <w:szCs w:val="24"/>
        </w:rPr>
        <w:t xml:space="preserve"> Sosyal ilişkiler kurmakta zorlanma</w:t>
      </w:r>
    </w:p>
    <w:p w:rsidR="00D926CE" w:rsidRDefault="00D926CE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bookmarkStart w:id="0" w:name="_GoBack"/>
      <w:bookmarkEnd w:id="0"/>
    </w:p>
    <w:p w:rsidR="00061622" w:rsidRPr="00061622" w:rsidRDefault="00061622" w:rsidP="00061622">
      <w:pPr>
        <w:pStyle w:val="AralkYok"/>
        <w:spacing w:line="360" w:lineRule="auto"/>
        <w:rPr>
          <w:rFonts w:ascii="Maiandra GD" w:hAnsi="Maiandra GD"/>
          <w:b/>
          <w:sz w:val="24"/>
          <w:szCs w:val="24"/>
        </w:rPr>
      </w:pPr>
      <w:r w:rsidRPr="00061622">
        <w:rPr>
          <w:rFonts w:ascii="Maiandra GD" w:hAnsi="Maiandra GD"/>
          <w:b/>
          <w:color w:val="FF0000"/>
          <w:sz w:val="24"/>
          <w:szCs w:val="24"/>
        </w:rPr>
        <w:t>10)</w:t>
      </w:r>
      <w:r w:rsidRPr="00061622">
        <w:rPr>
          <w:rFonts w:ascii="Maiandra GD" w:hAnsi="Maiandra GD"/>
          <w:b/>
          <w:sz w:val="24"/>
          <w:szCs w:val="24"/>
        </w:rPr>
        <w:t xml:space="preserve"> Aşağıdaki varlıklardan hangisi </w:t>
      </w:r>
      <w:r w:rsidRPr="00061622">
        <w:rPr>
          <w:rFonts w:ascii="Maiandra GD" w:hAnsi="Maiandra GD"/>
          <w:b/>
          <w:sz w:val="24"/>
          <w:szCs w:val="24"/>
          <w:u w:val="single"/>
        </w:rPr>
        <w:t xml:space="preserve">beşeri </w:t>
      </w:r>
      <w:r w:rsidRPr="00061622">
        <w:rPr>
          <w:rFonts w:ascii="Maiandra GD" w:hAnsi="Maiandra GD"/>
          <w:b/>
          <w:sz w:val="24"/>
          <w:szCs w:val="24"/>
        </w:rPr>
        <w:t>unsurlardan biridir?</w:t>
      </w:r>
    </w:p>
    <w:p w:rsidR="00061622" w:rsidRDefault="00061622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A)</w:t>
      </w:r>
      <w:r w:rsidRPr="00061622">
        <w:rPr>
          <w:rFonts w:ascii="Maiandra GD" w:hAnsi="Maiandra GD"/>
          <w:sz w:val="24"/>
          <w:szCs w:val="24"/>
        </w:rPr>
        <w:t xml:space="preserve"> Ağaç </w:t>
      </w:r>
      <w:r>
        <w:rPr>
          <w:rFonts w:ascii="Maiandra GD" w:hAnsi="Maiandra GD"/>
          <w:sz w:val="24"/>
          <w:szCs w:val="24"/>
        </w:rPr>
        <w:tab/>
      </w:r>
      <w:r w:rsidRPr="00061622">
        <w:rPr>
          <w:rFonts w:ascii="Maiandra GD" w:hAnsi="Maiandra GD"/>
          <w:b/>
          <w:sz w:val="24"/>
          <w:szCs w:val="24"/>
        </w:rPr>
        <w:t>B)</w:t>
      </w:r>
      <w:r w:rsidRPr="00061622">
        <w:rPr>
          <w:rFonts w:ascii="Maiandra GD" w:hAnsi="Maiandra GD"/>
          <w:sz w:val="24"/>
          <w:szCs w:val="24"/>
        </w:rPr>
        <w:t xml:space="preserve"> Dere </w:t>
      </w:r>
      <w:r>
        <w:rPr>
          <w:rFonts w:ascii="Maiandra GD" w:hAnsi="Maiandra GD"/>
          <w:sz w:val="24"/>
          <w:szCs w:val="24"/>
        </w:rPr>
        <w:tab/>
      </w:r>
      <w:r w:rsidRPr="00061622">
        <w:rPr>
          <w:rFonts w:ascii="Maiandra GD" w:hAnsi="Maiandra GD"/>
          <w:b/>
          <w:sz w:val="24"/>
          <w:szCs w:val="24"/>
        </w:rPr>
        <w:t>C)</w:t>
      </w:r>
      <w:r w:rsidRPr="00061622">
        <w:rPr>
          <w:rFonts w:ascii="Maiandra GD" w:hAnsi="Maiandra GD"/>
          <w:sz w:val="24"/>
          <w:szCs w:val="24"/>
        </w:rPr>
        <w:t xml:space="preserve"> Kale </w:t>
      </w:r>
      <w:r>
        <w:rPr>
          <w:rFonts w:ascii="Maiandra GD" w:hAnsi="Maiandra GD"/>
          <w:sz w:val="24"/>
          <w:szCs w:val="24"/>
        </w:rPr>
        <w:tab/>
      </w:r>
      <w:r w:rsidRPr="00061622">
        <w:rPr>
          <w:rFonts w:ascii="Maiandra GD" w:hAnsi="Maiandra GD"/>
          <w:b/>
          <w:sz w:val="24"/>
          <w:szCs w:val="24"/>
        </w:rPr>
        <w:t>D)</w:t>
      </w:r>
      <w:r w:rsidRPr="00061622">
        <w:rPr>
          <w:rFonts w:ascii="Maiandra GD" w:hAnsi="Maiandra GD"/>
          <w:sz w:val="24"/>
          <w:szCs w:val="24"/>
        </w:rPr>
        <w:t xml:space="preserve"> Kedi</w:t>
      </w:r>
    </w:p>
    <w:p w:rsidR="00D926CE" w:rsidRDefault="00D926CE" w:rsidP="00061622">
      <w:pPr>
        <w:pStyle w:val="AralkYok"/>
        <w:spacing w:line="360" w:lineRule="auto"/>
        <w:rPr>
          <w:rFonts w:ascii="Maiandra GD" w:hAnsi="Maiandra GD"/>
          <w:sz w:val="24"/>
          <w:szCs w:val="24"/>
        </w:rPr>
      </w:pPr>
    </w:p>
    <w:p w:rsidR="00061622" w:rsidRPr="00061622" w:rsidRDefault="00061622" w:rsidP="00061622">
      <w:pPr>
        <w:pStyle w:val="AralkYok"/>
        <w:spacing w:line="360" w:lineRule="auto"/>
        <w:jc w:val="center"/>
        <w:rPr>
          <w:rFonts w:ascii="Maiandra GD" w:hAnsi="Maiandra GD"/>
          <w:b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NOT: Sınav süresi 40 dakikadır.</w:t>
      </w:r>
    </w:p>
    <w:p w:rsidR="00061622" w:rsidRPr="00061622" w:rsidRDefault="00061622" w:rsidP="00061622">
      <w:pPr>
        <w:pStyle w:val="AralkYok"/>
        <w:spacing w:line="360" w:lineRule="auto"/>
        <w:jc w:val="center"/>
        <w:rPr>
          <w:rFonts w:ascii="Maiandra GD" w:hAnsi="Maiandra GD"/>
          <w:b/>
          <w:sz w:val="24"/>
          <w:szCs w:val="24"/>
        </w:rPr>
      </w:pPr>
      <w:r w:rsidRPr="00061622">
        <w:rPr>
          <w:rFonts w:ascii="Maiandra GD" w:hAnsi="Maiandra GD"/>
          <w:b/>
          <w:sz w:val="24"/>
          <w:szCs w:val="24"/>
        </w:rPr>
        <w:t>Başarılar…</w:t>
      </w:r>
    </w:p>
    <w:sectPr w:rsidR="00061622" w:rsidRPr="00061622" w:rsidSect="006A1596">
      <w:headerReference w:type="default" r:id="rId10"/>
      <w:footerReference w:type="default" r:id="rId11"/>
      <w:type w:val="continuous"/>
      <w:pgSz w:w="11906" w:h="16838"/>
      <w:pgMar w:top="539" w:right="680" w:bottom="426" w:left="720" w:header="283" w:footer="283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7DB" w:rsidRDefault="008237DB" w:rsidP="001A3CA1">
      <w:r>
        <w:separator/>
      </w:r>
    </w:p>
  </w:endnote>
  <w:endnote w:type="continuationSeparator" w:id="0">
    <w:p w:rsidR="008237DB" w:rsidRDefault="008237DB" w:rsidP="001A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rush Script Std">
    <w:altName w:val="Ink Free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A4D" w:rsidRPr="00173EE7" w:rsidRDefault="008237DB" w:rsidP="000C600E">
    <w:pPr>
      <w:pStyle w:val="AralkYok"/>
      <w:rPr>
        <w:rFonts w:asciiTheme="majorHAnsi" w:hAnsiTheme="majorHAnsi"/>
        <w:b/>
        <w:color w:val="0000FF"/>
        <w:sz w:val="14"/>
      </w:rPr>
    </w:pPr>
    <w:r>
      <w:rPr>
        <w:rFonts w:asciiTheme="majorHAnsi" w:hAnsiTheme="majorHAnsi"/>
        <w:noProof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5" o:spid="_x0000_s2050" type="#_x0000_t32" style="position:absolute;margin-left:-5.85pt;margin-top:-.15pt;width:542.5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" strokecolor="blue" strokeweight="1pt"/>
      </w:pict>
    </w:r>
    <w:r>
      <w:rPr>
        <w:rFonts w:asciiTheme="majorHAnsi" w:hAnsiTheme="majorHAnsi"/>
        <w:noProof/>
        <w:color w:val="0000FF"/>
        <w:sz w:val="20"/>
      </w:rPr>
      <w:pict>
        <v:shape id="AutoShape 7" o:spid="_x0000_s2049" type="#_x0000_t32" style="position:absolute;margin-left:535.35pt;margin-top:-365.15pt;width:.05pt;height:356.25pt;z-index:-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95Ig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" strokecolor="blue" strokeweight="1.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7DB" w:rsidRDefault="008237DB" w:rsidP="001A3CA1">
      <w:r>
        <w:separator/>
      </w:r>
    </w:p>
  </w:footnote>
  <w:footnote w:type="continuationSeparator" w:id="0">
    <w:p w:rsidR="008237DB" w:rsidRDefault="008237DB" w:rsidP="001A3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E2" w:rsidRPr="00173EE7" w:rsidRDefault="008237DB" w:rsidP="00E95283">
    <w:pPr>
      <w:pStyle w:val="AralkYok"/>
      <w:jc w:val="center"/>
      <w:rPr>
        <w:rFonts w:asciiTheme="majorHAnsi" w:hAnsiTheme="majorHAnsi"/>
        <w:b/>
        <w:color w:val="0000FF"/>
        <w:sz w:val="14"/>
      </w:rPr>
    </w:pPr>
    <w:r>
      <w:rPr>
        <w:rFonts w:asciiTheme="majorHAnsi" w:hAnsiTheme="majorHAnsi"/>
        <w:b/>
        <w:noProof/>
        <w:color w:val="0000FF"/>
        <w:sz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3" o:spid="_x0000_s2057" type="#_x0000_t32" style="position:absolute;left:0;text-align:left;margin-left:262.55pt;margin-top:20.1pt;width:0;height:769.75pt;z-index:-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oaqIQ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" strokecolor="blue" strokeweight="1.5pt"/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343" o:spid="_x0000_s2056" type="#_x0000_t32" style="position:absolute;left:0;text-align:left;margin-left:-5.7pt;margin-top:12.85pt;width:540.15pt;height:0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" strokecolor="blue" strokeweight="1pt"/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3" o:spid="_x0000_s2055" type="#_x0000_t32" style="position:absolute;left:0;text-align:left;margin-left:-5.85pt;margin-top:20.2pt;width:.15pt;height:772.35pt;flip:x;z-index:-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uqZKQIAAEoEAAAOAAAAZHJzL2Uyb0RvYy54bWysVMGO2jAQvVfqP1i+QxI2UIgIq1UC7WG7&#10;RdrtBxjbIVYd27INAVX9944dli7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" strokecolor="blue" strokeweight="1.5pt"/>
      </w:pict>
    </w:r>
    <w:r>
      <w:rPr>
        <w:rFonts w:asciiTheme="majorHAnsi" w:hAnsiTheme="majorHAnsi"/>
        <w:b/>
        <w:noProof/>
        <w:color w:val="0000FF"/>
        <w:sz w:val="14"/>
      </w:rPr>
      <w:pict>
        <v:group id="Group 47" o:spid="_x0000_s2052" style="position:absolute;left:0;text-align:left;margin-left:523.25pt;margin-top:390.85pt;width:26.15pt;height:20.5pt;z-index:251784704" coordorigin="9353,8030" coordsize="587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">
          <v:roundrect id="AutoShape 48" o:spid="_x0000_s2054" style="position:absolute;left:9353;top:8030;width:587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XO1sMA&#10;AADbAAAADwAAAGRycy9kb3ducmV2LnhtbERPTWvCQBC9F/wPyxR6KWbTHCREV2ksQg9BGhXb45Cd&#10;JqHZ2ZBdTeyv7x4KHh/ve7WZTCeuNLjWsoKXKAZBXFndcq3gdNzNUxDOI2vsLJOCGznYrGcPK8y0&#10;Hbmk68HXIoSwy1BB432fSemqhgy6yPbEgfu2g0Ef4FBLPeAYwk0nkzheSIMth4YGe9o2VP0cLkbB&#10;RyI/f/cuLW/9+PyWf52r3BWFUk+P0+sShKfJ38X/7netIAnrw5fw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XO1sMAAADbAAAADwAAAAAAAAAAAAAAAACYAgAAZHJzL2Rv&#10;d25yZXYueG1sUEsFBgAAAAAEAAQA9QAAAIgDAAAAAA==&#10;" filled="f" fillcolor="yellow" stroked="f" strokecolor="red">
            <v:fill opacity=".5" color2="#767600" rotate="t" focus="100%" type="gradient"/>
            <v:stroke dashstyle="1 1"/>
          </v:roundrect>
          <v:rect id="Rectangle 49" o:spid="_x0000_s2053" style="position:absolute;left:9353;top:8030;width:523;height: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0mcIA&#10;AADbAAAADwAAAGRycy9kb3ducmV2LnhtbESPQYvCMBSE7wv+h/AEL4um9iBSjSKCsjdd9Qc8m2dT&#10;bV5KktX235uFhT0OM/MNs1x3thFP8qF2rGA6yUAQl07XXCm4nHfjOYgQkTU2jklBTwHWq8HHEgvt&#10;XvxNz1OsRIJwKFCBibEtpAylIYth4lri5N2ctxiT9JXUHl8JbhuZZ9lMWqw5LRhsaWuofJx+rIJ7&#10;u7ns7vnnUftDdd2bWX/Ntr1So2G3WYCI1MX/8F/7SyvIp/D7Jf0A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1HSZwgAAANsAAAAPAAAAAAAAAAAAAAAAAJgCAABkcnMvZG93&#10;bnJldi54bWxQSwUGAAAAAAQABAD1AAAAhwMAAAAA&#10;" filled="f" fillcolor="yellow" stroked="f">
            <v:fill opacity="32896f"/>
            <v:textbox inset="0,0,0,0">
              <w:txbxContent>
                <w:p w:rsidR="00C16332" w:rsidRPr="00F63236" w:rsidRDefault="003B09AE" w:rsidP="00C16332">
                  <w:pPr>
                    <w:pStyle w:val="AralkYok"/>
                    <w:jc w:val="center"/>
                    <w:rPr>
                      <w:rFonts w:ascii="Cambria Math" w:hAnsi="Cambria Math"/>
                      <w:b/>
                    </w:rPr>
                  </w:pPr>
                  <w:r w:rsidRPr="00F63236">
                    <w:rPr>
                      <w:rFonts w:ascii="Cambria Math" w:hAnsi="Cambria Math"/>
                      <w:b/>
                    </w:rPr>
                    <w:fldChar w:fldCharType="begin"/>
                  </w:r>
                  <w:r w:rsidR="00C16332" w:rsidRPr="00F63236">
                    <w:rPr>
                      <w:rFonts w:ascii="Cambria Math" w:hAnsi="Cambria Math"/>
                      <w:b/>
                    </w:rPr>
                    <w:instrText xml:space="preserve"> PAGE   \* MERGEFORMAT </w:instrText>
                  </w:r>
                  <w:r w:rsidRPr="00F63236">
                    <w:rPr>
                      <w:rFonts w:ascii="Cambria Math" w:hAnsi="Cambria Math"/>
                      <w:b/>
                    </w:rPr>
                    <w:fldChar w:fldCharType="separate"/>
                  </w:r>
                  <w:r w:rsidR="001809C4">
                    <w:rPr>
                      <w:rFonts w:ascii="Cambria Math" w:hAnsi="Cambria Math"/>
                      <w:b/>
                      <w:noProof/>
                    </w:rPr>
                    <w:t>2</w:t>
                  </w:r>
                  <w:r w:rsidRPr="00F63236">
                    <w:rPr>
                      <w:rFonts w:ascii="Cambria Math" w:hAnsi="Cambria Math"/>
                      <w:b/>
                    </w:rPr>
                    <w:fldChar w:fldCharType="end"/>
                  </w:r>
                </w:p>
              </w:txbxContent>
            </v:textbox>
          </v:rect>
        </v:group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59" o:spid="_x0000_s2051" type="#_x0000_t32" style="position:absolute;left:0;text-align:left;margin-left:534.45pt;margin-top:20.2pt;width:.05pt;height:366.1pt;z-index:-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" strokecolor="blue" strokeweight="1.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F0B04"/>
    <w:multiLevelType w:val="hybridMultilevel"/>
    <w:tmpl w:val="ED7C4244"/>
    <w:lvl w:ilvl="0" w:tplc="A016EDB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sz w:val="24"/>
        <w:szCs w:val="24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06568E"/>
    <w:multiLevelType w:val="hybridMultilevel"/>
    <w:tmpl w:val="F35A8E94"/>
    <w:lvl w:ilvl="0" w:tplc="963E6D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6B35"/>
    <w:multiLevelType w:val="hybridMultilevel"/>
    <w:tmpl w:val="175A3A94"/>
    <w:lvl w:ilvl="0" w:tplc="9C1C46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B4FE0"/>
    <w:multiLevelType w:val="hybridMultilevel"/>
    <w:tmpl w:val="1F80D5BC"/>
    <w:lvl w:ilvl="0" w:tplc="DBF28B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A02EE"/>
    <w:multiLevelType w:val="hybridMultilevel"/>
    <w:tmpl w:val="827E9644"/>
    <w:lvl w:ilvl="0" w:tplc="629C550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sz w:val="24"/>
        <w:szCs w:val="24"/>
      </w:rPr>
    </w:lvl>
    <w:lvl w:ilvl="1" w:tplc="D7FC70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D024FF"/>
    <w:multiLevelType w:val="hybridMultilevel"/>
    <w:tmpl w:val="F662AF1A"/>
    <w:lvl w:ilvl="0" w:tplc="9620F2B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8A3050"/>
    <w:multiLevelType w:val="hybridMultilevel"/>
    <w:tmpl w:val="DE307F1C"/>
    <w:lvl w:ilvl="0" w:tplc="D750AD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81C3B"/>
    <w:multiLevelType w:val="hybridMultilevel"/>
    <w:tmpl w:val="EE7A497C"/>
    <w:lvl w:ilvl="0" w:tplc="6AB038E8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494362"/>
    <w:multiLevelType w:val="hybridMultilevel"/>
    <w:tmpl w:val="95F2CA42"/>
    <w:lvl w:ilvl="0" w:tplc="DBF28B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AutoShape 53"/>
        <o:r id="V:Rule2" type="connector" idref="#AutoShape 3"/>
        <o:r id="V:Rule3" type="connector" idref="#AutoShape 343"/>
        <o:r id="V:Rule4" type="connector" idref="#AutoShape 7"/>
        <o:r id="V:Rule5" type="connector" idref="#AutoShape 59"/>
        <o:r id="V:Rule6" type="connector" idref="#AutoShape 35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48A"/>
    <w:rsid w:val="00004422"/>
    <w:rsid w:val="00005963"/>
    <w:rsid w:val="000111BB"/>
    <w:rsid w:val="00011226"/>
    <w:rsid w:val="00012895"/>
    <w:rsid w:val="00014A4D"/>
    <w:rsid w:val="000168C5"/>
    <w:rsid w:val="00021AB7"/>
    <w:rsid w:val="000221B9"/>
    <w:rsid w:val="0002301E"/>
    <w:rsid w:val="00023EA4"/>
    <w:rsid w:val="00024AC7"/>
    <w:rsid w:val="00027162"/>
    <w:rsid w:val="0003033D"/>
    <w:rsid w:val="0003164E"/>
    <w:rsid w:val="00032227"/>
    <w:rsid w:val="00034683"/>
    <w:rsid w:val="00041DA1"/>
    <w:rsid w:val="000422CD"/>
    <w:rsid w:val="000440F7"/>
    <w:rsid w:val="000451E4"/>
    <w:rsid w:val="00046668"/>
    <w:rsid w:val="0004725A"/>
    <w:rsid w:val="000475E2"/>
    <w:rsid w:val="00050378"/>
    <w:rsid w:val="00051D0B"/>
    <w:rsid w:val="000542A9"/>
    <w:rsid w:val="00054600"/>
    <w:rsid w:val="00056636"/>
    <w:rsid w:val="000578C4"/>
    <w:rsid w:val="00060579"/>
    <w:rsid w:val="00060580"/>
    <w:rsid w:val="00061430"/>
    <w:rsid w:val="00061622"/>
    <w:rsid w:val="00064963"/>
    <w:rsid w:val="000662E7"/>
    <w:rsid w:val="00066674"/>
    <w:rsid w:val="00070775"/>
    <w:rsid w:val="00070A4B"/>
    <w:rsid w:val="00072B93"/>
    <w:rsid w:val="00080912"/>
    <w:rsid w:val="00081F0E"/>
    <w:rsid w:val="000823F3"/>
    <w:rsid w:val="00083269"/>
    <w:rsid w:val="00084D42"/>
    <w:rsid w:val="0008558F"/>
    <w:rsid w:val="00087FDA"/>
    <w:rsid w:val="00091DDF"/>
    <w:rsid w:val="000941EC"/>
    <w:rsid w:val="000A103E"/>
    <w:rsid w:val="000A3AF1"/>
    <w:rsid w:val="000A730B"/>
    <w:rsid w:val="000B2A6C"/>
    <w:rsid w:val="000B2DFB"/>
    <w:rsid w:val="000B7040"/>
    <w:rsid w:val="000C1615"/>
    <w:rsid w:val="000C1C71"/>
    <w:rsid w:val="000C4742"/>
    <w:rsid w:val="000C5DB4"/>
    <w:rsid w:val="000C5E82"/>
    <w:rsid w:val="000C600E"/>
    <w:rsid w:val="000C6957"/>
    <w:rsid w:val="000C6F6E"/>
    <w:rsid w:val="000D0324"/>
    <w:rsid w:val="000D3660"/>
    <w:rsid w:val="000E0448"/>
    <w:rsid w:val="000E15DF"/>
    <w:rsid w:val="000E1F03"/>
    <w:rsid w:val="000E36DE"/>
    <w:rsid w:val="000E5D6E"/>
    <w:rsid w:val="000F11CB"/>
    <w:rsid w:val="000F3126"/>
    <w:rsid w:val="00103560"/>
    <w:rsid w:val="00114663"/>
    <w:rsid w:val="00115C7F"/>
    <w:rsid w:val="00117EBD"/>
    <w:rsid w:val="00121C1E"/>
    <w:rsid w:val="00124227"/>
    <w:rsid w:val="0012588D"/>
    <w:rsid w:val="00126A8D"/>
    <w:rsid w:val="00126BEE"/>
    <w:rsid w:val="001335A8"/>
    <w:rsid w:val="00134D61"/>
    <w:rsid w:val="0013625E"/>
    <w:rsid w:val="001411C1"/>
    <w:rsid w:val="00142C1C"/>
    <w:rsid w:val="001439B8"/>
    <w:rsid w:val="00145296"/>
    <w:rsid w:val="00146368"/>
    <w:rsid w:val="00150A01"/>
    <w:rsid w:val="001516AB"/>
    <w:rsid w:val="00154272"/>
    <w:rsid w:val="00155DD9"/>
    <w:rsid w:val="00156B1A"/>
    <w:rsid w:val="00156F17"/>
    <w:rsid w:val="0015793B"/>
    <w:rsid w:val="00157BA5"/>
    <w:rsid w:val="001604E8"/>
    <w:rsid w:val="00160A5F"/>
    <w:rsid w:val="00163DAE"/>
    <w:rsid w:val="0016685E"/>
    <w:rsid w:val="00170D6E"/>
    <w:rsid w:val="00170F4F"/>
    <w:rsid w:val="001737A5"/>
    <w:rsid w:val="00173EE7"/>
    <w:rsid w:val="001809C4"/>
    <w:rsid w:val="00186DBE"/>
    <w:rsid w:val="00191826"/>
    <w:rsid w:val="00194F6A"/>
    <w:rsid w:val="001959CC"/>
    <w:rsid w:val="00195E62"/>
    <w:rsid w:val="0019604C"/>
    <w:rsid w:val="001A1A77"/>
    <w:rsid w:val="001A1B49"/>
    <w:rsid w:val="001A3CA1"/>
    <w:rsid w:val="001A45A3"/>
    <w:rsid w:val="001A5239"/>
    <w:rsid w:val="001A6F60"/>
    <w:rsid w:val="001B1A8F"/>
    <w:rsid w:val="001B6307"/>
    <w:rsid w:val="001B79EE"/>
    <w:rsid w:val="001C2F0A"/>
    <w:rsid w:val="001C3451"/>
    <w:rsid w:val="001C3EA3"/>
    <w:rsid w:val="001C55D1"/>
    <w:rsid w:val="001D0F17"/>
    <w:rsid w:val="001D4A2B"/>
    <w:rsid w:val="001E1A82"/>
    <w:rsid w:val="001E1ABE"/>
    <w:rsid w:val="001E3C60"/>
    <w:rsid w:val="001E616B"/>
    <w:rsid w:val="001E644D"/>
    <w:rsid w:val="001E7A77"/>
    <w:rsid w:val="001F15D1"/>
    <w:rsid w:val="00202578"/>
    <w:rsid w:val="00203035"/>
    <w:rsid w:val="00203975"/>
    <w:rsid w:val="00204BFD"/>
    <w:rsid w:val="00212136"/>
    <w:rsid w:val="00213A1E"/>
    <w:rsid w:val="00216A7A"/>
    <w:rsid w:val="002208B0"/>
    <w:rsid w:val="0022215A"/>
    <w:rsid w:val="0022289E"/>
    <w:rsid w:val="00223F80"/>
    <w:rsid w:val="00224ED3"/>
    <w:rsid w:val="002266A0"/>
    <w:rsid w:val="002266FD"/>
    <w:rsid w:val="00226D6E"/>
    <w:rsid w:val="00227AE2"/>
    <w:rsid w:val="002306BC"/>
    <w:rsid w:val="002321B6"/>
    <w:rsid w:val="002344F7"/>
    <w:rsid w:val="00235306"/>
    <w:rsid w:val="00236827"/>
    <w:rsid w:val="00236A20"/>
    <w:rsid w:val="00242383"/>
    <w:rsid w:val="00242A25"/>
    <w:rsid w:val="00246209"/>
    <w:rsid w:val="00251B59"/>
    <w:rsid w:val="002555C9"/>
    <w:rsid w:val="00257458"/>
    <w:rsid w:val="002616ED"/>
    <w:rsid w:val="00261774"/>
    <w:rsid w:val="002625ED"/>
    <w:rsid w:val="00264122"/>
    <w:rsid w:val="00264559"/>
    <w:rsid w:val="00267969"/>
    <w:rsid w:val="00270E77"/>
    <w:rsid w:val="002713A9"/>
    <w:rsid w:val="00281449"/>
    <w:rsid w:val="002824B0"/>
    <w:rsid w:val="00282902"/>
    <w:rsid w:val="002847C2"/>
    <w:rsid w:val="00285F58"/>
    <w:rsid w:val="00286CB4"/>
    <w:rsid w:val="00287084"/>
    <w:rsid w:val="00290E12"/>
    <w:rsid w:val="00294492"/>
    <w:rsid w:val="00296DCB"/>
    <w:rsid w:val="002971D6"/>
    <w:rsid w:val="002976A6"/>
    <w:rsid w:val="002A0BED"/>
    <w:rsid w:val="002A1D20"/>
    <w:rsid w:val="002A3C2F"/>
    <w:rsid w:val="002A50C7"/>
    <w:rsid w:val="002A6FFE"/>
    <w:rsid w:val="002A72C1"/>
    <w:rsid w:val="002A7E9A"/>
    <w:rsid w:val="002B18F3"/>
    <w:rsid w:val="002B2B7C"/>
    <w:rsid w:val="002B5646"/>
    <w:rsid w:val="002C0F77"/>
    <w:rsid w:val="002C1172"/>
    <w:rsid w:val="002C2ABA"/>
    <w:rsid w:val="002C7212"/>
    <w:rsid w:val="002C7454"/>
    <w:rsid w:val="002D0FC7"/>
    <w:rsid w:val="002D2460"/>
    <w:rsid w:val="002D30AF"/>
    <w:rsid w:val="002D47FF"/>
    <w:rsid w:val="002D60C4"/>
    <w:rsid w:val="002D6CA8"/>
    <w:rsid w:val="002D774B"/>
    <w:rsid w:val="002D7824"/>
    <w:rsid w:val="002E2045"/>
    <w:rsid w:val="002E28DB"/>
    <w:rsid w:val="002E2998"/>
    <w:rsid w:val="002E2B94"/>
    <w:rsid w:val="002E33CD"/>
    <w:rsid w:val="002E4994"/>
    <w:rsid w:val="002E6F44"/>
    <w:rsid w:val="002F2151"/>
    <w:rsid w:val="002F5233"/>
    <w:rsid w:val="002F5A69"/>
    <w:rsid w:val="00302515"/>
    <w:rsid w:val="003048E0"/>
    <w:rsid w:val="00306CF9"/>
    <w:rsid w:val="00307001"/>
    <w:rsid w:val="003112F3"/>
    <w:rsid w:val="00311816"/>
    <w:rsid w:val="003148A4"/>
    <w:rsid w:val="00321BCF"/>
    <w:rsid w:val="00321EC5"/>
    <w:rsid w:val="00321EDF"/>
    <w:rsid w:val="00326A88"/>
    <w:rsid w:val="00330024"/>
    <w:rsid w:val="00334F87"/>
    <w:rsid w:val="00335EB9"/>
    <w:rsid w:val="00342B85"/>
    <w:rsid w:val="0034735E"/>
    <w:rsid w:val="00347439"/>
    <w:rsid w:val="00347A4C"/>
    <w:rsid w:val="003520FB"/>
    <w:rsid w:val="003604E0"/>
    <w:rsid w:val="00361F8D"/>
    <w:rsid w:val="00363D6D"/>
    <w:rsid w:val="00364DD7"/>
    <w:rsid w:val="003664C1"/>
    <w:rsid w:val="00367813"/>
    <w:rsid w:val="00370BFE"/>
    <w:rsid w:val="003758A6"/>
    <w:rsid w:val="0037626E"/>
    <w:rsid w:val="0037770F"/>
    <w:rsid w:val="003777BE"/>
    <w:rsid w:val="003804CF"/>
    <w:rsid w:val="003808AE"/>
    <w:rsid w:val="003809A0"/>
    <w:rsid w:val="00384DA1"/>
    <w:rsid w:val="00393EF7"/>
    <w:rsid w:val="003961AE"/>
    <w:rsid w:val="00396444"/>
    <w:rsid w:val="003A1A40"/>
    <w:rsid w:val="003A5086"/>
    <w:rsid w:val="003B09AE"/>
    <w:rsid w:val="003B0ACB"/>
    <w:rsid w:val="003B526B"/>
    <w:rsid w:val="003B75C8"/>
    <w:rsid w:val="003C03BA"/>
    <w:rsid w:val="003C08BC"/>
    <w:rsid w:val="003C2DDD"/>
    <w:rsid w:val="003C7050"/>
    <w:rsid w:val="003C7FF6"/>
    <w:rsid w:val="003D736B"/>
    <w:rsid w:val="003E4880"/>
    <w:rsid w:val="003F2746"/>
    <w:rsid w:val="003F2884"/>
    <w:rsid w:val="003F3D82"/>
    <w:rsid w:val="003F63A0"/>
    <w:rsid w:val="004005C3"/>
    <w:rsid w:val="00400BE7"/>
    <w:rsid w:val="00401405"/>
    <w:rsid w:val="00405CB5"/>
    <w:rsid w:val="00406888"/>
    <w:rsid w:val="0041004A"/>
    <w:rsid w:val="0041026D"/>
    <w:rsid w:val="004141EE"/>
    <w:rsid w:val="00414556"/>
    <w:rsid w:val="00415119"/>
    <w:rsid w:val="00416930"/>
    <w:rsid w:val="00422A18"/>
    <w:rsid w:val="004242F8"/>
    <w:rsid w:val="00425E21"/>
    <w:rsid w:val="00426D15"/>
    <w:rsid w:val="004320C5"/>
    <w:rsid w:val="00443A68"/>
    <w:rsid w:val="0044722A"/>
    <w:rsid w:val="00452F88"/>
    <w:rsid w:val="004536EC"/>
    <w:rsid w:val="004556CF"/>
    <w:rsid w:val="00455B5A"/>
    <w:rsid w:val="0045754C"/>
    <w:rsid w:val="00457937"/>
    <w:rsid w:val="00471DB3"/>
    <w:rsid w:val="004734C7"/>
    <w:rsid w:val="00473644"/>
    <w:rsid w:val="00477CE5"/>
    <w:rsid w:val="00480AB0"/>
    <w:rsid w:val="00481C8C"/>
    <w:rsid w:val="0048781E"/>
    <w:rsid w:val="00491BA4"/>
    <w:rsid w:val="00493750"/>
    <w:rsid w:val="00497CAF"/>
    <w:rsid w:val="004A038E"/>
    <w:rsid w:val="004A0C5E"/>
    <w:rsid w:val="004A27DA"/>
    <w:rsid w:val="004A44BA"/>
    <w:rsid w:val="004A5F30"/>
    <w:rsid w:val="004A631B"/>
    <w:rsid w:val="004A797B"/>
    <w:rsid w:val="004B0749"/>
    <w:rsid w:val="004B1B07"/>
    <w:rsid w:val="004B2261"/>
    <w:rsid w:val="004B23F8"/>
    <w:rsid w:val="004B4C63"/>
    <w:rsid w:val="004B620E"/>
    <w:rsid w:val="004C146E"/>
    <w:rsid w:val="004C645C"/>
    <w:rsid w:val="004D037E"/>
    <w:rsid w:val="004D1E03"/>
    <w:rsid w:val="004D6979"/>
    <w:rsid w:val="004D74C6"/>
    <w:rsid w:val="004E159B"/>
    <w:rsid w:val="004F43B3"/>
    <w:rsid w:val="004F641C"/>
    <w:rsid w:val="005025EF"/>
    <w:rsid w:val="005035B6"/>
    <w:rsid w:val="00504949"/>
    <w:rsid w:val="00505DD1"/>
    <w:rsid w:val="00506AAB"/>
    <w:rsid w:val="005074F1"/>
    <w:rsid w:val="00507D00"/>
    <w:rsid w:val="00507F28"/>
    <w:rsid w:val="005100DE"/>
    <w:rsid w:val="0051020C"/>
    <w:rsid w:val="00512AFC"/>
    <w:rsid w:val="00513380"/>
    <w:rsid w:val="00514516"/>
    <w:rsid w:val="005173E6"/>
    <w:rsid w:val="00520D59"/>
    <w:rsid w:val="00526044"/>
    <w:rsid w:val="00526661"/>
    <w:rsid w:val="005273CC"/>
    <w:rsid w:val="00527F0B"/>
    <w:rsid w:val="005304D1"/>
    <w:rsid w:val="0053082D"/>
    <w:rsid w:val="005329C0"/>
    <w:rsid w:val="005342F2"/>
    <w:rsid w:val="00535429"/>
    <w:rsid w:val="00536F24"/>
    <w:rsid w:val="0054071A"/>
    <w:rsid w:val="00541CB4"/>
    <w:rsid w:val="00542CE7"/>
    <w:rsid w:val="00547E05"/>
    <w:rsid w:val="00552D72"/>
    <w:rsid w:val="00554DF0"/>
    <w:rsid w:val="0055658A"/>
    <w:rsid w:val="005625F3"/>
    <w:rsid w:val="005653E7"/>
    <w:rsid w:val="0056615C"/>
    <w:rsid w:val="00567028"/>
    <w:rsid w:val="00567660"/>
    <w:rsid w:val="00567B23"/>
    <w:rsid w:val="00567E3F"/>
    <w:rsid w:val="00573DB4"/>
    <w:rsid w:val="0058048F"/>
    <w:rsid w:val="00584C8C"/>
    <w:rsid w:val="00586CD4"/>
    <w:rsid w:val="00591984"/>
    <w:rsid w:val="005923A3"/>
    <w:rsid w:val="00593449"/>
    <w:rsid w:val="005A3E50"/>
    <w:rsid w:val="005A4144"/>
    <w:rsid w:val="005C11D7"/>
    <w:rsid w:val="005C47AA"/>
    <w:rsid w:val="005C4AD0"/>
    <w:rsid w:val="005C61F9"/>
    <w:rsid w:val="005C710B"/>
    <w:rsid w:val="005D1A8E"/>
    <w:rsid w:val="005D203C"/>
    <w:rsid w:val="005D2E2F"/>
    <w:rsid w:val="005D2FE4"/>
    <w:rsid w:val="005D3021"/>
    <w:rsid w:val="005D3069"/>
    <w:rsid w:val="005E33CA"/>
    <w:rsid w:val="005E6021"/>
    <w:rsid w:val="005E75EB"/>
    <w:rsid w:val="005F0BDA"/>
    <w:rsid w:val="005F156E"/>
    <w:rsid w:val="005F3F5F"/>
    <w:rsid w:val="005F45D5"/>
    <w:rsid w:val="005F4E8B"/>
    <w:rsid w:val="0060089E"/>
    <w:rsid w:val="00601959"/>
    <w:rsid w:val="00601EF9"/>
    <w:rsid w:val="00603631"/>
    <w:rsid w:val="00603DEE"/>
    <w:rsid w:val="006078C2"/>
    <w:rsid w:val="00607CEE"/>
    <w:rsid w:val="00611237"/>
    <w:rsid w:val="00614371"/>
    <w:rsid w:val="00615930"/>
    <w:rsid w:val="00616C44"/>
    <w:rsid w:val="00620FB4"/>
    <w:rsid w:val="0062115F"/>
    <w:rsid w:val="0062403B"/>
    <w:rsid w:val="00624C0D"/>
    <w:rsid w:val="00627256"/>
    <w:rsid w:val="006275BF"/>
    <w:rsid w:val="0063157C"/>
    <w:rsid w:val="0063199F"/>
    <w:rsid w:val="006336DF"/>
    <w:rsid w:val="0063426A"/>
    <w:rsid w:val="0063432C"/>
    <w:rsid w:val="006361D6"/>
    <w:rsid w:val="00637EA3"/>
    <w:rsid w:val="00643505"/>
    <w:rsid w:val="00644014"/>
    <w:rsid w:val="00644969"/>
    <w:rsid w:val="0064739F"/>
    <w:rsid w:val="00651A77"/>
    <w:rsid w:val="00654E4A"/>
    <w:rsid w:val="006562B6"/>
    <w:rsid w:val="00656536"/>
    <w:rsid w:val="006568E9"/>
    <w:rsid w:val="00656DC5"/>
    <w:rsid w:val="00661B26"/>
    <w:rsid w:val="0066280C"/>
    <w:rsid w:val="0066417D"/>
    <w:rsid w:val="00664EE7"/>
    <w:rsid w:val="00664EF2"/>
    <w:rsid w:val="006652CF"/>
    <w:rsid w:val="0066575A"/>
    <w:rsid w:val="00666E6D"/>
    <w:rsid w:val="00666F82"/>
    <w:rsid w:val="006670C2"/>
    <w:rsid w:val="00680A23"/>
    <w:rsid w:val="0068129C"/>
    <w:rsid w:val="006833B2"/>
    <w:rsid w:val="0068687C"/>
    <w:rsid w:val="00686A7D"/>
    <w:rsid w:val="00692247"/>
    <w:rsid w:val="006928F3"/>
    <w:rsid w:val="00694BDA"/>
    <w:rsid w:val="00695834"/>
    <w:rsid w:val="006A1021"/>
    <w:rsid w:val="006A1596"/>
    <w:rsid w:val="006A1EC5"/>
    <w:rsid w:val="006A201B"/>
    <w:rsid w:val="006A2CAD"/>
    <w:rsid w:val="006A5178"/>
    <w:rsid w:val="006A79B5"/>
    <w:rsid w:val="006B1835"/>
    <w:rsid w:val="006B374B"/>
    <w:rsid w:val="006B3B17"/>
    <w:rsid w:val="006B4FD9"/>
    <w:rsid w:val="006B5E06"/>
    <w:rsid w:val="006C35C8"/>
    <w:rsid w:val="006C4C48"/>
    <w:rsid w:val="006C627C"/>
    <w:rsid w:val="006C77C4"/>
    <w:rsid w:val="006D0378"/>
    <w:rsid w:val="006D5C9C"/>
    <w:rsid w:val="006D6EEF"/>
    <w:rsid w:val="006D735C"/>
    <w:rsid w:val="006D783F"/>
    <w:rsid w:val="006E1119"/>
    <w:rsid w:val="006F0676"/>
    <w:rsid w:val="006F149B"/>
    <w:rsid w:val="006F24CB"/>
    <w:rsid w:val="006F24D4"/>
    <w:rsid w:val="006F3159"/>
    <w:rsid w:val="006F338F"/>
    <w:rsid w:val="00701DF5"/>
    <w:rsid w:val="00704252"/>
    <w:rsid w:val="00706937"/>
    <w:rsid w:val="00715DA2"/>
    <w:rsid w:val="00717DF5"/>
    <w:rsid w:val="007200B1"/>
    <w:rsid w:val="007236E7"/>
    <w:rsid w:val="0072458C"/>
    <w:rsid w:val="00724FFB"/>
    <w:rsid w:val="00733700"/>
    <w:rsid w:val="00733FF6"/>
    <w:rsid w:val="00734C33"/>
    <w:rsid w:val="00737506"/>
    <w:rsid w:val="007408DE"/>
    <w:rsid w:val="00742FB6"/>
    <w:rsid w:val="00743BE3"/>
    <w:rsid w:val="00743DD7"/>
    <w:rsid w:val="0074604B"/>
    <w:rsid w:val="0075020D"/>
    <w:rsid w:val="007530E0"/>
    <w:rsid w:val="00757969"/>
    <w:rsid w:val="007579A3"/>
    <w:rsid w:val="007638A3"/>
    <w:rsid w:val="00766FB8"/>
    <w:rsid w:val="0077315D"/>
    <w:rsid w:val="0077494F"/>
    <w:rsid w:val="007772CB"/>
    <w:rsid w:val="00777E3A"/>
    <w:rsid w:val="00784A32"/>
    <w:rsid w:val="00784FCF"/>
    <w:rsid w:val="0078510B"/>
    <w:rsid w:val="007924C6"/>
    <w:rsid w:val="007954F2"/>
    <w:rsid w:val="007B362B"/>
    <w:rsid w:val="007B5115"/>
    <w:rsid w:val="007B5D20"/>
    <w:rsid w:val="007B7891"/>
    <w:rsid w:val="007C0124"/>
    <w:rsid w:val="007C6445"/>
    <w:rsid w:val="007D1584"/>
    <w:rsid w:val="007D1A6D"/>
    <w:rsid w:val="007D4667"/>
    <w:rsid w:val="007D66E1"/>
    <w:rsid w:val="007F0BA6"/>
    <w:rsid w:val="007F1775"/>
    <w:rsid w:val="007F4FE7"/>
    <w:rsid w:val="007F59C6"/>
    <w:rsid w:val="007F5AE6"/>
    <w:rsid w:val="007F6ECC"/>
    <w:rsid w:val="008019B4"/>
    <w:rsid w:val="00802C29"/>
    <w:rsid w:val="00804C4B"/>
    <w:rsid w:val="008057EC"/>
    <w:rsid w:val="00805BD7"/>
    <w:rsid w:val="00805F51"/>
    <w:rsid w:val="008071E3"/>
    <w:rsid w:val="0080741D"/>
    <w:rsid w:val="0081041F"/>
    <w:rsid w:val="0081208D"/>
    <w:rsid w:val="0081254E"/>
    <w:rsid w:val="00812D33"/>
    <w:rsid w:val="008141A6"/>
    <w:rsid w:val="00822CBA"/>
    <w:rsid w:val="008237DB"/>
    <w:rsid w:val="008245BD"/>
    <w:rsid w:val="00825E56"/>
    <w:rsid w:val="00826679"/>
    <w:rsid w:val="008268DB"/>
    <w:rsid w:val="00827B3E"/>
    <w:rsid w:val="008408C3"/>
    <w:rsid w:val="008422E9"/>
    <w:rsid w:val="0084245B"/>
    <w:rsid w:val="00844BDE"/>
    <w:rsid w:val="00846BBA"/>
    <w:rsid w:val="00847205"/>
    <w:rsid w:val="008473F9"/>
    <w:rsid w:val="00851257"/>
    <w:rsid w:val="00851294"/>
    <w:rsid w:val="0085138C"/>
    <w:rsid w:val="00851B91"/>
    <w:rsid w:val="00853311"/>
    <w:rsid w:val="0085404A"/>
    <w:rsid w:val="00857337"/>
    <w:rsid w:val="00865794"/>
    <w:rsid w:val="008664F5"/>
    <w:rsid w:val="008669B6"/>
    <w:rsid w:val="008702AC"/>
    <w:rsid w:val="00871452"/>
    <w:rsid w:val="00874917"/>
    <w:rsid w:val="00876EF5"/>
    <w:rsid w:val="00877418"/>
    <w:rsid w:val="00877CB4"/>
    <w:rsid w:val="00880AD3"/>
    <w:rsid w:val="00881F52"/>
    <w:rsid w:val="00882F4D"/>
    <w:rsid w:val="00883EE0"/>
    <w:rsid w:val="008853BD"/>
    <w:rsid w:val="0088606E"/>
    <w:rsid w:val="00886BD4"/>
    <w:rsid w:val="00890115"/>
    <w:rsid w:val="008918EE"/>
    <w:rsid w:val="00894F96"/>
    <w:rsid w:val="008965F1"/>
    <w:rsid w:val="008968C2"/>
    <w:rsid w:val="00896C52"/>
    <w:rsid w:val="008A0DE4"/>
    <w:rsid w:val="008A1140"/>
    <w:rsid w:val="008A1568"/>
    <w:rsid w:val="008A20B9"/>
    <w:rsid w:val="008A5986"/>
    <w:rsid w:val="008B72A9"/>
    <w:rsid w:val="008C4169"/>
    <w:rsid w:val="008C5AE2"/>
    <w:rsid w:val="008D3DCC"/>
    <w:rsid w:val="008D5F76"/>
    <w:rsid w:val="008D7CEC"/>
    <w:rsid w:val="008E28F3"/>
    <w:rsid w:val="008E2CA3"/>
    <w:rsid w:val="008E31A8"/>
    <w:rsid w:val="008E3232"/>
    <w:rsid w:val="008E5F54"/>
    <w:rsid w:val="008F0912"/>
    <w:rsid w:val="008F2F50"/>
    <w:rsid w:val="008F2FD4"/>
    <w:rsid w:val="008F31E9"/>
    <w:rsid w:val="00900E71"/>
    <w:rsid w:val="00906392"/>
    <w:rsid w:val="00913882"/>
    <w:rsid w:val="00914115"/>
    <w:rsid w:val="00915D64"/>
    <w:rsid w:val="00917177"/>
    <w:rsid w:val="00920789"/>
    <w:rsid w:val="0092329E"/>
    <w:rsid w:val="00926345"/>
    <w:rsid w:val="00926CE1"/>
    <w:rsid w:val="00927C07"/>
    <w:rsid w:val="00930866"/>
    <w:rsid w:val="00932028"/>
    <w:rsid w:val="009340D4"/>
    <w:rsid w:val="00934BD0"/>
    <w:rsid w:val="00936464"/>
    <w:rsid w:val="009369F2"/>
    <w:rsid w:val="009373E5"/>
    <w:rsid w:val="00942130"/>
    <w:rsid w:val="00942A13"/>
    <w:rsid w:val="00945411"/>
    <w:rsid w:val="00945B6F"/>
    <w:rsid w:val="009465D6"/>
    <w:rsid w:val="00950FB6"/>
    <w:rsid w:val="009530FB"/>
    <w:rsid w:val="00955DFB"/>
    <w:rsid w:val="0095793B"/>
    <w:rsid w:val="00960B0F"/>
    <w:rsid w:val="009618BF"/>
    <w:rsid w:val="00961B6E"/>
    <w:rsid w:val="00962EB9"/>
    <w:rsid w:val="00963016"/>
    <w:rsid w:val="0096552E"/>
    <w:rsid w:val="009656C5"/>
    <w:rsid w:val="00965F98"/>
    <w:rsid w:val="00966232"/>
    <w:rsid w:val="00971FD3"/>
    <w:rsid w:val="0097243B"/>
    <w:rsid w:val="00972BB9"/>
    <w:rsid w:val="00974E60"/>
    <w:rsid w:val="009769D0"/>
    <w:rsid w:val="00990189"/>
    <w:rsid w:val="0099096F"/>
    <w:rsid w:val="00995F72"/>
    <w:rsid w:val="009971F9"/>
    <w:rsid w:val="009A004C"/>
    <w:rsid w:val="009A1626"/>
    <w:rsid w:val="009A1639"/>
    <w:rsid w:val="009A1975"/>
    <w:rsid w:val="009A508F"/>
    <w:rsid w:val="009B1296"/>
    <w:rsid w:val="009B1C60"/>
    <w:rsid w:val="009B3137"/>
    <w:rsid w:val="009B4349"/>
    <w:rsid w:val="009B53D0"/>
    <w:rsid w:val="009C0C5B"/>
    <w:rsid w:val="009C4768"/>
    <w:rsid w:val="009C6E6C"/>
    <w:rsid w:val="009C75FF"/>
    <w:rsid w:val="009D0AB2"/>
    <w:rsid w:val="009D1E5F"/>
    <w:rsid w:val="009D6E00"/>
    <w:rsid w:val="009D7ABA"/>
    <w:rsid w:val="009D7F85"/>
    <w:rsid w:val="009E2F8B"/>
    <w:rsid w:val="009E6544"/>
    <w:rsid w:val="009F1363"/>
    <w:rsid w:val="009F1B83"/>
    <w:rsid w:val="009F38B9"/>
    <w:rsid w:val="009F418A"/>
    <w:rsid w:val="009F4659"/>
    <w:rsid w:val="009F48DB"/>
    <w:rsid w:val="009F79F3"/>
    <w:rsid w:val="00A0113D"/>
    <w:rsid w:val="00A01519"/>
    <w:rsid w:val="00A0532F"/>
    <w:rsid w:val="00A05731"/>
    <w:rsid w:val="00A05B4D"/>
    <w:rsid w:val="00A05F1E"/>
    <w:rsid w:val="00A066E8"/>
    <w:rsid w:val="00A10E52"/>
    <w:rsid w:val="00A16293"/>
    <w:rsid w:val="00A164C8"/>
    <w:rsid w:val="00A16A4E"/>
    <w:rsid w:val="00A173FC"/>
    <w:rsid w:val="00A203FA"/>
    <w:rsid w:val="00A20430"/>
    <w:rsid w:val="00A22116"/>
    <w:rsid w:val="00A2331F"/>
    <w:rsid w:val="00A23A2B"/>
    <w:rsid w:val="00A24737"/>
    <w:rsid w:val="00A25ACE"/>
    <w:rsid w:val="00A31FEB"/>
    <w:rsid w:val="00A32E84"/>
    <w:rsid w:val="00A35E54"/>
    <w:rsid w:val="00A4088F"/>
    <w:rsid w:val="00A40A31"/>
    <w:rsid w:val="00A47E4C"/>
    <w:rsid w:val="00A5229E"/>
    <w:rsid w:val="00A52778"/>
    <w:rsid w:val="00A53D51"/>
    <w:rsid w:val="00A60CB3"/>
    <w:rsid w:val="00A60F87"/>
    <w:rsid w:val="00A61F20"/>
    <w:rsid w:val="00A62B2F"/>
    <w:rsid w:val="00A66654"/>
    <w:rsid w:val="00A7079A"/>
    <w:rsid w:val="00A7185C"/>
    <w:rsid w:val="00A71D11"/>
    <w:rsid w:val="00A72027"/>
    <w:rsid w:val="00A722D5"/>
    <w:rsid w:val="00A73219"/>
    <w:rsid w:val="00A73CA0"/>
    <w:rsid w:val="00A740D0"/>
    <w:rsid w:val="00A74EAE"/>
    <w:rsid w:val="00A76DA0"/>
    <w:rsid w:val="00A826B0"/>
    <w:rsid w:val="00A84362"/>
    <w:rsid w:val="00A847D6"/>
    <w:rsid w:val="00A90541"/>
    <w:rsid w:val="00A91985"/>
    <w:rsid w:val="00A91B34"/>
    <w:rsid w:val="00A92509"/>
    <w:rsid w:val="00A97D0F"/>
    <w:rsid w:val="00A97EB1"/>
    <w:rsid w:val="00AA0291"/>
    <w:rsid w:val="00AA0576"/>
    <w:rsid w:val="00AA0E8A"/>
    <w:rsid w:val="00AA40CE"/>
    <w:rsid w:val="00AA412E"/>
    <w:rsid w:val="00AA597D"/>
    <w:rsid w:val="00AA5D79"/>
    <w:rsid w:val="00AA692D"/>
    <w:rsid w:val="00AB0BF8"/>
    <w:rsid w:val="00AB4A38"/>
    <w:rsid w:val="00AC2D9B"/>
    <w:rsid w:val="00AC6381"/>
    <w:rsid w:val="00AC6CF4"/>
    <w:rsid w:val="00AC74E2"/>
    <w:rsid w:val="00AD0483"/>
    <w:rsid w:val="00AD12C6"/>
    <w:rsid w:val="00AD2010"/>
    <w:rsid w:val="00AD2A78"/>
    <w:rsid w:val="00AD3FB5"/>
    <w:rsid w:val="00AD423D"/>
    <w:rsid w:val="00AD434A"/>
    <w:rsid w:val="00AD51C2"/>
    <w:rsid w:val="00AD64D3"/>
    <w:rsid w:val="00AD6CF6"/>
    <w:rsid w:val="00AE1C94"/>
    <w:rsid w:val="00AE387A"/>
    <w:rsid w:val="00AF0852"/>
    <w:rsid w:val="00AF08D7"/>
    <w:rsid w:val="00AF1DD5"/>
    <w:rsid w:val="00AF2204"/>
    <w:rsid w:val="00AF4D4C"/>
    <w:rsid w:val="00AF5DE1"/>
    <w:rsid w:val="00AF6193"/>
    <w:rsid w:val="00AF6F8D"/>
    <w:rsid w:val="00AF7545"/>
    <w:rsid w:val="00AF7B20"/>
    <w:rsid w:val="00B02472"/>
    <w:rsid w:val="00B03925"/>
    <w:rsid w:val="00B04D5A"/>
    <w:rsid w:val="00B05136"/>
    <w:rsid w:val="00B05194"/>
    <w:rsid w:val="00B05881"/>
    <w:rsid w:val="00B06253"/>
    <w:rsid w:val="00B1000D"/>
    <w:rsid w:val="00B120EA"/>
    <w:rsid w:val="00B12A1D"/>
    <w:rsid w:val="00B16892"/>
    <w:rsid w:val="00B228E8"/>
    <w:rsid w:val="00B265AF"/>
    <w:rsid w:val="00B462AF"/>
    <w:rsid w:val="00B50BFF"/>
    <w:rsid w:val="00B528F0"/>
    <w:rsid w:val="00B53AAF"/>
    <w:rsid w:val="00B55F52"/>
    <w:rsid w:val="00B561F3"/>
    <w:rsid w:val="00B6230E"/>
    <w:rsid w:val="00B64DD7"/>
    <w:rsid w:val="00B65019"/>
    <w:rsid w:val="00B66460"/>
    <w:rsid w:val="00B67E7B"/>
    <w:rsid w:val="00B73189"/>
    <w:rsid w:val="00B739FB"/>
    <w:rsid w:val="00B8252F"/>
    <w:rsid w:val="00B83D58"/>
    <w:rsid w:val="00B9011C"/>
    <w:rsid w:val="00B91ECA"/>
    <w:rsid w:val="00B92FC2"/>
    <w:rsid w:val="00B94E03"/>
    <w:rsid w:val="00BA4A53"/>
    <w:rsid w:val="00BA6D48"/>
    <w:rsid w:val="00BA757C"/>
    <w:rsid w:val="00BB74F3"/>
    <w:rsid w:val="00BB7A67"/>
    <w:rsid w:val="00BC29EA"/>
    <w:rsid w:val="00BC657D"/>
    <w:rsid w:val="00BD140F"/>
    <w:rsid w:val="00BD352F"/>
    <w:rsid w:val="00BD464E"/>
    <w:rsid w:val="00BD53D5"/>
    <w:rsid w:val="00BD5FAA"/>
    <w:rsid w:val="00BD6127"/>
    <w:rsid w:val="00BE0967"/>
    <w:rsid w:val="00BE10B6"/>
    <w:rsid w:val="00BE10C9"/>
    <w:rsid w:val="00BE1EBF"/>
    <w:rsid w:val="00BE3D44"/>
    <w:rsid w:val="00BE49EF"/>
    <w:rsid w:val="00BF095C"/>
    <w:rsid w:val="00BF17B1"/>
    <w:rsid w:val="00BF30E5"/>
    <w:rsid w:val="00BF3BDE"/>
    <w:rsid w:val="00BF50C2"/>
    <w:rsid w:val="00BF664C"/>
    <w:rsid w:val="00BF7822"/>
    <w:rsid w:val="00C002F6"/>
    <w:rsid w:val="00C037A3"/>
    <w:rsid w:val="00C04842"/>
    <w:rsid w:val="00C074C9"/>
    <w:rsid w:val="00C11BA8"/>
    <w:rsid w:val="00C14627"/>
    <w:rsid w:val="00C14A64"/>
    <w:rsid w:val="00C16332"/>
    <w:rsid w:val="00C16CDB"/>
    <w:rsid w:val="00C1734E"/>
    <w:rsid w:val="00C2237D"/>
    <w:rsid w:val="00C2256A"/>
    <w:rsid w:val="00C2648A"/>
    <w:rsid w:val="00C26516"/>
    <w:rsid w:val="00C278BC"/>
    <w:rsid w:val="00C30384"/>
    <w:rsid w:val="00C3128C"/>
    <w:rsid w:val="00C32C51"/>
    <w:rsid w:val="00C33B28"/>
    <w:rsid w:val="00C349AE"/>
    <w:rsid w:val="00C34B3E"/>
    <w:rsid w:val="00C36351"/>
    <w:rsid w:val="00C40F8A"/>
    <w:rsid w:val="00C433F2"/>
    <w:rsid w:val="00C4661B"/>
    <w:rsid w:val="00C46DA1"/>
    <w:rsid w:val="00C47B0B"/>
    <w:rsid w:val="00C50E82"/>
    <w:rsid w:val="00C52704"/>
    <w:rsid w:val="00C573F6"/>
    <w:rsid w:val="00C60E7E"/>
    <w:rsid w:val="00C61FF9"/>
    <w:rsid w:val="00C713BF"/>
    <w:rsid w:val="00C73937"/>
    <w:rsid w:val="00C74043"/>
    <w:rsid w:val="00C749A6"/>
    <w:rsid w:val="00C77958"/>
    <w:rsid w:val="00C803F3"/>
    <w:rsid w:val="00C90C62"/>
    <w:rsid w:val="00C91DCF"/>
    <w:rsid w:val="00C92015"/>
    <w:rsid w:val="00C93724"/>
    <w:rsid w:val="00C94286"/>
    <w:rsid w:val="00C95B91"/>
    <w:rsid w:val="00CA04FA"/>
    <w:rsid w:val="00CA3A81"/>
    <w:rsid w:val="00CA4586"/>
    <w:rsid w:val="00CA79BE"/>
    <w:rsid w:val="00CB32C6"/>
    <w:rsid w:val="00CB59A5"/>
    <w:rsid w:val="00CB5CE5"/>
    <w:rsid w:val="00CB7A9F"/>
    <w:rsid w:val="00CB7B54"/>
    <w:rsid w:val="00CC4E8B"/>
    <w:rsid w:val="00CC6996"/>
    <w:rsid w:val="00CD1884"/>
    <w:rsid w:val="00CD235C"/>
    <w:rsid w:val="00CD2916"/>
    <w:rsid w:val="00CD3F6D"/>
    <w:rsid w:val="00CE17ED"/>
    <w:rsid w:val="00CE295F"/>
    <w:rsid w:val="00CE4D86"/>
    <w:rsid w:val="00CF040F"/>
    <w:rsid w:val="00CF4F8E"/>
    <w:rsid w:val="00D015C5"/>
    <w:rsid w:val="00D01CD6"/>
    <w:rsid w:val="00D02CC1"/>
    <w:rsid w:val="00D03A01"/>
    <w:rsid w:val="00D03B20"/>
    <w:rsid w:val="00D104C2"/>
    <w:rsid w:val="00D113B6"/>
    <w:rsid w:val="00D11A50"/>
    <w:rsid w:val="00D11E2B"/>
    <w:rsid w:val="00D13FB1"/>
    <w:rsid w:val="00D2466A"/>
    <w:rsid w:val="00D265DD"/>
    <w:rsid w:val="00D27819"/>
    <w:rsid w:val="00D27CBD"/>
    <w:rsid w:val="00D30E4E"/>
    <w:rsid w:val="00D337F0"/>
    <w:rsid w:val="00D3405A"/>
    <w:rsid w:val="00D343BF"/>
    <w:rsid w:val="00D36F62"/>
    <w:rsid w:val="00D4452E"/>
    <w:rsid w:val="00D46F7F"/>
    <w:rsid w:val="00D47AFB"/>
    <w:rsid w:val="00D501D2"/>
    <w:rsid w:val="00D533D4"/>
    <w:rsid w:val="00D54BB9"/>
    <w:rsid w:val="00D56252"/>
    <w:rsid w:val="00D6458B"/>
    <w:rsid w:val="00D6492F"/>
    <w:rsid w:val="00D65322"/>
    <w:rsid w:val="00D70CE5"/>
    <w:rsid w:val="00D71095"/>
    <w:rsid w:val="00D7139B"/>
    <w:rsid w:val="00D724BC"/>
    <w:rsid w:val="00D7550E"/>
    <w:rsid w:val="00D7593A"/>
    <w:rsid w:val="00D76982"/>
    <w:rsid w:val="00D80F60"/>
    <w:rsid w:val="00D82C01"/>
    <w:rsid w:val="00D85AC3"/>
    <w:rsid w:val="00D87762"/>
    <w:rsid w:val="00D87770"/>
    <w:rsid w:val="00D87911"/>
    <w:rsid w:val="00D91250"/>
    <w:rsid w:val="00D919B2"/>
    <w:rsid w:val="00D9253C"/>
    <w:rsid w:val="00D926CE"/>
    <w:rsid w:val="00D937F4"/>
    <w:rsid w:val="00D940B9"/>
    <w:rsid w:val="00D94530"/>
    <w:rsid w:val="00DA0796"/>
    <w:rsid w:val="00DB2281"/>
    <w:rsid w:val="00DC0DDB"/>
    <w:rsid w:val="00DC3616"/>
    <w:rsid w:val="00DC46CF"/>
    <w:rsid w:val="00DD064F"/>
    <w:rsid w:val="00DD22AD"/>
    <w:rsid w:val="00DD6B79"/>
    <w:rsid w:val="00DE0B99"/>
    <w:rsid w:val="00DE0F3A"/>
    <w:rsid w:val="00DF2288"/>
    <w:rsid w:val="00DF6384"/>
    <w:rsid w:val="00E005AF"/>
    <w:rsid w:val="00E01833"/>
    <w:rsid w:val="00E01B60"/>
    <w:rsid w:val="00E01EB9"/>
    <w:rsid w:val="00E02A14"/>
    <w:rsid w:val="00E1110D"/>
    <w:rsid w:val="00E1218C"/>
    <w:rsid w:val="00E1628F"/>
    <w:rsid w:val="00E1722D"/>
    <w:rsid w:val="00E25655"/>
    <w:rsid w:val="00E278E7"/>
    <w:rsid w:val="00E306ED"/>
    <w:rsid w:val="00E30E1F"/>
    <w:rsid w:val="00E32BE1"/>
    <w:rsid w:val="00E34BF7"/>
    <w:rsid w:val="00E3516D"/>
    <w:rsid w:val="00E372E3"/>
    <w:rsid w:val="00E373C1"/>
    <w:rsid w:val="00E378FB"/>
    <w:rsid w:val="00E401E5"/>
    <w:rsid w:val="00E40600"/>
    <w:rsid w:val="00E43D95"/>
    <w:rsid w:val="00E45D82"/>
    <w:rsid w:val="00E45E0E"/>
    <w:rsid w:val="00E61841"/>
    <w:rsid w:val="00E62B37"/>
    <w:rsid w:val="00E62D36"/>
    <w:rsid w:val="00E6411F"/>
    <w:rsid w:val="00E65E16"/>
    <w:rsid w:val="00E671CC"/>
    <w:rsid w:val="00E675B7"/>
    <w:rsid w:val="00E741AD"/>
    <w:rsid w:val="00E75D71"/>
    <w:rsid w:val="00E76A9A"/>
    <w:rsid w:val="00E76BCB"/>
    <w:rsid w:val="00E77CA9"/>
    <w:rsid w:val="00E82606"/>
    <w:rsid w:val="00E87C04"/>
    <w:rsid w:val="00E90D4B"/>
    <w:rsid w:val="00E91561"/>
    <w:rsid w:val="00E91F55"/>
    <w:rsid w:val="00E94FC6"/>
    <w:rsid w:val="00E95283"/>
    <w:rsid w:val="00E96C89"/>
    <w:rsid w:val="00EA0431"/>
    <w:rsid w:val="00EA0B45"/>
    <w:rsid w:val="00EA2683"/>
    <w:rsid w:val="00EA2A29"/>
    <w:rsid w:val="00EA40A1"/>
    <w:rsid w:val="00EA4700"/>
    <w:rsid w:val="00EA5F17"/>
    <w:rsid w:val="00EB1C49"/>
    <w:rsid w:val="00EB1DE9"/>
    <w:rsid w:val="00EB20E2"/>
    <w:rsid w:val="00EB22DD"/>
    <w:rsid w:val="00EB2555"/>
    <w:rsid w:val="00EB3CBC"/>
    <w:rsid w:val="00EB5401"/>
    <w:rsid w:val="00EB61C2"/>
    <w:rsid w:val="00EB7B0D"/>
    <w:rsid w:val="00EC065D"/>
    <w:rsid w:val="00EC08CB"/>
    <w:rsid w:val="00EC211F"/>
    <w:rsid w:val="00EC4809"/>
    <w:rsid w:val="00EC4C2F"/>
    <w:rsid w:val="00EC58A5"/>
    <w:rsid w:val="00ED4145"/>
    <w:rsid w:val="00ED4F04"/>
    <w:rsid w:val="00ED6081"/>
    <w:rsid w:val="00EE027B"/>
    <w:rsid w:val="00EE11CF"/>
    <w:rsid w:val="00EE66F6"/>
    <w:rsid w:val="00EE76D4"/>
    <w:rsid w:val="00EF1BBD"/>
    <w:rsid w:val="00EF2A5A"/>
    <w:rsid w:val="00EF3119"/>
    <w:rsid w:val="00EF55FD"/>
    <w:rsid w:val="00EF7FB1"/>
    <w:rsid w:val="00F00727"/>
    <w:rsid w:val="00F0540D"/>
    <w:rsid w:val="00F06185"/>
    <w:rsid w:val="00F11837"/>
    <w:rsid w:val="00F11B9A"/>
    <w:rsid w:val="00F1388C"/>
    <w:rsid w:val="00F14C4A"/>
    <w:rsid w:val="00F16A15"/>
    <w:rsid w:val="00F21850"/>
    <w:rsid w:val="00F24889"/>
    <w:rsid w:val="00F255E3"/>
    <w:rsid w:val="00F27339"/>
    <w:rsid w:val="00F320E2"/>
    <w:rsid w:val="00F35F9E"/>
    <w:rsid w:val="00F36349"/>
    <w:rsid w:val="00F36ECC"/>
    <w:rsid w:val="00F40FE8"/>
    <w:rsid w:val="00F44B9B"/>
    <w:rsid w:val="00F45BBB"/>
    <w:rsid w:val="00F50EEA"/>
    <w:rsid w:val="00F5579E"/>
    <w:rsid w:val="00F56C87"/>
    <w:rsid w:val="00F6014F"/>
    <w:rsid w:val="00F60554"/>
    <w:rsid w:val="00F60E4B"/>
    <w:rsid w:val="00F64E5F"/>
    <w:rsid w:val="00F6574B"/>
    <w:rsid w:val="00F663D8"/>
    <w:rsid w:val="00F672D6"/>
    <w:rsid w:val="00F718C6"/>
    <w:rsid w:val="00F762E2"/>
    <w:rsid w:val="00F80FA4"/>
    <w:rsid w:val="00F81ABB"/>
    <w:rsid w:val="00F82542"/>
    <w:rsid w:val="00F84486"/>
    <w:rsid w:val="00F85F5B"/>
    <w:rsid w:val="00F87D1D"/>
    <w:rsid w:val="00F93493"/>
    <w:rsid w:val="00F948CB"/>
    <w:rsid w:val="00F95310"/>
    <w:rsid w:val="00F95FC9"/>
    <w:rsid w:val="00F96F00"/>
    <w:rsid w:val="00FA2CC7"/>
    <w:rsid w:val="00FA3804"/>
    <w:rsid w:val="00FA72D2"/>
    <w:rsid w:val="00FA7A9F"/>
    <w:rsid w:val="00FB0027"/>
    <w:rsid w:val="00FB1362"/>
    <w:rsid w:val="00FB17F4"/>
    <w:rsid w:val="00FB1D50"/>
    <w:rsid w:val="00FB4072"/>
    <w:rsid w:val="00FB5D35"/>
    <w:rsid w:val="00FC0A56"/>
    <w:rsid w:val="00FC1F1E"/>
    <w:rsid w:val="00FD1A42"/>
    <w:rsid w:val="00FD3953"/>
    <w:rsid w:val="00FD5B5B"/>
    <w:rsid w:val="00FD659B"/>
    <w:rsid w:val="00FE09BA"/>
    <w:rsid w:val="00FE0BE3"/>
    <w:rsid w:val="00FE18FA"/>
    <w:rsid w:val="00FE5AB0"/>
    <w:rsid w:val="00FE65CF"/>
    <w:rsid w:val="00FE74CA"/>
    <w:rsid w:val="00FF15D2"/>
    <w:rsid w:val="00FF38FB"/>
    <w:rsid w:val="00FF4767"/>
    <w:rsid w:val="00FF5063"/>
    <w:rsid w:val="00FF6AFA"/>
    <w:rsid w:val="00FF76E9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F56C8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A3CA1"/>
  </w:style>
  <w:style w:type="paragraph" w:styleId="Altbilgi">
    <w:name w:val="footer"/>
    <w:basedOn w:val="Normal"/>
    <w:link w:val="Al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A3CA1"/>
  </w:style>
  <w:style w:type="paragraph" w:styleId="BalonMetni">
    <w:name w:val="Balloon Text"/>
    <w:basedOn w:val="Normal"/>
    <w:link w:val="BalonMetniChar"/>
    <w:uiPriority w:val="99"/>
    <w:semiHidden/>
    <w:unhideWhenUsed/>
    <w:rsid w:val="00934B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4BD0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rsid w:val="00C16332"/>
  </w:style>
  <w:style w:type="table" w:styleId="TabloKlavuzu">
    <w:name w:val="Table Grid"/>
    <w:basedOn w:val="NormalTablo"/>
    <w:uiPriority w:val="59"/>
    <w:rsid w:val="00380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3804CF"/>
    <w:rPr>
      <w:color w:val="000000"/>
      <w:sz w:val="20"/>
      <w:szCs w:val="20"/>
    </w:rPr>
  </w:style>
  <w:style w:type="character" w:customStyle="1" w:styleId="A6">
    <w:name w:val="A6"/>
    <w:uiPriority w:val="99"/>
    <w:rsid w:val="003804CF"/>
    <w:rPr>
      <w:color w:val="000000"/>
      <w:sz w:val="20"/>
      <w:szCs w:val="20"/>
    </w:rPr>
  </w:style>
  <w:style w:type="paragraph" w:customStyle="1" w:styleId="Default">
    <w:name w:val="Default"/>
    <w:rsid w:val="00961B6E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97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F56C8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A3CA1"/>
  </w:style>
  <w:style w:type="paragraph" w:styleId="Altbilgi">
    <w:name w:val="footer"/>
    <w:basedOn w:val="Normal"/>
    <w:link w:val="Al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A3CA1"/>
  </w:style>
  <w:style w:type="paragraph" w:styleId="BalonMetni">
    <w:name w:val="Balloon Text"/>
    <w:basedOn w:val="Normal"/>
    <w:link w:val="BalonMetniChar"/>
    <w:uiPriority w:val="99"/>
    <w:semiHidden/>
    <w:unhideWhenUsed/>
    <w:rsid w:val="00934B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4BD0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rsid w:val="00C16332"/>
  </w:style>
  <w:style w:type="table" w:styleId="TabloKlavuzu">
    <w:name w:val="Table Grid"/>
    <w:basedOn w:val="NormalTablo"/>
    <w:uiPriority w:val="59"/>
    <w:rsid w:val="00380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3804CF"/>
    <w:rPr>
      <w:color w:val="000000"/>
      <w:sz w:val="20"/>
      <w:szCs w:val="20"/>
    </w:rPr>
  </w:style>
  <w:style w:type="character" w:customStyle="1" w:styleId="A6">
    <w:name w:val="A6"/>
    <w:uiPriority w:val="99"/>
    <w:rsid w:val="003804CF"/>
    <w:rPr>
      <w:color w:val="000000"/>
      <w:sz w:val="20"/>
      <w:szCs w:val="20"/>
    </w:rPr>
  </w:style>
  <w:style w:type="paragraph" w:customStyle="1" w:styleId="Default">
    <w:name w:val="Default"/>
    <w:rsid w:val="00961B6E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97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&#305;\Desktop\1.%20D&#304;KEY%20&#350;ABLN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B8826-AE6E-4B1B-BD03-E63FB228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DİKEY ŞABLN</Template>
  <TotalTime>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zı</dc:creator>
  <cp:lastModifiedBy>Buro</cp:lastModifiedBy>
  <cp:revision>3</cp:revision>
  <cp:lastPrinted>2022-05-09T18:01:00Z</cp:lastPrinted>
  <dcterms:created xsi:type="dcterms:W3CDTF">2022-05-10T06:08:00Z</dcterms:created>
  <dcterms:modified xsi:type="dcterms:W3CDTF">2022-05-11T08:18:00Z</dcterms:modified>
</cp:coreProperties>
</file>