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/>
  <w:body>
    <w:p w:rsidR="00FD5E11" w:rsidRDefault="00744BFC" w:rsidP="00371A38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-114300</wp:posOffset>
                </wp:positionV>
                <wp:extent cx="4229735" cy="1143000"/>
                <wp:effectExtent l="9525" t="9525" r="8890" b="9525"/>
                <wp:wrapNone/>
                <wp:docPr id="6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735" cy="114300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CB5" w:rsidRPr="00074337" w:rsidRDefault="003612E6" w:rsidP="00015CB5">
                            <w:pPr>
                              <w:tabs>
                                <w:tab w:val="left" w:pos="1134"/>
                                <w:tab w:val="left" w:pos="2268"/>
                                <w:tab w:val="left" w:pos="3402"/>
                                <w:tab w:val="left" w:pos="4536"/>
                                <w:tab w:val="left" w:pos="5670"/>
                                <w:tab w:val="left" w:pos="6804"/>
                                <w:tab w:val="left" w:pos="7938"/>
                                <w:tab w:val="left" w:pos="9072"/>
                                <w:tab w:val="left" w:pos="10206"/>
                                <w:tab w:val="left" w:pos="11340"/>
                                <w:tab w:val="left" w:pos="12474"/>
                                <w:tab w:val="left" w:pos="13608"/>
                                <w:tab w:val="left" w:pos="14742"/>
                                <w:tab w:val="left" w:pos="15876"/>
                              </w:tabs>
                              <w:spacing w:before="120" w:after="12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i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074337">
                              <w:rPr>
                                <w:rFonts w:ascii="Comic Sans MS" w:hAnsi="Comic Sans MS"/>
                                <w:b/>
                                <w:bCs/>
                                <w:i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2021-2022</w:t>
                            </w:r>
                            <w:r w:rsidR="00C27E7C" w:rsidRPr="00074337">
                              <w:rPr>
                                <w:rFonts w:ascii="Comic Sans MS" w:hAnsi="Comic Sans MS"/>
                                <w:b/>
                                <w:bCs/>
                                <w:i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 w:rsidR="00015CB5" w:rsidRPr="00074337">
                              <w:rPr>
                                <w:rFonts w:ascii="Comic Sans MS" w:hAnsi="Comic Sans MS"/>
                                <w:b/>
                                <w:bCs/>
                                <w:i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EĞİTİM ÖĞRETİM YILI </w:t>
                            </w:r>
                          </w:p>
                          <w:p w:rsidR="00015CB5" w:rsidRPr="00074337" w:rsidRDefault="00C27E7C" w:rsidP="00015CB5">
                            <w:pPr>
                              <w:tabs>
                                <w:tab w:val="left" w:pos="1134"/>
                                <w:tab w:val="left" w:pos="2268"/>
                                <w:tab w:val="left" w:pos="3402"/>
                                <w:tab w:val="left" w:pos="4536"/>
                                <w:tab w:val="left" w:pos="5670"/>
                                <w:tab w:val="left" w:pos="6804"/>
                                <w:tab w:val="left" w:pos="7938"/>
                                <w:tab w:val="left" w:pos="9072"/>
                                <w:tab w:val="left" w:pos="10206"/>
                                <w:tab w:val="left" w:pos="11340"/>
                                <w:tab w:val="left" w:pos="12474"/>
                                <w:tab w:val="left" w:pos="13608"/>
                                <w:tab w:val="left" w:pos="14742"/>
                                <w:tab w:val="left" w:pos="15876"/>
                              </w:tabs>
                              <w:spacing w:before="120" w:after="12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i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074337">
                              <w:rPr>
                                <w:rFonts w:ascii="Comic Sans MS" w:hAnsi="Comic Sans MS"/>
                                <w:b/>
                                <w:bCs/>
                                <w:i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………………..</w:t>
                            </w:r>
                            <w:r w:rsidR="00305CA9" w:rsidRPr="00074337">
                              <w:rPr>
                                <w:rFonts w:ascii="Comic Sans MS" w:hAnsi="Comic Sans MS"/>
                                <w:b/>
                                <w:bCs/>
                                <w:i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 ORTA</w:t>
                            </w:r>
                            <w:r w:rsidR="00015CB5" w:rsidRPr="00074337">
                              <w:rPr>
                                <w:rFonts w:ascii="Comic Sans MS" w:hAnsi="Comic Sans MS"/>
                                <w:b/>
                                <w:bCs/>
                                <w:i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OKULU</w:t>
                            </w:r>
                          </w:p>
                          <w:p w:rsidR="00015CB5" w:rsidRPr="003612E6" w:rsidRDefault="004D3BA2" w:rsidP="00015CB5">
                            <w:pPr>
                              <w:tabs>
                                <w:tab w:val="left" w:pos="1134"/>
                                <w:tab w:val="left" w:pos="2268"/>
                                <w:tab w:val="left" w:pos="3402"/>
                                <w:tab w:val="left" w:pos="4536"/>
                                <w:tab w:val="left" w:pos="5670"/>
                                <w:tab w:val="left" w:pos="6804"/>
                                <w:tab w:val="left" w:pos="7938"/>
                                <w:tab w:val="left" w:pos="9072"/>
                                <w:tab w:val="left" w:pos="10206"/>
                                <w:tab w:val="left" w:pos="11340"/>
                                <w:tab w:val="left" w:pos="12474"/>
                                <w:tab w:val="left" w:pos="13608"/>
                                <w:tab w:val="left" w:pos="14742"/>
                                <w:tab w:val="left" w:pos="15876"/>
                              </w:tabs>
                              <w:spacing w:before="120" w:after="12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iCs/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</w:pPr>
                            <w:r w:rsidRPr="00074337">
                              <w:rPr>
                                <w:rFonts w:ascii="Comic Sans MS" w:hAnsi="Comic Sans MS"/>
                                <w:b/>
                                <w:bCs/>
                                <w:iCs/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6. Sınıf </w:t>
                            </w:r>
                            <w:r w:rsidR="00015CB5" w:rsidRPr="00074337">
                              <w:rPr>
                                <w:rFonts w:ascii="Comic Sans MS" w:hAnsi="Comic Sans MS"/>
                                <w:b/>
                                <w:bCs/>
                                <w:iCs/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>Din</w:t>
                            </w:r>
                            <w:r w:rsidRPr="00074337">
                              <w:rPr>
                                <w:rFonts w:ascii="Comic Sans MS" w:hAnsi="Comic Sans MS"/>
                                <w:b/>
                                <w:bCs/>
                                <w:iCs/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 Kültürü ve Ahlak Bilgisi </w:t>
                            </w:r>
                            <w:r w:rsidR="00015CB5" w:rsidRPr="00074337">
                              <w:rPr>
                                <w:rFonts w:ascii="Comic Sans MS" w:hAnsi="Comic Sans MS"/>
                                <w:b/>
                                <w:bCs/>
                                <w:iCs/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>1.Dönem 2.Yazılı</w:t>
                            </w:r>
                          </w:p>
                          <w:p w:rsidR="00015CB5" w:rsidRDefault="00015CB5" w:rsidP="00015C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63" o:spid="_x0000_s1026" type="#_x0000_t84" style="position:absolute;margin-left:135pt;margin-top:-9pt;width:333.05pt;height:9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" fillcolor="silver">
                <v:textbox>
                  <w:txbxContent>
                    <w:p w:rsidR="00015CB5" w:rsidRPr="00074337" w:rsidRDefault="003612E6" w:rsidP="00015CB5">
                      <w:pPr>
                        <w:tabs>
                          <w:tab w:val="left" w:pos="1134"/>
                          <w:tab w:val="left" w:pos="2268"/>
                          <w:tab w:val="left" w:pos="3402"/>
                          <w:tab w:val="left" w:pos="4536"/>
                          <w:tab w:val="left" w:pos="5670"/>
                          <w:tab w:val="left" w:pos="6804"/>
                          <w:tab w:val="left" w:pos="7938"/>
                          <w:tab w:val="left" w:pos="9072"/>
                          <w:tab w:val="left" w:pos="10206"/>
                          <w:tab w:val="left" w:pos="11340"/>
                          <w:tab w:val="left" w:pos="12474"/>
                          <w:tab w:val="left" w:pos="13608"/>
                          <w:tab w:val="left" w:pos="14742"/>
                          <w:tab w:val="left" w:pos="15876"/>
                        </w:tabs>
                        <w:spacing w:before="120" w:after="120"/>
                        <w:jc w:val="center"/>
                        <w:rPr>
                          <w:rFonts w:ascii="Comic Sans MS" w:hAnsi="Comic Sans MS"/>
                          <w:b/>
                          <w:bCs/>
                          <w:iCs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  <w:r w:rsidRPr="00074337">
                        <w:rPr>
                          <w:rFonts w:ascii="Comic Sans MS" w:hAnsi="Comic Sans MS"/>
                          <w:b/>
                          <w:bCs/>
                          <w:iCs/>
                          <w:color w:val="000000"/>
                          <w:sz w:val="22"/>
                          <w:szCs w:val="22"/>
                          <w:lang w:eastAsia="en-US"/>
                        </w:rPr>
                        <w:t>2021-2022</w:t>
                      </w:r>
                      <w:r w:rsidR="00C27E7C" w:rsidRPr="00074337">
                        <w:rPr>
                          <w:rFonts w:ascii="Comic Sans MS" w:hAnsi="Comic Sans MS"/>
                          <w:b/>
                          <w:bCs/>
                          <w:iCs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="00015CB5" w:rsidRPr="00074337">
                        <w:rPr>
                          <w:rFonts w:ascii="Comic Sans MS" w:hAnsi="Comic Sans MS"/>
                          <w:b/>
                          <w:bCs/>
                          <w:iCs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EĞİTİM ÖĞRETİM YILI </w:t>
                      </w:r>
                    </w:p>
                    <w:p w:rsidR="00015CB5" w:rsidRPr="00074337" w:rsidRDefault="00C27E7C" w:rsidP="00015CB5">
                      <w:pPr>
                        <w:tabs>
                          <w:tab w:val="left" w:pos="1134"/>
                          <w:tab w:val="left" w:pos="2268"/>
                          <w:tab w:val="left" w:pos="3402"/>
                          <w:tab w:val="left" w:pos="4536"/>
                          <w:tab w:val="left" w:pos="5670"/>
                          <w:tab w:val="left" w:pos="6804"/>
                          <w:tab w:val="left" w:pos="7938"/>
                          <w:tab w:val="left" w:pos="9072"/>
                          <w:tab w:val="left" w:pos="10206"/>
                          <w:tab w:val="left" w:pos="11340"/>
                          <w:tab w:val="left" w:pos="12474"/>
                          <w:tab w:val="left" w:pos="13608"/>
                          <w:tab w:val="left" w:pos="14742"/>
                          <w:tab w:val="left" w:pos="15876"/>
                        </w:tabs>
                        <w:spacing w:before="120" w:after="120"/>
                        <w:jc w:val="center"/>
                        <w:rPr>
                          <w:rFonts w:ascii="Comic Sans MS" w:hAnsi="Comic Sans MS"/>
                          <w:b/>
                          <w:bCs/>
                          <w:iCs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  <w:r w:rsidRPr="00074337">
                        <w:rPr>
                          <w:rFonts w:ascii="Comic Sans MS" w:hAnsi="Comic Sans MS"/>
                          <w:b/>
                          <w:bCs/>
                          <w:iCs/>
                          <w:color w:val="000000"/>
                          <w:sz w:val="22"/>
                          <w:szCs w:val="22"/>
                          <w:lang w:eastAsia="en-US"/>
                        </w:rPr>
                        <w:t>………………..</w:t>
                      </w:r>
                      <w:r w:rsidR="00305CA9" w:rsidRPr="00074337">
                        <w:rPr>
                          <w:rFonts w:ascii="Comic Sans MS" w:hAnsi="Comic Sans MS"/>
                          <w:b/>
                          <w:bCs/>
                          <w:iCs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 ORTA</w:t>
                      </w:r>
                      <w:r w:rsidR="00015CB5" w:rsidRPr="00074337">
                        <w:rPr>
                          <w:rFonts w:ascii="Comic Sans MS" w:hAnsi="Comic Sans MS"/>
                          <w:b/>
                          <w:bCs/>
                          <w:iCs/>
                          <w:color w:val="000000"/>
                          <w:sz w:val="22"/>
                          <w:szCs w:val="22"/>
                          <w:lang w:eastAsia="en-US"/>
                        </w:rPr>
                        <w:t>OKULU</w:t>
                      </w:r>
                    </w:p>
                    <w:p w:rsidR="00015CB5" w:rsidRPr="003612E6" w:rsidRDefault="004D3BA2" w:rsidP="00015CB5">
                      <w:pPr>
                        <w:tabs>
                          <w:tab w:val="left" w:pos="1134"/>
                          <w:tab w:val="left" w:pos="2268"/>
                          <w:tab w:val="left" w:pos="3402"/>
                          <w:tab w:val="left" w:pos="4536"/>
                          <w:tab w:val="left" w:pos="5670"/>
                          <w:tab w:val="left" w:pos="6804"/>
                          <w:tab w:val="left" w:pos="7938"/>
                          <w:tab w:val="left" w:pos="9072"/>
                          <w:tab w:val="left" w:pos="10206"/>
                          <w:tab w:val="left" w:pos="11340"/>
                          <w:tab w:val="left" w:pos="12474"/>
                          <w:tab w:val="left" w:pos="13608"/>
                          <w:tab w:val="left" w:pos="14742"/>
                          <w:tab w:val="left" w:pos="15876"/>
                        </w:tabs>
                        <w:spacing w:before="120" w:after="120"/>
                        <w:jc w:val="center"/>
                        <w:rPr>
                          <w:rFonts w:ascii="Comic Sans MS" w:hAnsi="Comic Sans MS"/>
                          <w:b/>
                          <w:bCs/>
                          <w:iCs/>
                          <w:color w:val="000000"/>
                          <w:sz w:val="18"/>
                          <w:szCs w:val="18"/>
                          <w:lang w:eastAsia="en-US"/>
                        </w:rPr>
                      </w:pPr>
                      <w:r w:rsidRPr="00074337">
                        <w:rPr>
                          <w:rFonts w:ascii="Comic Sans MS" w:hAnsi="Comic Sans MS"/>
                          <w:b/>
                          <w:bCs/>
                          <w:iCs/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6. Sınıf </w:t>
                      </w:r>
                      <w:r w:rsidR="00015CB5" w:rsidRPr="00074337">
                        <w:rPr>
                          <w:rFonts w:ascii="Comic Sans MS" w:hAnsi="Comic Sans MS"/>
                          <w:b/>
                          <w:bCs/>
                          <w:iCs/>
                          <w:color w:val="000000"/>
                          <w:sz w:val="18"/>
                          <w:szCs w:val="18"/>
                          <w:lang w:eastAsia="en-US"/>
                        </w:rPr>
                        <w:t>Din</w:t>
                      </w:r>
                      <w:r w:rsidRPr="00074337">
                        <w:rPr>
                          <w:rFonts w:ascii="Comic Sans MS" w:hAnsi="Comic Sans MS"/>
                          <w:b/>
                          <w:bCs/>
                          <w:iCs/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 Kültürü ve Ahlak Bilgisi </w:t>
                      </w:r>
                      <w:r w:rsidR="00015CB5" w:rsidRPr="00074337">
                        <w:rPr>
                          <w:rFonts w:ascii="Comic Sans MS" w:hAnsi="Comic Sans MS"/>
                          <w:b/>
                          <w:bCs/>
                          <w:iCs/>
                          <w:color w:val="000000"/>
                          <w:sz w:val="18"/>
                          <w:szCs w:val="18"/>
                          <w:lang w:eastAsia="en-US"/>
                        </w:rPr>
                        <w:t>1.Dönem 2.Yazılı</w:t>
                      </w:r>
                    </w:p>
                    <w:p w:rsidR="00015CB5" w:rsidRDefault="00015CB5" w:rsidP="00015CB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-114300</wp:posOffset>
                </wp:positionV>
                <wp:extent cx="1028700" cy="685800"/>
                <wp:effectExtent l="9525" t="9525" r="9525" b="209550"/>
                <wp:wrapNone/>
                <wp:docPr id="5" name="AutoShape 64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cloudCallout">
                          <a:avLst>
                            <a:gd name="adj1" fmla="val -44444"/>
                            <a:gd name="adj2" fmla="val 76667"/>
                          </a:avLst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15CB5" w:rsidRPr="00305CA9" w:rsidRDefault="00305CA9" w:rsidP="00305CA9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305CA9">
                              <w:rPr>
                                <w:b/>
                                <w:u w:val="single"/>
                              </w:rPr>
                              <w:t>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64" o:spid="_x0000_s1027" type="#_x0000_t106" href="https://www.sorubak.com/sinav/" style="position:absolute;margin-left:468pt;margin-top:-9pt;width:81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" o:button="t" adj="1200,27360" fillcolor="#9cf">
                <v:fill o:detectmouseclick="t"/>
                <v:textbox>
                  <w:txbxContent>
                    <w:p w:rsidR="00015CB5" w:rsidRPr="00305CA9" w:rsidRDefault="00305CA9" w:rsidP="00305CA9">
                      <w:pPr>
                        <w:rPr>
                          <w:b/>
                          <w:u w:val="single"/>
                        </w:rPr>
                      </w:pPr>
                      <w:r w:rsidRPr="00305CA9">
                        <w:rPr>
                          <w:b/>
                          <w:u w:val="single"/>
                        </w:rPr>
                        <w:t>Puan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-114300</wp:posOffset>
                </wp:positionV>
                <wp:extent cx="1828800" cy="939800"/>
                <wp:effectExtent l="9525" t="9525" r="9525" b="12700"/>
                <wp:wrapNone/>
                <wp:docPr id="4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93980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15CB5" w:rsidRPr="00C46E0E" w:rsidRDefault="00015CB5" w:rsidP="00015CB5">
                            <w:pPr>
                              <w:spacing w:before="120" w:after="120"/>
                              <w:rPr>
                                <w:b/>
                              </w:rPr>
                            </w:pPr>
                            <w:r w:rsidRPr="00C46E0E">
                              <w:rPr>
                                <w:b/>
                              </w:rPr>
                              <w:t>Adı</w:t>
                            </w:r>
                            <w:r w:rsidR="00305CA9">
                              <w:rPr>
                                <w:b/>
                              </w:rPr>
                              <w:t>…………………</w:t>
                            </w:r>
                            <w:bookmarkStart w:id="0" w:name="_GoBack"/>
                            <w:bookmarkEnd w:id="0"/>
                            <w:r w:rsidR="00305CA9">
                              <w:rPr>
                                <w:b/>
                              </w:rPr>
                              <w:t>……</w:t>
                            </w:r>
                          </w:p>
                          <w:p w:rsidR="00015CB5" w:rsidRPr="00C46E0E" w:rsidRDefault="00015CB5" w:rsidP="00015CB5">
                            <w:pPr>
                              <w:spacing w:before="120" w:after="120"/>
                              <w:rPr>
                                <w:b/>
                              </w:rPr>
                            </w:pPr>
                            <w:r w:rsidRPr="00C46E0E">
                              <w:rPr>
                                <w:b/>
                              </w:rPr>
                              <w:t>Soy</w:t>
                            </w:r>
                            <w:r w:rsidRPr="00C46E0E">
                              <w:rPr>
                                <w:b/>
                              </w:rPr>
                              <w:t>a</w:t>
                            </w:r>
                            <w:r w:rsidRPr="00C46E0E">
                              <w:rPr>
                                <w:b/>
                              </w:rPr>
                              <w:t>dı</w:t>
                            </w:r>
                            <w:r w:rsidR="00305CA9">
                              <w:rPr>
                                <w:b/>
                              </w:rPr>
                              <w:t>…………………</w:t>
                            </w:r>
                          </w:p>
                          <w:p w:rsidR="00015CB5" w:rsidRDefault="00015CB5" w:rsidP="00015CB5">
                            <w:r w:rsidRPr="00C46E0E">
                              <w:rPr>
                                <w:b/>
                              </w:rPr>
                              <w:t>Sınıfı</w:t>
                            </w:r>
                            <w:r>
                              <w:rPr>
                                <w:b/>
                              </w:rPr>
                              <w:t>-no…………………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AutoShape 62" o:spid="_x0000_s1028" type="#_x0000_t97" style="position:absolute;margin-left:-18pt;margin-top:-9pt;width:2in;height:7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" fillcolor="#9cf">
                <v:textbox>
                  <w:txbxContent>
                    <w:p w:rsidR="00015CB5" w:rsidRPr="00C46E0E" w:rsidRDefault="00015CB5" w:rsidP="00015CB5">
                      <w:pPr>
                        <w:spacing w:before="120" w:after="120"/>
                        <w:rPr>
                          <w:b/>
                        </w:rPr>
                      </w:pPr>
                      <w:r w:rsidRPr="00C46E0E">
                        <w:rPr>
                          <w:b/>
                        </w:rPr>
                        <w:t>Adı</w:t>
                      </w:r>
                      <w:r w:rsidR="00305CA9">
                        <w:rPr>
                          <w:b/>
                        </w:rPr>
                        <w:t>…………………</w:t>
                      </w:r>
                      <w:bookmarkStart w:id="1" w:name="_GoBack"/>
                      <w:bookmarkEnd w:id="1"/>
                      <w:r w:rsidR="00305CA9">
                        <w:rPr>
                          <w:b/>
                        </w:rPr>
                        <w:t>……</w:t>
                      </w:r>
                    </w:p>
                    <w:p w:rsidR="00015CB5" w:rsidRPr="00C46E0E" w:rsidRDefault="00015CB5" w:rsidP="00015CB5">
                      <w:pPr>
                        <w:spacing w:before="120" w:after="120"/>
                        <w:rPr>
                          <w:b/>
                        </w:rPr>
                      </w:pPr>
                      <w:r w:rsidRPr="00C46E0E">
                        <w:rPr>
                          <w:b/>
                        </w:rPr>
                        <w:t>Soy</w:t>
                      </w:r>
                      <w:r w:rsidRPr="00C46E0E">
                        <w:rPr>
                          <w:b/>
                        </w:rPr>
                        <w:t>a</w:t>
                      </w:r>
                      <w:r w:rsidRPr="00C46E0E">
                        <w:rPr>
                          <w:b/>
                        </w:rPr>
                        <w:t>dı</w:t>
                      </w:r>
                      <w:r w:rsidR="00305CA9">
                        <w:rPr>
                          <w:b/>
                        </w:rPr>
                        <w:t>…………………</w:t>
                      </w:r>
                    </w:p>
                    <w:p w:rsidR="00015CB5" w:rsidRDefault="00015CB5" w:rsidP="00015CB5">
                      <w:r w:rsidRPr="00C46E0E">
                        <w:rPr>
                          <w:b/>
                        </w:rPr>
                        <w:t>Sınıfı</w:t>
                      </w:r>
                      <w:r>
                        <w:rPr>
                          <w:b/>
                        </w:rPr>
                        <w:t>-no…………………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FD5E11" w:rsidRDefault="00FD5E11" w:rsidP="00371A38"/>
    <w:p w:rsidR="00FD5E11" w:rsidRDefault="00FD5E11" w:rsidP="00371A38"/>
    <w:p w:rsidR="00FD5E11" w:rsidRDefault="00FD5E11" w:rsidP="00371A38"/>
    <w:p w:rsidR="00C37B14" w:rsidRDefault="00C37B14" w:rsidP="00371A38"/>
    <w:p w:rsidR="00C37B14" w:rsidRDefault="00C37B14" w:rsidP="00371A38"/>
    <w:p w:rsidR="003F68DA" w:rsidRDefault="003F68DA" w:rsidP="00015CB5">
      <w:pPr>
        <w:rPr>
          <w:rFonts w:ascii="Times New Roman" w:hAnsi="Times New Roman" w:cs="Times New Roman"/>
          <w:b/>
          <w:sz w:val="22"/>
          <w:szCs w:val="22"/>
        </w:rPr>
        <w:sectPr w:rsidR="003F68DA" w:rsidSect="00015CB5">
          <w:pgSz w:w="11905" w:h="15840"/>
          <w:pgMar w:top="567" w:right="567" w:bottom="510" w:left="567" w:header="0" w:footer="0" w:gutter="0"/>
          <w:cols w:sep="1" w:space="567"/>
          <w:noEndnote/>
        </w:sectPr>
      </w:pPr>
    </w:p>
    <w:p w:rsidR="00AF7AF2" w:rsidRDefault="00AF7AF2" w:rsidP="00AF7AF2"/>
    <w:p w:rsidR="00305CA9" w:rsidRDefault="00305CA9" w:rsidP="00AF7AF2">
      <w:pPr>
        <w:rPr>
          <w:rFonts w:ascii="Times New Roman" w:hAnsi="Times New Roman" w:cs="Times New Roman"/>
          <w:b/>
          <w:sz w:val="22"/>
          <w:szCs w:val="22"/>
        </w:rPr>
      </w:pPr>
    </w:p>
    <w:p w:rsidR="007A1FCC" w:rsidRPr="005E0816" w:rsidRDefault="00744BFC" w:rsidP="00AF7AF2">
      <w:pPr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3314700</wp:posOffset>
                </wp:positionH>
                <wp:positionV relativeFrom="margin">
                  <wp:posOffset>1028700</wp:posOffset>
                </wp:positionV>
                <wp:extent cx="144145" cy="8191500"/>
                <wp:effectExtent l="9525" t="9525" r="8255" b="28575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8191500"/>
                        </a:xfrm>
                        <a:prstGeom prst="flowChartProcess">
                          <a:avLst/>
                        </a:prstGeom>
                        <a:solidFill>
                          <a:srgbClr val="C0C0C0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4247C" w:rsidRPr="00797CAD" w:rsidRDefault="005E0816" w:rsidP="0024247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30 Ağustos Ortaokulu</w:t>
                            </w:r>
                            <w:r w:rsidR="0024247C" w:rsidRPr="00797CAD">
                              <w:rPr>
                                <w:sz w:val="16"/>
                                <w:szCs w:val="16"/>
                              </w:rPr>
                              <w:t xml:space="preserve">     ---------     Din Kültürü ve Ahlak Bilgisi</w:t>
                            </w:r>
                          </w:p>
                        </w:txbxContent>
                      </wps:txbx>
                      <wps:bodyPr rot="0" vert="vert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8" o:spid="_x0000_s1029" type="#_x0000_t109" style="position:absolute;margin-left:261pt;margin-top:81pt;width:11.35pt;height:64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" fillcolor="silver" strokecolor="white" strokeweight="1pt">
                <v:shadow on="t" color="#974706" opacity=".5" offset="1pt"/>
                <v:textbox style="layout-flow:vertical" inset=".5mm,.3mm,.5mm,.3mm">
                  <w:txbxContent>
                    <w:p w:rsidR="0024247C" w:rsidRPr="00797CAD" w:rsidRDefault="005E0816" w:rsidP="0024247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30 Ağustos Ortaokulu</w:t>
                      </w:r>
                      <w:r w:rsidR="0024247C" w:rsidRPr="00797CAD">
                        <w:rPr>
                          <w:sz w:val="16"/>
                          <w:szCs w:val="16"/>
                        </w:rPr>
                        <w:t xml:space="preserve">     ---------     Din Kültürü ve Ahlak Bilgisi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AF7AF2" w:rsidRPr="005E0816">
        <w:rPr>
          <w:rFonts w:ascii="Times New Roman" w:hAnsi="Times New Roman" w:cs="Times New Roman"/>
          <w:b/>
          <w:sz w:val="22"/>
          <w:szCs w:val="22"/>
          <w:u w:val="single"/>
        </w:rPr>
        <w:t xml:space="preserve">A. Aşağıdaki </w:t>
      </w:r>
      <w:r w:rsidR="00F82762" w:rsidRPr="005E0816">
        <w:rPr>
          <w:rFonts w:ascii="Times New Roman" w:hAnsi="Times New Roman" w:cs="Times New Roman"/>
          <w:b/>
          <w:sz w:val="22"/>
          <w:szCs w:val="22"/>
          <w:u w:val="single"/>
        </w:rPr>
        <w:t xml:space="preserve">sorularını cevaplayın. </w:t>
      </w:r>
      <w:r w:rsidR="00AF7AF2" w:rsidRPr="005E0816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="00F82762" w:rsidRPr="005E0816">
        <w:rPr>
          <w:rFonts w:ascii="Times New Roman" w:hAnsi="Times New Roman" w:cs="Times New Roman"/>
          <w:b/>
          <w:sz w:val="22"/>
          <w:szCs w:val="22"/>
          <w:u w:val="single"/>
        </w:rPr>
        <w:t>(</w:t>
      </w:r>
      <w:r w:rsidR="00AF7AF2" w:rsidRPr="005E0816">
        <w:rPr>
          <w:rFonts w:ascii="Times New Roman" w:hAnsi="Times New Roman" w:cs="Times New Roman"/>
          <w:b/>
          <w:sz w:val="22"/>
          <w:szCs w:val="22"/>
          <w:u w:val="single"/>
        </w:rPr>
        <w:t>4x1</w:t>
      </w:r>
      <w:r w:rsidR="001B1029" w:rsidRPr="005E0816">
        <w:rPr>
          <w:rFonts w:ascii="Times New Roman" w:hAnsi="Times New Roman" w:cs="Times New Roman"/>
          <w:b/>
          <w:sz w:val="22"/>
          <w:szCs w:val="22"/>
          <w:u w:val="single"/>
        </w:rPr>
        <w:t>0</w:t>
      </w:r>
      <w:r w:rsidR="00AF7AF2" w:rsidRPr="005E0816">
        <w:rPr>
          <w:rFonts w:ascii="Times New Roman" w:hAnsi="Times New Roman" w:cs="Times New Roman"/>
          <w:b/>
          <w:sz w:val="22"/>
          <w:szCs w:val="22"/>
          <w:u w:val="single"/>
        </w:rPr>
        <w:t>=4</w:t>
      </w:r>
      <w:r w:rsidR="001B1029" w:rsidRPr="005E0816">
        <w:rPr>
          <w:rFonts w:ascii="Times New Roman" w:hAnsi="Times New Roman" w:cs="Times New Roman"/>
          <w:b/>
          <w:sz w:val="22"/>
          <w:szCs w:val="22"/>
          <w:u w:val="single"/>
        </w:rPr>
        <w:t>0</w:t>
      </w:r>
      <w:r w:rsidR="00AF7AF2" w:rsidRPr="005E0816">
        <w:rPr>
          <w:rFonts w:ascii="Times New Roman" w:hAnsi="Times New Roman" w:cs="Times New Roman"/>
          <w:b/>
          <w:sz w:val="22"/>
          <w:szCs w:val="22"/>
          <w:u w:val="single"/>
        </w:rPr>
        <w:t xml:space="preserve"> P</w:t>
      </w:r>
      <w:r w:rsidR="00F82762" w:rsidRPr="005E0816">
        <w:rPr>
          <w:rFonts w:ascii="Times New Roman" w:hAnsi="Times New Roman" w:cs="Times New Roman"/>
          <w:b/>
          <w:sz w:val="22"/>
          <w:szCs w:val="22"/>
          <w:u w:val="single"/>
        </w:rPr>
        <w:t>uan)</w:t>
      </w:r>
    </w:p>
    <w:p w:rsidR="00AF7AF2" w:rsidRPr="001F0635" w:rsidRDefault="00AF7AF2" w:rsidP="00AF7AF2">
      <w:pPr>
        <w:rPr>
          <w:rFonts w:ascii="Times New Roman" w:hAnsi="Times New Roman" w:cs="Times New Roman"/>
          <w:b/>
          <w:sz w:val="22"/>
          <w:szCs w:val="22"/>
        </w:rPr>
      </w:pPr>
    </w:p>
    <w:p w:rsidR="00AF7AF2" w:rsidRPr="001F0635" w:rsidRDefault="00AF7AF2" w:rsidP="00AF7AF2">
      <w:pPr>
        <w:rPr>
          <w:rFonts w:ascii="Times New Roman" w:hAnsi="Times New Roman" w:cs="Times New Roman"/>
          <w:b/>
          <w:sz w:val="22"/>
          <w:szCs w:val="22"/>
        </w:rPr>
        <w:sectPr w:rsidR="00AF7AF2" w:rsidRPr="001F0635" w:rsidSect="006270C6">
          <w:type w:val="continuous"/>
          <w:pgSz w:w="11905" w:h="15840"/>
          <w:pgMar w:top="510" w:right="567" w:bottom="510" w:left="567" w:header="0" w:footer="0" w:gutter="0"/>
          <w:cols w:space="709"/>
          <w:noEndnote/>
        </w:sectPr>
      </w:pPr>
    </w:p>
    <w:p w:rsidR="007A1FCC" w:rsidRPr="001F0635" w:rsidRDefault="006F6695" w:rsidP="006323A8">
      <w:pPr>
        <w:ind w:left="-18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lastRenderedPageBreak/>
        <w:t>1.</w:t>
      </w:r>
      <w:r w:rsidR="00AF7AF2" w:rsidRPr="001F063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F0635">
        <w:rPr>
          <w:rFonts w:ascii="Times New Roman" w:hAnsi="Times New Roman" w:cs="Times New Roman"/>
          <w:b/>
          <w:sz w:val="22"/>
          <w:szCs w:val="22"/>
        </w:rPr>
        <w:t>Bütün namazların bütün rekâ</w:t>
      </w:r>
      <w:r w:rsidR="007A1FCC" w:rsidRPr="001F0635">
        <w:rPr>
          <w:rFonts w:ascii="Times New Roman" w:hAnsi="Times New Roman" w:cs="Times New Roman"/>
          <w:b/>
          <w:sz w:val="22"/>
          <w:szCs w:val="22"/>
        </w:rPr>
        <w:t>tlarında okunan sure hangisidir</w:t>
      </w:r>
      <w:r w:rsidR="006323A8" w:rsidRPr="001F0635">
        <w:rPr>
          <w:rFonts w:ascii="Times New Roman" w:hAnsi="Times New Roman" w:cs="Times New Roman"/>
          <w:b/>
          <w:sz w:val="22"/>
          <w:szCs w:val="22"/>
        </w:rPr>
        <w:t>?</w:t>
      </w:r>
    </w:p>
    <w:p w:rsidR="006F6695" w:rsidRPr="001F0635" w:rsidRDefault="006F6695" w:rsidP="006323A8">
      <w:pPr>
        <w:ind w:left="-180"/>
        <w:rPr>
          <w:rFonts w:ascii="Times New Roman" w:hAnsi="Times New Roman" w:cs="Times New Roman"/>
          <w:b/>
          <w:sz w:val="22"/>
          <w:szCs w:val="22"/>
        </w:rPr>
      </w:pPr>
    </w:p>
    <w:p w:rsidR="007A1FCC" w:rsidRPr="001F0635" w:rsidRDefault="001F0635" w:rsidP="006323A8">
      <w:pPr>
        <w:ind w:left="-180"/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A) Fatiha          B) Asr        C) Nas           D) Ke</w:t>
      </w:r>
      <w:r w:rsidRPr="001F0635">
        <w:rPr>
          <w:rFonts w:ascii="Times New Roman" w:hAnsi="Times New Roman" w:cs="Times New Roman"/>
          <w:sz w:val="22"/>
          <w:szCs w:val="22"/>
        </w:rPr>
        <w:t>v</w:t>
      </w:r>
      <w:r w:rsidRPr="001F0635">
        <w:rPr>
          <w:rFonts w:ascii="Times New Roman" w:hAnsi="Times New Roman" w:cs="Times New Roman"/>
          <w:sz w:val="22"/>
          <w:szCs w:val="22"/>
        </w:rPr>
        <w:t xml:space="preserve">ser </w:t>
      </w:r>
    </w:p>
    <w:p w:rsidR="007308BA" w:rsidRPr="001F0635" w:rsidRDefault="007308BA" w:rsidP="006323A8">
      <w:pPr>
        <w:ind w:left="-180"/>
        <w:rPr>
          <w:rFonts w:ascii="Times New Roman" w:hAnsi="Times New Roman" w:cs="Times New Roman"/>
          <w:b/>
          <w:sz w:val="22"/>
          <w:szCs w:val="22"/>
        </w:rPr>
      </w:pPr>
    </w:p>
    <w:p w:rsidR="007A1FCC" w:rsidRPr="001F0635" w:rsidRDefault="007A1FCC" w:rsidP="006323A8">
      <w:pPr>
        <w:ind w:left="-18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2.</w:t>
      </w:r>
      <w:r w:rsidR="00AF7AF2" w:rsidRPr="001F063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F0635">
        <w:rPr>
          <w:rFonts w:ascii="Times New Roman" w:hAnsi="Times New Roman" w:cs="Times New Roman"/>
          <w:b/>
          <w:sz w:val="22"/>
          <w:szCs w:val="22"/>
        </w:rPr>
        <w:t>Aşağıdakilerden hangisi toplu olarak  (cemaatle)  kılı</w:t>
      </w:r>
      <w:r w:rsidRPr="001F0635">
        <w:rPr>
          <w:rFonts w:ascii="Times New Roman" w:hAnsi="Times New Roman" w:cs="Times New Roman"/>
          <w:b/>
          <w:sz w:val="22"/>
          <w:szCs w:val="22"/>
        </w:rPr>
        <w:t>n</w:t>
      </w:r>
      <w:r w:rsidRPr="001F0635">
        <w:rPr>
          <w:rFonts w:ascii="Times New Roman" w:hAnsi="Times New Roman" w:cs="Times New Roman"/>
          <w:b/>
          <w:sz w:val="22"/>
          <w:szCs w:val="22"/>
        </w:rPr>
        <w:t>mak zorunda olan namazlardan biri</w:t>
      </w:r>
      <w:r w:rsidRPr="001F0635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 değildir</w:t>
      </w:r>
      <w:r w:rsidRPr="001F063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C7D61" w:rsidRPr="001F0635">
        <w:rPr>
          <w:rFonts w:ascii="Times New Roman" w:hAnsi="Times New Roman" w:cs="Times New Roman"/>
          <w:b/>
          <w:sz w:val="22"/>
          <w:szCs w:val="22"/>
        </w:rPr>
        <w:t>?</w:t>
      </w:r>
    </w:p>
    <w:p w:rsidR="006F6695" w:rsidRPr="001F0635" w:rsidRDefault="006F6695" w:rsidP="006323A8">
      <w:pPr>
        <w:ind w:left="-180"/>
        <w:rPr>
          <w:rFonts w:ascii="Times New Roman" w:hAnsi="Times New Roman" w:cs="Times New Roman"/>
          <w:b/>
          <w:sz w:val="22"/>
          <w:szCs w:val="22"/>
        </w:rPr>
      </w:pPr>
    </w:p>
    <w:p w:rsidR="006F6695" w:rsidRPr="001F0635" w:rsidRDefault="001F0635" w:rsidP="006323A8">
      <w:pPr>
        <w:ind w:left="-180"/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A) A</w:t>
      </w:r>
      <w:r>
        <w:rPr>
          <w:rFonts w:ascii="Times New Roman" w:hAnsi="Times New Roman" w:cs="Times New Roman"/>
          <w:sz w:val="22"/>
          <w:szCs w:val="22"/>
        </w:rPr>
        <w:t>kşam Namazı</w:t>
      </w:r>
      <w:r>
        <w:rPr>
          <w:rFonts w:ascii="Times New Roman" w:hAnsi="Times New Roman" w:cs="Times New Roman"/>
          <w:sz w:val="22"/>
          <w:szCs w:val="22"/>
        </w:rPr>
        <w:tab/>
        <w:t xml:space="preserve">         </w:t>
      </w:r>
      <w:r w:rsidRPr="001F0635">
        <w:rPr>
          <w:rFonts w:ascii="Times New Roman" w:hAnsi="Times New Roman" w:cs="Times New Roman"/>
          <w:sz w:val="22"/>
          <w:szCs w:val="22"/>
        </w:rPr>
        <w:t>B) Cuma Nam</w:t>
      </w:r>
      <w:r w:rsidRPr="001F0635">
        <w:rPr>
          <w:rFonts w:ascii="Times New Roman" w:hAnsi="Times New Roman" w:cs="Times New Roman"/>
          <w:sz w:val="22"/>
          <w:szCs w:val="22"/>
        </w:rPr>
        <w:t>a</w:t>
      </w:r>
      <w:r w:rsidRPr="001F0635">
        <w:rPr>
          <w:rFonts w:ascii="Times New Roman" w:hAnsi="Times New Roman" w:cs="Times New Roman"/>
          <w:sz w:val="22"/>
          <w:szCs w:val="22"/>
        </w:rPr>
        <w:t>zı</w:t>
      </w:r>
    </w:p>
    <w:p w:rsidR="007A1FCC" w:rsidRPr="001F0635" w:rsidRDefault="001F0635" w:rsidP="006323A8">
      <w:pPr>
        <w:ind w:left="-180"/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 xml:space="preserve">        </w:t>
      </w:r>
    </w:p>
    <w:p w:rsidR="007A1FCC" w:rsidRPr="001F0635" w:rsidRDefault="001F0635" w:rsidP="006323A8">
      <w:pPr>
        <w:ind w:left="-180"/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C) Cenaze Namazı                    D) Bayram N</w:t>
      </w:r>
      <w:r w:rsidRPr="001F0635">
        <w:rPr>
          <w:rFonts w:ascii="Times New Roman" w:hAnsi="Times New Roman" w:cs="Times New Roman"/>
          <w:sz w:val="22"/>
          <w:szCs w:val="22"/>
        </w:rPr>
        <w:t>a</w:t>
      </w:r>
      <w:r w:rsidRPr="001F0635">
        <w:rPr>
          <w:rFonts w:ascii="Times New Roman" w:hAnsi="Times New Roman" w:cs="Times New Roman"/>
          <w:sz w:val="22"/>
          <w:szCs w:val="22"/>
        </w:rPr>
        <w:t xml:space="preserve">mazı </w:t>
      </w:r>
    </w:p>
    <w:p w:rsidR="007308BA" w:rsidRPr="001F0635" w:rsidRDefault="007308BA" w:rsidP="006F6695">
      <w:pPr>
        <w:rPr>
          <w:rFonts w:ascii="Times New Roman" w:hAnsi="Times New Roman" w:cs="Times New Roman"/>
          <w:b/>
          <w:sz w:val="22"/>
          <w:szCs w:val="22"/>
        </w:rPr>
      </w:pPr>
    </w:p>
    <w:p w:rsidR="007A1FCC" w:rsidRPr="001F0635" w:rsidRDefault="00AF7AF2" w:rsidP="006323A8">
      <w:pPr>
        <w:ind w:left="-18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3</w:t>
      </w:r>
      <w:r w:rsidR="007A1FCC" w:rsidRPr="001F0635">
        <w:rPr>
          <w:rFonts w:ascii="Times New Roman" w:hAnsi="Times New Roman" w:cs="Times New Roman"/>
          <w:b/>
          <w:sz w:val="22"/>
          <w:szCs w:val="22"/>
        </w:rPr>
        <w:t>.</w:t>
      </w:r>
      <w:r w:rsidRPr="001F063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A1FCC" w:rsidRPr="001F0635">
        <w:rPr>
          <w:rFonts w:ascii="Times New Roman" w:hAnsi="Times New Roman" w:cs="Times New Roman"/>
          <w:b/>
          <w:sz w:val="22"/>
          <w:szCs w:val="22"/>
        </w:rPr>
        <w:t>Bir buyruk veya düşüncenin Yüce Allah tarafından peygamberlere bildirilmesine ne denir?</w:t>
      </w:r>
    </w:p>
    <w:p w:rsidR="006F6695" w:rsidRPr="001F0635" w:rsidRDefault="006F6695" w:rsidP="006323A8">
      <w:pPr>
        <w:ind w:left="-180"/>
        <w:rPr>
          <w:rFonts w:ascii="Times New Roman" w:hAnsi="Times New Roman" w:cs="Times New Roman"/>
          <w:b/>
          <w:sz w:val="22"/>
          <w:szCs w:val="22"/>
        </w:rPr>
      </w:pPr>
    </w:p>
    <w:p w:rsidR="007A1FCC" w:rsidRPr="001F0635" w:rsidRDefault="001F0635" w:rsidP="003C7D61">
      <w:pPr>
        <w:ind w:left="-180"/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A) Hadis        B) Vahiy         C) Mesaj       D) Gö</w:t>
      </w:r>
      <w:r w:rsidRPr="001F0635">
        <w:rPr>
          <w:rFonts w:ascii="Times New Roman" w:hAnsi="Times New Roman" w:cs="Times New Roman"/>
          <w:sz w:val="22"/>
          <w:szCs w:val="22"/>
        </w:rPr>
        <w:t>n</w:t>
      </w:r>
      <w:r w:rsidRPr="001F0635">
        <w:rPr>
          <w:rFonts w:ascii="Times New Roman" w:hAnsi="Times New Roman" w:cs="Times New Roman"/>
          <w:sz w:val="22"/>
          <w:szCs w:val="22"/>
        </w:rPr>
        <w:t>deri</w:t>
      </w:r>
    </w:p>
    <w:p w:rsidR="007308BA" w:rsidRPr="001F0635" w:rsidRDefault="007308BA" w:rsidP="006323A8">
      <w:pPr>
        <w:ind w:left="-180"/>
        <w:rPr>
          <w:rFonts w:ascii="Times New Roman" w:hAnsi="Times New Roman" w:cs="Times New Roman"/>
          <w:b/>
          <w:sz w:val="22"/>
          <w:szCs w:val="22"/>
        </w:rPr>
      </w:pPr>
    </w:p>
    <w:p w:rsidR="007A1FCC" w:rsidRPr="001F0635" w:rsidRDefault="00AF7AF2" w:rsidP="006323A8">
      <w:pPr>
        <w:ind w:left="-18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4</w:t>
      </w:r>
      <w:r w:rsidR="007A1FCC" w:rsidRPr="001F0635">
        <w:rPr>
          <w:rFonts w:ascii="Times New Roman" w:hAnsi="Times New Roman" w:cs="Times New Roman"/>
          <w:b/>
          <w:sz w:val="22"/>
          <w:szCs w:val="22"/>
        </w:rPr>
        <w:t>.</w:t>
      </w:r>
      <w:r w:rsidRPr="001F063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A1FCC" w:rsidRPr="001F0635">
        <w:rPr>
          <w:rFonts w:ascii="Times New Roman" w:hAnsi="Times New Roman" w:cs="Times New Roman"/>
          <w:b/>
          <w:sz w:val="22"/>
          <w:szCs w:val="22"/>
        </w:rPr>
        <w:t>Bayram namazı senede kaç defa kılınır?</w:t>
      </w:r>
    </w:p>
    <w:p w:rsidR="006F6695" w:rsidRPr="001F0635" w:rsidRDefault="006F6695" w:rsidP="006323A8">
      <w:pPr>
        <w:ind w:left="-180"/>
        <w:rPr>
          <w:rFonts w:ascii="Times New Roman" w:hAnsi="Times New Roman" w:cs="Times New Roman"/>
          <w:b/>
          <w:sz w:val="22"/>
          <w:szCs w:val="22"/>
        </w:rPr>
      </w:pPr>
    </w:p>
    <w:p w:rsidR="003C7D61" w:rsidRPr="001F0635" w:rsidRDefault="001F0635" w:rsidP="00E15F95">
      <w:pPr>
        <w:ind w:left="-180"/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A) 1               B) 2               C) 3               D) 4</w:t>
      </w:r>
    </w:p>
    <w:p w:rsidR="007308BA" w:rsidRPr="001F0635" w:rsidRDefault="007308BA" w:rsidP="006323A8">
      <w:pPr>
        <w:ind w:left="-180"/>
        <w:rPr>
          <w:rFonts w:ascii="Times New Roman" w:hAnsi="Times New Roman" w:cs="Times New Roman"/>
          <w:b/>
          <w:sz w:val="22"/>
          <w:szCs w:val="22"/>
        </w:rPr>
      </w:pPr>
    </w:p>
    <w:p w:rsidR="005267B2" w:rsidRPr="001F0635" w:rsidRDefault="00AF7AF2" w:rsidP="006323A8">
      <w:pPr>
        <w:ind w:left="-18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5</w:t>
      </w:r>
      <w:r w:rsidR="007A1FCC" w:rsidRPr="001F0635">
        <w:rPr>
          <w:rFonts w:ascii="Times New Roman" w:hAnsi="Times New Roman" w:cs="Times New Roman"/>
          <w:b/>
          <w:sz w:val="22"/>
          <w:szCs w:val="22"/>
        </w:rPr>
        <w:t xml:space="preserve">. Herhangi bir </w:t>
      </w:r>
      <w:r w:rsidR="005267B2" w:rsidRPr="001F0635">
        <w:rPr>
          <w:rFonts w:ascii="Times New Roman" w:hAnsi="Times New Roman" w:cs="Times New Roman"/>
          <w:b/>
          <w:sz w:val="22"/>
          <w:szCs w:val="22"/>
        </w:rPr>
        <w:t>namazı kılarken namazın ilk rekâ</w:t>
      </w:r>
      <w:r w:rsidR="007A1FCC" w:rsidRPr="001F0635">
        <w:rPr>
          <w:rFonts w:ascii="Times New Roman" w:hAnsi="Times New Roman" w:cs="Times New Roman"/>
          <w:b/>
          <w:sz w:val="22"/>
          <w:szCs w:val="22"/>
        </w:rPr>
        <w:t>tı</w:t>
      </w:r>
      <w:r w:rsidR="007A1FCC" w:rsidRPr="001F0635">
        <w:rPr>
          <w:rFonts w:ascii="Times New Roman" w:hAnsi="Times New Roman" w:cs="Times New Roman"/>
          <w:b/>
          <w:sz w:val="22"/>
          <w:szCs w:val="22"/>
        </w:rPr>
        <w:t>n</w:t>
      </w:r>
      <w:r w:rsidR="007A1FCC" w:rsidRPr="001F0635">
        <w:rPr>
          <w:rFonts w:ascii="Times New Roman" w:hAnsi="Times New Roman" w:cs="Times New Roman"/>
          <w:b/>
          <w:sz w:val="22"/>
          <w:szCs w:val="22"/>
        </w:rPr>
        <w:t>da sırasıyla aşağ</w:t>
      </w:r>
      <w:r w:rsidR="005267B2" w:rsidRPr="001F0635">
        <w:rPr>
          <w:rFonts w:ascii="Times New Roman" w:hAnsi="Times New Roman" w:cs="Times New Roman"/>
          <w:b/>
          <w:sz w:val="22"/>
          <w:szCs w:val="22"/>
        </w:rPr>
        <w:t>ıdakilerden hangilerini okuruz?</w:t>
      </w:r>
    </w:p>
    <w:p w:rsidR="007A1FCC" w:rsidRPr="001F0635" w:rsidRDefault="007A1FCC" w:rsidP="006323A8">
      <w:pPr>
        <w:ind w:left="-18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 xml:space="preserve">                      </w:t>
      </w:r>
    </w:p>
    <w:p w:rsidR="001B1029" w:rsidRPr="001F0635" w:rsidRDefault="001B1029" w:rsidP="006323A8">
      <w:pPr>
        <w:ind w:left="-180"/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A</w:t>
      </w:r>
      <w:r w:rsidR="005267B2" w:rsidRPr="001F0635">
        <w:rPr>
          <w:rFonts w:ascii="Times New Roman" w:hAnsi="Times New Roman" w:cs="Times New Roman"/>
          <w:sz w:val="22"/>
          <w:szCs w:val="22"/>
        </w:rPr>
        <w:t>)  Sübhaneke, euzü</w:t>
      </w:r>
      <w:r w:rsidR="007A1FCC" w:rsidRPr="001F0635">
        <w:rPr>
          <w:rFonts w:ascii="Times New Roman" w:hAnsi="Times New Roman" w:cs="Times New Roman"/>
          <w:sz w:val="22"/>
          <w:szCs w:val="22"/>
        </w:rPr>
        <w:t xml:space="preserve">besmele, fatiha </w:t>
      </w:r>
    </w:p>
    <w:p w:rsidR="007A1FCC" w:rsidRPr="001F0635" w:rsidRDefault="007A1FCC" w:rsidP="006323A8">
      <w:pPr>
        <w:ind w:left="-180"/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B1029" w:rsidRPr="001F0635" w:rsidRDefault="001B1029" w:rsidP="006323A8">
      <w:pPr>
        <w:ind w:left="-180"/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B</w:t>
      </w:r>
      <w:r w:rsidR="007A1FCC" w:rsidRPr="001F0635">
        <w:rPr>
          <w:rFonts w:ascii="Times New Roman" w:hAnsi="Times New Roman" w:cs="Times New Roman"/>
          <w:sz w:val="22"/>
          <w:szCs w:val="22"/>
        </w:rPr>
        <w:t>)  Besmele,</w:t>
      </w:r>
      <w:r w:rsidR="005267B2" w:rsidRPr="001F0635">
        <w:rPr>
          <w:rFonts w:ascii="Times New Roman" w:hAnsi="Times New Roman" w:cs="Times New Roman"/>
          <w:sz w:val="22"/>
          <w:szCs w:val="22"/>
        </w:rPr>
        <w:t xml:space="preserve"> </w:t>
      </w:r>
      <w:r w:rsidR="007A1FCC" w:rsidRPr="001F0635">
        <w:rPr>
          <w:rFonts w:ascii="Times New Roman" w:hAnsi="Times New Roman" w:cs="Times New Roman"/>
          <w:sz w:val="22"/>
          <w:szCs w:val="22"/>
        </w:rPr>
        <w:t>fatiha,</w:t>
      </w:r>
      <w:r w:rsidR="005267B2" w:rsidRPr="001F0635">
        <w:rPr>
          <w:rFonts w:ascii="Times New Roman" w:hAnsi="Times New Roman" w:cs="Times New Roman"/>
          <w:sz w:val="22"/>
          <w:szCs w:val="22"/>
        </w:rPr>
        <w:t xml:space="preserve"> </w:t>
      </w:r>
      <w:r w:rsidR="007A1FCC" w:rsidRPr="001F0635">
        <w:rPr>
          <w:rFonts w:ascii="Times New Roman" w:hAnsi="Times New Roman" w:cs="Times New Roman"/>
          <w:sz w:val="22"/>
          <w:szCs w:val="22"/>
        </w:rPr>
        <w:t xml:space="preserve">ek sure </w:t>
      </w:r>
    </w:p>
    <w:p w:rsidR="007A1FCC" w:rsidRPr="001F0635" w:rsidRDefault="007A1FCC" w:rsidP="006323A8">
      <w:pPr>
        <w:ind w:left="-180"/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7A1FCC" w:rsidRPr="001F0635" w:rsidRDefault="001B1029" w:rsidP="006323A8">
      <w:pPr>
        <w:ind w:left="-180"/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C</w:t>
      </w:r>
      <w:r w:rsidR="005267B2" w:rsidRPr="001F0635">
        <w:rPr>
          <w:rFonts w:ascii="Times New Roman" w:hAnsi="Times New Roman" w:cs="Times New Roman"/>
          <w:sz w:val="22"/>
          <w:szCs w:val="22"/>
        </w:rPr>
        <w:t>)  Sübhaneke, euzü</w:t>
      </w:r>
      <w:r w:rsidR="007A1FCC" w:rsidRPr="001F0635">
        <w:rPr>
          <w:rFonts w:ascii="Times New Roman" w:hAnsi="Times New Roman" w:cs="Times New Roman"/>
          <w:sz w:val="22"/>
          <w:szCs w:val="22"/>
        </w:rPr>
        <w:t>besmele,</w:t>
      </w:r>
      <w:r w:rsidR="005267B2" w:rsidRPr="001F0635">
        <w:rPr>
          <w:rFonts w:ascii="Times New Roman" w:hAnsi="Times New Roman" w:cs="Times New Roman"/>
          <w:sz w:val="22"/>
          <w:szCs w:val="22"/>
        </w:rPr>
        <w:t xml:space="preserve"> </w:t>
      </w:r>
      <w:r w:rsidR="007A1FCC" w:rsidRPr="001F0635">
        <w:rPr>
          <w:rFonts w:ascii="Times New Roman" w:hAnsi="Times New Roman" w:cs="Times New Roman"/>
          <w:sz w:val="22"/>
          <w:szCs w:val="22"/>
        </w:rPr>
        <w:t>fatiha,</w:t>
      </w:r>
      <w:r w:rsidR="005267B2" w:rsidRPr="001F0635">
        <w:rPr>
          <w:rFonts w:ascii="Times New Roman" w:hAnsi="Times New Roman" w:cs="Times New Roman"/>
          <w:sz w:val="22"/>
          <w:szCs w:val="22"/>
        </w:rPr>
        <w:t xml:space="preserve"> </w:t>
      </w:r>
      <w:r w:rsidR="007A1FCC" w:rsidRPr="001F0635">
        <w:rPr>
          <w:rFonts w:ascii="Times New Roman" w:hAnsi="Times New Roman" w:cs="Times New Roman"/>
          <w:sz w:val="22"/>
          <w:szCs w:val="22"/>
        </w:rPr>
        <w:t xml:space="preserve">ek sure  </w:t>
      </w:r>
    </w:p>
    <w:p w:rsidR="001B1029" w:rsidRPr="001F0635" w:rsidRDefault="001B1029" w:rsidP="006323A8">
      <w:pPr>
        <w:ind w:left="-180"/>
        <w:rPr>
          <w:rFonts w:ascii="Times New Roman" w:hAnsi="Times New Roman" w:cs="Times New Roman"/>
          <w:sz w:val="22"/>
          <w:szCs w:val="22"/>
        </w:rPr>
      </w:pPr>
    </w:p>
    <w:p w:rsidR="007A1FCC" w:rsidRPr="001F0635" w:rsidRDefault="001B1029" w:rsidP="006323A8">
      <w:pPr>
        <w:ind w:left="-180"/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D</w:t>
      </w:r>
      <w:r w:rsidR="005267B2" w:rsidRPr="001F0635">
        <w:rPr>
          <w:rFonts w:ascii="Times New Roman" w:hAnsi="Times New Roman" w:cs="Times New Roman"/>
          <w:sz w:val="22"/>
          <w:szCs w:val="22"/>
        </w:rPr>
        <w:t>)  Euzü</w:t>
      </w:r>
      <w:r w:rsidR="007A1FCC" w:rsidRPr="001F0635">
        <w:rPr>
          <w:rFonts w:ascii="Times New Roman" w:hAnsi="Times New Roman" w:cs="Times New Roman"/>
          <w:sz w:val="22"/>
          <w:szCs w:val="22"/>
        </w:rPr>
        <w:t>besmele,</w:t>
      </w:r>
      <w:r w:rsidR="005267B2" w:rsidRPr="001F0635">
        <w:rPr>
          <w:rFonts w:ascii="Times New Roman" w:hAnsi="Times New Roman" w:cs="Times New Roman"/>
          <w:sz w:val="22"/>
          <w:szCs w:val="22"/>
        </w:rPr>
        <w:t xml:space="preserve"> </w:t>
      </w:r>
      <w:r w:rsidR="007A1FCC" w:rsidRPr="001F0635">
        <w:rPr>
          <w:rFonts w:ascii="Times New Roman" w:hAnsi="Times New Roman" w:cs="Times New Roman"/>
          <w:sz w:val="22"/>
          <w:szCs w:val="22"/>
        </w:rPr>
        <w:t>fatiha,</w:t>
      </w:r>
      <w:r w:rsidR="005267B2" w:rsidRPr="001F0635">
        <w:rPr>
          <w:rFonts w:ascii="Times New Roman" w:hAnsi="Times New Roman" w:cs="Times New Roman"/>
          <w:sz w:val="22"/>
          <w:szCs w:val="22"/>
        </w:rPr>
        <w:t xml:space="preserve"> </w:t>
      </w:r>
      <w:r w:rsidR="007A1FCC" w:rsidRPr="001F0635">
        <w:rPr>
          <w:rFonts w:ascii="Times New Roman" w:hAnsi="Times New Roman" w:cs="Times New Roman"/>
          <w:sz w:val="22"/>
          <w:szCs w:val="22"/>
        </w:rPr>
        <w:t>ek sure</w:t>
      </w:r>
    </w:p>
    <w:p w:rsidR="007308BA" w:rsidRPr="001F0635" w:rsidRDefault="007308BA" w:rsidP="00AF7AF2">
      <w:pPr>
        <w:tabs>
          <w:tab w:val="left" w:pos="426"/>
        </w:tabs>
        <w:rPr>
          <w:rFonts w:ascii="Times New Roman" w:hAnsi="Times New Roman" w:cs="Times New Roman"/>
          <w:b/>
          <w:sz w:val="22"/>
          <w:szCs w:val="22"/>
        </w:rPr>
      </w:pPr>
    </w:p>
    <w:p w:rsidR="007308BA" w:rsidRPr="001F0635" w:rsidRDefault="00AF7AF2" w:rsidP="007308BA">
      <w:pPr>
        <w:tabs>
          <w:tab w:val="left" w:pos="426"/>
        </w:tabs>
        <w:ind w:left="-180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6</w:t>
      </w:r>
      <w:r w:rsidR="007A1FCC" w:rsidRPr="001F0635">
        <w:rPr>
          <w:rFonts w:ascii="Times New Roman" w:hAnsi="Times New Roman" w:cs="Times New Roman"/>
          <w:b/>
          <w:sz w:val="22"/>
          <w:szCs w:val="22"/>
        </w:rPr>
        <w:t>.</w:t>
      </w:r>
      <w:r w:rsidR="007308BA" w:rsidRPr="001F0635">
        <w:rPr>
          <w:rFonts w:ascii="Times New Roman" w:hAnsi="Times New Roman" w:cs="Times New Roman"/>
          <w:b/>
          <w:sz w:val="22"/>
          <w:szCs w:val="22"/>
        </w:rPr>
        <w:t xml:space="preserve"> Aşağıdakilerden hangisi namazın insana kazandı</w:t>
      </w:r>
      <w:r w:rsidR="007308BA" w:rsidRPr="001F0635">
        <w:rPr>
          <w:rFonts w:ascii="Times New Roman" w:hAnsi="Times New Roman" w:cs="Times New Roman"/>
          <w:b/>
          <w:sz w:val="22"/>
          <w:szCs w:val="22"/>
        </w:rPr>
        <w:t>r</w:t>
      </w:r>
      <w:r w:rsidR="007308BA" w:rsidRPr="001F0635">
        <w:rPr>
          <w:rFonts w:ascii="Times New Roman" w:hAnsi="Times New Roman" w:cs="Times New Roman"/>
          <w:b/>
          <w:sz w:val="22"/>
          <w:szCs w:val="22"/>
        </w:rPr>
        <w:t>dıkları arası</w:t>
      </w:r>
      <w:r w:rsidR="007308BA" w:rsidRPr="001F0635">
        <w:rPr>
          <w:rFonts w:ascii="Times New Roman" w:hAnsi="Times New Roman" w:cs="Times New Roman"/>
          <w:b/>
          <w:sz w:val="22"/>
          <w:szCs w:val="22"/>
        </w:rPr>
        <w:t>n</w:t>
      </w:r>
      <w:r w:rsidR="007308BA" w:rsidRPr="001F0635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308BA" w:rsidRPr="001F0635">
        <w:rPr>
          <w:rFonts w:ascii="Times New Roman" w:hAnsi="Times New Roman" w:cs="Times New Roman"/>
          <w:b/>
          <w:i/>
          <w:sz w:val="22"/>
          <w:szCs w:val="22"/>
          <w:u w:val="single"/>
        </w:rPr>
        <w:t>sayılamaz?</w:t>
      </w:r>
    </w:p>
    <w:p w:rsidR="00AF7AF2" w:rsidRPr="001F0635" w:rsidRDefault="00AF7AF2" w:rsidP="007308BA">
      <w:pPr>
        <w:tabs>
          <w:tab w:val="left" w:pos="426"/>
        </w:tabs>
        <w:ind w:left="-180"/>
        <w:rPr>
          <w:rFonts w:ascii="Times New Roman" w:hAnsi="Times New Roman" w:cs="Times New Roman"/>
          <w:b/>
          <w:sz w:val="22"/>
          <w:szCs w:val="22"/>
        </w:rPr>
      </w:pPr>
    </w:p>
    <w:p w:rsidR="001F0635" w:rsidRDefault="001F0635" w:rsidP="007308BA">
      <w:pPr>
        <w:tabs>
          <w:tab w:val="left" w:pos="223"/>
          <w:tab w:val="left" w:pos="426"/>
        </w:tabs>
        <w:ind w:left="-180"/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A</w:t>
      </w:r>
      <w:r w:rsidR="007308BA" w:rsidRPr="001F0635">
        <w:rPr>
          <w:rFonts w:ascii="Times New Roman" w:hAnsi="Times New Roman" w:cs="Times New Roman"/>
          <w:sz w:val="22"/>
          <w:szCs w:val="22"/>
        </w:rPr>
        <w:t xml:space="preserve">) İnsanın duygu dünyasını zenginleştirir   </w:t>
      </w:r>
    </w:p>
    <w:p w:rsidR="007308BA" w:rsidRPr="001F0635" w:rsidRDefault="007308BA" w:rsidP="007308BA">
      <w:pPr>
        <w:tabs>
          <w:tab w:val="left" w:pos="223"/>
          <w:tab w:val="left" w:pos="426"/>
        </w:tabs>
        <w:ind w:left="-180"/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 xml:space="preserve">                       </w:t>
      </w:r>
    </w:p>
    <w:p w:rsidR="007308BA" w:rsidRDefault="001F0635" w:rsidP="007308BA">
      <w:pPr>
        <w:tabs>
          <w:tab w:val="left" w:pos="223"/>
          <w:tab w:val="left" w:pos="426"/>
        </w:tabs>
        <w:ind w:left="-180"/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B</w:t>
      </w:r>
      <w:r w:rsidR="007308BA" w:rsidRPr="001F0635">
        <w:rPr>
          <w:rFonts w:ascii="Times New Roman" w:hAnsi="Times New Roman" w:cs="Times New Roman"/>
          <w:sz w:val="22"/>
          <w:szCs w:val="22"/>
        </w:rPr>
        <w:t>) İnsanlardan uzak durmayı sağlar</w:t>
      </w:r>
    </w:p>
    <w:p w:rsidR="001F0635" w:rsidRPr="001F0635" w:rsidRDefault="001F0635" w:rsidP="007308BA">
      <w:pPr>
        <w:tabs>
          <w:tab w:val="left" w:pos="223"/>
          <w:tab w:val="left" w:pos="426"/>
        </w:tabs>
        <w:ind w:left="-180"/>
        <w:rPr>
          <w:rFonts w:ascii="Times New Roman" w:hAnsi="Times New Roman" w:cs="Times New Roman"/>
          <w:sz w:val="22"/>
          <w:szCs w:val="22"/>
        </w:rPr>
      </w:pPr>
    </w:p>
    <w:p w:rsidR="001F0635" w:rsidRDefault="001F0635" w:rsidP="007308BA">
      <w:pPr>
        <w:tabs>
          <w:tab w:val="left" w:pos="223"/>
          <w:tab w:val="left" w:pos="360"/>
          <w:tab w:val="left" w:pos="426"/>
        </w:tabs>
        <w:ind w:left="-180"/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C</w:t>
      </w:r>
      <w:r w:rsidR="007308BA" w:rsidRPr="001F0635">
        <w:rPr>
          <w:rFonts w:ascii="Times New Roman" w:hAnsi="Times New Roman" w:cs="Times New Roman"/>
          <w:sz w:val="22"/>
          <w:szCs w:val="22"/>
        </w:rPr>
        <w:t xml:space="preserve">) İnsana temizlik alışkanlığı kazandırır </w:t>
      </w:r>
    </w:p>
    <w:p w:rsidR="001F0635" w:rsidRDefault="001F0635" w:rsidP="007308BA">
      <w:pPr>
        <w:tabs>
          <w:tab w:val="left" w:pos="223"/>
          <w:tab w:val="left" w:pos="360"/>
          <w:tab w:val="left" w:pos="426"/>
        </w:tabs>
        <w:ind w:left="-180"/>
        <w:rPr>
          <w:rFonts w:ascii="Times New Roman" w:hAnsi="Times New Roman" w:cs="Times New Roman"/>
          <w:sz w:val="22"/>
          <w:szCs w:val="22"/>
        </w:rPr>
      </w:pPr>
    </w:p>
    <w:p w:rsidR="001B1029" w:rsidRDefault="001F0635" w:rsidP="001F0635">
      <w:pPr>
        <w:tabs>
          <w:tab w:val="left" w:pos="223"/>
          <w:tab w:val="left" w:pos="360"/>
          <w:tab w:val="left" w:pos="426"/>
        </w:tabs>
        <w:ind w:left="-18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D</w:t>
      </w:r>
      <w:r w:rsidR="007308BA" w:rsidRPr="001F0635">
        <w:rPr>
          <w:rFonts w:ascii="Times New Roman" w:hAnsi="Times New Roman" w:cs="Times New Roman"/>
          <w:sz w:val="22"/>
          <w:szCs w:val="22"/>
        </w:rPr>
        <w:t>) İnsanın davranışlarının bilinçli olmas</w:t>
      </w:r>
      <w:r w:rsidR="007308BA" w:rsidRPr="001F0635">
        <w:rPr>
          <w:rFonts w:ascii="Times New Roman" w:hAnsi="Times New Roman" w:cs="Times New Roman"/>
          <w:sz w:val="22"/>
          <w:szCs w:val="22"/>
        </w:rPr>
        <w:t>ı</w:t>
      </w:r>
      <w:r w:rsidR="007308BA" w:rsidRPr="001F0635">
        <w:rPr>
          <w:rFonts w:ascii="Times New Roman" w:hAnsi="Times New Roman" w:cs="Times New Roman"/>
          <w:sz w:val="22"/>
          <w:szCs w:val="22"/>
        </w:rPr>
        <w:t>nı sağlar</w:t>
      </w:r>
      <w:r w:rsidR="007A1FCC" w:rsidRPr="001F0635">
        <w:rPr>
          <w:rFonts w:ascii="Times New Roman" w:hAnsi="Times New Roman" w:cs="Times New Roman"/>
          <w:b/>
          <w:sz w:val="22"/>
          <w:szCs w:val="22"/>
        </w:rPr>
        <w:tab/>
      </w:r>
    </w:p>
    <w:p w:rsidR="00305CA9" w:rsidRDefault="00305CA9" w:rsidP="001F0635">
      <w:pPr>
        <w:tabs>
          <w:tab w:val="left" w:pos="223"/>
          <w:tab w:val="left" w:pos="360"/>
          <w:tab w:val="left" w:pos="426"/>
        </w:tabs>
        <w:ind w:left="-180"/>
        <w:rPr>
          <w:rFonts w:ascii="Times New Roman" w:hAnsi="Times New Roman" w:cs="Times New Roman"/>
          <w:b/>
          <w:sz w:val="22"/>
          <w:szCs w:val="22"/>
        </w:rPr>
      </w:pPr>
    </w:p>
    <w:p w:rsidR="00305CA9" w:rsidRDefault="00305CA9" w:rsidP="001F0635">
      <w:pPr>
        <w:tabs>
          <w:tab w:val="left" w:pos="223"/>
          <w:tab w:val="left" w:pos="360"/>
          <w:tab w:val="left" w:pos="426"/>
        </w:tabs>
        <w:ind w:left="-180"/>
        <w:rPr>
          <w:rFonts w:ascii="Times New Roman" w:hAnsi="Times New Roman" w:cs="Times New Roman"/>
          <w:b/>
          <w:sz w:val="22"/>
          <w:szCs w:val="22"/>
        </w:rPr>
      </w:pPr>
    </w:p>
    <w:p w:rsidR="00305CA9" w:rsidRDefault="00305CA9" w:rsidP="001F0635">
      <w:pPr>
        <w:tabs>
          <w:tab w:val="left" w:pos="223"/>
          <w:tab w:val="left" w:pos="360"/>
          <w:tab w:val="left" w:pos="426"/>
        </w:tabs>
        <w:ind w:left="-180"/>
        <w:rPr>
          <w:rFonts w:ascii="Times New Roman" w:hAnsi="Times New Roman" w:cs="Times New Roman"/>
          <w:b/>
          <w:sz w:val="22"/>
          <w:szCs w:val="22"/>
        </w:rPr>
      </w:pPr>
    </w:p>
    <w:p w:rsidR="00305CA9" w:rsidRDefault="00305CA9" w:rsidP="001F0635">
      <w:pPr>
        <w:tabs>
          <w:tab w:val="left" w:pos="223"/>
          <w:tab w:val="left" w:pos="360"/>
          <w:tab w:val="left" w:pos="426"/>
        </w:tabs>
        <w:ind w:left="-180"/>
        <w:rPr>
          <w:rFonts w:ascii="Times New Roman" w:hAnsi="Times New Roman" w:cs="Times New Roman"/>
          <w:b/>
          <w:sz w:val="22"/>
          <w:szCs w:val="22"/>
        </w:rPr>
      </w:pPr>
    </w:p>
    <w:p w:rsidR="00305CA9" w:rsidRPr="001F0635" w:rsidRDefault="00305CA9" w:rsidP="001F0635">
      <w:pPr>
        <w:tabs>
          <w:tab w:val="left" w:pos="223"/>
          <w:tab w:val="left" w:pos="360"/>
          <w:tab w:val="left" w:pos="426"/>
        </w:tabs>
        <w:ind w:left="-180"/>
        <w:rPr>
          <w:rFonts w:ascii="Times New Roman" w:hAnsi="Times New Roman" w:cs="Times New Roman"/>
          <w:sz w:val="22"/>
          <w:szCs w:val="22"/>
        </w:rPr>
      </w:pPr>
    </w:p>
    <w:p w:rsidR="001F0635" w:rsidRPr="001F0635" w:rsidRDefault="001F0635" w:rsidP="00AF7AF2">
      <w:pPr>
        <w:ind w:left="-180"/>
        <w:rPr>
          <w:rFonts w:ascii="Times New Roman" w:hAnsi="Times New Roman" w:cs="Times New Roman"/>
          <w:b/>
          <w:sz w:val="22"/>
          <w:szCs w:val="22"/>
        </w:rPr>
      </w:pPr>
    </w:p>
    <w:p w:rsidR="001B1029" w:rsidRPr="001F0635" w:rsidRDefault="00AF7AF2" w:rsidP="001F0635">
      <w:pPr>
        <w:ind w:left="-180"/>
        <w:rPr>
          <w:rFonts w:ascii="Comic Sans MS" w:hAnsi="Comic Sans MS"/>
          <w:b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lastRenderedPageBreak/>
        <w:t xml:space="preserve">7. </w:t>
      </w:r>
      <w:r w:rsidR="00F72709" w:rsidRPr="001F0635">
        <w:rPr>
          <w:rFonts w:ascii="Times New Roman" w:hAnsi="Times New Roman" w:cs="Times New Roman"/>
          <w:b/>
          <w:sz w:val="22"/>
          <w:szCs w:val="22"/>
        </w:rPr>
        <w:t>Aşağıdakilerd</w:t>
      </w:r>
      <w:r w:rsidRPr="001F0635">
        <w:rPr>
          <w:rFonts w:ascii="Times New Roman" w:hAnsi="Times New Roman" w:cs="Times New Roman"/>
          <w:b/>
          <w:sz w:val="22"/>
          <w:szCs w:val="22"/>
        </w:rPr>
        <w:t xml:space="preserve">en hangisi namazın şartlarından </w:t>
      </w:r>
      <w:r w:rsidR="001B1029" w:rsidRPr="001F0635">
        <w:rPr>
          <w:rFonts w:ascii="Times New Roman" w:hAnsi="Times New Roman" w:cs="Times New Roman"/>
          <w:b/>
          <w:sz w:val="22"/>
          <w:szCs w:val="22"/>
        </w:rPr>
        <w:t xml:space="preserve">  </w:t>
      </w:r>
    </w:p>
    <w:p w:rsidR="00F72709" w:rsidRPr="001F0635" w:rsidRDefault="00F72709" w:rsidP="00AF7AF2">
      <w:pPr>
        <w:ind w:left="-180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birisi</w:t>
      </w:r>
      <w:r w:rsidR="00AF7AF2" w:rsidRPr="001F063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F0635">
        <w:rPr>
          <w:rFonts w:ascii="Times New Roman" w:hAnsi="Times New Roman" w:cs="Times New Roman"/>
          <w:b/>
          <w:i/>
          <w:sz w:val="22"/>
          <w:szCs w:val="22"/>
          <w:u w:val="single"/>
        </w:rPr>
        <w:t>d</w:t>
      </w:r>
      <w:r w:rsidRPr="001F0635">
        <w:rPr>
          <w:rFonts w:ascii="Times New Roman" w:hAnsi="Times New Roman" w:cs="Times New Roman"/>
          <w:b/>
          <w:i/>
          <w:sz w:val="22"/>
          <w:szCs w:val="22"/>
          <w:u w:val="single"/>
        </w:rPr>
        <w:t>e</w:t>
      </w:r>
      <w:r w:rsidRPr="001F0635">
        <w:rPr>
          <w:rFonts w:ascii="Times New Roman" w:hAnsi="Times New Roman" w:cs="Times New Roman"/>
          <w:b/>
          <w:i/>
          <w:sz w:val="22"/>
          <w:szCs w:val="22"/>
          <w:u w:val="single"/>
        </w:rPr>
        <w:t>ğildir?</w:t>
      </w:r>
    </w:p>
    <w:p w:rsidR="00AF7AF2" w:rsidRPr="001F0635" w:rsidRDefault="00AF7AF2" w:rsidP="00AF7AF2">
      <w:pPr>
        <w:ind w:left="-180"/>
        <w:rPr>
          <w:rFonts w:ascii="Times New Roman" w:hAnsi="Times New Roman" w:cs="Times New Roman"/>
          <w:b/>
          <w:sz w:val="22"/>
          <w:szCs w:val="22"/>
        </w:rPr>
      </w:pPr>
    </w:p>
    <w:p w:rsidR="00E15F95" w:rsidRPr="001F0635" w:rsidRDefault="001F0635" w:rsidP="006323A8">
      <w:pPr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A</w:t>
      </w:r>
      <w:r w:rsidR="00F72709" w:rsidRPr="001F0635">
        <w:rPr>
          <w:rFonts w:ascii="Times New Roman" w:hAnsi="Times New Roman" w:cs="Times New Roman"/>
          <w:sz w:val="22"/>
          <w:szCs w:val="22"/>
        </w:rPr>
        <w:t xml:space="preserve">) Kıbleye </w:t>
      </w:r>
      <w:r w:rsidR="00E15F95" w:rsidRPr="001F0635">
        <w:rPr>
          <w:rFonts w:ascii="Times New Roman" w:hAnsi="Times New Roman" w:cs="Times New Roman"/>
          <w:sz w:val="22"/>
          <w:szCs w:val="22"/>
        </w:rPr>
        <w:t>yönelmek</w:t>
      </w:r>
      <w:r w:rsidR="003C7D61" w:rsidRPr="001F0635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="00E15F95" w:rsidRPr="001F0635">
        <w:rPr>
          <w:rFonts w:ascii="Times New Roman" w:hAnsi="Times New Roman" w:cs="Times New Roman"/>
          <w:sz w:val="22"/>
          <w:szCs w:val="22"/>
        </w:rPr>
        <w:t xml:space="preserve">  </w:t>
      </w:r>
      <w:r w:rsidR="003C7D61" w:rsidRPr="001F0635">
        <w:rPr>
          <w:rFonts w:ascii="Times New Roman" w:hAnsi="Times New Roman" w:cs="Times New Roman"/>
          <w:sz w:val="22"/>
          <w:szCs w:val="22"/>
        </w:rPr>
        <w:t xml:space="preserve"> </w:t>
      </w:r>
      <w:r w:rsidRPr="001F0635">
        <w:rPr>
          <w:rFonts w:ascii="Times New Roman" w:hAnsi="Times New Roman" w:cs="Times New Roman"/>
          <w:sz w:val="22"/>
          <w:szCs w:val="22"/>
        </w:rPr>
        <w:t xml:space="preserve">B) </w:t>
      </w:r>
      <w:r w:rsidR="003C7D61" w:rsidRPr="001F0635">
        <w:rPr>
          <w:rFonts w:ascii="Times New Roman" w:hAnsi="Times New Roman" w:cs="Times New Roman"/>
          <w:sz w:val="22"/>
          <w:szCs w:val="22"/>
        </w:rPr>
        <w:t>Vak</w:t>
      </w:r>
      <w:r w:rsidR="00E15F95" w:rsidRPr="001F0635">
        <w:rPr>
          <w:rFonts w:ascii="Times New Roman" w:hAnsi="Times New Roman" w:cs="Times New Roman"/>
          <w:sz w:val="22"/>
          <w:szCs w:val="22"/>
        </w:rPr>
        <w:t>it</w:t>
      </w:r>
    </w:p>
    <w:p w:rsidR="00AF7AF2" w:rsidRPr="001F0635" w:rsidRDefault="00AF7AF2" w:rsidP="006323A8">
      <w:pPr>
        <w:rPr>
          <w:rFonts w:ascii="Times New Roman" w:hAnsi="Times New Roman" w:cs="Times New Roman"/>
          <w:sz w:val="22"/>
          <w:szCs w:val="22"/>
        </w:rPr>
      </w:pPr>
    </w:p>
    <w:p w:rsidR="001B1029" w:rsidRPr="001F0635" w:rsidRDefault="001F0635" w:rsidP="006323A8">
      <w:pPr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C</w:t>
      </w:r>
      <w:r w:rsidR="00F72709" w:rsidRPr="001F0635">
        <w:rPr>
          <w:rFonts w:ascii="Times New Roman" w:hAnsi="Times New Roman" w:cs="Times New Roman"/>
          <w:sz w:val="22"/>
          <w:szCs w:val="22"/>
        </w:rPr>
        <w:t>)</w:t>
      </w:r>
      <w:r w:rsidR="00AF7AF2" w:rsidRPr="001F0635">
        <w:rPr>
          <w:rFonts w:ascii="Times New Roman" w:hAnsi="Times New Roman" w:cs="Times New Roman"/>
          <w:sz w:val="22"/>
          <w:szCs w:val="22"/>
        </w:rPr>
        <w:t xml:space="preserve"> </w:t>
      </w:r>
      <w:r w:rsidR="00F72709" w:rsidRPr="001F0635">
        <w:rPr>
          <w:rFonts w:ascii="Times New Roman" w:hAnsi="Times New Roman" w:cs="Times New Roman"/>
          <w:sz w:val="22"/>
          <w:szCs w:val="22"/>
        </w:rPr>
        <w:t>Namazı camide kılmak</w:t>
      </w:r>
      <w:r w:rsidR="003C7D61" w:rsidRPr="001F0635">
        <w:rPr>
          <w:rFonts w:ascii="Times New Roman" w:hAnsi="Times New Roman" w:cs="Times New Roman"/>
          <w:sz w:val="22"/>
          <w:szCs w:val="22"/>
        </w:rPr>
        <w:t xml:space="preserve">        </w:t>
      </w:r>
      <w:r w:rsidR="00E15F95" w:rsidRPr="001F0635">
        <w:rPr>
          <w:rFonts w:ascii="Times New Roman" w:hAnsi="Times New Roman" w:cs="Times New Roman"/>
          <w:sz w:val="22"/>
          <w:szCs w:val="22"/>
        </w:rPr>
        <w:t xml:space="preserve">  </w:t>
      </w:r>
      <w:r w:rsidR="003C7D61" w:rsidRPr="001F0635">
        <w:rPr>
          <w:rFonts w:ascii="Times New Roman" w:hAnsi="Times New Roman" w:cs="Times New Roman"/>
          <w:sz w:val="22"/>
          <w:szCs w:val="22"/>
        </w:rPr>
        <w:t xml:space="preserve"> </w:t>
      </w:r>
      <w:r w:rsidR="00E15F95" w:rsidRPr="001F0635">
        <w:rPr>
          <w:rFonts w:ascii="Times New Roman" w:hAnsi="Times New Roman" w:cs="Times New Roman"/>
          <w:sz w:val="22"/>
          <w:szCs w:val="22"/>
        </w:rPr>
        <w:t xml:space="preserve"> </w:t>
      </w:r>
      <w:r w:rsidRPr="001F0635">
        <w:rPr>
          <w:rFonts w:ascii="Times New Roman" w:hAnsi="Times New Roman" w:cs="Times New Roman"/>
          <w:sz w:val="22"/>
          <w:szCs w:val="22"/>
        </w:rPr>
        <w:t xml:space="preserve">D) </w:t>
      </w:r>
      <w:r w:rsidR="003C7D61" w:rsidRPr="001F0635">
        <w:rPr>
          <w:rFonts w:ascii="Times New Roman" w:hAnsi="Times New Roman" w:cs="Times New Roman"/>
          <w:sz w:val="22"/>
          <w:szCs w:val="22"/>
        </w:rPr>
        <w:t>Niyet e</w:t>
      </w:r>
      <w:r w:rsidR="003C7D61" w:rsidRPr="001F0635">
        <w:rPr>
          <w:rFonts w:ascii="Times New Roman" w:hAnsi="Times New Roman" w:cs="Times New Roman"/>
          <w:sz w:val="22"/>
          <w:szCs w:val="22"/>
        </w:rPr>
        <w:t>t</w:t>
      </w:r>
      <w:r w:rsidR="003C7D61" w:rsidRPr="001F0635">
        <w:rPr>
          <w:rFonts w:ascii="Times New Roman" w:hAnsi="Times New Roman" w:cs="Times New Roman"/>
          <w:sz w:val="22"/>
          <w:szCs w:val="22"/>
        </w:rPr>
        <w:t>mek</w:t>
      </w:r>
    </w:p>
    <w:p w:rsidR="00F72709" w:rsidRPr="001F0635" w:rsidRDefault="00F72709" w:rsidP="006323A8">
      <w:pPr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ab/>
      </w:r>
    </w:p>
    <w:p w:rsidR="00F72709" w:rsidRPr="001F0635" w:rsidRDefault="00AF7AF2" w:rsidP="006323A8">
      <w:pPr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8</w:t>
      </w:r>
      <w:r w:rsidR="00E15F95" w:rsidRPr="001F0635">
        <w:rPr>
          <w:rFonts w:ascii="Times New Roman" w:hAnsi="Times New Roman" w:cs="Times New Roman"/>
          <w:b/>
          <w:sz w:val="22"/>
          <w:szCs w:val="22"/>
        </w:rPr>
        <w:t>.</w:t>
      </w:r>
      <w:r w:rsidR="00F72709" w:rsidRPr="001F0635">
        <w:rPr>
          <w:rFonts w:ascii="Times New Roman" w:hAnsi="Times New Roman" w:cs="Times New Roman"/>
          <w:b/>
          <w:sz w:val="22"/>
          <w:szCs w:val="22"/>
        </w:rPr>
        <w:t xml:space="preserve"> Hz.Muhammed (</w:t>
      </w:r>
      <w:r w:rsidRPr="001F0635">
        <w:rPr>
          <w:rFonts w:ascii="Times New Roman" w:hAnsi="Times New Roman" w:cs="Times New Roman"/>
          <w:b/>
          <w:sz w:val="22"/>
          <w:szCs w:val="22"/>
        </w:rPr>
        <w:t>A.S.M.</w:t>
      </w:r>
      <w:r w:rsidR="00F72709" w:rsidRPr="001F0635">
        <w:rPr>
          <w:rFonts w:ascii="Times New Roman" w:hAnsi="Times New Roman" w:cs="Times New Roman"/>
          <w:b/>
          <w:sz w:val="22"/>
          <w:szCs w:val="22"/>
        </w:rPr>
        <w:t>)’in bildirdiğine göre “d</w:t>
      </w:r>
      <w:r w:rsidR="00F72709" w:rsidRPr="001F0635">
        <w:rPr>
          <w:rFonts w:ascii="Times New Roman" w:hAnsi="Times New Roman" w:cs="Times New Roman"/>
          <w:b/>
          <w:sz w:val="22"/>
          <w:szCs w:val="22"/>
        </w:rPr>
        <w:t>i</w:t>
      </w:r>
      <w:r w:rsidR="00F72709" w:rsidRPr="001F0635">
        <w:rPr>
          <w:rFonts w:ascii="Times New Roman" w:hAnsi="Times New Roman" w:cs="Times New Roman"/>
          <w:b/>
          <w:sz w:val="22"/>
          <w:szCs w:val="22"/>
        </w:rPr>
        <w:t>nin direği” olan ibadet aşağıdakilerden hangis</w:t>
      </w:r>
      <w:r w:rsidR="00F72709" w:rsidRPr="001F0635">
        <w:rPr>
          <w:rFonts w:ascii="Times New Roman" w:hAnsi="Times New Roman" w:cs="Times New Roman"/>
          <w:b/>
          <w:sz w:val="22"/>
          <w:szCs w:val="22"/>
        </w:rPr>
        <w:t>i</w:t>
      </w:r>
      <w:r w:rsidR="00F72709" w:rsidRPr="001F0635">
        <w:rPr>
          <w:rFonts w:ascii="Times New Roman" w:hAnsi="Times New Roman" w:cs="Times New Roman"/>
          <w:b/>
          <w:sz w:val="22"/>
          <w:szCs w:val="22"/>
        </w:rPr>
        <w:t>dir?</w:t>
      </w:r>
    </w:p>
    <w:p w:rsidR="00AF7AF2" w:rsidRPr="001F0635" w:rsidRDefault="00AF7AF2" w:rsidP="006323A8">
      <w:pPr>
        <w:rPr>
          <w:rFonts w:ascii="Times New Roman" w:hAnsi="Times New Roman" w:cs="Times New Roman"/>
          <w:sz w:val="22"/>
          <w:szCs w:val="22"/>
        </w:rPr>
      </w:pPr>
    </w:p>
    <w:p w:rsidR="00F72709" w:rsidRPr="001F0635" w:rsidRDefault="001F0635" w:rsidP="006323A8">
      <w:pPr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A) Oruç         B) Zekât</w:t>
      </w:r>
      <w:r w:rsidRPr="001F0635">
        <w:rPr>
          <w:rFonts w:ascii="Times New Roman" w:hAnsi="Times New Roman" w:cs="Times New Roman"/>
          <w:sz w:val="22"/>
          <w:szCs w:val="22"/>
        </w:rPr>
        <w:tab/>
        <w:t xml:space="preserve">       C) Namaz</w:t>
      </w:r>
      <w:r w:rsidRPr="001F0635">
        <w:rPr>
          <w:rFonts w:ascii="Times New Roman" w:hAnsi="Times New Roman" w:cs="Times New Roman"/>
          <w:sz w:val="22"/>
          <w:szCs w:val="22"/>
        </w:rPr>
        <w:tab/>
        <w:t xml:space="preserve">       D) Hac</w:t>
      </w:r>
    </w:p>
    <w:p w:rsidR="001B1029" w:rsidRPr="001F0635" w:rsidRDefault="001B1029" w:rsidP="006323A8">
      <w:pPr>
        <w:rPr>
          <w:rFonts w:ascii="Times New Roman" w:hAnsi="Times New Roman" w:cs="Times New Roman"/>
          <w:b/>
          <w:sz w:val="22"/>
          <w:szCs w:val="22"/>
        </w:rPr>
      </w:pPr>
    </w:p>
    <w:p w:rsidR="004B5A5A" w:rsidRPr="001F0635" w:rsidRDefault="001F0635" w:rsidP="006323A8">
      <w:pPr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9</w:t>
      </w:r>
      <w:r w:rsidR="00E15F95" w:rsidRPr="001F0635">
        <w:rPr>
          <w:rFonts w:ascii="Times New Roman" w:hAnsi="Times New Roman" w:cs="Times New Roman"/>
          <w:b/>
          <w:sz w:val="22"/>
          <w:szCs w:val="22"/>
        </w:rPr>
        <w:t>.</w:t>
      </w:r>
      <w:r w:rsidR="004B5A5A" w:rsidRPr="001F0635">
        <w:rPr>
          <w:rFonts w:ascii="Times New Roman" w:hAnsi="Times New Roman" w:cs="Times New Roman"/>
          <w:b/>
          <w:sz w:val="22"/>
          <w:szCs w:val="22"/>
        </w:rPr>
        <w:t xml:space="preserve"> Aşağıdakilerden hangisi gusül abdestinin farzl</w:t>
      </w:r>
      <w:r w:rsidR="004B5A5A" w:rsidRPr="001F0635">
        <w:rPr>
          <w:rFonts w:ascii="Times New Roman" w:hAnsi="Times New Roman" w:cs="Times New Roman"/>
          <w:b/>
          <w:sz w:val="22"/>
          <w:szCs w:val="22"/>
        </w:rPr>
        <w:t>a</w:t>
      </w:r>
      <w:r w:rsidR="004B5A5A" w:rsidRPr="001F0635">
        <w:rPr>
          <w:rFonts w:ascii="Times New Roman" w:hAnsi="Times New Roman" w:cs="Times New Roman"/>
          <w:b/>
          <w:sz w:val="22"/>
          <w:szCs w:val="22"/>
        </w:rPr>
        <w:t xml:space="preserve">rından </w:t>
      </w:r>
      <w:r w:rsidR="004B5A5A" w:rsidRPr="001F0635">
        <w:rPr>
          <w:rFonts w:ascii="Times New Roman" w:hAnsi="Times New Roman" w:cs="Times New Roman"/>
          <w:b/>
          <w:i/>
          <w:sz w:val="22"/>
          <w:szCs w:val="22"/>
          <w:u w:val="single"/>
        </w:rPr>
        <w:t>değildir?</w:t>
      </w:r>
    </w:p>
    <w:p w:rsidR="00AF7AF2" w:rsidRPr="001F0635" w:rsidRDefault="00AF7AF2" w:rsidP="006323A8">
      <w:pPr>
        <w:rPr>
          <w:rFonts w:ascii="Times New Roman" w:hAnsi="Times New Roman" w:cs="Times New Roman"/>
          <w:b/>
          <w:sz w:val="22"/>
          <w:szCs w:val="22"/>
        </w:rPr>
      </w:pPr>
    </w:p>
    <w:p w:rsidR="00AF7AF2" w:rsidRPr="001F0635" w:rsidRDefault="001F0635" w:rsidP="006323A8">
      <w:pPr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A) Ağzımızı Temizlemek     B) Burnumuzu Temizl</w:t>
      </w:r>
      <w:r w:rsidRPr="001F0635">
        <w:rPr>
          <w:rFonts w:ascii="Times New Roman" w:hAnsi="Times New Roman" w:cs="Times New Roman"/>
          <w:sz w:val="22"/>
          <w:szCs w:val="22"/>
        </w:rPr>
        <w:t>e</w:t>
      </w:r>
      <w:r w:rsidRPr="001F0635">
        <w:rPr>
          <w:rFonts w:ascii="Times New Roman" w:hAnsi="Times New Roman" w:cs="Times New Roman"/>
          <w:sz w:val="22"/>
          <w:szCs w:val="22"/>
        </w:rPr>
        <w:t xml:space="preserve">mek </w:t>
      </w:r>
      <w:r w:rsidRPr="001F0635">
        <w:rPr>
          <w:rFonts w:ascii="Times New Roman" w:hAnsi="Times New Roman" w:cs="Times New Roman"/>
          <w:sz w:val="22"/>
          <w:szCs w:val="22"/>
        </w:rPr>
        <w:tab/>
        <w:t xml:space="preserve">  </w:t>
      </w:r>
    </w:p>
    <w:p w:rsidR="004B5A5A" w:rsidRPr="001F0635" w:rsidRDefault="001F0635" w:rsidP="006323A8">
      <w:pPr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C) Bütün Vücudu Yıkamak   D) Başımızı Mesh Etmek</w:t>
      </w:r>
    </w:p>
    <w:p w:rsidR="00AF7AF2" w:rsidRPr="001F0635" w:rsidRDefault="00AF7AF2" w:rsidP="006323A8">
      <w:pPr>
        <w:rPr>
          <w:rFonts w:ascii="Times New Roman" w:hAnsi="Times New Roman" w:cs="Times New Roman"/>
          <w:sz w:val="22"/>
          <w:szCs w:val="22"/>
        </w:rPr>
      </w:pPr>
    </w:p>
    <w:p w:rsidR="004B5A5A" w:rsidRPr="001F0635" w:rsidRDefault="001F0635" w:rsidP="006323A8">
      <w:pPr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10</w:t>
      </w:r>
      <w:r w:rsidR="00E15F95" w:rsidRPr="001F0635">
        <w:rPr>
          <w:rFonts w:ascii="Times New Roman" w:hAnsi="Times New Roman" w:cs="Times New Roman"/>
          <w:b/>
          <w:sz w:val="22"/>
          <w:szCs w:val="22"/>
        </w:rPr>
        <w:t>.</w:t>
      </w:r>
      <w:r w:rsidR="004B5A5A" w:rsidRPr="001F0635">
        <w:rPr>
          <w:rFonts w:ascii="Times New Roman" w:hAnsi="Times New Roman" w:cs="Times New Roman"/>
          <w:b/>
          <w:sz w:val="22"/>
          <w:szCs w:val="22"/>
        </w:rPr>
        <w:t>Aşağıdakilerden hangisi namazı bozmaz?</w:t>
      </w:r>
    </w:p>
    <w:p w:rsidR="00AF7AF2" w:rsidRPr="001F0635" w:rsidRDefault="00AF7AF2" w:rsidP="006323A8">
      <w:pPr>
        <w:rPr>
          <w:rFonts w:ascii="Times New Roman" w:hAnsi="Times New Roman" w:cs="Times New Roman"/>
          <w:b/>
          <w:sz w:val="22"/>
          <w:szCs w:val="22"/>
        </w:rPr>
      </w:pPr>
    </w:p>
    <w:p w:rsidR="004B5A5A" w:rsidRPr="001F0635" w:rsidRDefault="001F0635" w:rsidP="006323A8">
      <w:pPr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A) Namazda Yemek, İçmek      B) Abdestin Bozulm</w:t>
      </w:r>
      <w:r w:rsidRPr="001F0635">
        <w:rPr>
          <w:rFonts w:ascii="Times New Roman" w:hAnsi="Times New Roman" w:cs="Times New Roman"/>
          <w:sz w:val="22"/>
          <w:szCs w:val="22"/>
        </w:rPr>
        <w:t>a</w:t>
      </w:r>
      <w:r w:rsidRPr="001F0635">
        <w:rPr>
          <w:rFonts w:ascii="Times New Roman" w:hAnsi="Times New Roman" w:cs="Times New Roman"/>
          <w:sz w:val="22"/>
          <w:szCs w:val="22"/>
        </w:rPr>
        <w:t>sı</w:t>
      </w:r>
    </w:p>
    <w:p w:rsidR="00AF7AF2" w:rsidRPr="001F0635" w:rsidRDefault="00AF7AF2" w:rsidP="006323A8">
      <w:pPr>
        <w:rPr>
          <w:rFonts w:ascii="Times New Roman" w:hAnsi="Times New Roman" w:cs="Times New Roman"/>
          <w:sz w:val="22"/>
          <w:szCs w:val="22"/>
        </w:rPr>
      </w:pPr>
    </w:p>
    <w:p w:rsidR="004B5A5A" w:rsidRPr="001F0635" w:rsidRDefault="001F0635" w:rsidP="006323A8">
      <w:pPr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sz w:val="22"/>
          <w:szCs w:val="22"/>
        </w:rPr>
        <w:t>C) Namazda Düşünmek             D) Namazda Konu</w:t>
      </w:r>
      <w:r w:rsidRPr="001F0635">
        <w:rPr>
          <w:rFonts w:ascii="Times New Roman" w:hAnsi="Times New Roman" w:cs="Times New Roman"/>
          <w:sz w:val="22"/>
          <w:szCs w:val="22"/>
        </w:rPr>
        <w:t>ş</w:t>
      </w:r>
      <w:r w:rsidRPr="001F0635">
        <w:rPr>
          <w:rFonts w:ascii="Times New Roman" w:hAnsi="Times New Roman" w:cs="Times New Roman"/>
          <w:sz w:val="22"/>
          <w:szCs w:val="22"/>
        </w:rPr>
        <w:t>mak</w:t>
      </w:r>
    </w:p>
    <w:p w:rsidR="001B1029" w:rsidRPr="001F0635" w:rsidRDefault="001B1029" w:rsidP="007308BA">
      <w:pPr>
        <w:tabs>
          <w:tab w:val="left" w:pos="223"/>
          <w:tab w:val="left" w:pos="360"/>
          <w:tab w:val="left" w:pos="426"/>
        </w:tabs>
        <w:rPr>
          <w:rFonts w:ascii="Times New Roman" w:hAnsi="Times New Roman" w:cs="Times New Roman"/>
          <w:sz w:val="22"/>
          <w:szCs w:val="22"/>
        </w:rPr>
      </w:pPr>
    </w:p>
    <w:p w:rsidR="00AF7AF2" w:rsidRPr="005E0816" w:rsidRDefault="00AF7AF2" w:rsidP="00305CA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0816">
        <w:rPr>
          <w:rFonts w:ascii="Times New Roman" w:hAnsi="Times New Roman" w:cs="Times New Roman"/>
          <w:b/>
          <w:sz w:val="28"/>
          <w:szCs w:val="28"/>
          <w:u w:val="single"/>
        </w:rPr>
        <w:t xml:space="preserve">B. </w:t>
      </w:r>
      <w:r w:rsidR="005D1DD4" w:rsidRPr="005E0816">
        <w:rPr>
          <w:rFonts w:ascii="Times New Roman" w:hAnsi="Times New Roman" w:cs="Times New Roman"/>
          <w:b/>
          <w:sz w:val="28"/>
          <w:szCs w:val="28"/>
          <w:u w:val="single"/>
        </w:rPr>
        <w:t>Abdestin alınışını yazınız.</w:t>
      </w:r>
      <w:r w:rsidR="001B1029" w:rsidRPr="005E0816">
        <w:rPr>
          <w:rFonts w:ascii="Times New Roman" w:hAnsi="Times New Roman" w:cs="Times New Roman"/>
          <w:b/>
          <w:sz w:val="28"/>
          <w:szCs w:val="28"/>
          <w:u w:val="single"/>
        </w:rPr>
        <w:t xml:space="preserve"> (10</w:t>
      </w:r>
      <w:r w:rsidR="00F82762" w:rsidRPr="005E0816">
        <w:rPr>
          <w:rFonts w:ascii="Times New Roman" w:hAnsi="Times New Roman" w:cs="Times New Roman"/>
          <w:b/>
          <w:sz w:val="28"/>
          <w:szCs w:val="28"/>
          <w:u w:val="single"/>
        </w:rPr>
        <w:t xml:space="preserve"> puan)</w:t>
      </w:r>
    </w:p>
    <w:p w:rsidR="005D1DD4" w:rsidRPr="001F0635" w:rsidRDefault="005D1DD4" w:rsidP="00305CA9">
      <w:pPr>
        <w:spacing w:before="120" w:after="12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 xml:space="preserve">1. </w:t>
      </w:r>
      <w:r w:rsidRPr="001F0635">
        <w:rPr>
          <w:rFonts w:ascii="Times New Roman" w:hAnsi="Times New Roman" w:cs="Times New Roman"/>
          <w:sz w:val="22"/>
          <w:szCs w:val="22"/>
        </w:rPr>
        <w:t>Niyet</w:t>
      </w:r>
      <w:r w:rsidR="00AF7AF2" w:rsidRPr="001F0635">
        <w:rPr>
          <w:rFonts w:ascii="Times New Roman" w:hAnsi="Times New Roman" w:cs="Times New Roman"/>
          <w:sz w:val="22"/>
          <w:szCs w:val="22"/>
        </w:rPr>
        <w:t xml:space="preserve"> etmek</w:t>
      </w:r>
    </w:p>
    <w:p w:rsidR="005D1DD4" w:rsidRPr="001F0635" w:rsidRDefault="005D1DD4" w:rsidP="00305CA9">
      <w:pPr>
        <w:spacing w:before="120" w:after="12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2.</w:t>
      </w:r>
      <w:r w:rsidR="00AF7AF2" w:rsidRPr="001F063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B1029" w:rsidRPr="001F0635">
        <w:rPr>
          <w:rFonts w:ascii="Times New Roman" w:hAnsi="Times New Roman" w:cs="Times New Roman"/>
          <w:sz w:val="22"/>
          <w:szCs w:val="22"/>
        </w:rPr>
        <w:t>Elleri yıkamak</w:t>
      </w:r>
    </w:p>
    <w:p w:rsidR="005D1DD4" w:rsidRPr="001F0635" w:rsidRDefault="005D1DD4" w:rsidP="00305CA9">
      <w:pPr>
        <w:spacing w:before="120" w:after="12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 xml:space="preserve">3. </w:t>
      </w:r>
      <w:r w:rsidR="00AF7AF2" w:rsidRPr="001F0635">
        <w:rPr>
          <w:rFonts w:ascii="Times New Roman" w:hAnsi="Times New Roman" w:cs="Times New Roman"/>
          <w:sz w:val="22"/>
          <w:szCs w:val="22"/>
        </w:rPr>
        <w:t>Ağza 3 defa su alıp temizlemek.</w:t>
      </w:r>
    </w:p>
    <w:p w:rsidR="005D1DD4" w:rsidRPr="001F0635" w:rsidRDefault="005D1DD4" w:rsidP="00305CA9">
      <w:pPr>
        <w:spacing w:before="120" w:after="12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4.</w:t>
      </w:r>
      <w:r w:rsidR="003D30BE" w:rsidRPr="001F063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D1DD4" w:rsidRPr="001F0635" w:rsidRDefault="005D1DD4" w:rsidP="00305CA9">
      <w:pPr>
        <w:spacing w:before="120" w:after="12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5.</w:t>
      </w:r>
      <w:r w:rsidR="001B1029" w:rsidRPr="001F063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B1029" w:rsidRPr="001F0635">
        <w:rPr>
          <w:rFonts w:ascii="Times New Roman" w:hAnsi="Times New Roman" w:cs="Times New Roman"/>
          <w:sz w:val="22"/>
          <w:szCs w:val="22"/>
        </w:rPr>
        <w:t>Yüzümüzü yıkamak</w:t>
      </w:r>
    </w:p>
    <w:p w:rsidR="005D1DD4" w:rsidRPr="001F0635" w:rsidRDefault="005D1DD4" w:rsidP="00305CA9">
      <w:pPr>
        <w:spacing w:before="120" w:after="12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6.</w:t>
      </w:r>
      <w:r w:rsidR="00A67707" w:rsidRPr="001F0635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5D1DD4" w:rsidRPr="001F0635" w:rsidRDefault="005D1DD4" w:rsidP="00305CA9">
      <w:pPr>
        <w:spacing w:before="120" w:after="12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7.</w:t>
      </w:r>
      <w:r w:rsidR="003D30BE" w:rsidRPr="001F0635">
        <w:rPr>
          <w:rFonts w:ascii="Times New Roman" w:hAnsi="Times New Roman" w:cs="Times New Roman"/>
          <w:sz w:val="22"/>
          <w:szCs w:val="22"/>
        </w:rPr>
        <w:t xml:space="preserve"> </w:t>
      </w:r>
      <w:r w:rsidR="00AF7AF2" w:rsidRPr="001F0635">
        <w:rPr>
          <w:rFonts w:ascii="Times New Roman" w:hAnsi="Times New Roman" w:cs="Times New Roman"/>
          <w:sz w:val="22"/>
          <w:szCs w:val="22"/>
        </w:rPr>
        <w:t xml:space="preserve"> </w:t>
      </w:r>
      <w:r w:rsidR="001B1029" w:rsidRPr="001F0635">
        <w:rPr>
          <w:rFonts w:ascii="Times New Roman" w:hAnsi="Times New Roman" w:cs="Times New Roman"/>
          <w:sz w:val="22"/>
          <w:szCs w:val="22"/>
        </w:rPr>
        <w:t>Sol kolu dirseklerle birlikte yıkamak</w:t>
      </w:r>
    </w:p>
    <w:p w:rsidR="005D1DD4" w:rsidRPr="001F0635" w:rsidRDefault="005D1DD4" w:rsidP="00305CA9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8.</w:t>
      </w:r>
      <w:r w:rsidR="00AF7AF2" w:rsidRPr="001F0635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5D1DD4" w:rsidRPr="001F0635" w:rsidRDefault="005D1DD4" w:rsidP="00305CA9">
      <w:pPr>
        <w:spacing w:before="120" w:after="12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9.</w:t>
      </w:r>
      <w:r w:rsidR="00AF7AF2" w:rsidRPr="001F063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B1029" w:rsidRPr="001F0635">
        <w:rPr>
          <w:rFonts w:ascii="Times New Roman" w:hAnsi="Times New Roman" w:cs="Times New Roman"/>
          <w:sz w:val="22"/>
          <w:szCs w:val="22"/>
        </w:rPr>
        <w:t>Kulaklarımızı yıkamak</w:t>
      </w:r>
    </w:p>
    <w:p w:rsidR="005D1DD4" w:rsidRPr="001F0635" w:rsidRDefault="005D1DD4" w:rsidP="00305CA9">
      <w:pPr>
        <w:spacing w:before="120" w:after="12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10.</w:t>
      </w:r>
    </w:p>
    <w:p w:rsidR="00AF7AF2" w:rsidRPr="001F0635" w:rsidRDefault="003D30BE" w:rsidP="00305CA9">
      <w:pPr>
        <w:spacing w:before="120" w:after="12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11.</w:t>
      </w:r>
      <w:r w:rsidR="00AF7AF2" w:rsidRPr="001F0635">
        <w:rPr>
          <w:rFonts w:ascii="Times New Roman" w:hAnsi="Times New Roman" w:cs="Times New Roman"/>
          <w:sz w:val="22"/>
          <w:szCs w:val="22"/>
        </w:rPr>
        <w:t>Sağ ayağımızı topuklarla birlikte yıkamak</w:t>
      </w:r>
    </w:p>
    <w:p w:rsidR="001B1029" w:rsidRDefault="00AF7AF2" w:rsidP="00305CA9">
      <w:pPr>
        <w:spacing w:before="120" w:after="120"/>
        <w:rPr>
          <w:rFonts w:ascii="Times New Roman" w:hAnsi="Times New Roman" w:cs="Times New Roman"/>
          <w:b/>
          <w:sz w:val="22"/>
          <w:szCs w:val="22"/>
        </w:rPr>
      </w:pPr>
      <w:r w:rsidRPr="001F0635">
        <w:rPr>
          <w:rFonts w:ascii="Times New Roman" w:hAnsi="Times New Roman" w:cs="Times New Roman"/>
          <w:b/>
          <w:sz w:val="22"/>
          <w:szCs w:val="22"/>
        </w:rPr>
        <w:t>12.</w:t>
      </w:r>
    </w:p>
    <w:p w:rsidR="001F0635" w:rsidRDefault="001F0635" w:rsidP="003D30BE">
      <w:pPr>
        <w:rPr>
          <w:rFonts w:ascii="Times New Roman" w:hAnsi="Times New Roman" w:cs="Times New Roman"/>
          <w:b/>
          <w:sz w:val="22"/>
          <w:szCs w:val="22"/>
        </w:rPr>
      </w:pPr>
    </w:p>
    <w:p w:rsidR="001F0635" w:rsidRDefault="001F0635" w:rsidP="003D30BE">
      <w:pPr>
        <w:rPr>
          <w:rFonts w:ascii="Times New Roman" w:hAnsi="Times New Roman" w:cs="Times New Roman"/>
          <w:b/>
          <w:sz w:val="22"/>
          <w:szCs w:val="22"/>
        </w:rPr>
      </w:pPr>
    </w:p>
    <w:p w:rsidR="001F0635" w:rsidRDefault="001F0635" w:rsidP="003D30BE">
      <w:pPr>
        <w:rPr>
          <w:rFonts w:ascii="Times New Roman" w:hAnsi="Times New Roman" w:cs="Times New Roman"/>
          <w:b/>
          <w:sz w:val="22"/>
          <w:szCs w:val="22"/>
        </w:rPr>
      </w:pPr>
    </w:p>
    <w:p w:rsidR="001F0635" w:rsidRDefault="001F0635" w:rsidP="003D30BE">
      <w:pPr>
        <w:rPr>
          <w:rFonts w:ascii="Times New Roman" w:hAnsi="Times New Roman" w:cs="Times New Roman"/>
          <w:b/>
          <w:sz w:val="22"/>
          <w:szCs w:val="22"/>
        </w:rPr>
      </w:pPr>
    </w:p>
    <w:p w:rsidR="001F0635" w:rsidRPr="001F0635" w:rsidRDefault="001F0635" w:rsidP="003D30BE">
      <w:pPr>
        <w:rPr>
          <w:rFonts w:ascii="Times New Roman" w:hAnsi="Times New Roman" w:cs="Times New Roman"/>
          <w:b/>
          <w:sz w:val="22"/>
          <w:szCs w:val="22"/>
        </w:rPr>
        <w:sectPr w:rsidR="001F0635" w:rsidRPr="001F0635" w:rsidSect="001F0635">
          <w:type w:val="continuous"/>
          <w:pgSz w:w="11905" w:h="15840"/>
          <w:pgMar w:top="510" w:right="567" w:bottom="510" w:left="567" w:header="0" w:footer="0" w:gutter="0"/>
          <w:cols w:num="2" w:space="709"/>
          <w:noEndnote/>
        </w:sectPr>
      </w:pPr>
    </w:p>
    <w:p w:rsidR="00D86EAB" w:rsidRDefault="00D86EAB" w:rsidP="00E15F95">
      <w:pPr>
        <w:rPr>
          <w:rFonts w:ascii="Comic Sans MS" w:hAnsi="Comic Sans MS" w:cs="Times New Roman"/>
          <w:b/>
        </w:rPr>
        <w:sectPr w:rsidR="00D86EAB" w:rsidSect="003D30BE">
          <w:type w:val="continuous"/>
          <w:pgSz w:w="11905" w:h="15840"/>
          <w:pgMar w:top="567" w:right="567" w:bottom="510" w:left="567" w:header="0" w:footer="0" w:gutter="0"/>
          <w:cols w:space="709"/>
          <w:noEndnote/>
        </w:sectPr>
      </w:pPr>
    </w:p>
    <w:p w:rsidR="001B1029" w:rsidRDefault="001B1029" w:rsidP="00E15F95">
      <w:pPr>
        <w:rPr>
          <w:rFonts w:ascii="Comic Sans MS" w:hAnsi="Comic Sans MS" w:cs="Tahoma"/>
          <w:b/>
          <w:sz w:val="22"/>
          <w:szCs w:val="22"/>
        </w:rPr>
      </w:pPr>
    </w:p>
    <w:p w:rsidR="00D86EAB" w:rsidRPr="005E0816" w:rsidRDefault="001F0635" w:rsidP="00E15F95">
      <w:pPr>
        <w:rPr>
          <w:rFonts w:ascii="Comic Sans MS" w:hAnsi="Comic Sans MS" w:cs="Tahoma"/>
          <w:b/>
          <w:sz w:val="22"/>
          <w:szCs w:val="22"/>
          <w:u w:val="single"/>
        </w:rPr>
      </w:pPr>
      <w:r>
        <w:rPr>
          <w:rFonts w:ascii="Comic Sans MS" w:hAnsi="Comic Sans MS" w:cs="Tahoma"/>
          <w:b/>
          <w:sz w:val="22"/>
          <w:szCs w:val="22"/>
        </w:rPr>
        <w:t xml:space="preserve">   </w:t>
      </w:r>
      <w:r w:rsidR="001B1029">
        <w:rPr>
          <w:rFonts w:ascii="Comic Sans MS" w:hAnsi="Comic Sans MS" w:cs="Tahoma"/>
          <w:b/>
          <w:sz w:val="22"/>
          <w:szCs w:val="22"/>
        </w:rPr>
        <w:t xml:space="preserve">  </w:t>
      </w:r>
      <w:r w:rsidR="001B1029" w:rsidRPr="005E0816">
        <w:rPr>
          <w:rFonts w:ascii="Comic Sans MS" w:hAnsi="Comic Sans MS" w:cs="Tahoma"/>
          <w:b/>
          <w:sz w:val="22"/>
          <w:szCs w:val="22"/>
          <w:u w:val="single"/>
        </w:rPr>
        <w:t xml:space="preserve">C. </w:t>
      </w:r>
      <w:r w:rsidR="00D86EAB" w:rsidRPr="005E0816">
        <w:rPr>
          <w:rFonts w:ascii="Comic Sans MS" w:hAnsi="Comic Sans MS" w:cs="Tahoma"/>
          <w:b/>
          <w:sz w:val="22"/>
          <w:szCs w:val="22"/>
          <w:u w:val="single"/>
        </w:rPr>
        <w:t>Aşağıda</w:t>
      </w:r>
      <w:r w:rsidR="006F6695" w:rsidRPr="005E0816">
        <w:rPr>
          <w:rFonts w:ascii="Comic Sans MS" w:hAnsi="Comic Sans MS" w:cs="Tahoma"/>
          <w:b/>
          <w:sz w:val="22"/>
          <w:szCs w:val="22"/>
          <w:u w:val="single"/>
        </w:rPr>
        <w:t>ki</w:t>
      </w:r>
      <w:r w:rsidR="00D86EAB" w:rsidRPr="005E0816">
        <w:rPr>
          <w:rFonts w:ascii="Comic Sans MS" w:hAnsi="Comic Sans MS" w:cs="Tahoma"/>
          <w:b/>
          <w:sz w:val="22"/>
          <w:szCs w:val="22"/>
          <w:u w:val="single"/>
        </w:rPr>
        <w:t xml:space="preserve">, tablodaki boşluklara günlük namazlardaki rekât sayılarını yazınız. </w:t>
      </w:r>
      <w:r w:rsidR="006F6695" w:rsidRPr="005E0816">
        <w:rPr>
          <w:rFonts w:ascii="Comic Sans MS" w:hAnsi="Comic Sans MS" w:cs="Tahoma"/>
          <w:b/>
          <w:sz w:val="22"/>
          <w:szCs w:val="22"/>
          <w:u w:val="single"/>
        </w:rPr>
        <w:t>(1</w:t>
      </w:r>
      <w:r w:rsidR="00E15F95" w:rsidRPr="005E0816">
        <w:rPr>
          <w:rFonts w:ascii="Comic Sans MS" w:hAnsi="Comic Sans MS" w:cs="Tahoma"/>
          <w:b/>
          <w:sz w:val="22"/>
          <w:szCs w:val="22"/>
          <w:u w:val="single"/>
        </w:rPr>
        <w:t xml:space="preserve">0 </w:t>
      </w:r>
      <w:r w:rsidR="006F6695" w:rsidRPr="005E0816">
        <w:rPr>
          <w:rFonts w:ascii="Comic Sans MS" w:hAnsi="Comic Sans MS" w:cs="Tahoma"/>
          <w:b/>
          <w:sz w:val="22"/>
          <w:szCs w:val="22"/>
          <w:u w:val="single"/>
        </w:rPr>
        <w:t>P</w:t>
      </w:r>
      <w:r w:rsidR="00E15F95" w:rsidRPr="005E0816">
        <w:rPr>
          <w:rFonts w:ascii="Comic Sans MS" w:hAnsi="Comic Sans MS" w:cs="Tahoma"/>
          <w:b/>
          <w:sz w:val="22"/>
          <w:szCs w:val="22"/>
          <w:u w:val="single"/>
        </w:rPr>
        <w:t>uan)</w:t>
      </w:r>
      <w:r w:rsidR="00D86EAB" w:rsidRPr="005E0816">
        <w:rPr>
          <w:rFonts w:ascii="Comic Sans MS" w:hAnsi="Comic Sans MS" w:cs="Tahoma"/>
          <w:b/>
          <w:sz w:val="22"/>
          <w:szCs w:val="22"/>
          <w:u w:val="single"/>
        </w:rPr>
        <w:t xml:space="preserve"> </w:t>
      </w:r>
    </w:p>
    <w:p w:rsidR="001B1029" w:rsidRPr="00F82762" w:rsidRDefault="001B1029" w:rsidP="00E15F95">
      <w:pPr>
        <w:rPr>
          <w:rFonts w:ascii="Comic Sans MS" w:hAnsi="Comic Sans MS" w:cs="Times New Roman"/>
          <w:b/>
        </w:rPr>
      </w:pPr>
    </w:p>
    <w:tbl>
      <w:tblPr>
        <w:tblpPr w:leftFromText="141" w:rightFromText="141" w:vertAnchor="text" w:horzAnchor="page" w:tblpX="1288" w:tblpY="177"/>
        <w:tblW w:w="9589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815"/>
        <w:gridCol w:w="1530"/>
        <w:gridCol w:w="1561"/>
        <w:gridCol w:w="1561"/>
        <w:gridCol w:w="1561"/>
        <w:gridCol w:w="1561"/>
      </w:tblGrid>
      <w:tr w:rsidR="0084403D" w:rsidRPr="00346BA9" w:rsidTr="00346BA9">
        <w:trPr>
          <w:trHeight w:val="346"/>
        </w:trPr>
        <w:tc>
          <w:tcPr>
            <w:tcW w:w="1815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1530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Comic Sans MS" w:eastAsia="Times New Roman" w:hAnsi="Comic Sans MS" w:cs="Tahoma"/>
                <w:b/>
              </w:rPr>
            </w:pPr>
            <w:r w:rsidRPr="00346BA9">
              <w:rPr>
                <w:rFonts w:ascii="Comic Sans MS" w:eastAsia="Times New Roman" w:hAnsi="Comic Sans MS" w:cs="Tahoma"/>
                <w:b/>
              </w:rPr>
              <w:t xml:space="preserve">İlk </w:t>
            </w:r>
            <w:r w:rsidR="006F6695" w:rsidRPr="00346BA9">
              <w:rPr>
                <w:rFonts w:ascii="Comic Sans MS" w:eastAsia="Times New Roman" w:hAnsi="Comic Sans MS" w:cs="Tahoma"/>
                <w:b/>
              </w:rPr>
              <w:t>S</w:t>
            </w:r>
            <w:r w:rsidRPr="00346BA9">
              <w:rPr>
                <w:rFonts w:ascii="Comic Sans MS" w:eastAsia="Times New Roman" w:hAnsi="Comic Sans MS" w:cs="Tahoma"/>
                <w:b/>
              </w:rPr>
              <w:t>ünnet</w:t>
            </w: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Comic Sans MS" w:eastAsia="Times New Roman" w:hAnsi="Comic Sans MS" w:cs="Tahoma"/>
                <w:b/>
              </w:rPr>
            </w:pPr>
            <w:r w:rsidRPr="00346BA9">
              <w:rPr>
                <w:rFonts w:ascii="Comic Sans MS" w:eastAsia="Times New Roman" w:hAnsi="Comic Sans MS" w:cs="Tahoma"/>
                <w:b/>
              </w:rPr>
              <w:t>Farz</w:t>
            </w: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Comic Sans MS" w:eastAsia="Times New Roman" w:hAnsi="Comic Sans MS" w:cs="Tahoma"/>
                <w:b/>
              </w:rPr>
            </w:pPr>
            <w:r w:rsidRPr="00346BA9">
              <w:rPr>
                <w:rFonts w:ascii="Comic Sans MS" w:eastAsia="Times New Roman" w:hAnsi="Comic Sans MS" w:cs="Tahoma"/>
                <w:b/>
              </w:rPr>
              <w:t xml:space="preserve">Son </w:t>
            </w:r>
            <w:r w:rsidR="006F6695" w:rsidRPr="00346BA9">
              <w:rPr>
                <w:rFonts w:ascii="Comic Sans MS" w:eastAsia="Times New Roman" w:hAnsi="Comic Sans MS" w:cs="Tahoma"/>
                <w:b/>
              </w:rPr>
              <w:t>S</w:t>
            </w:r>
            <w:r w:rsidRPr="00346BA9">
              <w:rPr>
                <w:rFonts w:ascii="Comic Sans MS" w:eastAsia="Times New Roman" w:hAnsi="Comic Sans MS" w:cs="Tahoma"/>
                <w:b/>
              </w:rPr>
              <w:t>ü</w:t>
            </w:r>
            <w:r w:rsidRPr="00346BA9">
              <w:rPr>
                <w:rFonts w:ascii="Comic Sans MS" w:eastAsia="Times New Roman" w:hAnsi="Comic Sans MS" w:cs="Tahoma"/>
                <w:b/>
              </w:rPr>
              <w:t>n</w:t>
            </w:r>
            <w:r w:rsidRPr="00346BA9">
              <w:rPr>
                <w:rFonts w:ascii="Comic Sans MS" w:eastAsia="Times New Roman" w:hAnsi="Comic Sans MS" w:cs="Tahoma"/>
                <w:b/>
              </w:rPr>
              <w:t>net</w:t>
            </w: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Comic Sans MS" w:eastAsia="Times New Roman" w:hAnsi="Comic Sans MS" w:cs="Tahoma"/>
                <w:b/>
              </w:rPr>
            </w:pPr>
            <w:r w:rsidRPr="00346BA9">
              <w:rPr>
                <w:rFonts w:ascii="Comic Sans MS" w:eastAsia="Times New Roman" w:hAnsi="Comic Sans MS" w:cs="Tahoma"/>
                <w:b/>
              </w:rPr>
              <w:t>Vitir</w:t>
            </w: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Comic Sans MS" w:eastAsia="Times New Roman" w:hAnsi="Comic Sans MS" w:cs="Tahoma"/>
                <w:b/>
              </w:rPr>
            </w:pPr>
            <w:r w:rsidRPr="00346BA9">
              <w:rPr>
                <w:rFonts w:ascii="Comic Sans MS" w:eastAsia="Times New Roman" w:hAnsi="Comic Sans MS" w:cs="Tahoma"/>
                <w:b/>
              </w:rPr>
              <w:t>Toplam</w:t>
            </w:r>
          </w:p>
        </w:tc>
      </w:tr>
      <w:tr w:rsidR="0084403D" w:rsidRPr="00346BA9" w:rsidTr="00346BA9">
        <w:trPr>
          <w:trHeight w:val="177"/>
        </w:trPr>
        <w:tc>
          <w:tcPr>
            <w:tcW w:w="1815" w:type="dxa"/>
            <w:shd w:val="clear" w:color="auto" w:fill="FFFFFF"/>
          </w:tcPr>
          <w:p w:rsidR="0084403D" w:rsidRPr="00346BA9" w:rsidRDefault="0084403D" w:rsidP="00346BA9">
            <w:pPr>
              <w:rPr>
                <w:rFonts w:ascii="Comic Sans MS" w:eastAsia="Times New Roman" w:hAnsi="Comic Sans MS" w:cs="Tahoma"/>
                <w:b/>
              </w:rPr>
            </w:pPr>
            <w:r w:rsidRPr="00346BA9">
              <w:rPr>
                <w:rFonts w:ascii="Comic Sans MS" w:eastAsia="Times New Roman" w:hAnsi="Comic Sans MS" w:cs="Tahoma"/>
                <w:b/>
              </w:rPr>
              <w:t>Sabah</w:t>
            </w:r>
            <w:r w:rsidR="006F6695" w:rsidRPr="00346BA9">
              <w:rPr>
                <w:rFonts w:ascii="Comic Sans MS" w:eastAsia="Times New Roman" w:hAnsi="Comic Sans MS" w:cs="Tahoma"/>
                <w:b/>
              </w:rPr>
              <w:t xml:space="preserve"> Namazı</w:t>
            </w:r>
          </w:p>
        </w:tc>
        <w:tc>
          <w:tcPr>
            <w:tcW w:w="1530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  <w:r w:rsidRPr="00346BA9">
              <w:rPr>
                <w:rFonts w:ascii="Tahoma" w:eastAsia="Times New Roman" w:hAnsi="Tahoma" w:cs="Tahoma"/>
                <w:b/>
              </w:rPr>
              <w:t>2</w:t>
            </w: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  <w:r w:rsidRPr="00346BA9">
              <w:rPr>
                <w:rFonts w:ascii="Tahoma" w:eastAsia="Times New Roman" w:hAnsi="Tahoma" w:cs="Tahoma"/>
                <w:b/>
              </w:rPr>
              <w:t>XXXXXXXX</w:t>
            </w: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  <w:r w:rsidRPr="00346BA9">
              <w:rPr>
                <w:rFonts w:ascii="Tahoma" w:eastAsia="Times New Roman" w:hAnsi="Tahoma" w:cs="Tahoma"/>
                <w:b/>
              </w:rPr>
              <w:t>XXXXXXXX</w:t>
            </w: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</w:p>
        </w:tc>
      </w:tr>
      <w:tr w:rsidR="0084403D" w:rsidRPr="00346BA9" w:rsidTr="00346BA9">
        <w:trPr>
          <w:trHeight w:val="171"/>
        </w:trPr>
        <w:tc>
          <w:tcPr>
            <w:tcW w:w="1815" w:type="dxa"/>
            <w:shd w:val="clear" w:color="auto" w:fill="FFFFFF"/>
          </w:tcPr>
          <w:p w:rsidR="0084403D" w:rsidRPr="00346BA9" w:rsidRDefault="0084403D" w:rsidP="00346BA9">
            <w:pPr>
              <w:rPr>
                <w:rFonts w:ascii="Comic Sans MS" w:eastAsia="Times New Roman" w:hAnsi="Comic Sans MS" w:cs="Tahoma"/>
                <w:b/>
              </w:rPr>
            </w:pPr>
            <w:r w:rsidRPr="00346BA9">
              <w:rPr>
                <w:rFonts w:ascii="Comic Sans MS" w:eastAsia="Times New Roman" w:hAnsi="Comic Sans MS" w:cs="Tahoma"/>
                <w:b/>
              </w:rPr>
              <w:t>Öğle</w:t>
            </w:r>
            <w:r w:rsidR="006F6695" w:rsidRPr="00346BA9">
              <w:rPr>
                <w:rFonts w:ascii="Comic Sans MS" w:eastAsia="Times New Roman" w:hAnsi="Comic Sans MS" w:cs="Tahoma"/>
                <w:b/>
              </w:rPr>
              <w:t xml:space="preserve"> Namazı</w:t>
            </w:r>
          </w:p>
        </w:tc>
        <w:tc>
          <w:tcPr>
            <w:tcW w:w="1530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  <w:r w:rsidRPr="00346BA9">
              <w:rPr>
                <w:rFonts w:ascii="Tahoma" w:eastAsia="Times New Roman" w:hAnsi="Tahoma" w:cs="Tahoma"/>
                <w:b/>
              </w:rPr>
              <w:t>4</w:t>
            </w: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  <w:r w:rsidRPr="00346BA9">
              <w:rPr>
                <w:rFonts w:ascii="Tahoma" w:eastAsia="Times New Roman" w:hAnsi="Tahoma" w:cs="Tahoma"/>
                <w:b/>
              </w:rPr>
              <w:t>XXXXXXXX</w:t>
            </w: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  <w:r w:rsidRPr="00346BA9">
              <w:rPr>
                <w:rFonts w:ascii="Tahoma" w:eastAsia="Times New Roman" w:hAnsi="Tahoma" w:cs="Tahoma"/>
                <w:b/>
              </w:rPr>
              <w:t>10</w:t>
            </w:r>
          </w:p>
        </w:tc>
      </w:tr>
      <w:tr w:rsidR="0084403D" w:rsidRPr="00346BA9" w:rsidTr="00346BA9">
        <w:trPr>
          <w:trHeight w:val="168"/>
        </w:trPr>
        <w:tc>
          <w:tcPr>
            <w:tcW w:w="1815" w:type="dxa"/>
            <w:shd w:val="clear" w:color="auto" w:fill="FFFFFF"/>
          </w:tcPr>
          <w:p w:rsidR="0084403D" w:rsidRPr="00346BA9" w:rsidRDefault="0084403D" w:rsidP="00346BA9">
            <w:pPr>
              <w:rPr>
                <w:rFonts w:ascii="Comic Sans MS" w:eastAsia="Times New Roman" w:hAnsi="Comic Sans MS" w:cs="Tahoma"/>
                <w:b/>
              </w:rPr>
            </w:pPr>
            <w:r w:rsidRPr="00346BA9">
              <w:rPr>
                <w:rFonts w:ascii="Comic Sans MS" w:eastAsia="Times New Roman" w:hAnsi="Comic Sans MS" w:cs="Tahoma"/>
                <w:b/>
              </w:rPr>
              <w:t>İkindi</w:t>
            </w:r>
            <w:r w:rsidR="006F6695" w:rsidRPr="00346BA9">
              <w:rPr>
                <w:rFonts w:ascii="Comic Sans MS" w:eastAsia="Times New Roman" w:hAnsi="Comic Sans MS" w:cs="Tahoma"/>
                <w:b/>
              </w:rPr>
              <w:t xml:space="preserve"> Namazı</w:t>
            </w:r>
          </w:p>
        </w:tc>
        <w:tc>
          <w:tcPr>
            <w:tcW w:w="1530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  <w:r w:rsidRPr="00346BA9">
              <w:rPr>
                <w:rFonts w:ascii="Tahoma" w:eastAsia="Times New Roman" w:hAnsi="Tahoma" w:cs="Tahoma"/>
                <w:b/>
              </w:rPr>
              <w:t>4</w:t>
            </w: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  <w:r w:rsidRPr="00346BA9">
              <w:rPr>
                <w:rFonts w:ascii="Tahoma" w:eastAsia="Times New Roman" w:hAnsi="Tahoma" w:cs="Tahoma"/>
                <w:b/>
              </w:rPr>
              <w:t>XXXXXXXX</w:t>
            </w: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  <w:r w:rsidRPr="00346BA9">
              <w:rPr>
                <w:rFonts w:ascii="Tahoma" w:eastAsia="Times New Roman" w:hAnsi="Tahoma" w:cs="Tahoma"/>
                <w:b/>
              </w:rPr>
              <w:t>XXXXXXXX</w:t>
            </w: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</w:p>
        </w:tc>
      </w:tr>
      <w:tr w:rsidR="0084403D" w:rsidRPr="00346BA9" w:rsidTr="00346BA9">
        <w:trPr>
          <w:trHeight w:val="164"/>
        </w:trPr>
        <w:tc>
          <w:tcPr>
            <w:tcW w:w="1815" w:type="dxa"/>
            <w:shd w:val="clear" w:color="auto" w:fill="FFFFFF"/>
          </w:tcPr>
          <w:p w:rsidR="0084403D" w:rsidRPr="00346BA9" w:rsidRDefault="0084403D" w:rsidP="00346BA9">
            <w:pPr>
              <w:rPr>
                <w:rFonts w:ascii="Comic Sans MS" w:eastAsia="Times New Roman" w:hAnsi="Comic Sans MS" w:cs="Tahoma"/>
                <w:b/>
              </w:rPr>
            </w:pPr>
            <w:r w:rsidRPr="00346BA9">
              <w:rPr>
                <w:rFonts w:ascii="Comic Sans MS" w:eastAsia="Times New Roman" w:hAnsi="Comic Sans MS" w:cs="Tahoma"/>
                <w:b/>
              </w:rPr>
              <w:t>Akşam</w:t>
            </w:r>
            <w:r w:rsidR="006F6695" w:rsidRPr="00346BA9">
              <w:rPr>
                <w:rFonts w:ascii="Comic Sans MS" w:eastAsia="Times New Roman" w:hAnsi="Comic Sans MS" w:cs="Tahoma"/>
                <w:b/>
              </w:rPr>
              <w:t xml:space="preserve"> Namazı</w:t>
            </w:r>
          </w:p>
        </w:tc>
        <w:tc>
          <w:tcPr>
            <w:tcW w:w="1530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  <w:r w:rsidRPr="00346BA9">
              <w:rPr>
                <w:rFonts w:ascii="Tahoma" w:eastAsia="Times New Roman" w:hAnsi="Tahoma" w:cs="Tahoma"/>
                <w:b/>
              </w:rPr>
              <w:t>XXXXXXXX</w:t>
            </w: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  <w:r w:rsidRPr="00346BA9">
              <w:rPr>
                <w:rFonts w:ascii="Tahoma" w:eastAsia="Times New Roman" w:hAnsi="Tahoma" w:cs="Tahoma"/>
                <w:b/>
              </w:rPr>
              <w:t>2</w:t>
            </w: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  <w:r w:rsidRPr="00346BA9">
              <w:rPr>
                <w:rFonts w:ascii="Tahoma" w:eastAsia="Times New Roman" w:hAnsi="Tahoma" w:cs="Tahoma"/>
                <w:b/>
              </w:rPr>
              <w:t>XXXXXXXX</w:t>
            </w: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  <w:r w:rsidRPr="00346BA9">
              <w:rPr>
                <w:rFonts w:ascii="Tahoma" w:eastAsia="Times New Roman" w:hAnsi="Tahoma" w:cs="Tahoma"/>
                <w:b/>
              </w:rPr>
              <w:t>5</w:t>
            </w:r>
          </w:p>
        </w:tc>
      </w:tr>
      <w:tr w:rsidR="0084403D" w:rsidRPr="00346BA9" w:rsidTr="00346BA9">
        <w:trPr>
          <w:trHeight w:val="159"/>
        </w:trPr>
        <w:tc>
          <w:tcPr>
            <w:tcW w:w="1815" w:type="dxa"/>
            <w:shd w:val="clear" w:color="auto" w:fill="FFFFFF"/>
          </w:tcPr>
          <w:p w:rsidR="0084403D" w:rsidRPr="00346BA9" w:rsidRDefault="0084403D" w:rsidP="00346BA9">
            <w:pPr>
              <w:rPr>
                <w:rFonts w:ascii="Comic Sans MS" w:eastAsia="Times New Roman" w:hAnsi="Comic Sans MS" w:cs="Tahoma"/>
                <w:b/>
              </w:rPr>
            </w:pPr>
            <w:r w:rsidRPr="00346BA9">
              <w:rPr>
                <w:rFonts w:ascii="Comic Sans MS" w:eastAsia="Times New Roman" w:hAnsi="Comic Sans MS" w:cs="Tahoma"/>
                <w:b/>
              </w:rPr>
              <w:t>Yatsı</w:t>
            </w:r>
            <w:r w:rsidR="006F6695" w:rsidRPr="00346BA9">
              <w:rPr>
                <w:rFonts w:ascii="Comic Sans MS" w:eastAsia="Times New Roman" w:hAnsi="Comic Sans MS" w:cs="Tahoma"/>
                <w:b/>
              </w:rPr>
              <w:t xml:space="preserve"> Namazı</w:t>
            </w:r>
          </w:p>
        </w:tc>
        <w:tc>
          <w:tcPr>
            <w:tcW w:w="1530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  <w:r w:rsidRPr="00346BA9">
              <w:rPr>
                <w:rFonts w:ascii="Tahoma" w:eastAsia="Times New Roman" w:hAnsi="Tahoma" w:cs="Tahoma"/>
                <w:b/>
              </w:rPr>
              <w:t>4</w:t>
            </w: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  <w:r w:rsidRPr="00346BA9">
              <w:rPr>
                <w:rFonts w:ascii="Tahoma" w:eastAsia="Times New Roman" w:hAnsi="Tahoma" w:cs="Tahoma"/>
                <w:b/>
              </w:rPr>
              <w:t>3</w:t>
            </w:r>
          </w:p>
        </w:tc>
        <w:tc>
          <w:tcPr>
            <w:tcW w:w="1561" w:type="dxa"/>
            <w:shd w:val="clear" w:color="auto" w:fill="FFFFFF"/>
          </w:tcPr>
          <w:p w:rsidR="0084403D" w:rsidRPr="00346BA9" w:rsidRDefault="0084403D" w:rsidP="00346BA9">
            <w:pPr>
              <w:jc w:val="center"/>
              <w:rPr>
                <w:rFonts w:ascii="Tahoma" w:eastAsia="Times New Roman" w:hAnsi="Tahoma" w:cs="Tahoma"/>
                <w:b/>
              </w:rPr>
            </w:pPr>
          </w:p>
        </w:tc>
      </w:tr>
    </w:tbl>
    <w:p w:rsidR="00D86EAB" w:rsidRDefault="00D86EAB" w:rsidP="00D86EAB">
      <w:pPr>
        <w:ind w:left="-180"/>
        <w:rPr>
          <w:rFonts w:ascii="Comic Sans MS" w:hAnsi="Comic Sans MS" w:cs="Times New Roman"/>
          <w:b/>
        </w:rPr>
      </w:pPr>
    </w:p>
    <w:p w:rsidR="00D86EAB" w:rsidRDefault="00D86EAB" w:rsidP="00D86EAB">
      <w:pPr>
        <w:ind w:left="-180"/>
        <w:rPr>
          <w:rFonts w:ascii="Comic Sans MS" w:hAnsi="Comic Sans MS" w:cs="Times New Roman"/>
          <w:b/>
        </w:rPr>
      </w:pPr>
    </w:p>
    <w:p w:rsidR="00D86EAB" w:rsidRDefault="00D86EAB" w:rsidP="00D86EAB">
      <w:pPr>
        <w:ind w:left="-180"/>
        <w:rPr>
          <w:rFonts w:ascii="Comic Sans MS" w:hAnsi="Comic Sans MS" w:cs="Times New Roman"/>
          <w:b/>
        </w:rPr>
        <w:sectPr w:rsidR="00D86EAB" w:rsidSect="003D30BE">
          <w:type w:val="continuous"/>
          <w:pgSz w:w="11905" w:h="15840"/>
          <w:pgMar w:top="567" w:right="567" w:bottom="510" w:left="567" w:header="0" w:footer="0" w:gutter="0"/>
          <w:cols w:space="709"/>
          <w:noEndnote/>
        </w:sectPr>
      </w:pPr>
    </w:p>
    <w:p w:rsidR="00D86EAB" w:rsidRDefault="00D86EAB" w:rsidP="00D86EAB">
      <w:pPr>
        <w:pStyle w:val="GvdeMetni3"/>
      </w:pPr>
    </w:p>
    <w:p w:rsidR="00D86EAB" w:rsidRDefault="00D86EAB" w:rsidP="00D86EAB">
      <w:pPr>
        <w:pStyle w:val="GvdeMetni3"/>
      </w:pPr>
    </w:p>
    <w:p w:rsidR="00D86EAB" w:rsidRDefault="00D86EAB" w:rsidP="00D86EAB">
      <w:pPr>
        <w:pStyle w:val="GvdeMetni3"/>
      </w:pPr>
    </w:p>
    <w:p w:rsidR="00D86EAB" w:rsidRDefault="00D86EAB" w:rsidP="00D86EAB">
      <w:pPr>
        <w:pStyle w:val="GvdeMetni3"/>
      </w:pPr>
    </w:p>
    <w:p w:rsidR="00D86EAB" w:rsidRDefault="00D86EAB" w:rsidP="00D86EAB">
      <w:pPr>
        <w:pStyle w:val="GvdeMetni3"/>
      </w:pPr>
    </w:p>
    <w:p w:rsidR="00D86EAB" w:rsidRDefault="00D86EAB" w:rsidP="00D86EAB">
      <w:pPr>
        <w:pStyle w:val="GvdeMetni3"/>
      </w:pPr>
    </w:p>
    <w:p w:rsidR="00D86EAB" w:rsidRDefault="00D86EAB" w:rsidP="00D86EAB">
      <w:pPr>
        <w:pStyle w:val="GvdeMetni3"/>
      </w:pPr>
    </w:p>
    <w:p w:rsidR="00D86EAB" w:rsidRDefault="00D86EAB" w:rsidP="00D86EAB">
      <w:pPr>
        <w:pStyle w:val="GvdeMetni3"/>
      </w:pPr>
    </w:p>
    <w:p w:rsidR="00D86EAB" w:rsidRPr="005E0816" w:rsidRDefault="001B1029" w:rsidP="00D86EAB">
      <w:pPr>
        <w:pStyle w:val="GvdeMetni3"/>
        <w:rPr>
          <w:rFonts w:ascii="Comic Sans MS" w:hAnsi="Comic Sans MS"/>
          <w:b/>
          <w:sz w:val="22"/>
          <w:szCs w:val="22"/>
          <w:u w:val="single"/>
        </w:rPr>
      </w:pPr>
      <w:r>
        <w:rPr>
          <w:rFonts w:ascii="Comic Sans MS" w:hAnsi="Comic Sans MS"/>
          <w:b/>
          <w:sz w:val="22"/>
          <w:szCs w:val="22"/>
        </w:rPr>
        <w:t xml:space="preserve">      </w:t>
      </w:r>
      <w:r w:rsidRPr="005E0816">
        <w:rPr>
          <w:rFonts w:ascii="Comic Sans MS" w:hAnsi="Comic Sans MS"/>
          <w:b/>
          <w:sz w:val="22"/>
          <w:szCs w:val="22"/>
          <w:u w:val="single"/>
        </w:rPr>
        <w:t xml:space="preserve">D. </w:t>
      </w:r>
      <w:r w:rsidR="00D86EAB" w:rsidRPr="005E0816">
        <w:rPr>
          <w:rFonts w:ascii="Comic Sans MS" w:hAnsi="Comic Sans MS"/>
          <w:b/>
          <w:sz w:val="22"/>
          <w:szCs w:val="22"/>
          <w:u w:val="single"/>
        </w:rPr>
        <w:t>Aşağıdaki bilgileri rakamlarla doğru şekilde eşleştirerek numaralandırınız</w:t>
      </w:r>
      <w:r w:rsidR="0084403D" w:rsidRPr="005E0816">
        <w:rPr>
          <w:rFonts w:ascii="Comic Sans MS" w:hAnsi="Comic Sans MS"/>
          <w:b/>
          <w:sz w:val="22"/>
          <w:szCs w:val="22"/>
          <w:u w:val="single"/>
        </w:rPr>
        <w:t>.</w:t>
      </w:r>
      <w:r w:rsidR="006F6695" w:rsidRPr="005E0816">
        <w:rPr>
          <w:rFonts w:ascii="Comic Sans MS" w:hAnsi="Comic Sans MS"/>
          <w:b/>
          <w:sz w:val="22"/>
          <w:szCs w:val="22"/>
          <w:u w:val="single"/>
        </w:rPr>
        <w:t xml:space="preserve"> </w:t>
      </w:r>
      <w:r w:rsidR="00D86EAB" w:rsidRPr="005E0816">
        <w:rPr>
          <w:rFonts w:ascii="Comic Sans MS" w:hAnsi="Comic Sans MS"/>
          <w:b/>
          <w:sz w:val="22"/>
          <w:szCs w:val="22"/>
          <w:u w:val="single"/>
        </w:rPr>
        <w:t>(20</w:t>
      </w:r>
      <w:r w:rsidR="006F6695" w:rsidRPr="005E0816">
        <w:rPr>
          <w:rFonts w:ascii="Comic Sans MS" w:hAnsi="Comic Sans MS"/>
          <w:b/>
          <w:sz w:val="22"/>
          <w:szCs w:val="22"/>
          <w:u w:val="single"/>
        </w:rPr>
        <w:t xml:space="preserve"> P</w:t>
      </w:r>
      <w:r w:rsidR="00D86EAB" w:rsidRPr="005E0816">
        <w:rPr>
          <w:rFonts w:ascii="Comic Sans MS" w:hAnsi="Comic Sans MS"/>
          <w:b/>
          <w:sz w:val="22"/>
          <w:szCs w:val="22"/>
          <w:u w:val="single"/>
        </w:rPr>
        <w:t>uan)</w:t>
      </w:r>
    </w:p>
    <w:tbl>
      <w:tblPr>
        <w:tblpPr w:leftFromText="141" w:rightFromText="141" w:vertAnchor="text" w:horzAnchor="margin" w:tblpXSpec="center" w:tblpY="115"/>
        <w:tblW w:w="96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60"/>
        <w:gridCol w:w="360"/>
        <w:gridCol w:w="6660"/>
      </w:tblGrid>
      <w:tr w:rsidR="00D86EA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30" w:type="dxa"/>
            <w:shd w:val="clear" w:color="auto" w:fill="99CCFF"/>
            <w:vAlign w:val="center"/>
          </w:tcPr>
          <w:p w:rsidR="00D86EAB" w:rsidRPr="001B1029" w:rsidRDefault="00D86EAB" w:rsidP="001B102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160" w:type="dxa"/>
            <w:vAlign w:val="center"/>
          </w:tcPr>
          <w:p w:rsidR="00D86EAB" w:rsidRPr="001B1029" w:rsidRDefault="005D1DD4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Niyet</w:t>
            </w:r>
          </w:p>
        </w:tc>
        <w:tc>
          <w:tcPr>
            <w:tcW w:w="360" w:type="dxa"/>
            <w:shd w:val="clear" w:color="auto" w:fill="99CCFF"/>
            <w:vAlign w:val="center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660" w:type="dxa"/>
            <w:vAlign w:val="center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Namazda eğilmek</w:t>
            </w:r>
          </w:p>
        </w:tc>
      </w:tr>
      <w:tr w:rsidR="00D86EA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30" w:type="dxa"/>
            <w:shd w:val="clear" w:color="auto" w:fill="99CCFF"/>
            <w:vAlign w:val="center"/>
          </w:tcPr>
          <w:p w:rsidR="00D86EAB" w:rsidRPr="001B1029" w:rsidRDefault="00D86EAB" w:rsidP="001B102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160" w:type="dxa"/>
            <w:vAlign w:val="center"/>
          </w:tcPr>
          <w:p w:rsidR="00D86EAB" w:rsidRPr="001B1029" w:rsidRDefault="008E3626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Rüku</w:t>
            </w:r>
          </w:p>
        </w:tc>
        <w:tc>
          <w:tcPr>
            <w:tcW w:w="360" w:type="dxa"/>
            <w:shd w:val="clear" w:color="auto" w:fill="99CCFF"/>
            <w:vAlign w:val="center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660" w:type="dxa"/>
            <w:vAlign w:val="center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Bütün vücudu yıkayarak aldığımız abdest</w:t>
            </w:r>
          </w:p>
        </w:tc>
      </w:tr>
      <w:tr w:rsidR="00D86EA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30" w:type="dxa"/>
            <w:shd w:val="clear" w:color="auto" w:fill="99CCFF"/>
            <w:vAlign w:val="center"/>
          </w:tcPr>
          <w:p w:rsidR="00D86EAB" w:rsidRPr="001B1029" w:rsidRDefault="00D86EAB" w:rsidP="001B102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160" w:type="dxa"/>
            <w:vAlign w:val="center"/>
          </w:tcPr>
          <w:p w:rsidR="00D86EAB" w:rsidRPr="001B1029" w:rsidRDefault="005D1DD4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Kur’an-ı Kerim</w:t>
            </w:r>
          </w:p>
        </w:tc>
        <w:tc>
          <w:tcPr>
            <w:tcW w:w="360" w:type="dxa"/>
            <w:shd w:val="clear" w:color="auto" w:fill="99CCFF"/>
            <w:vAlign w:val="center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660" w:type="dxa"/>
            <w:vAlign w:val="center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Namazda ayakta durmak</w:t>
            </w:r>
          </w:p>
        </w:tc>
      </w:tr>
      <w:tr w:rsidR="00D86EA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30" w:type="dxa"/>
            <w:shd w:val="clear" w:color="auto" w:fill="99CCFF"/>
            <w:vAlign w:val="center"/>
          </w:tcPr>
          <w:p w:rsidR="00D86EAB" w:rsidRPr="001B1029" w:rsidRDefault="00D86EAB" w:rsidP="001B102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160" w:type="dxa"/>
            <w:vAlign w:val="center"/>
          </w:tcPr>
          <w:p w:rsidR="00D86EAB" w:rsidRPr="001B1029" w:rsidRDefault="005D1DD4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Boy abdesti</w:t>
            </w:r>
            <w:r w:rsidR="006F6695"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(Gusül)</w:t>
            </w:r>
          </w:p>
        </w:tc>
        <w:tc>
          <w:tcPr>
            <w:tcW w:w="360" w:type="dxa"/>
            <w:shd w:val="clear" w:color="auto" w:fill="99CCFF"/>
            <w:vAlign w:val="center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660" w:type="dxa"/>
            <w:vAlign w:val="center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Müslümanların namaz kılarken yöneldikleri kutsal mekan, kıbl</w:t>
            </w: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e</w:t>
            </w: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miz</w:t>
            </w:r>
          </w:p>
        </w:tc>
      </w:tr>
      <w:tr w:rsidR="00D86EA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30" w:type="dxa"/>
            <w:shd w:val="clear" w:color="auto" w:fill="99CCFF"/>
            <w:vAlign w:val="center"/>
          </w:tcPr>
          <w:p w:rsidR="00D86EAB" w:rsidRPr="001B1029" w:rsidRDefault="00D86EAB" w:rsidP="001B102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160" w:type="dxa"/>
            <w:vAlign w:val="center"/>
          </w:tcPr>
          <w:p w:rsidR="00D86EAB" w:rsidRPr="001B1029" w:rsidRDefault="005D1DD4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Ezan</w:t>
            </w:r>
          </w:p>
        </w:tc>
        <w:tc>
          <w:tcPr>
            <w:tcW w:w="360" w:type="dxa"/>
            <w:shd w:val="clear" w:color="auto" w:fill="99CCFF"/>
            <w:vAlign w:val="center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660" w:type="dxa"/>
            <w:vAlign w:val="center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Namazda elleri,dizleri,alnı ve burnu yere koymak</w:t>
            </w:r>
          </w:p>
        </w:tc>
      </w:tr>
      <w:tr w:rsidR="00D86EA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30" w:type="dxa"/>
            <w:shd w:val="clear" w:color="auto" w:fill="99CCFF"/>
          </w:tcPr>
          <w:p w:rsidR="00D86EAB" w:rsidRPr="001B1029" w:rsidRDefault="00D86EAB" w:rsidP="001B102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160" w:type="dxa"/>
          </w:tcPr>
          <w:p w:rsidR="00D86EAB" w:rsidRPr="001B1029" w:rsidRDefault="005D1DD4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Kıyam</w:t>
            </w:r>
          </w:p>
        </w:tc>
        <w:tc>
          <w:tcPr>
            <w:tcW w:w="360" w:type="dxa"/>
            <w:shd w:val="clear" w:color="auto" w:fill="99CCFF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660" w:type="dxa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Namazın hazırlık şartlarından olan, tekbirden önce edilir.</w:t>
            </w:r>
          </w:p>
        </w:tc>
      </w:tr>
      <w:tr w:rsidR="00D86EA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30" w:type="dxa"/>
            <w:shd w:val="clear" w:color="auto" w:fill="99CCFF"/>
          </w:tcPr>
          <w:p w:rsidR="00D86EAB" w:rsidRPr="001B1029" w:rsidRDefault="00D86EAB" w:rsidP="001B102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2160" w:type="dxa"/>
          </w:tcPr>
          <w:p w:rsidR="00D86EAB" w:rsidRPr="001B1029" w:rsidRDefault="005D1DD4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Abdest</w:t>
            </w:r>
          </w:p>
        </w:tc>
        <w:tc>
          <w:tcPr>
            <w:tcW w:w="360" w:type="dxa"/>
            <w:shd w:val="clear" w:color="auto" w:fill="99CCFF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660" w:type="dxa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Kutsal kitabımız</w:t>
            </w:r>
          </w:p>
        </w:tc>
      </w:tr>
      <w:tr w:rsidR="00D86EA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30" w:type="dxa"/>
            <w:shd w:val="clear" w:color="auto" w:fill="99CCFF"/>
          </w:tcPr>
          <w:p w:rsidR="00D86EAB" w:rsidRPr="001B1029" w:rsidRDefault="00D86EAB" w:rsidP="001B102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2160" w:type="dxa"/>
          </w:tcPr>
          <w:p w:rsidR="00D86EAB" w:rsidRPr="001B1029" w:rsidRDefault="006F6695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Kâ</w:t>
            </w:r>
            <w:r w:rsidR="005D1DD4"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be</w:t>
            </w:r>
          </w:p>
        </w:tc>
        <w:tc>
          <w:tcPr>
            <w:tcW w:w="360" w:type="dxa"/>
            <w:shd w:val="clear" w:color="auto" w:fill="99CCFF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660" w:type="dxa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Namaz vakitlerini duyurmak için yapılan çağrı</w:t>
            </w:r>
          </w:p>
        </w:tc>
      </w:tr>
      <w:tr w:rsidR="00D86EA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30" w:type="dxa"/>
            <w:shd w:val="clear" w:color="auto" w:fill="99CCFF"/>
          </w:tcPr>
          <w:p w:rsidR="00D86EAB" w:rsidRPr="001B1029" w:rsidRDefault="00D86EAB" w:rsidP="001B102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D86EAB" w:rsidRPr="001B1029" w:rsidRDefault="005D1DD4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Namaz</w:t>
            </w:r>
          </w:p>
        </w:tc>
        <w:tc>
          <w:tcPr>
            <w:tcW w:w="360" w:type="dxa"/>
            <w:shd w:val="clear" w:color="auto" w:fill="99CCFF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660" w:type="dxa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Namaz kılmak için veya Kur’an okumak için alınır</w:t>
            </w:r>
            <w:r w:rsidR="001F0635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</w:tr>
      <w:tr w:rsidR="00D86EA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30" w:type="dxa"/>
            <w:shd w:val="clear" w:color="auto" w:fill="99CCFF"/>
          </w:tcPr>
          <w:p w:rsidR="00D86EAB" w:rsidRPr="001B1029" w:rsidRDefault="00D86EAB" w:rsidP="001B102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2160" w:type="dxa"/>
          </w:tcPr>
          <w:p w:rsidR="00D86EAB" w:rsidRPr="001B1029" w:rsidRDefault="006F6695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S</w:t>
            </w:r>
            <w:r w:rsidR="005D1DD4"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ecde</w:t>
            </w:r>
          </w:p>
        </w:tc>
        <w:tc>
          <w:tcPr>
            <w:tcW w:w="360" w:type="dxa"/>
            <w:shd w:val="clear" w:color="auto" w:fill="99CCFF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660" w:type="dxa"/>
          </w:tcPr>
          <w:p w:rsidR="00D86EAB" w:rsidRPr="001B1029" w:rsidRDefault="00D86EAB" w:rsidP="0084403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029">
              <w:rPr>
                <w:rFonts w:ascii="Times New Roman" w:hAnsi="Times New Roman" w:cs="Times New Roman"/>
                <w:b/>
                <w:sz w:val="22"/>
                <w:szCs w:val="22"/>
              </w:rPr>
              <w:t>Günde beş vakit yerine getirilen ve farz olan ibadet</w:t>
            </w:r>
          </w:p>
        </w:tc>
      </w:tr>
    </w:tbl>
    <w:p w:rsidR="00D86EAB" w:rsidRDefault="00D86EAB" w:rsidP="00D86EAB"/>
    <w:p w:rsidR="00D86EAB" w:rsidRDefault="00D86EAB" w:rsidP="00D86EAB">
      <w:pPr>
        <w:rPr>
          <w:szCs w:val="22"/>
        </w:rPr>
      </w:pPr>
    </w:p>
    <w:p w:rsidR="00D86EAB" w:rsidRDefault="00D86EAB" w:rsidP="00D86EAB">
      <w:pPr>
        <w:rPr>
          <w:b/>
          <w:bCs/>
        </w:rPr>
      </w:pPr>
    </w:p>
    <w:p w:rsidR="00D86EAB" w:rsidRDefault="00D86EAB" w:rsidP="00D86EAB">
      <w:pPr>
        <w:rPr>
          <w:b/>
          <w:bCs/>
        </w:rPr>
      </w:pPr>
    </w:p>
    <w:p w:rsidR="00D86EAB" w:rsidRDefault="00D86EAB" w:rsidP="00D86EAB">
      <w:pPr>
        <w:rPr>
          <w:b/>
          <w:bCs/>
        </w:rPr>
      </w:pPr>
    </w:p>
    <w:p w:rsidR="00D86EAB" w:rsidRDefault="00D86EAB" w:rsidP="00D86EAB">
      <w:pPr>
        <w:rPr>
          <w:b/>
          <w:bCs/>
        </w:rPr>
      </w:pPr>
    </w:p>
    <w:p w:rsidR="00D86EAB" w:rsidRDefault="00D86EAB" w:rsidP="00D86EAB">
      <w:pPr>
        <w:rPr>
          <w:b/>
          <w:bCs/>
        </w:rPr>
      </w:pPr>
    </w:p>
    <w:p w:rsidR="00D86EAB" w:rsidRDefault="00D86EAB" w:rsidP="00D86EAB">
      <w:pPr>
        <w:rPr>
          <w:b/>
          <w:bCs/>
        </w:rPr>
      </w:pPr>
    </w:p>
    <w:p w:rsidR="00D86EAB" w:rsidRDefault="00D86EAB" w:rsidP="00D86EAB">
      <w:pPr>
        <w:rPr>
          <w:b/>
          <w:bCs/>
        </w:rPr>
      </w:pPr>
    </w:p>
    <w:p w:rsidR="00D86EAB" w:rsidRDefault="00D86EAB" w:rsidP="00D86EAB">
      <w:pPr>
        <w:rPr>
          <w:b/>
          <w:bCs/>
        </w:rPr>
      </w:pPr>
    </w:p>
    <w:p w:rsidR="00D86EAB" w:rsidRDefault="00D86EAB" w:rsidP="00D86EAB">
      <w:pPr>
        <w:rPr>
          <w:b/>
          <w:bCs/>
        </w:rPr>
      </w:pPr>
    </w:p>
    <w:p w:rsidR="00D86EAB" w:rsidRDefault="00D86EAB" w:rsidP="00D86EAB">
      <w:pPr>
        <w:rPr>
          <w:b/>
          <w:bCs/>
        </w:rPr>
      </w:pPr>
    </w:p>
    <w:p w:rsidR="00D86EAB" w:rsidRDefault="00D86EAB" w:rsidP="00D86EAB">
      <w:pPr>
        <w:rPr>
          <w:b/>
          <w:bCs/>
        </w:rPr>
      </w:pPr>
    </w:p>
    <w:p w:rsidR="00D86EAB" w:rsidRDefault="00D86EAB" w:rsidP="00D86EAB">
      <w:pPr>
        <w:rPr>
          <w:b/>
          <w:bCs/>
        </w:rPr>
      </w:pPr>
    </w:p>
    <w:p w:rsidR="00D86EAB" w:rsidRDefault="00D86EAB" w:rsidP="001B1029">
      <w:pPr>
        <w:rPr>
          <w:rFonts w:ascii="Comic Sans MS" w:hAnsi="Comic Sans MS" w:cs="Times New Roman"/>
          <w:b/>
        </w:rPr>
      </w:pPr>
    </w:p>
    <w:p w:rsidR="00D86EAB" w:rsidRDefault="00D86EAB" w:rsidP="007A1FCC">
      <w:pPr>
        <w:ind w:left="-180"/>
        <w:rPr>
          <w:rFonts w:ascii="Comic Sans MS" w:hAnsi="Comic Sans MS" w:cs="Times New Roman"/>
          <w:b/>
        </w:rPr>
      </w:pPr>
    </w:p>
    <w:p w:rsidR="00D86EAB" w:rsidRPr="005E0816" w:rsidRDefault="00D86EAB" w:rsidP="007A1FCC">
      <w:pPr>
        <w:ind w:left="-180"/>
        <w:rPr>
          <w:rFonts w:ascii="Comic Sans MS" w:hAnsi="Comic Sans MS" w:cs="Times New Roman"/>
          <w:b/>
        </w:rPr>
      </w:pPr>
    </w:p>
    <w:p w:rsidR="005D1DD4" w:rsidRPr="005E0816" w:rsidRDefault="001B1029" w:rsidP="005D1DD4">
      <w:pPr>
        <w:rPr>
          <w:rFonts w:ascii="Comic Sans MS" w:hAnsi="Comic Sans MS"/>
          <w:b/>
          <w:sz w:val="22"/>
          <w:szCs w:val="22"/>
          <w:u w:val="single"/>
        </w:rPr>
      </w:pPr>
      <w:r w:rsidRPr="005E0816">
        <w:rPr>
          <w:rFonts w:ascii="Comic Sans MS" w:hAnsi="Comic Sans MS"/>
          <w:b/>
          <w:sz w:val="22"/>
          <w:szCs w:val="22"/>
        </w:rPr>
        <w:t xml:space="preserve">      </w:t>
      </w:r>
      <w:r w:rsidRPr="005E0816">
        <w:rPr>
          <w:rFonts w:ascii="Comic Sans MS" w:hAnsi="Comic Sans MS"/>
          <w:b/>
          <w:sz w:val="22"/>
          <w:szCs w:val="22"/>
          <w:u w:val="single"/>
        </w:rPr>
        <w:t xml:space="preserve">E. </w:t>
      </w:r>
      <w:r w:rsidR="005D1DD4" w:rsidRPr="005E0816">
        <w:rPr>
          <w:rFonts w:ascii="Comic Sans MS" w:hAnsi="Comic Sans MS"/>
          <w:b/>
          <w:sz w:val="22"/>
          <w:szCs w:val="22"/>
          <w:u w:val="single"/>
        </w:rPr>
        <w:t>Aşağıdaki durumlarda neler söylendiğini boşluklara y</w:t>
      </w:r>
      <w:r w:rsidR="005D1DD4" w:rsidRPr="005E0816">
        <w:rPr>
          <w:rFonts w:ascii="Comic Sans MS" w:hAnsi="Comic Sans MS"/>
          <w:b/>
          <w:sz w:val="22"/>
          <w:szCs w:val="22"/>
          <w:u w:val="single"/>
        </w:rPr>
        <w:t>a</w:t>
      </w:r>
      <w:r w:rsidR="005D1DD4" w:rsidRPr="005E0816">
        <w:rPr>
          <w:rFonts w:ascii="Comic Sans MS" w:hAnsi="Comic Sans MS"/>
          <w:b/>
          <w:sz w:val="22"/>
          <w:szCs w:val="22"/>
          <w:u w:val="single"/>
        </w:rPr>
        <w:t>zınız.</w:t>
      </w:r>
      <w:r w:rsidR="006F6695" w:rsidRPr="005E0816">
        <w:rPr>
          <w:rFonts w:ascii="Comic Sans MS" w:hAnsi="Comic Sans MS"/>
          <w:b/>
          <w:sz w:val="22"/>
          <w:szCs w:val="22"/>
          <w:u w:val="single"/>
        </w:rPr>
        <w:t xml:space="preserve">  </w:t>
      </w:r>
      <w:r w:rsidR="005D1DD4" w:rsidRPr="005E0816">
        <w:rPr>
          <w:rFonts w:ascii="Comic Sans MS" w:hAnsi="Comic Sans MS"/>
          <w:b/>
          <w:sz w:val="22"/>
          <w:szCs w:val="22"/>
          <w:u w:val="single"/>
        </w:rPr>
        <w:t>(</w:t>
      </w:r>
      <w:r w:rsidRPr="005E0816">
        <w:rPr>
          <w:rFonts w:ascii="Comic Sans MS" w:hAnsi="Comic Sans MS"/>
          <w:b/>
          <w:sz w:val="22"/>
          <w:szCs w:val="22"/>
          <w:u w:val="single"/>
        </w:rPr>
        <w:t>2</w:t>
      </w:r>
      <w:r w:rsidR="006F6695" w:rsidRPr="005E0816">
        <w:rPr>
          <w:rFonts w:ascii="Comic Sans MS" w:hAnsi="Comic Sans MS"/>
          <w:b/>
          <w:sz w:val="22"/>
          <w:szCs w:val="22"/>
          <w:u w:val="single"/>
        </w:rPr>
        <w:t>0</w:t>
      </w:r>
      <w:r w:rsidR="005D1DD4" w:rsidRPr="005E0816">
        <w:rPr>
          <w:rFonts w:ascii="Comic Sans MS" w:hAnsi="Comic Sans MS"/>
          <w:b/>
          <w:sz w:val="22"/>
          <w:szCs w:val="22"/>
          <w:u w:val="single"/>
        </w:rPr>
        <w:t xml:space="preserve"> </w:t>
      </w:r>
      <w:r w:rsidR="006F6695" w:rsidRPr="005E0816">
        <w:rPr>
          <w:rFonts w:ascii="Comic Sans MS" w:hAnsi="Comic Sans MS"/>
          <w:b/>
          <w:sz w:val="22"/>
          <w:szCs w:val="22"/>
          <w:u w:val="single"/>
        </w:rPr>
        <w:t>P</w:t>
      </w:r>
      <w:r w:rsidR="005D1DD4" w:rsidRPr="005E0816">
        <w:rPr>
          <w:rFonts w:ascii="Comic Sans MS" w:hAnsi="Comic Sans MS"/>
          <w:b/>
          <w:sz w:val="22"/>
          <w:szCs w:val="22"/>
          <w:u w:val="single"/>
        </w:rPr>
        <w:t>uan)</w:t>
      </w:r>
    </w:p>
    <w:p w:rsidR="001B1029" w:rsidRDefault="001B1029" w:rsidP="005D1DD4">
      <w:pPr>
        <w:rPr>
          <w:rFonts w:ascii="Comic Sans MS" w:hAnsi="Comic Sans MS"/>
          <w:b/>
          <w:sz w:val="22"/>
          <w:szCs w:val="22"/>
        </w:rPr>
      </w:pPr>
    </w:p>
    <w:tbl>
      <w:tblPr>
        <w:tblpPr w:leftFromText="141" w:rightFromText="141" w:vertAnchor="text" w:horzAnchor="margin" w:tblpXSpec="center" w:tblpY="18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689"/>
      </w:tblGrid>
      <w:tr w:rsidR="006F6695">
        <w:tblPrEx>
          <w:tblCellMar>
            <w:top w:w="0" w:type="dxa"/>
            <w:bottom w:w="0" w:type="dxa"/>
          </w:tblCellMar>
        </w:tblPrEx>
        <w:trPr>
          <w:trHeight w:val="388"/>
        </w:trPr>
        <w:tc>
          <w:tcPr>
            <w:tcW w:w="2950" w:type="dxa"/>
            <w:vAlign w:val="center"/>
          </w:tcPr>
          <w:p w:rsidR="006F6695" w:rsidRPr="001B1029" w:rsidRDefault="006F6695" w:rsidP="006F6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029">
              <w:rPr>
                <w:rFonts w:ascii="Times New Roman" w:hAnsi="Times New Roman" w:cs="Times New Roman"/>
                <w:b/>
                <w:sz w:val="24"/>
                <w:szCs w:val="24"/>
              </w:rPr>
              <w:t>Tekbir</w:t>
            </w:r>
          </w:p>
        </w:tc>
        <w:tc>
          <w:tcPr>
            <w:tcW w:w="6689" w:type="dxa"/>
          </w:tcPr>
          <w:p w:rsidR="006F6695" w:rsidRDefault="006F6695" w:rsidP="006F6695"/>
        </w:tc>
      </w:tr>
      <w:tr w:rsidR="006F6695">
        <w:tblPrEx>
          <w:tblCellMar>
            <w:top w:w="0" w:type="dxa"/>
            <w:bottom w:w="0" w:type="dxa"/>
          </w:tblCellMar>
        </w:tblPrEx>
        <w:trPr>
          <w:trHeight w:val="388"/>
        </w:trPr>
        <w:tc>
          <w:tcPr>
            <w:tcW w:w="2950" w:type="dxa"/>
            <w:vAlign w:val="center"/>
          </w:tcPr>
          <w:p w:rsidR="006F6695" w:rsidRPr="001B1029" w:rsidRDefault="001B1029" w:rsidP="006F6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029">
              <w:rPr>
                <w:rFonts w:ascii="Times New Roman" w:hAnsi="Times New Roman" w:cs="Times New Roman"/>
                <w:b/>
                <w:sz w:val="24"/>
                <w:szCs w:val="24"/>
              </w:rPr>
              <w:t>Rükû</w:t>
            </w:r>
            <w:r w:rsidR="006F6695" w:rsidRPr="001B1029">
              <w:rPr>
                <w:rFonts w:ascii="Times New Roman" w:hAnsi="Times New Roman" w:cs="Times New Roman"/>
                <w:b/>
                <w:sz w:val="24"/>
                <w:szCs w:val="24"/>
              </w:rPr>
              <w:t>da iken 3 d</w:t>
            </w:r>
            <w:r w:rsidR="006F6695" w:rsidRPr="001B1029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6F6695" w:rsidRPr="001B1029">
              <w:rPr>
                <w:rFonts w:ascii="Times New Roman" w:hAnsi="Times New Roman" w:cs="Times New Roman"/>
                <w:b/>
                <w:sz w:val="24"/>
                <w:szCs w:val="24"/>
              </w:rPr>
              <w:t>fa</w:t>
            </w:r>
          </w:p>
        </w:tc>
        <w:tc>
          <w:tcPr>
            <w:tcW w:w="6689" w:type="dxa"/>
          </w:tcPr>
          <w:p w:rsidR="006F6695" w:rsidRDefault="006F6695" w:rsidP="006F6695"/>
        </w:tc>
      </w:tr>
      <w:tr w:rsidR="006F6695">
        <w:tblPrEx>
          <w:tblCellMar>
            <w:top w:w="0" w:type="dxa"/>
            <w:bottom w:w="0" w:type="dxa"/>
          </w:tblCellMar>
        </w:tblPrEx>
        <w:trPr>
          <w:trHeight w:val="388"/>
        </w:trPr>
        <w:tc>
          <w:tcPr>
            <w:tcW w:w="2950" w:type="dxa"/>
            <w:vAlign w:val="center"/>
          </w:tcPr>
          <w:p w:rsidR="006F6695" w:rsidRPr="001B1029" w:rsidRDefault="006F6695" w:rsidP="006F6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029">
              <w:rPr>
                <w:rFonts w:ascii="Times New Roman" w:hAnsi="Times New Roman" w:cs="Times New Roman"/>
                <w:b/>
                <w:sz w:val="24"/>
                <w:szCs w:val="24"/>
              </w:rPr>
              <w:t>Secdede iken 3 d</w:t>
            </w:r>
            <w:r w:rsidRPr="001B1029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1B1029">
              <w:rPr>
                <w:rFonts w:ascii="Times New Roman" w:hAnsi="Times New Roman" w:cs="Times New Roman"/>
                <w:b/>
                <w:sz w:val="24"/>
                <w:szCs w:val="24"/>
              </w:rPr>
              <w:t>fa</w:t>
            </w:r>
          </w:p>
        </w:tc>
        <w:tc>
          <w:tcPr>
            <w:tcW w:w="6689" w:type="dxa"/>
          </w:tcPr>
          <w:p w:rsidR="006F6695" w:rsidRDefault="006F6695" w:rsidP="006F6695"/>
        </w:tc>
      </w:tr>
      <w:tr w:rsidR="006F6695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2950" w:type="dxa"/>
            <w:vAlign w:val="center"/>
          </w:tcPr>
          <w:p w:rsidR="006F6695" w:rsidRPr="001B1029" w:rsidRDefault="006F6695" w:rsidP="006F6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029">
              <w:rPr>
                <w:rFonts w:ascii="Times New Roman" w:hAnsi="Times New Roman" w:cs="Times New Roman"/>
                <w:b/>
                <w:sz w:val="24"/>
                <w:szCs w:val="24"/>
              </w:rPr>
              <w:t>Rükûdan doğrulu</w:t>
            </w:r>
            <w:r w:rsidRPr="001B1029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Pr="001B1029">
              <w:rPr>
                <w:rFonts w:ascii="Times New Roman" w:hAnsi="Times New Roman" w:cs="Times New Roman"/>
                <w:b/>
                <w:sz w:val="24"/>
                <w:szCs w:val="24"/>
              </w:rPr>
              <w:t>ca</w:t>
            </w:r>
          </w:p>
        </w:tc>
        <w:tc>
          <w:tcPr>
            <w:tcW w:w="6689" w:type="dxa"/>
          </w:tcPr>
          <w:p w:rsidR="006F6695" w:rsidRDefault="006F6695" w:rsidP="006F6695"/>
        </w:tc>
      </w:tr>
      <w:tr w:rsidR="006F6695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950" w:type="dxa"/>
            <w:vAlign w:val="center"/>
          </w:tcPr>
          <w:p w:rsidR="006F6695" w:rsidRPr="001B1029" w:rsidRDefault="006F6695" w:rsidP="006F6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029">
              <w:rPr>
                <w:rFonts w:ascii="Times New Roman" w:hAnsi="Times New Roman" w:cs="Times New Roman"/>
                <w:b/>
                <w:sz w:val="24"/>
                <w:szCs w:val="24"/>
              </w:rPr>
              <w:t>Selam veri</w:t>
            </w:r>
            <w:r w:rsidRPr="001B1029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Pr="001B1029">
              <w:rPr>
                <w:rFonts w:ascii="Times New Roman" w:hAnsi="Times New Roman" w:cs="Times New Roman"/>
                <w:b/>
                <w:sz w:val="24"/>
                <w:szCs w:val="24"/>
              </w:rPr>
              <w:t>ken</w:t>
            </w:r>
          </w:p>
        </w:tc>
        <w:tc>
          <w:tcPr>
            <w:tcW w:w="6689" w:type="dxa"/>
          </w:tcPr>
          <w:p w:rsidR="006F6695" w:rsidRDefault="006F6695" w:rsidP="006F6695"/>
          <w:p w:rsidR="006F6695" w:rsidRDefault="006F6695" w:rsidP="006F6695"/>
        </w:tc>
      </w:tr>
    </w:tbl>
    <w:p w:rsidR="006F6695" w:rsidRDefault="006F6695" w:rsidP="005D1DD4">
      <w:pPr>
        <w:rPr>
          <w:rFonts w:ascii="Comic Sans MS" w:hAnsi="Comic Sans MS"/>
          <w:b/>
          <w:sz w:val="22"/>
          <w:szCs w:val="22"/>
        </w:rPr>
      </w:pPr>
    </w:p>
    <w:p w:rsidR="006F6695" w:rsidRDefault="006F6695" w:rsidP="005D1DD4">
      <w:pPr>
        <w:rPr>
          <w:rFonts w:ascii="Comic Sans MS" w:hAnsi="Comic Sans MS"/>
          <w:b/>
          <w:sz w:val="22"/>
          <w:szCs w:val="22"/>
        </w:rPr>
      </w:pPr>
    </w:p>
    <w:p w:rsidR="006F6695" w:rsidRPr="0084403D" w:rsidRDefault="006F6695" w:rsidP="005D1DD4">
      <w:pPr>
        <w:rPr>
          <w:rFonts w:ascii="Comic Sans MS" w:hAnsi="Comic Sans MS"/>
          <w:b/>
          <w:sz w:val="22"/>
          <w:szCs w:val="22"/>
        </w:rPr>
      </w:pPr>
    </w:p>
    <w:p w:rsidR="00D86EAB" w:rsidRDefault="00D86EAB" w:rsidP="006F6695">
      <w:pPr>
        <w:rPr>
          <w:rFonts w:ascii="Comic Sans MS" w:hAnsi="Comic Sans MS" w:cs="Times New Roman"/>
          <w:b/>
        </w:rPr>
      </w:pPr>
    </w:p>
    <w:p w:rsidR="00D86EAB" w:rsidRDefault="00D86EAB" w:rsidP="007A1FCC">
      <w:pPr>
        <w:ind w:left="-180"/>
        <w:rPr>
          <w:rFonts w:ascii="Comic Sans MS" w:hAnsi="Comic Sans MS" w:cs="Times New Roman"/>
          <w:b/>
        </w:rPr>
      </w:pPr>
    </w:p>
    <w:p w:rsidR="00D86EAB" w:rsidRDefault="00D86EAB" w:rsidP="007A1FCC">
      <w:pPr>
        <w:ind w:left="-180"/>
        <w:rPr>
          <w:rFonts w:ascii="Comic Sans MS" w:hAnsi="Comic Sans MS" w:cs="Times New Roman"/>
          <w:b/>
        </w:rPr>
      </w:pPr>
    </w:p>
    <w:p w:rsidR="00CB6FD2" w:rsidRDefault="00CB6FD2" w:rsidP="007A1FCC">
      <w:pPr>
        <w:ind w:left="-180"/>
        <w:rPr>
          <w:rFonts w:ascii="Comic Sans MS" w:hAnsi="Comic Sans MS" w:cs="Times New Roman"/>
          <w:b/>
          <w:color w:val="FFFFFF"/>
        </w:rPr>
      </w:pPr>
    </w:p>
    <w:p w:rsidR="00CB6FD2" w:rsidRDefault="00CB6FD2" w:rsidP="007A1FCC">
      <w:pPr>
        <w:ind w:left="-180"/>
        <w:rPr>
          <w:rFonts w:ascii="Comic Sans MS" w:hAnsi="Comic Sans MS" w:cs="Times New Roman"/>
          <w:b/>
          <w:color w:val="FFFFFF"/>
        </w:rPr>
      </w:pPr>
    </w:p>
    <w:p w:rsidR="00CB6FD2" w:rsidRPr="00AB7400" w:rsidRDefault="00CB6FD2" w:rsidP="007A1FCC">
      <w:pPr>
        <w:ind w:left="-180"/>
        <w:rPr>
          <w:rFonts w:ascii="Comic Sans MS" w:hAnsi="Comic Sans MS" w:cs="Times New Roman"/>
          <w:b/>
          <w:color w:val="FFFFFF"/>
        </w:rPr>
      </w:pPr>
    </w:p>
    <w:p w:rsidR="001B1029" w:rsidRDefault="00744BFC" w:rsidP="007A1FCC">
      <w:pPr>
        <w:ind w:left="-180"/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295910</wp:posOffset>
                </wp:positionV>
                <wp:extent cx="2857500" cy="619760"/>
                <wp:effectExtent l="9525" t="10160" r="9525" b="8255"/>
                <wp:wrapNone/>
                <wp:docPr id="2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619760"/>
                        </a:xfrm>
                        <a:prstGeom prst="horizontalScroll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8022A" w:rsidRPr="001B1029" w:rsidRDefault="001B1029" w:rsidP="0018022A">
                            <w:pPr>
                              <w:rPr>
                                <w:rFonts w:ascii="Monotype Corsiva" w:hAnsi="Monotype Corsiva"/>
                                <w:b/>
                                <w:sz w:val="36"/>
                                <w:szCs w:val="36"/>
                              </w:rPr>
                            </w:pPr>
                            <w:r w:rsidRPr="001B1029">
                              <w:rPr>
                                <w:rFonts w:ascii="Monotype Corsiva" w:hAnsi="Monotype Corsiva"/>
                                <w:b/>
                                <w:color w:val="000000"/>
                                <w:sz w:val="36"/>
                                <w:szCs w:val="36"/>
                              </w:rPr>
                              <w:t>Bismillâh her hayrın baş</w:t>
                            </w:r>
                            <w:r w:rsidRPr="001B1029">
                              <w:rPr>
                                <w:rFonts w:ascii="Monotype Corsiva" w:hAnsi="Monotype Corsiva"/>
                                <w:b/>
                                <w:color w:val="000000"/>
                                <w:sz w:val="36"/>
                                <w:szCs w:val="36"/>
                              </w:rPr>
                              <w:t>ı</w:t>
                            </w:r>
                            <w:r w:rsidRPr="001B1029">
                              <w:rPr>
                                <w:rFonts w:ascii="Monotype Corsiva" w:hAnsi="Monotype Corsiva"/>
                                <w:b/>
                                <w:color w:val="000000"/>
                                <w:sz w:val="36"/>
                                <w:szCs w:val="36"/>
                              </w:rPr>
                              <w:t>dır.</w:t>
                            </w:r>
                          </w:p>
                          <w:p w:rsidR="0018022A" w:rsidRDefault="0018022A" w:rsidP="001802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87" o:spid="_x0000_s1030" type="#_x0000_t98" style="position:absolute;left:0;text-align:left;margin-left:27pt;margin-top:23.3pt;width:225pt;height:4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" adj="5400">
                <v:textbox>
                  <w:txbxContent>
                    <w:p w:rsidR="0018022A" w:rsidRPr="001B1029" w:rsidRDefault="001B1029" w:rsidP="0018022A">
                      <w:pPr>
                        <w:rPr>
                          <w:rFonts w:ascii="Monotype Corsiva" w:hAnsi="Monotype Corsiva"/>
                          <w:b/>
                          <w:sz w:val="36"/>
                          <w:szCs w:val="36"/>
                        </w:rPr>
                      </w:pPr>
                      <w:r w:rsidRPr="001B1029">
                        <w:rPr>
                          <w:rFonts w:ascii="Monotype Corsiva" w:hAnsi="Monotype Corsiva"/>
                          <w:b/>
                          <w:color w:val="000000"/>
                          <w:sz w:val="36"/>
                          <w:szCs w:val="36"/>
                        </w:rPr>
                        <w:t>Bismillâh her hayrın baş</w:t>
                      </w:r>
                      <w:r w:rsidRPr="001B1029">
                        <w:rPr>
                          <w:rFonts w:ascii="Monotype Corsiva" w:hAnsi="Monotype Corsiva"/>
                          <w:b/>
                          <w:color w:val="000000"/>
                          <w:sz w:val="36"/>
                          <w:szCs w:val="36"/>
                        </w:rPr>
                        <w:t>ı</w:t>
                      </w:r>
                      <w:r w:rsidRPr="001B1029">
                        <w:rPr>
                          <w:rFonts w:ascii="Monotype Corsiva" w:hAnsi="Monotype Corsiva"/>
                          <w:b/>
                          <w:color w:val="000000"/>
                          <w:sz w:val="36"/>
                          <w:szCs w:val="36"/>
                        </w:rPr>
                        <w:t>dır.</w:t>
                      </w:r>
                    </w:p>
                    <w:p w:rsidR="0018022A" w:rsidRDefault="0018022A" w:rsidP="0018022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B1029" w:rsidRDefault="001B1029" w:rsidP="001B1029">
      <w:pPr>
        <w:rPr>
          <w:rFonts w:ascii="Comic Sans MS" w:hAnsi="Comic Sans MS" w:cs="Times New Roman"/>
        </w:rPr>
      </w:pPr>
    </w:p>
    <w:p w:rsidR="00346BA9" w:rsidRDefault="00744BFC" w:rsidP="001B1029">
      <w:pPr>
        <w:tabs>
          <w:tab w:val="left" w:pos="6345"/>
        </w:tabs>
        <w:rPr>
          <w:rFonts w:ascii="Comic Sans MS" w:hAnsi="Comic Sans MS" w:cs="Times New Roman"/>
        </w:rPr>
      </w:pPr>
      <w:r>
        <w:rPr>
          <w:rFonts w:ascii="Comic Sans MS" w:hAnsi="Comic Sans MS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222250</wp:posOffset>
                </wp:positionV>
                <wp:extent cx="2743200" cy="970280"/>
                <wp:effectExtent l="0" t="3175" r="0" b="0"/>
                <wp:wrapNone/>
                <wp:docPr id="1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970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029" w:rsidRDefault="001B1029" w:rsidP="001B102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Allah yardımcınız olsun…</w:t>
                            </w:r>
                          </w:p>
                          <w:p w:rsidR="001B1029" w:rsidRPr="00D87278" w:rsidRDefault="001B1029" w:rsidP="001B102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</w:p>
                          <w:p w:rsidR="001B1029" w:rsidRPr="00D87278" w:rsidRDefault="001B1029" w:rsidP="001B102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Din Kültürü ve Ahlak Bilgisi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9" o:spid="_x0000_s1031" type="#_x0000_t202" style="position:absolute;margin-left:297pt;margin-top:17.5pt;width:3in;height:7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" stroked="f">
                <v:textbox>
                  <w:txbxContent>
                    <w:p w:rsidR="001B1029" w:rsidRDefault="001B1029" w:rsidP="001B1029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Allah yardımcınız olsun…</w:t>
                      </w:r>
                    </w:p>
                    <w:p w:rsidR="001B1029" w:rsidRPr="00D87278" w:rsidRDefault="001B1029" w:rsidP="001B1029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</w:p>
                    <w:p w:rsidR="001B1029" w:rsidRPr="00D87278" w:rsidRDefault="001B1029" w:rsidP="001B1029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Din Kültürü ve Ahlak Bilgisi Öğretmeni</w:t>
                      </w:r>
                    </w:p>
                  </w:txbxContent>
                </v:textbox>
              </v:shape>
            </w:pict>
          </mc:Fallback>
        </mc:AlternateContent>
      </w:r>
      <w:r w:rsidR="001B1029">
        <w:rPr>
          <w:rFonts w:ascii="Comic Sans MS" w:hAnsi="Comic Sans MS" w:cs="Times New Roman"/>
        </w:rPr>
        <w:tab/>
      </w:r>
    </w:p>
    <w:p w:rsidR="00346BA9" w:rsidRPr="00346BA9" w:rsidRDefault="00346BA9" w:rsidP="00346BA9">
      <w:pPr>
        <w:rPr>
          <w:rFonts w:ascii="Comic Sans MS" w:hAnsi="Comic Sans MS" w:cs="Times New Roman"/>
        </w:rPr>
      </w:pPr>
    </w:p>
    <w:p w:rsidR="00346BA9" w:rsidRPr="00346BA9" w:rsidRDefault="00346BA9" w:rsidP="00346BA9">
      <w:pPr>
        <w:rPr>
          <w:rFonts w:ascii="Comic Sans MS" w:hAnsi="Comic Sans MS" w:cs="Times New Roman"/>
        </w:rPr>
      </w:pPr>
    </w:p>
    <w:p w:rsidR="00CB6FD2" w:rsidRDefault="00CB6FD2" w:rsidP="00346BA9">
      <w:pPr>
        <w:ind w:firstLine="708"/>
        <w:rPr>
          <w:rFonts w:ascii="Comic Sans MS" w:hAnsi="Comic Sans MS" w:cs="Times New Roman"/>
        </w:rPr>
      </w:pPr>
    </w:p>
    <w:p w:rsidR="00CB6FD2" w:rsidRPr="00CB6FD2" w:rsidRDefault="00CB6FD2" w:rsidP="00CB6FD2">
      <w:pPr>
        <w:rPr>
          <w:rFonts w:ascii="Comic Sans MS" w:hAnsi="Comic Sans MS" w:cs="Times New Roman"/>
        </w:rPr>
      </w:pPr>
    </w:p>
    <w:p w:rsidR="00CB6FD2" w:rsidRDefault="00CB6FD2" w:rsidP="00CB6FD2">
      <w:pPr>
        <w:rPr>
          <w:rFonts w:ascii="Comic Sans MS" w:hAnsi="Comic Sans MS" w:cs="Times New Roman"/>
        </w:rPr>
      </w:pPr>
    </w:p>
    <w:p w:rsidR="00D86EAB" w:rsidRPr="00CB6FD2" w:rsidRDefault="00CB6FD2" w:rsidP="00CB6FD2">
      <w:pPr>
        <w:tabs>
          <w:tab w:val="left" w:pos="4215"/>
        </w:tabs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ab/>
      </w:r>
    </w:p>
    <w:sectPr w:rsidR="00D86EAB" w:rsidRPr="00CB6FD2" w:rsidSect="003D30BE">
      <w:type w:val="continuous"/>
      <w:pgSz w:w="11905" w:h="15840"/>
      <w:pgMar w:top="567" w:right="567" w:bottom="510" w:left="567" w:header="0" w:footer="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56028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3A600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D083F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2A7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328E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D28ED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8AC30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FC57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4588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1AD0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296A9C"/>
    <w:multiLevelType w:val="hybridMultilevel"/>
    <w:tmpl w:val="4396658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B27D0B"/>
    <w:multiLevelType w:val="hybridMultilevel"/>
    <w:tmpl w:val="B7721C36"/>
    <w:lvl w:ilvl="0" w:tplc="43047276">
      <w:start w:val="1"/>
      <w:numFmt w:val="bullet"/>
      <w:pStyle w:val="AralkYok"/>
      <w:lvlText w:val=""/>
      <w:lvlJc w:val="center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>
    <w:nsid w:val="13F977C0"/>
    <w:multiLevelType w:val="hybridMultilevel"/>
    <w:tmpl w:val="B246BAA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2301E5"/>
    <w:multiLevelType w:val="hybridMultilevel"/>
    <w:tmpl w:val="7B028D4E"/>
    <w:lvl w:ilvl="0" w:tplc="6A885C34">
      <w:start w:val="1"/>
      <w:numFmt w:val="upperLetter"/>
      <w:pStyle w:val="Balk1"/>
      <w:lvlText w:val="%1)"/>
      <w:lvlJc w:val="center"/>
      <w:pPr>
        <w:ind w:left="72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02198A"/>
    <w:multiLevelType w:val="hybridMultilevel"/>
    <w:tmpl w:val="F29C111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D57601"/>
    <w:multiLevelType w:val="multilevel"/>
    <w:tmpl w:val="47B2DF90"/>
    <w:styleLink w:val="SoruSTLL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412319D7"/>
    <w:multiLevelType w:val="hybridMultilevel"/>
    <w:tmpl w:val="1E20100A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851608"/>
    <w:multiLevelType w:val="singleLevel"/>
    <w:tmpl w:val="DBF27D90"/>
    <w:lvl w:ilvl="0">
      <w:start w:val="1"/>
      <w:numFmt w:val="upperLetter"/>
      <w:lvlText w:val="%1)"/>
      <w:legacy w:legacy="1" w:legacySpace="0" w:legacyIndent="280"/>
      <w:lvlJc w:val="left"/>
      <w:rPr>
        <w:rFonts w:ascii="Arial" w:hAnsi="Arial" w:cs="Arial" w:hint="default"/>
      </w:rPr>
    </w:lvl>
  </w:abstractNum>
  <w:abstractNum w:abstractNumId="18">
    <w:nsid w:val="46074B37"/>
    <w:multiLevelType w:val="hybridMultilevel"/>
    <w:tmpl w:val="F572A880"/>
    <w:lvl w:ilvl="0" w:tplc="C3B0A946">
      <w:start w:val="1"/>
      <w:numFmt w:val="upperLetter"/>
      <w:pStyle w:val="seeneklerstili"/>
      <w:lvlText w:val="%1)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F0019">
      <w:start w:val="1"/>
      <w:numFmt w:val="lowerLetter"/>
      <w:lvlText w:val="%2."/>
      <w:lvlJc w:val="left"/>
      <w:pPr>
        <w:ind w:left="1214" w:hanging="360"/>
      </w:pPr>
    </w:lvl>
    <w:lvl w:ilvl="2" w:tplc="041F001B" w:tentative="1">
      <w:start w:val="1"/>
      <w:numFmt w:val="lowerRoman"/>
      <w:lvlText w:val="%3."/>
      <w:lvlJc w:val="right"/>
      <w:pPr>
        <w:ind w:left="1934" w:hanging="180"/>
      </w:pPr>
    </w:lvl>
    <w:lvl w:ilvl="3" w:tplc="041F000F" w:tentative="1">
      <w:start w:val="1"/>
      <w:numFmt w:val="decimal"/>
      <w:lvlText w:val="%4."/>
      <w:lvlJc w:val="left"/>
      <w:pPr>
        <w:ind w:left="2654" w:hanging="360"/>
      </w:pPr>
    </w:lvl>
    <w:lvl w:ilvl="4" w:tplc="041F0019" w:tentative="1">
      <w:start w:val="1"/>
      <w:numFmt w:val="lowerLetter"/>
      <w:lvlText w:val="%5."/>
      <w:lvlJc w:val="left"/>
      <w:pPr>
        <w:ind w:left="3374" w:hanging="360"/>
      </w:pPr>
    </w:lvl>
    <w:lvl w:ilvl="5" w:tplc="041F001B" w:tentative="1">
      <w:start w:val="1"/>
      <w:numFmt w:val="lowerRoman"/>
      <w:lvlText w:val="%6."/>
      <w:lvlJc w:val="right"/>
      <w:pPr>
        <w:ind w:left="4094" w:hanging="180"/>
      </w:pPr>
    </w:lvl>
    <w:lvl w:ilvl="6" w:tplc="041F000F" w:tentative="1">
      <w:start w:val="1"/>
      <w:numFmt w:val="decimal"/>
      <w:lvlText w:val="%7."/>
      <w:lvlJc w:val="left"/>
      <w:pPr>
        <w:ind w:left="4814" w:hanging="360"/>
      </w:pPr>
    </w:lvl>
    <w:lvl w:ilvl="7" w:tplc="041F0019" w:tentative="1">
      <w:start w:val="1"/>
      <w:numFmt w:val="lowerLetter"/>
      <w:lvlText w:val="%8."/>
      <w:lvlJc w:val="left"/>
      <w:pPr>
        <w:ind w:left="5534" w:hanging="360"/>
      </w:pPr>
    </w:lvl>
    <w:lvl w:ilvl="8" w:tplc="041F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9">
    <w:nsid w:val="61BB195D"/>
    <w:multiLevelType w:val="hybridMultilevel"/>
    <w:tmpl w:val="0C86AEF2"/>
    <w:lvl w:ilvl="0" w:tplc="EAD45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0002FE"/>
    <w:multiLevelType w:val="hybridMultilevel"/>
    <w:tmpl w:val="A2D436F6"/>
    <w:lvl w:ilvl="0" w:tplc="179C3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18A856">
      <w:start w:val="1"/>
      <w:numFmt w:val="upperLetter"/>
      <w:lvlText w:val="%2)"/>
      <w:lvlJc w:val="left"/>
      <w:pPr>
        <w:tabs>
          <w:tab w:val="num" w:pos="567"/>
        </w:tabs>
        <w:ind w:left="1418" w:hanging="338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317AFD"/>
    <w:multiLevelType w:val="hybridMultilevel"/>
    <w:tmpl w:val="12663AB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504AB9"/>
    <w:multiLevelType w:val="hybridMultilevel"/>
    <w:tmpl w:val="C7A239A6"/>
    <w:lvl w:ilvl="0" w:tplc="11D8FA9A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hint="default"/>
        <w:b/>
        <w:i w:val="0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FE3324"/>
    <w:multiLevelType w:val="hybridMultilevel"/>
    <w:tmpl w:val="CA129B9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B0FE4"/>
    <w:multiLevelType w:val="hybridMultilevel"/>
    <w:tmpl w:val="FAECDF1C"/>
    <w:lvl w:ilvl="0" w:tplc="CB062E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9D2B7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2"/>
        <w:szCs w:val="22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034E36"/>
    <w:multiLevelType w:val="hybridMultilevel"/>
    <w:tmpl w:val="B35AF5D0"/>
    <w:lvl w:ilvl="0" w:tplc="A0541DD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/>
        <w:i w:val="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>
    <w:nsid w:val="7D481A16"/>
    <w:multiLevelType w:val="singleLevel"/>
    <w:tmpl w:val="E3D63E34"/>
    <w:lvl w:ilvl="0">
      <w:start w:val="1"/>
      <w:numFmt w:val="upp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num w:numId="1">
    <w:abstractNumId w:val="15"/>
  </w:num>
  <w:num w:numId="2">
    <w:abstractNumId w:val="11"/>
  </w:num>
  <w:num w:numId="3">
    <w:abstractNumId w:val="22"/>
  </w:num>
  <w:num w:numId="4">
    <w:abstractNumId w:val="13"/>
  </w:num>
  <w:num w:numId="5">
    <w:abstractNumId w:val="18"/>
  </w:num>
  <w:num w:numId="6">
    <w:abstractNumId w:val="14"/>
  </w:num>
  <w:num w:numId="7">
    <w:abstractNumId w:val="26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5"/>
  </w:num>
  <w:num w:numId="20">
    <w:abstractNumId w:val="10"/>
  </w:num>
  <w:num w:numId="21">
    <w:abstractNumId w:val="23"/>
  </w:num>
  <w:num w:numId="22">
    <w:abstractNumId w:val="12"/>
  </w:num>
  <w:num w:numId="23">
    <w:abstractNumId w:val="21"/>
  </w:num>
  <w:num w:numId="24">
    <w:abstractNumId w:val="16"/>
  </w:num>
  <w:num w:numId="25">
    <w:abstractNumId w:val="24"/>
  </w:num>
  <w:num w:numId="26">
    <w:abstractNumId w:val="20"/>
  </w:num>
  <w:num w:numId="2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attachedTemplate r:id="rId1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67D"/>
    <w:rsid w:val="0000155B"/>
    <w:rsid w:val="00015CB5"/>
    <w:rsid w:val="0006102F"/>
    <w:rsid w:val="00074337"/>
    <w:rsid w:val="000D7D1D"/>
    <w:rsid w:val="000E2781"/>
    <w:rsid w:val="000E3891"/>
    <w:rsid w:val="000E7CFC"/>
    <w:rsid w:val="00122CB9"/>
    <w:rsid w:val="0013079A"/>
    <w:rsid w:val="001508C0"/>
    <w:rsid w:val="001518FB"/>
    <w:rsid w:val="00155BF7"/>
    <w:rsid w:val="00157AE9"/>
    <w:rsid w:val="0017541D"/>
    <w:rsid w:val="0018022A"/>
    <w:rsid w:val="001A28F2"/>
    <w:rsid w:val="001A4B61"/>
    <w:rsid w:val="001B1029"/>
    <w:rsid w:val="001B7300"/>
    <w:rsid w:val="001C0B81"/>
    <w:rsid w:val="001C7B5D"/>
    <w:rsid w:val="001F0635"/>
    <w:rsid w:val="001F19AB"/>
    <w:rsid w:val="00226285"/>
    <w:rsid w:val="002409EC"/>
    <w:rsid w:val="00241AE8"/>
    <w:rsid w:val="0024247C"/>
    <w:rsid w:val="002477B7"/>
    <w:rsid w:val="00273B88"/>
    <w:rsid w:val="0027514E"/>
    <w:rsid w:val="00282481"/>
    <w:rsid w:val="002E5E37"/>
    <w:rsid w:val="00305CA9"/>
    <w:rsid w:val="00315C07"/>
    <w:rsid w:val="00346BA9"/>
    <w:rsid w:val="003612E6"/>
    <w:rsid w:val="00367E82"/>
    <w:rsid w:val="00371A38"/>
    <w:rsid w:val="00395D55"/>
    <w:rsid w:val="003C7D61"/>
    <w:rsid w:val="003D1F6D"/>
    <w:rsid w:val="003D30BE"/>
    <w:rsid w:val="003F639A"/>
    <w:rsid w:val="003F68DA"/>
    <w:rsid w:val="004050E7"/>
    <w:rsid w:val="00417ADF"/>
    <w:rsid w:val="004222F8"/>
    <w:rsid w:val="00426277"/>
    <w:rsid w:val="004406E5"/>
    <w:rsid w:val="00466151"/>
    <w:rsid w:val="004A0A47"/>
    <w:rsid w:val="004B18AB"/>
    <w:rsid w:val="004B5A5A"/>
    <w:rsid w:val="004D3BA2"/>
    <w:rsid w:val="004E44B8"/>
    <w:rsid w:val="004F735D"/>
    <w:rsid w:val="005267B2"/>
    <w:rsid w:val="00551F8A"/>
    <w:rsid w:val="00576963"/>
    <w:rsid w:val="00576A80"/>
    <w:rsid w:val="00585125"/>
    <w:rsid w:val="005C2267"/>
    <w:rsid w:val="005D1DD4"/>
    <w:rsid w:val="005D71D2"/>
    <w:rsid w:val="005E0816"/>
    <w:rsid w:val="005E1C40"/>
    <w:rsid w:val="005F7A10"/>
    <w:rsid w:val="0061623C"/>
    <w:rsid w:val="006270C6"/>
    <w:rsid w:val="006323A8"/>
    <w:rsid w:val="006709CB"/>
    <w:rsid w:val="006B38F1"/>
    <w:rsid w:val="006C5E84"/>
    <w:rsid w:val="006D54AA"/>
    <w:rsid w:val="006F6695"/>
    <w:rsid w:val="007308BA"/>
    <w:rsid w:val="00744BFC"/>
    <w:rsid w:val="0075038D"/>
    <w:rsid w:val="00797CAD"/>
    <w:rsid w:val="007A060E"/>
    <w:rsid w:val="007A1FCC"/>
    <w:rsid w:val="00803E2B"/>
    <w:rsid w:val="00811B03"/>
    <w:rsid w:val="008317B1"/>
    <w:rsid w:val="008364C1"/>
    <w:rsid w:val="0084403D"/>
    <w:rsid w:val="00851594"/>
    <w:rsid w:val="00855183"/>
    <w:rsid w:val="00871D85"/>
    <w:rsid w:val="00877B26"/>
    <w:rsid w:val="00882492"/>
    <w:rsid w:val="008B48C1"/>
    <w:rsid w:val="008E07CE"/>
    <w:rsid w:val="008E3626"/>
    <w:rsid w:val="00906122"/>
    <w:rsid w:val="009339F4"/>
    <w:rsid w:val="00934AE2"/>
    <w:rsid w:val="0093771D"/>
    <w:rsid w:val="00986D71"/>
    <w:rsid w:val="00992375"/>
    <w:rsid w:val="009C73BF"/>
    <w:rsid w:val="009E2017"/>
    <w:rsid w:val="00A06070"/>
    <w:rsid w:val="00A166EE"/>
    <w:rsid w:val="00A20EA8"/>
    <w:rsid w:val="00A67707"/>
    <w:rsid w:val="00A96261"/>
    <w:rsid w:val="00AB7400"/>
    <w:rsid w:val="00AD43A3"/>
    <w:rsid w:val="00AD4D6C"/>
    <w:rsid w:val="00AF7AF2"/>
    <w:rsid w:val="00B049FA"/>
    <w:rsid w:val="00B22A6E"/>
    <w:rsid w:val="00B400B5"/>
    <w:rsid w:val="00B53E78"/>
    <w:rsid w:val="00B6567D"/>
    <w:rsid w:val="00BC6E36"/>
    <w:rsid w:val="00BE2F65"/>
    <w:rsid w:val="00BE7EF7"/>
    <w:rsid w:val="00C27909"/>
    <w:rsid w:val="00C27E7C"/>
    <w:rsid w:val="00C31C0E"/>
    <w:rsid w:val="00C37B14"/>
    <w:rsid w:val="00C43032"/>
    <w:rsid w:val="00C62B2E"/>
    <w:rsid w:val="00C71F21"/>
    <w:rsid w:val="00C764AB"/>
    <w:rsid w:val="00CB6FD2"/>
    <w:rsid w:val="00D15A9F"/>
    <w:rsid w:val="00D352EF"/>
    <w:rsid w:val="00D414C5"/>
    <w:rsid w:val="00D50FD9"/>
    <w:rsid w:val="00D86EAB"/>
    <w:rsid w:val="00D87FE4"/>
    <w:rsid w:val="00E11590"/>
    <w:rsid w:val="00E15F95"/>
    <w:rsid w:val="00E23D5E"/>
    <w:rsid w:val="00E719D4"/>
    <w:rsid w:val="00EC61B9"/>
    <w:rsid w:val="00EE7C07"/>
    <w:rsid w:val="00F510EB"/>
    <w:rsid w:val="00F72709"/>
    <w:rsid w:val="00F82762"/>
    <w:rsid w:val="00FD5E11"/>
    <w:rsid w:val="00FD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3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Balk1">
    <w:name w:val="heading 1"/>
    <w:aliases w:val="toblolu Seçenek"/>
    <w:basedOn w:val="Normal"/>
    <w:next w:val="Normal"/>
    <w:link w:val="Balk1Char"/>
    <w:autoRedefine/>
    <w:uiPriority w:val="9"/>
    <w:qFormat/>
    <w:rsid w:val="00FD5E11"/>
    <w:pPr>
      <w:keepNext/>
      <w:keepLines/>
      <w:numPr>
        <w:numId w:val="4"/>
      </w:numPr>
      <w:spacing w:before="120" w:after="120"/>
      <w:ind w:left="227" w:hanging="170"/>
      <w:outlineLvl w:val="0"/>
    </w:pPr>
    <w:rPr>
      <w:rFonts w:cs="Times New Roman"/>
      <w:bCs/>
      <w:color w:val="000000"/>
      <w:sz w:val="16"/>
      <w:szCs w:val="2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SoruSTLL">
    <w:name w:val="Soru STLİL"/>
    <w:uiPriority w:val="99"/>
    <w:rsid w:val="00551F8A"/>
    <w:pPr>
      <w:numPr>
        <w:numId w:val="1"/>
      </w:numPr>
    </w:pPr>
  </w:style>
  <w:style w:type="paragraph" w:customStyle="1" w:styleId="AralkYok">
    <w:name w:val="No Spacing"/>
    <w:aliases w:val="Soru STİLİ"/>
    <w:next w:val="SoruStili"/>
    <w:uiPriority w:val="1"/>
    <w:qFormat/>
    <w:rsid w:val="00C37B14"/>
    <w:pPr>
      <w:widowControl w:val="0"/>
      <w:numPr>
        <w:numId w:val="2"/>
      </w:numPr>
      <w:autoSpaceDE w:val="0"/>
      <w:autoSpaceDN w:val="0"/>
      <w:adjustRightInd w:val="0"/>
      <w:spacing w:before="120"/>
      <w:ind w:left="113" w:hanging="113"/>
    </w:pPr>
    <w:rPr>
      <w:rFonts w:ascii="Arial" w:eastAsia="Times New Roman" w:hAnsi="Arial" w:cs="Arial"/>
      <w:sz w:val="16"/>
    </w:rPr>
  </w:style>
  <w:style w:type="paragraph" w:customStyle="1" w:styleId="sorubilgisistili">
    <w:name w:val="soru bilgisi stili"/>
    <w:next w:val="SoruStili"/>
    <w:autoRedefine/>
    <w:qFormat/>
    <w:rsid w:val="00122CB9"/>
    <w:pPr>
      <w:spacing w:line="240" w:lineRule="exact"/>
      <w:ind w:left="170"/>
      <w:jc w:val="both"/>
    </w:pPr>
    <w:rPr>
      <w:rFonts w:ascii="Arial" w:eastAsia="Times New Roman" w:hAnsi="Arial" w:cs="Arial"/>
      <w:sz w:val="16"/>
      <w:lang w:eastAsia="en-US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99237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/>
    </w:rPr>
  </w:style>
  <w:style w:type="character" w:customStyle="1" w:styleId="AltKonuBalChar">
    <w:name w:val="Alt Konu Başlığı Char"/>
    <w:link w:val="AltKonuBal"/>
    <w:uiPriority w:val="11"/>
    <w:rsid w:val="00992375"/>
    <w:rPr>
      <w:rFonts w:ascii="Cambria" w:eastAsia="Times New Roman" w:hAnsi="Cambria" w:cs="Times New Roman"/>
      <w:sz w:val="24"/>
      <w:szCs w:val="24"/>
      <w:lang w:eastAsia="tr-TR"/>
    </w:rPr>
  </w:style>
  <w:style w:type="paragraph" w:customStyle="1" w:styleId="Normal0">
    <w:name w:val="[Normal]"/>
    <w:uiPriority w:val="99"/>
    <w:rsid w:val="009923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SoruStili">
    <w:name w:val="Soru Stili"/>
    <w:next w:val="seeneklerstili"/>
    <w:autoRedefine/>
    <w:qFormat/>
    <w:rsid w:val="00A96261"/>
    <w:pPr>
      <w:numPr>
        <w:numId w:val="3"/>
      </w:numPr>
      <w:spacing w:before="120" w:after="120" w:line="200" w:lineRule="exact"/>
      <w:ind w:left="227" w:hanging="227"/>
      <w:jc w:val="both"/>
    </w:pPr>
    <w:rPr>
      <w:rFonts w:ascii="Arial" w:hAnsi="Arial" w:cs="Arial"/>
      <w:b/>
      <w:sz w:val="16"/>
      <w:lang w:eastAsia="en-US"/>
    </w:rPr>
  </w:style>
  <w:style w:type="paragraph" w:customStyle="1" w:styleId="seeneklerstili">
    <w:name w:val="seçenekler stili"/>
    <w:basedOn w:val="Normal"/>
    <w:next w:val="sorubilgisistili"/>
    <w:autoRedefine/>
    <w:qFormat/>
    <w:rsid w:val="001B7300"/>
    <w:pPr>
      <w:widowControl/>
      <w:numPr>
        <w:numId w:val="5"/>
      </w:numPr>
      <w:autoSpaceDE/>
      <w:autoSpaceDN/>
      <w:adjustRightInd/>
      <w:spacing w:before="120" w:after="120"/>
      <w:jc w:val="both"/>
    </w:pPr>
    <w:rPr>
      <w:sz w:val="16"/>
      <w:szCs w:val="22"/>
      <w:lang w:eastAsia="en-US"/>
    </w:rPr>
  </w:style>
  <w:style w:type="paragraph" w:customStyle="1" w:styleId="sorukayna">
    <w:name w:val="soru kaynağı"/>
    <w:basedOn w:val="Normal"/>
    <w:next w:val="sorubilgisistili"/>
    <w:autoRedefine/>
    <w:qFormat/>
    <w:rsid w:val="00576963"/>
    <w:pPr>
      <w:jc w:val="right"/>
    </w:pPr>
    <w:rPr>
      <w:rFonts w:eastAsia="Times New Roman"/>
      <w:b/>
      <w:i/>
      <w:sz w:val="12"/>
      <w:szCs w:val="12"/>
    </w:rPr>
  </w:style>
  <w:style w:type="table" w:customStyle="1" w:styleId="TabloluSeenek">
    <w:name w:val="Tablolu Seçenek"/>
    <w:basedOn w:val="NormalTablo"/>
    <w:uiPriority w:val="99"/>
    <w:rsid w:val="004A0A4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aliases w:val="toblolu Seçenek Char"/>
    <w:link w:val="Balk1"/>
    <w:uiPriority w:val="9"/>
    <w:rsid w:val="00FD5E11"/>
    <w:rPr>
      <w:rFonts w:ascii="Arial" w:hAnsi="Arial"/>
      <w:bCs/>
      <w:color w:val="000000"/>
      <w:sz w:val="16"/>
      <w:szCs w:val="28"/>
      <w:lang w:val="tr-TR" w:eastAsia="tr-TR" w:bidi="ar-S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D5E11"/>
    <w:rPr>
      <w:rFonts w:ascii="Tahoma" w:hAnsi="Tahoma" w:cs="Times New Roman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FD5E11"/>
    <w:rPr>
      <w:rFonts w:ascii="Tahoma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1B7300"/>
    <w:pPr>
      <w:ind w:left="720"/>
      <w:contextualSpacing/>
    </w:pPr>
  </w:style>
  <w:style w:type="paragraph" w:styleId="GvdeMetni2">
    <w:name w:val="Body Text 2"/>
    <w:basedOn w:val="Normal"/>
    <w:rsid w:val="00E719D4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iCs/>
      <w:sz w:val="22"/>
      <w:szCs w:val="18"/>
    </w:rPr>
  </w:style>
  <w:style w:type="table" w:styleId="TabloKlavuzu">
    <w:name w:val="Table Grid"/>
    <w:basedOn w:val="NormalTablo"/>
    <w:rsid w:val="001C7B5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3">
    <w:name w:val="Body Text 3"/>
    <w:basedOn w:val="Normal"/>
    <w:rsid w:val="007A1FCC"/>
    <w:pPr>
      <w:spacing w:after="120"/>
    </w:pPr>
    <w:rPr>
      <w:sz w:val="16"/>
      <w:szCs w:val="16"/>
    </w:rPr>
  </w:style>
  <w:style w:type="character" w:styleId="Kpr">
    <w:name w:val="Hyperlink"/>
    <w:uiPriority w:val="99"/>
    <w:unhideWhenUsed/>
    <w:rsid w:val="00346B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3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Balk1">
    <w:name w:val="heading 1"/>
    <w:aliases w:val="toblolu Seçenek"/>
    <w:basedOn w:val="Normal"/>
    <w:next w:val="Normal"/>
    <w:link w:val="Balk1Char"/>
    <w:autoRedefine/>
    <w:uiPriority w:val="9"/>
    <w:qFormat/>
    <w:rsid w:val="00FD5E11"/>
    <w:pPr>
      <w:keepNext/>
      <w:keepLines/>
      <w:numPr>
        <w:numId w:val="4"/>
      </w:numPr>
      <w:spacing w:before="120" w:after="120"/>
      <w:ind w:left="227" w:hanging="170"/>
      <w:outlineLvl w:val="0"/>
    </w:pPr>
    <w:rPr>
      <w:rFonts w:cs="Times New Roman"/>
      <w:bCs/>
      <w:color w:val="000000"/>
      <w:sz w:val="16"/>
      <w:szCs w:val="2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SoruSTLL">
    <w:name w:val="Soru STLİL"/>
    <w:uiPriority w:val="99"/>
    <w:rsid w:val="00551F8A"/>
    <w:pPr>
      <w:numPr>
        <w:numId w:val="1"/>
      </w:numPr>
    </w:pPr>
  </w:style>
  <w:style w:type="paragraph" w:customStyle="1" w:styleId="AralkYok">
    <w:name w:val="No Spacing"/>
    <w:aliases w:val="Soru STİLİ"/>
    <w:next w:val="SoruStili"/>
    <w:uiPriority w:val="1"/>
    <w:qFormat/>
    <w:rsid w:val="00C37B14"/>
    <w:pPr>
      <w:widowControl w:val="0"/>
      <w:numPr>
        <w:numId w:val="2"/>
      </w:numPr>
      <w:autoSpaceDE w:val="0"/>
      <w:autoSpaceDN w:val="0"/>
      <w:adjustRightInd w:val="0"/>
      <w:spacing w:before="120"/>
      <w:ind w:left="113" w:hanging="113"/>
    </w:pPr>
    <w:rPr>
      <w:rFonts w:ascii="Arial" w:eastAsia="Times New Roman" w:hAnsi="Arial" w:cs="Arial"/>
      <w:sz w:val="16"/>
    </w:rPr>
  </w:style>
  <w:style w:type="paragraph" w:customStyle="1" w:styleId="sorubilgisistili">
    <w:name w:val="soru bilgisi stili"/>
    <w:next w:val="SoruStili"/>
    <w:autoRedefine/>
    <w:qFormat/>
    <w:rsid w:val="00122CB9"/>
    <w:pPr>
      <w:spacing w:line="240" w:lineRule="exact"/>
      <w:ind w:left="170"/>
      <w:jc w:val="both"/>
    </w:pPr>
    <w:rPr>
      <w:rFonts w:ascii="Arial" w:eastAsia="Times New Roman" w:hAnsi="Arial" w:cs="Arial"/>
      <w:sz w:val="16"/>
      <w:lang w:eastAsia="en-US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99237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/>
    </w:rPr>
  </w:style>
  <w:style w:type="character" w:customStyle="1" w:styleId="AltKonuBalChar">
    <w:name w:val="Alt Konu Başlığı Char"/>
    <w:link w:val="AltKonuBal"/>
    <w:uiPriority w:val="11"/>
    <w:rsid w:val="00992375"/>
    <w:rPr>
      <w:rFonts w:ascii="Cambria" w:eastAsia="Times New Roman" w:hAnsi="Cambria" w:cs="Times New Roman"/>
      <w:sz w:val="24"/>
      <w:szCs w:val="24"/>
      <w:lang w:eastAsia="tr-TR"/>
    </w:rPr>
  </w:style>
  <w:style w:type="paragraph" w:customStyle="1" w:styleId="Normal0">
    <w:name w:val="[Normal]"/>
    <w:uiPriority w:val="99"/>
    <w:rsid w:val="009923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SoruStili">
    <w:name w:val="Soru Stili"/>
    <w:next w:val="seeneklerstili"/>
    <w:autoRedefine/>
    <w:qFormat/>
    <w:rsid w:val="00A96261"/>
    <w:pPr>
      <w:numPr>
        <w:numId w:val="3"/>
      </w:numPr>
      <w:spacing w:before="120" w:after="120" w:line="200" w:lineRule="exact"/>
      <w:ind w:left="227" w:hanging="227"/>
      <w:jc w:val="both"/>
    </w:pPr>
    <w:rPr>
      <w:rFonts w:ascii="Arial" w:hAnsi="Arial" w:cs="Arial"/>
      <w:b/>
      <w:sz w:val="16"/>
      <w:lang w:eastAsia="en-US"/>
    </w:rPr>
  </w:style>
  <w:style w:type="paragraph" w:customStyle="1" w:styleId="seeneklerstili">
    <w:name w:val="seçenekler stili"/>
    <w:basedOn w:val="Normal"/>
    <w:next w:val="sorubilgisistili"/>
    <w:autoRedefine/>
    <w:qFormat/>
    <w:rsid w:val="001B7300"/>
    <w:pPr>
      <w:widowControl/>
      <w:numPr>
        <w:numId w:val="5"/>
      </w:numPr>
      <w:autoSpaceDE/>
      <w:autoSpaceDN/>
      <w:adjustRightInd/>
      <w:spacing w:before="120" w:after="120"/>
      <w:jc w:val="both"/>
    </w:pPr>
    <w:rPr>
      <w:sz w:val="16"/>
      <w:szCs w:val="22"/>
      <w:lang w:eastAsia="en-US"/>
    </w:rPr>
  </w:style>
  <w:style w:type="paragraph" w:customStyle="1" w:styleId="sorukayna">
    <w:name w:val="soru kaynağı"/>
    <w:basedOn w:val="Normal"/>
    <w:next w:val="sorubilgisistili"/>
    <w:autoRedefine/>
    <w:qFormat/>
    <w:rsid w:val="00576963"/>
    <w:pPr>
      <w:jc w:val="right"/>
    </w:pPr>
    <w:rPr>
      <w:rFonts w:eastAsia="Times New Roman"/>
      <w:b/>
      <w:i/>
      <w:sz w:val="12"/>
      <w:szCs w:val="12"/>
    </w:rPr>
  </w:style>
  <w:style w:type="table" w:customStyle="1" w:styleId="TabloluSeenek">
    <w:name w:val="Tablolu Seçenek"/>
    <w:basedOn w:val="NormalTablo"/>
    <w:uiPriority w:val="99"/>
    <w:rsid w:val="004A0A4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aliases w:val="toblolu Seçenek Char"/>
    <w:link w:val="Balk1"/>
    <w:uiPriority w:val="9"/>
    <w:rsid w:val="00FD5E11"/>
    <w:rPr>
      <w:rFonts w:ascii="Arial" w:hAnsi="Arial"/>
      <w:bCs/>
      <w:color w:val="000000"/>
      <w:sz w:val="16"/>
      <w:szCs w:val="28"/>
      <w:lang w:val="tr-TR" w:eastAsia="tr-TR" w:bidi="ar-S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D5E11"/>
    <w:rPr>
      <w:rFonts w:ascii="Tahoma" w:hAnsi="Tahoma" w:cs="Times New Roman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FD5E11"/>
    <w:rPr>
      <w:rFonts w:ascii="Tahoma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1B7300"/>
    <w:pPr>
      <w:ind w:left="720"/>
      <w:contextualSpacing/>
    </w:pPr>
  </w:style>
  <w:style w:type="paragraph" w:styleId="GvdeMetni2">
    <w:name w:val="Body Text 2"/>
    <w:basedOn w:val="Normal"/>
    <w:rsid w:val="00E719D4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iCs/>
      <w:sz w:val="22"/>
      <w:szCs w:val="18"/>
    </w:rPr>
  </w:style>
  <w:style w:type="table" w:styleId="TabloKlavuzu">
    <w:name w:val="Table Grid"/>
    <w:basedOn w:val="NormalTablo"/>
    <w:rsid w:val="001C7B5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3">
    <w:name w:val="Body Text 3"/>
    <w:basedOn w:val="Normal"/>
    <w:rsid w:val="007A1FCC"/>
    <w:pPr>
      <w:spacing w:after="120"/>
    </w:pPr>
    <w:rPr>
      <w:sz w:val="16"/>
      <w:szCs w:val="16"/>
    </w:rPr>
  </w:style>
  <w:style w:type="character" w:styleId="Kpr">
    <w:name w:val="Hyperlink"/>
    <w:uiPriority w:val="99"/>
    <w:unhideWhenUsed/>
    <w:rsid w:val="00346B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9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b\Desktop\SINAB\8_sinif_2_donem_2_yazili_B.dotx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8_sinif_2_donem_2_yazili_B</Template>
  <TotalTime>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3287</CharactersWithSpaces>
  <SharedDoc>false</SharedDoc>
  <HLinks>
    <vt:vector size="6" baseType="variant">
      <vt:variant>
        <vt:i4>7995437</vt:i4>
      </vt:variant>
      <vt:variant>
        <vt:i4>-1</vt:i4>
      </vt:variant>
      <vt:variant>
        <vt:i4>1088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cp:lastModifiedBy>Buro</cp:lastModifiedBy>
  <cp:revision>2</cp:revision>
  <cp:lastPrinted>2011-01-02T17:14:00Z</cp:lastPrinted>
  <dcterms:created xsi:type="dcterms:W3CDTF">2021-12-22T10:06:00Z</dcterms:created>
  <dcterms:modified xsi:type="dcterms:W3CDTF">2021-12-22T10:06:00Z</dcterms:modified>
</cp:coreProperties>
</file>