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D3E2D" w:rsidRPr="00C31D4E" w:rsidRDefault="00AD3E2D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Ee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Ll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Aa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Kk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İi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Nn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Oo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Mm </w:t>
      </w:r>
      <w:proofErr w:type="spellStart"/>
      <w:r>
        <w:rPr>
          <w:rFonts w:ascii="TTKB Dik Temel Abece" w:hAnsi="TTKB Dik Temel Abece"/>
          <w:sz w:val="72"/>
          <w:szCs w:val="72"/>
        </w:rPr>
        <w:t>Uu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Tt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Ü</w:t>
      </w:r>
    </w:p>
    <w:p w:rsidR="00AD3E2D" w:rsidRPr="00C31D4E" w:rsidRDefault="00AD3E2D" w:rsidP="00E44203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ü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Yy </w:t>
      </w:r>
      <w:proofErr w:type="spellStart"/>
      <w:r>
        <w:rPr>
          <w:rFonts w:ascii="TTKB Dik Temel Abece" w:hAnsi="TTKB Dik Temel Abece"/>
          <w:sz w:val="72"/>
          <w:szCs w:val="72"/>
        </w:rPr>
        <w:t>Öö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Rr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Iı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Dd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Ss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Bb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Zz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Çç</w:t>
      </w:r>
      <w:proofErr w:type="spellEnd"/>
    </w:p>
    <w:p w:rsidR="00AD3E2D" w:rsidRPr="00C31D4E" w:rsidRDefault="00AD3E2D" w:rsidP="00440F45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aç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eç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ıç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iç </w:t>
      </w:r>
      <w:proofErr w:type="spellStart"/>
      <w:r>
        <w:rPr>
          <w:rFonts w:ascii="TTKB Dik Temel Abece" w:hAnsi="TTKB Dik Temel Abece"/>
          <w:sz w:val="72"/>
          <w:szCs w:val="72"/>
        </w:rPr>
        <w:t>oç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öç uç üç </w:t>
      </w:r>
      <w:proofErr w:type="spellStart"/>
      <w:r>
        <w:rPr>
          <w:rFonts w:ascii="TTKB Dik Temel Abece" w:hAnsi="TTKB Dik Temel Abece"/>
          <w:sz w:val="72"/>
          <w:szCs w:val="72"/>
        </w:rPr>
        <w:t>ça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çe </w:t>
      </w:r>
      <w:proofErr w:type="spellStart"/>
      <w:r>
        <w:rPr>
          <w:rFonts w:ascii="TTKB Dik Temel Abece" w:hAnsi="TTKB Dik Temel Abece"/>
          <w:sz w:val="72"/>
          <w:szCs w:val="72"/>
        </w:rPr>
        <w:t>çı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çi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ço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</w:p>
    <w:p w:rsidR="00AD3E2D" w:rsidRPr="00C31D4E" w:rsidRDefault="00AD3E2D" w:rsidP="00440F45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çö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çu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</w:t>
      </w:r>
      <w:proofErr w:type="spellStart"/>
      <w:r>
        <w:rPr>
          <w:rFonts w:ascii="TTKB Dik Temel Abece" w:hAnsi="TTKB Dik Temel Abece"/>
          <w:sz w:val="72"/>
          <w:szCs w:val="72"/>
        </w:rPr>
        <w:t>çü</w:t>
      </w:r>
      <w:proofErr w:type="spellEnd"/>
      <w:r>
        <w:rPr>
          <w:rFonts w:ascii="TTKB Dik Temel Abece" w:hAnsi="TTKB Dik Temel Abece"/>
          <w:sz w:val="72"/>
          <w:szCs w:val="72"/>
        </w:rPr>
        <w:t xml:space="preserve"> açı çay çam keçe çıra çil</w:t>
      </w:r>
    </w:p>
    <w:p w:rsidR="00AD3E2D" w:rsidRPr="00C31D4E" w:rsidRDefault="00AD3E2D" w:rsidP="00440F45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</w:t>
      </w:r>
      <w:proofErr w:type="gramStart"/>
      <w:r>
        <w:rPr>
          <w:rFonts w:ascii="TTKB Dik Temel Abece" w:hAnsi="TTKB Dik Temel Abece"/>
          <w:sz w:val="72"/>
          <w:szCs w:val="72"/>
        </w:rPr>
        <w:t>çok</w:t>
      </w:r>
      <w:proofErr w:type="gramEnd"/>
      <w:r>
        <w:rPr>
          <w:rFonts w:ascii="TTKB Dik Temel Abece" w:hAnsi="TTKB Dik Temel Abece"/>
          <w:sz w:val="72"/>
          <w:szCs w:val="72"/>
        </w:rPr>
        <w:t xml:space="preserve"> çöl çocuk çatal çimen çiçek çınar</w:t>
      </w:r>
    </w:p>
    <w:p w:rsidR="00AD3E2D" w:rsidRDefault="00AD3E2D" w:rsidP="006D50EE">
      <w:pPr>
        <w:tabs>
          <w:tab w:val="left" w:pos="4770"/>
        </w:tabs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Ela keçi otlat.  Kamil üç çilek</w:t>
      </w:r>
      <w:r>
        <w:rPr>
          <w:rFonts w:ascii="TTKB Dik Temel Abece" w:hAnsi="TTKB Dik Temel Abece"/>
          <w:sz w:val="72"/>
          <w:szCs w:val="72"/>
        </w:rPr>
        <w:tab/>
        <w:t>tat.</w:t>
      </w:r>
    </w:p>
    <w:p w:rsidR="00AD3E2D" w:rsidRDefault="00AD3E2D" w:rsidP="00440F45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Çetin çay iç.  Ayla ballı süt içti.</w:t>
      </w:r>
    </w:p>
    <w:p w:rsidR="00AD3E2D" w:rsidRDefault="00AD3E2D" w:rsidP="00440F45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Çoban koyunları çimenlerde otlat. </w:t>
      </w:r>
    </w:p>
    <w:p w:rsidR="00AD3E2D" w:rsidRDefault="00AD3E2D" w:rsidP="00440F45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Esra çikolata ile kek ye. Ali reçel al.</w:t>
      </w:r>
    </w:p>
    <w:p w:rsidR="00AD3E2D" w:rsidRDefault="00AD3E2D" w:rsidP="00440F45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Çınar üç kilo çilek reçeli tart. </w:t>
      </w:r>
    </w:p>
    <w:p w:rsidR="00AD3E2D" w:rsidRDefault="00AD3E2D" w:rsidP="00440F45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Dedem çorba içer. Nalan ilaç al.</w:t>
      </w:r>
    </w:p>
    <w:p w:rsidR="00304208" w:rsidRDefault="00AD3E2D" w:rsidP="00440F45">
      <w:pPr>
        <w:spacing w:after="260" w:line="26" w:lineRule="atLeast"/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 xml:space="preserve"> Ülkü çam dik.  Emine çok salça al. </w:t>
      </w:r>
    </w:p>
    <w:p w:rsidR="00AD3E2D" w:rsidRPr="00304208" w:rsidRDefault="00304208" w:rsidP="00304208">
      <w:pPr>
        <w:tabs>
          <w:tab w:val="left" w:pos="4455"/>
        </w:tabs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tab/>
      </w:r>
      <w:r>
        <w:fldChar w:fldCharType="begin"/>
      </w:r>
      <w:r>
        <w:instrText xml:space="preserve"> HYPERLINK "http://www.egitimhane.com" </w:instrText>
      </w:r>
      <w:r>
        <w:fldChar w:fldCharType="separate"/>
      </w:r>
      <w:r>
        <w:rPr>
          <w:rStyle w:val="Kpr"/>
          <w:rFonts w:ascii="Comic Sans MS" w:hAnsi="Comic Sans MS"/>
          <w:b/>
          <w:sz w:val="24"/>
          <w:szCs w:val="24"/>
        </w:rPr>
        <w:t>www.egitimhane.com</w:t>
      </w:r>
      <w:r>
        <w:fldChar w:fldCharType="end"/>
      </w:r>
      <w:bookmarkStart w:id="0" w:name="_GoBack"/>
      <w:bookmarkEnd w:id="0"/>
    </w:p>
    <w:p w:rsidR="00AD3E2D" w:rsidRPr="00F4142B" w:rsidRDefault="00AD3E2D" w:rsidP="00440F45">
      <w:pPr>
        <w:rPr>
          <w:rFonts w:ascii="TTKB Dik Temel Abece" w:hAnsi="TTKB Dik Temel Abece"/>
          <w:sz w:val="72"/>
          <w:szCs w:val="72"/>
        </w:rPr>
      </w:pPr>
      <w:r>
        <w:rPr>
          <w:rFonts w:ascii="TTKB Dik Temel Abece" w:hAnsi="TTKB Dik Temel Abece"/>
          <w:sz w:val="72"/>
          <w:szCs w:val="72"/>
        </w:rPr>
        <w:lastRenderedPageBreak/>
        <w:t xml:space="preserve"> Yalçın çayırda uçurtma uçur. </w:t>
      </w:r>
      <w:proofErr w:type="spellStart"/>
      <w:r>
        <w:rPr>
          <w:rFonts w:ascii="TTKB Dik Temel Abece" w:hAnsi="TTKB Dik Temel Abece"/>
          <w:sz w:val="72"/>
          <w:szCs w:val="72"/>
        </w:rPr>
        <w:t>H.Eşme</w:t>
      </w:r>
      <w:proofErr w:type="spellEnd"/>
    </w:p>
    <w:sectPr w:rsidR="00AD3E2D" w:rsidRPr="00F4142B" w:rsidSect="00AF60C3">
      <w:headerReference w:type="even" r:id="rId6"/>
      <w:headerReference w:type="default" r:id="rId7"/>
      <w:headerReference w:type="first" r:id="rId8"/>
      <w:pgSz w:w="11906" w:h="16838"/>
      <w:pgMar w:top="227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632B0" w:rsidRDefault="00E632B0" w:rsidP="004F2289">
      <w:pPr>
        <w:spacing w:after="0" w:line="240" w:lineRule="auto"/>
      </w:pPr>
      <w:r>
        <w:separator/>
      </w:r>
    </w:p>
  </w:endnote>
  <w:endnote w:type="continuationSeparator" w:id="0">
    <w:p w:rsidR="00E632B0" w:rsidRDefault="00E632B0" w:rsidP="004F228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TKB Dik Temel Abece">
    <w:altName w:val="Times New Roman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00000013" w:usb2="00000000" w:usb3="00000000" w:csb0="0000009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632B0" w:rsidRDefault="00E632B0" w:rsidP="004F2289">
      <w:pPr>
        <w:spacing w:after="0" w:line="240" w:lineRule="auto"/>
      </w:pPr>
      <w:r>
        <w:separator/>
      </w:r>
    </w:p>
  </w:footnote>
  <w:footnote w:type="continuationSeparator" w:id="0">
    <w:p w:rsidR="00E632B0" w:rsidRDefault="00E632B0" w:rsidP="004F228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E2D" w:rsidRDefault="00E632B0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6" o:spid="_x0000_s2049" type="#_x0000_t75" style="position:absolute;margin-left:0;margin-top:0;width:538.25pt;height:739.25pt;z-index:-2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E2D" w:rsidRDefault="00E632B0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7" o:spid="_x0000_s2050" type="#_x0000_t75" style="position:absolute;margin-left:-23.2pt;margin-top:-26.2pt;width:569.75pt;height:778.3pt;z-index:-1;mso-position-horizontal-relative:margin;mso-position-vertical-relative:margin" o:allowincell="f">
          <v:imagedata r:id="rId1" o:title=""/>
          <w10:wrap anchorx="margin" anchory="margin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E2D" w:rsidRDefault="00E632B0">
    <w:pPr>
      <w:pStyle w:val="stBilgi"/>
    </w:pPr>
    <w:r>
      <w:rPr>
        <w:noProof/>
        <w:lang w:eastAsia="tr-TR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1575095" o:spid="_x0000_s2051" type="#_x0000_t75" style="position:absolute;margin-left:0;margin-top:0;width:538.25pt;height:739.25pt;z-index:-3;mso-position-horizontal:center;mso-position-horizontal-relative:margin;mso-position-vertical:center;mso-position-vertical-relative:margin" o:allowincell="f">
          <v:imagedata r:id="rId1" o:title=""/>
          <w10:wrap anchorx="margin" anchory="margin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oNotTrackMoves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F60C3"/>
    <w:rsid w:val="000007B1"/>
    <w:rsid w:val="00012C3F"/>
    <w:rsid w:val="00034232"/>
    <w:rsid w:val="00034340"/>
    <w:rsid w:val="000A08F6"/>
    <w:rsid w:val="000D1151"/>
    <w:rsid w:val="000F537C"/>
    <w:rsid w:val="001108BC"/>
    <w:rsid w:val="001300C5"/>
    <w:rsid w:val="0026781E"/>
    <w:rsid w:val="00282E10"/>
    <w:rsid w:val="00294A89"/>
    <w:rsid w:val="002D1E40"/>
    <w:rsid w:val="002E5478"/>
    <w:rsid w:val="002F01DA"/>
    <w:rsid w:val="00304208"/>
    <w:rsid w:val="004017C5"/>
    <w:rsid w:val="00440F45"/>
    <w:rsid w:val="004566E9"/>
    <w:rsid w:val="0045709C"/>
    <w:rsid w:val="004F2289"/>
    <w:rsid w:val="004F4B79"/>
    <w:rsid w:val="0051757D"/>
    <w:rsid w:val="005804E8"/>
    <w:rsid w:val="0058510C"/>
    <w:rsid w:val="006136A9"/>
    <w:rsid w:val="0066437D"/>
    <w:rsid w:val="006D50EE"/>
    <w:rsid w:val="007229B5"/>
    <w:rsid w:val="008036D4"/>
    <w:rsid w:val="0089441A"/>
    <w:rsid w:val="008F4BA0"/>
    <w:rsid w:val="00A10836"/>
    <w:rsid w:val="00A92102"/>
    <w:rsid w:val="00AD3E2D"/>
    <w:rsid w:val="00AE0926"/>
    <w:rsid w:val="00AF60C3"/>
    <w:rsid w:val="00B45B2E"/>
    <w:rsid w:val="00BF3387"/>
    <w:rsid w:val="00C31D4E"/>
    <w:rsid w:val="00D54603"/>
    <w:rsid w:val="00D56529"/>
    <w:rsid w:val="00DA1367"/>
    <w:rsid w:val="00E07753"/>
    <w:rsid w:val="00E44203"/>
    <w:rsid w:val="00E476AB"/>
    <w:rsid w:val="00E632B0"/>
    <w:rsid w:val="00F4142B"/>
    <w:rsid w:val="00F652A3"/>
    <w:rsid w:val="00FA01C1"/>
    <w:rsid w:val="00FA094D"/>
    <w:rsid w:val="00FB1F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2"/>
    <o:shapelayout v:ext="edit">
      <o:idmap v:ext="edit" data="1"/>
    </o:shapelayout>
  </w:shapeDefaults>
  <w:decimalSymbol w:val=","/>
  <w:listSeparator w:val=";"/>
  <w15:docId w15:val="{34E1DAFA-98FE-462A-BB27-32AFFC2B9E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12C3F"/>
    <w:pPr>
      <w:spacing w:after="160" w:line="259" w:lineRule="auto"/>
    </w:pPr>
    <w:rPr>
      <w:sz w:val="22"/>
      <w:szCs w:val="22"/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link w:val="stBilgi"/>
    <w:uiPriority w:val="99"/>
    <w:locked/>
    <w:rsid w:val="004F2289"/>
    <w:rPr>
      <w:rFonts w:cs="Times New Roman"/>
    </w:rPr>
  </w:style>
  <w:style w:type="paragraph" w:styleId="AltBilgi">
    <w:name w:val="footer"/>
    <w:basedOn w:val="Normal"/>
    <w:link w:val="AltBilgiChar"/>
    <w:uiPriority w:val="99"/>
    <w:rsid w:val="004F228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link w:val="AltBilgi"/>
    <w:uiPriority w:val="99"/>
    <w:locked/>
    <w:rsid w:val="004F2289"/>
    <w:rPr>
      <w:rFonts w:cs="Times New Roman"/>
    </w:rPr>
  </w:style>
  <w:style w:type="character" w:styleId="Kpr">
    <w:name w:val="Hyperlink"/>
    <w:uiPriority w:val="99"/>
    <w:semiHidden/>
    <w:rsid w:val="00C31D4E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Ayhan\Documents\&#214;zel%20Office%20&#350;ablonlar&#305;\G&#252;zel%20Yaz&#305;%20Defteri%202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Güzel Yazı Defteri 2</Template>
  <TotalTime>1</TotalTime>
  <Pages>1</Pages>
  <Words>80</Words>
  <Characters>456</Characters>
  <Application>Microsoft Office Word</Application>
  <DocSecurity>0</DocSecurity>
  <Lines>3</Lines>
  <Paragraphs>1</Paragraphs>
  <ScaleCrop>false</ScaleCrop>
  <Company>NouS/TncTR</Company>
  <LinksUpToDate>false</LinksUpToDate>
  <CharactersWithSpaces>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Ayhan KOÇAK DENEME ŞABLONU</dc:title>
  <dc:subject/>
  <dc:creator>Ayhan</dc:creator>
  <cp:keywords/>
  <dc:description/>
  <cp:lastModifiedBy>Progressive</cp:lastModifiedBy>
  <cp:revision>4</cp:revision>
  <cp:lastPrinted>2020-10-29T16:24:00Z</cp:lastPrinted>
  <dcterms:created xsi:type="dcterms:W3CDTF">2020-12-28T18:48:00Z</dcterms:created>
  <dcterms:modified xsi:type="dcterms:W3CDTF">2020-12-28T18:34:00Z</dcterms:modified>
</cp:coreProperties>
</file>