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1E" w:rsidRPr="00C31D4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Ll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Aa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Kk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İi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Nn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Oo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Mm </w:t>
      </w:r>
      <w:proofErr w:type="spellStart"/>
      <w:r>
        <w:rPr>
          <w:rFonts w:ascii="TTKB Dik Temel Abece" w:hAnsi="TTKB Dik Temel Abece"/>
          <w:sz w:val="72"/>
          <w:szCs w:val="72"/>
        </w:rPr>
        <w:t>Uu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Tt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Ü</w:t>
      </w:r>
    </w:p>
    <w:p w:rsidR="0026781E" w:rsidRPr="00C31D4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ü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Yy </w:t>
      </w:r>
      <w:proofErr w:type="spellStart"/>
      <w:r>
        <w:rPr>
          <w:rFonts w:ascii="TTKB Dik Temel Abece" w:hAnsi="TTKB Dik Temel Abece"/>
          <w:sz w:val="72"/>
          <w:szCs w:val="72"/>
        </w:rPr>
        <w:t>Öö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Rr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Dd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Ss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Zz</w:t>
      </w:r>
      <w:proofErr w:type="spellEnd"/>
    </w:p>
    <w:p w:rsidR="0026781E" w:rsidRPr="00C31D4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az ez </w:t>
      </w:r>
      <w:proofErr w:type="spellStart"/>
      <w:r>
        <w:rPr>
          <w:rFonts w:ascii="TTKB Dik Temel Abece" w:hAnsi="TTKB Dik Temel Abece"/>
          <w:sz w:val="72"/>
          <w:szCs w:val="72"/>
        </w:rPr>
        <w:t>ız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iz </w:t>
      </w:r>
      <w:proofErr w:type="spellStart"/>
      <w:r>
        <w:rPr>
          <w:rFonts w:ascii="TTKB Dik Temel Abece" w:hAnsi="TTKB Dik Temel Abece"/>
          <w:sz w:val="72"/>
          <w:szCs w:val="72"/>
        </w:rPr>
        <w:t>oz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öz uz </w:t>
      </w:r>
      <w:proofErr w:type="gramStart"/>
      <w:r>
        <w:rPr>
          <w:rFonts w:ascii="TTKB Dik Temel Abece" w:hAnsi="TTKB Dik Temel Abece"/>
          <w:sz w:val="72"/>
          <w:szCs w:val="72"/>
        </w:rPr>
        <w:t xml:space="preserve">üz  </w:t>
      </w:r>
      <w:proofErr w:type="spellStart"/>
      <w:r>
        <w:rPr>
          <w:rFonts w:ascii="TTKB Dik Temel Abece" w:hAnsi="TTKB Dik Temel Abece"/>
          <w:sz w:val="72"/>
          <w:szCs w:val="72"/>
        </w:rPr>
        <w:t>za</w:t>
      </w:r>
      <w:proofErr w:type="spellEnd"/>
      <w:proofErr w:type="gramEnd"/>
      <w:r>
        <w:rPr>
          <w:rFonts w:ascii="TTKB Dik Temel Abece" w:hAnsi="TTKB Dik Temel Abece"/>
          <w:sz w:val="72"/>
          <w:szCs w:val="72"/>
        </w:rPr>
        <w:t xml:space="preserve"> ze </w:t>
      </w:r>
      <w:proofErr w:type="spellStart"/>
      <w:r>
        <w:rPr>
          <w:rFonts w:ascii="TTKB Dik Temel Abece" w:hAnsi="TTKB Dik Temel Abece"/>
          <w:sz w:val="72"/>
          <w:szCs w:val="72"/>
        </w:rPr>
        <w:t>zı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</w:p>
    <w:p w:rsidR="0026781E" w:rsidRPr="00C31D4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zam zil zor kız buz saz</w:t>
      </w:r>
    </w:p>
    <w:p w:rsidR="0026781E" w:rsidRPr="00C31D4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üzüm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zeytin zeki uzay teyze yüzük</w:t>
      </w:r>
    </w:p>
    <w:p w:rsidR="0026781E" w:rsidRDefault="0026781E" w:rsidP="00E44203">
      <w:pPr>
        <w:tabs>
          <w:tab w:val="left" w:pos="4770"/>
        </w:tabs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özlem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deniz beyaz yaz yazı bilezik</w:t>
      </w:r>
      <w:r>
        <w:rPr>
          <w:rFonts w:ascii="TTKB Dik Temel Abece" w:hAnsi="TTKB Dik Temel Abece"/>
          <w:sz w:val="72"/>
          <w:szCs w:val="72"/>
        </w:rPr>
        <w:tab/>
      </w:r>
    </w:p>
    <w:p w:rsidR="0026781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Teyzem bana kırmızı kazak ördü.</w:t>
      </w:r>
    </w:p>
    <w:p w:rsidR="0026781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Kemal iki kilo kırmızı kiraz aldı. </w:t>
      </w:r>
    </w:p>
    <w:p w:rsidR="0026781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Ümit terazi ile üzüm tart!</w:t>
      </w:r>
    </w:p>
    <w:p w:rsidR="0026781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Suzan sekiz tane taze ekmek al!</w:t>
      </w:r>
    </w:p>
    <w:p w:rsidR="0026781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Deniz ile Nazan tatlı üzüm yedi.</w:t>
      </w:r>
    </w:p>
    <w:p w:rsidR="0026781E" w:rsidRDefault="0026781E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Ziya zil öttü. Lale o kuzu, o zebra. </w:t>
      </w:r>
    </w:p>
    <w:p w:rsidR="0041255E" w:rsidRDefault="0026781E" w:rsidP="00F4142B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Sezer buzlu limonata al, iç!   Eşme</w:t>
      </w:r>
    </w:p>
    <w:p w:rsidR="0026781E" w:rsidRPr="0041255E" w:rsidRDefault="0041255E" w:rsidP="0041255E">
      <w:pPr>
        <w:tabs>
          <w:tab w:val="left" w:pos="427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ab/>
      </w:r>
      <w:hyperlink r:id="rId6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  <w:bookmarkStart w:id="0" w:name="_GoBack"/>
      <w:bookmarkEnd w:id="0"/>
    </w:p>
    <w:sectPr w:rsidR="0026781E" w:rsidRPr="0041255E" w:rsidSect="00AF60C3">
      <w:headerReference w:type="even" r:id="rId7"/>
      <w:headerReference w:type="default" r:id="rId8"/>
      <w:headerReference w:type="first" r:id="rId9"/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D5F" w:rsidRDefault="003A3D5F" w:rsidP="004F2289">
      <w:pPr>
        <w:spacing w:after="0" w:line="240" w:lineRule="auto"/>
      </w:pPr>
      <w:r>
        <w:separator/>
      </w:r>
    </w:p>
  </w:endnote>
  <w:endnote w:type="continuationSeparator" w:id="0">
    <w:p w:rsidR="003A3D5F" w:rsidRDefault="003A3D5F" w:rsidP="004F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D5F" w:rsidRDefault="003A3D5F" w:rsidP="004F2289">
      <w:pPr>
        <w:spacing w:after="0" w:line="240" w:lineRule="auto"/>
      </w:pPr>
      <w:r>
        <w:separator/>
      </w:r>
    </w:p>
  </w:footnote>
  <w:footnote w:type="continuationSeparator" w:id="0">
    <w:p w:rsidR="003A3D5F" w:rsidRDefault="003A3D5F" w:rsidP="004F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81E" w:rsidRDefault="003A3D5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6" o:spid="_x0000_s2049" type="#_x0000_t75" style="position:absolute;margin-left:0;margin-top:0;width:538.25pt;height:739.25pt;z-index:-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81E" w:rsidRDefault="003A3D5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7" o:spid="_x0000_s2050" type="#_x0000_t75" style="position:absolute;margin-left:-23.2pt;margin-top:-26.2pt;width:569.75pt;height:778.3pt;z-index:-1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81E" w:rsidRDefault="003A3D5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5" o:spid="_x0000_s2051" type="#_x0000_t75" style="position:absolute;margin-left:0;margin-top:0;width:538.25pt;height:739.25pt;z-index:-3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0C3"/>
    <w:rsid w:val="000007B1"/>
    <w:rsid w:val="00012C3F"/>
    <w:rsid w:val="00034232"/>
    <w:rsid w:val="00034340"/>
    <w:rsid w:val="000A08F6"/>
    <w:rsid w:val="000D1151"/>
    <w:rsid w:val="000F537C"/>
    <w:rsid w:val="001108BC"/>
    <w:rsid w:val="001300C5"/>
    <w:rsid w:val="0026781E"/>
    <w:rsid w:val="00282E10"/>
    <w:rsid w:val="00294A89"/>
    <w:rsid w:val="002D1E40"/>
    <w:rsid w:val="002E5478"/>
    <w:rsid w:val="002F01DA"/>
    <w:rsid w:val="003A3D5F"/>
    <w:rsid w:val="004017C5"/>
    <w:rsid w:val="0041255E"/>
    <w:rsid w:val="004566E9"/>
    <w:rsid w:val="0045709C"/>
    <w:rsid w:val="004F2289"/>
    <w:rsid w:val="004F4B79"/>
    <w:rsid w:val="0051757D"/>
    <w:rsid w:val="0058510C"/>
    <w:rsid w:val="006136A9"/>
    <w:rsid w:val="0066437D"/>
    <w:rsid w:val="007229B5"/>
    <w:rsid w:val="008036D4"/>
    <w:rsid w:val="0089441A"/>
    <w:rsid w:val="008F4BA0"/>
    <w:rsid w:val="00A10836"/>
    <w:rsid w:val="00A92102"/>
    <w:rsid w:val="00AE0926"/>
    <w:rsid w:val="00AF60C3"/>
    <w:rsid w:val="00BF3387"/>
    <w:rsid w:val="00C31D4E"/>
    <w:rsid w:val="00D54603"/>
    <w:rsid w:val="00D56529"/>
    <w:rsid w:val="00DA1367"/>
    <w:rsid w:val="00E07753"/>
    <w:rsid w:val="00E44203"/>
    <w:rsid w:val="00E476AB"/>
    <w:rsid w:val="00F4142B"/>
    <w:rsid w:val="00F652A3"/>
    <w:rsid w:val="00FA094D"/>
    <w:rsid w:val="00FB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56CAE85A-79F7-4390-A33C-5173078AB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C3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4F228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4F2289"/>
    <w:rPr>
      <w:rFonts w:cs="Times New Roman"/>
    </w:rPr>
  </w:style>
  <w:style w:type="character" w:styleId="Kpr">
    <w:name w:val="Hyperlink"/>
    <w:uiPriority w:val="99"/>
    <w:semiHidden/>
    <w:rsid w:val="00C31D4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han\Documents\&#214;zel%20Office%20&#350;ablonlar&#305;\G&#252;zel%20Yaz&#305;%20Defteri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2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NouS/TncTR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Ayhan KOÇAK DENEME ŞABLONU</dc:title>
  <dc:subject/>
  <dc:creator>Ayhan</dc:creator>
  <cp:keywords/>
  <dc:description/>
  <cp:lastModifiedBy>Progressive</cp:lastModifiedBy>
  <cp:revision>4</cp:revision>
  <cp:lastPrinted>2020-10-29T16:24:00Z</cp:lastPrinted>
  <dcterms:created xsi:type="dcterms:W3CDTF">2020-12-25T09:46:00Z</dcterms:created>
  <dcterms:modified xsi:type="dcterms:W3CDTF">2020-12-28T18:33:00Z</dcterms:modified>
</cp:coreProperties>
</file>