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A89" w:rsidRPr="00C31D4E" w:rsidRDefault="00294A89" w:rsidP="006136A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E </w:t>
      </w:r>
      <w:proofErr w:type="spellStart"/>
      <w:proofErr w:type="gramStart"/>
      <w:r>
        <w:rPr>
          <w:rFonts w:ascii="TTKB Dik Temel Abece" w:hAnsi="TTKB Dik Temel Abece"/>
          <w:sz w:val="72"/>
          <w:szCs w:val="72"/>
        </w:rPr>
        <w:t>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L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A </w:t>
      </w:r>
      <w:proofErr w:type="spellStart"/>
      <w:r>
        <w:rPr>
          <w:rFonts w:ascii="TTKB Dik Temel Abece" w:hAnsi="TTKB Dik Temel Abece"/>
          <w:sz w:val="72"/>
          <w:szCs w:val="72"/>
        </w:rPr>
        <w:t>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K </w:t>
      </w:r>
      <w:proofErr w:type="spellStart"/>
      <w:r>
        <w:rPr>
          <w:rFonts w:ascii="TTKB Dik Temel Abece" w:hAnsi="TTKB Dik Temel Abece"/>
          <w:sz w:val="72"/>
          <w:szCs w:val="72"/>
        </w:rPr>
        <w:t>k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 İ i  N </w:t>
      </w:r>
      <w:proofErr w:type="spellStart"/>
      <w:r>
        <w:rPr>
          <w:rFonts w:ascii="TTKB Dik Temel Abece" w:hAnsi="TTKB Dik Temel Abece"/>
          <w:sz w:val="72"/>
          <w:szCs w:val="72"/>
        </w:rPr>
        <w:t>n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elakin</w:t>
      </w:r>
      <w:proofErr w:type="spellEnd"/>
    </w:p>
    <w:p w:rsidR="00294A89" w:rsidRPr="00C31D4E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el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le ele elle el ele el le ele elle ele</w:t>
      </w:r>
    </w:p>
    <w:p w:rsidR="00294A89" w:rsidRPr="00C31D4E" w:rsidRDefault="00294A89" w:rsidP="006136A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al la ala </w:t>
      </w:r>
      <w:proofErr w:type="gramStart"/>
      <w:r>
        <w:rPr>
          <w:rFonts w:ascii="TTKB Dik Temel Abece" w:hAnsi="TTKB Dik Temel Abece"/>
          <w:sz w:val="72"/>
          <w:szCs w:val="72"/>
        </w:rPr>
        <w:t>alla  Ela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Lale  Al lale al.</w:t>
      </w:r>
    </w:p>
    <w:p w:rsidR="00294A89" w:rsidRPr="00C31D4E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Ela Lale al.   Ela Lale el ele. </w:t>
      </w:r>
    </w:p>
    <w:p w:rsidR="00294A89" w:rsidRPr="00C31D4E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ek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ak ke </w:t>
      </w:r>
      <w:proofErr w:type="spellStart"/>
      <w:r>
        <w:rPr>
          <w:rFonts w:ascii="TTKB Dik Temel Abece" w:hAnsi="TTKB Dik Temel Abece"/>
          <w:sz w:val="72"/>
          <w:szCs w:val="72"/>
        </w:rPr>
        <w:t>ka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kek kel kal kalk </w:t>
      </w:r>
      <w:proofErr w:type="spellStart"/>
      <w:r>
        <w:rPr>
          <w:rFonts w:ascii="TTKB Dik Temel Abece" w:hAnsi="TTKB Dik Temel Abece"/>
          <w:sz w:val="72"/>
          <w:szCs w:val="72"/>
        </w:rPr>
        <w:t>lek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lak</w:t>
      </w:r>
    </w:p>
    <w:p w:rsidR="00294A89" w:rsidRDefault="00294A89" w:rsidP="004F4B79">
      <w:pPr>
        <w:tabs>
          <w:tab w:val="left" w:pos="4770"/>
        </w:tabs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elek kelek kale leke </w:t>
      </w:r>
      <w:proofErr w:type="gramStart"/>
      <w:r>
        <w:rPr>
          <w:rFonts w:ascii="TTKB Dik Temel Abece" w:hAnsi="TTKB Dik Temel Abece"/>
          <w:sz w:val="72"/>
          <w:szCs w:val="72"/>
        </w:rPr>
        <w:t>ekle  Ela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kek al.</w:t>
      </w:r>
      <w:r>
        <w:rPr>
          <w:rFonts w:ascii="TTKB Dik Temel Abece" w:hAnsi="TTKB Dik Temel Abece"/>
          <w:sz w:val="72"/>
          <w:szCs w:val="72"/>
        </w:rPr>
        <w:tab/>
      </w:r>
    </w:p>
    <w:p w:rsidR="00294A89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il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ik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li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ki iki ile İlke Ali aile eli ili elli </w:t>
      </w:r>
    </w:p>
    <w:p w:rsidR="00294A89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ilk kil ilik </w:t>
      </w:r>
      <w:proofErr w:type="spellStart"/>
      <w:r>
        <w:rPr>
          <w:rFonts w:ascii="TTKB Dik Temel Abece" w:hAnsi="TTKB Dik Temel Abece"/>
          <w:sz w:val="72"/>
          <w:szCs w:val="72"/>
        </w:rPr>
        <w:t>lila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ilikle   İlke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ile lale ek. </w:t>
      </w:r>
    </w:p>
    <w:p w:rsidR="00294A89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en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an in ne </w:t>
      </w:r>
      <w:proofErr w:type="spellStart"/>
      <w:r>
        <w:rPr>
          <w:rFonts w:ascii="TTKB Dik Temel Abece" w:hAnsi="TTKB Dik Temel Abece"/>
          <w:sz w:val="72"/>
          <w:szCs w:val="72"/>
        </w:rPr>
        <w:t>na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ni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nal Nil Nail anne</w:t>
      </w:r>
    </w:p>
    <w:p w:rsidR="00294A89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nane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nine ninni anla Nalan Kaan</w:t>
      </w:r>
    </w:p>
    <w:p w:rsidR="00294A89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Kenan inek ilan kalkan ekin eline</w:t>
      </w:r>
    </w:p>
    <w:p w:rsidR="00294A89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Nine ekin ek. Anne nane ile kekik ek.</w:t>
      </w:r>
    </w:p>
    <w:p w:rsidR="00294A89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lastRenderedPageBreak/>
        <w:t xml:space="preserve"> Kaan iki inek al. Nil nal al. Ali kek al</w:t>
      </w:r>
    </w:p>
    <w:p w:rsidR="00D426F8" w:rsidRDefault="00294A89" w:rsidP="004F4B79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>E</w:t>
      </w:r>
    </w:p>
    <w:p w:rsidR="00D426F8" w:rsidRPr="00D426F8" w:rsidRDefault="00D426F8" w:rsidP="00D426F8">
      <w:pPr>
        <w:rPr>
          <w:rFonts w:ascii="TTKB Dik Temel Abece" w:hAnsi="TTKB Dik Temel Abece"/>
          <w:sz w:val="72"/>
          <w:szCs w:val="72"/>
        </w:rPr>
      </w:pPr>
    </w:p>
    <w:p w:rsidR="00D426F8" w:rsidRPr="00D426F8" w:rsidRDefault="00D426F8" w:rsidP="00D426F8">
      <w:pPr>
        <w:rPr>
          <w:rFonts w:ascii="TTKB Dik Temel Abece" w:hAnsi="TTKB Dik Temel Abece"/>
          <w:sz w:val="72"/>
          <w:szCs w:val="72"/>
        </w:rPr>
      </w:pPr>
    </w:p>
    <w:p w:rsidR="00D426F8" w:rsidRPr="00D426F8" w:rsidRDefault="00D426F8" w:rsidP="00D426F8">
      <w:pPr>
        <w:rPr>
          <w:rFonts w:ascii="TTKB Dik Temel Abece" w:hAnsi="TTKB Dik Temel Abece"/>
          <w:sz w:val="72"/>
          <w:szCs w:val="72"/>
        </w:rPr>
      </w:pPr>
    </w:p>
    <w:p w:rsidR="00D426F8" w:rsidRPr="00D426F8" w:rsidRDefault="00D426F8" w:rsidP="00D426F8">
      <w:pPr>
        <w:rPr>
          <w:rFonts w:ascii="TTKB Dik Temel Abece" w:hAnsi="TTKB Dik Temel Abece"/>
          <w:sz w:val="72"/>
          <w:szCs w:val="72"/>
        </w:rPr>
      </w:pPr>
    </w:p>
    <w:p w:rsidR="00D426F8" w:rsidRPr="00D426F8" w:rsidRDefault="00D426F8" w:rsidP="00D426F8">
      <w:pPr>
        <w:rPr>
          <w:rFonts w:ascii="TTKB Dik Temel Abece" w:hAnsi="TTKB Dik Temel Abece"/>
          <w:sz w:val="72"/>
          <w:szCs w:val="72"/>
        </w:rPr>
      </w:pPr>
    </w:p>
    <w:p w:rsidR="00D426F8" w:rsidRPr="00D426F8" w:rsidRDefault="00D426F8" w:rsidP="00D426F8">
      <w:pPr>
        <w:rPr>
          <w:rFonts w:ascii="TTKB Dik Temel Abece" w:hAnsi="TTKB Dik Temel Abece"/>
          <w:sz w:val="72"/>
          <w:szCs w:val="72"/>
        </w:rPr>
      </w:pPr>
    </w:p>
    <w:p w:rsidR="00D426F8" w:rsidRPr="00D426F8" w:rsidRDefault="00D426F8" w:rsidP="00D426F8">
      <w:pPr>
        <w:rPr>
          <w:rFonts w:ascii="TTKB Dik Temel Abece" w:hAnsi="TTKB Dik Temel Abece"/>
          <w:sz w:val="72"/>
          <w:szCs w:val="72"/>
        </w:rPr>
      </w:pPr>
    </w:p>
    <w:p w:rsidR="00D426F8" w:rsidRPr="00D426F8" w:rsidRDefault="00D426F8" w:rsidP="00D426F8">
      <w:pPr>
        <w:rPr>
          <w:rFonts w:ascii="TTKB Dik Temel Abece" w:hAnsi="TTKB Dik Temel Abece"/>
          <w:sz w:val="72"/>
          <w:szCs w:val="72"/>
        </w:rPr>
      </w:pPr>
    </w:p>
    <w:p w:rsidR="00D426F8" w:rsidRDefault="00D426F8" w:rsidP="00D426F8">
      <w:pPr>
        <w:rPr>
          <w:rFonts w:ascii="TTKB Dik Temel Abece" w:hAnsi="TTKB Dik Temel Abece"/>
          <w:sz w:val="72"/>
          <w:szCs w:val="72"/>
        </w:rPr>
      </w:pPr>
    </w:p>
    <w:p w:rsidR="00294A89" w:rsidRPr="00D426F8" w:rsidRDefault="00D426F8" w:rsidP="00D426F8">
      <w:pPr>
        <w:tabs>
          <w:tab w:val="left" w:pos="94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ab/>
      </w:r>
      <w:hyperlink r:id="rId6" w:history="1">
        <w:r>
          <w:rPr>
            <w:rStyle w:val="Kpr"/>
            <w:rFonts w:ascii="Comic Sans MS" w:hAnsi="Comic Sans MS"/>
            <w:b/>
            <w:sz w:val="24"/>
            <w:szCs w:val="24"/>
          </w:rPr>
          <w:t>www.egitimhane.com</w:t>
        </w:r>
      </w:hyperlink>
      <w:bookmarkStart w:id="0" w:name="_GoBack"/>
      <w:bookmarkEnd w:id="0"/>
    </w:p>
    <w:sectPr w:rsidR="00294A89" w:rsidRPr="00D426F8" w:rsidSect="00AF60C3">
      <w:headerReference w:type="even" r:id="rId7"/>
      <w:headerReference w:type="default" r:id="rId8"/>
      <w:headerReference w:type="first" r:id="rId9"/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AF4" w:rsidRDefault="00FE4AF4" w:rsidP="004F2289">
      <w:pPr>
        <w:spacing w:after="0" w:line="240" w:lineRule="auto"/>
      </w:pPr>
      <w:r>
        <w:separator/>
      </w:r>
    </w:p>
  </w:endnote>
  <w:endnote w:type="continuationSeparator" w:id="0">
    <w:p w:rsidR="00FE4AF4" w:rsidRDefault="00FE4AF4" w:rsidP="004F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AF4" w:rsidRDefault="00FE4AF4" w:rsidP="004F2289">
      <w:pPr>
        <w:spacing w:after="0" w:line="240" w:lineRule="auto"/>
      </w:pPr>
      <w:r>
        <w:separator/>
      </w:r>
    </w:p>
  </w:footnote>
  <w:footnote w:type="continuationSeparator" w:id="0">
    <w:p w:rsidR="00FE4AF4" w:rsidRDefault="00FE4AF4" w:rsidP="004F2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A89" w:rsidRDefault="00FE4AF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6" o:spid="_x0000_s2049" type="#_x0000_t75" style="position:absolute;margin-left:0;margin-top:0;width:538.25pt;height:739.25pt;z-index:-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A89" w:rsidRDefault="00FE4AF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7" o:spid="_x0000_s2050" type="#_x0000_t75" style="position:absolute;margin-left:-23.2pt;margin-top:-26.2pt;width:569.75pt;height:778.3pt;z-index:-1;mso-position-horizontal-relative:margin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A89" w:rsidRDefault="00FE4AF4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5" o:spid="_x0000_s2051" type="#_x0000_t75" style="position:absolute;margin-left:0;margin-top:0;width:538.25pt;height:739.25pt;z-index:-3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0C3"/>
    <w:rsid w:val="00012C3F"/>
    <w:rsid w:val="00034232"/>
    <w:rsid w:val="00034340"/>
    <w:rsid w:val="000A08F6"/>
    <w:rsid w:val="000D1151"/>
    <w:rsid w:val="000F537C"/>
    <w:rsid w:val="00282E10"/>
    <w:rsid w:val="00294A89"/>
    <w:rsid w:val="002D1E40"/>
    <w:rsid w:val="002E5478"/>
    <w:rsid w:val="002F01DA"/>
    <w:rsid w:val="004017C5"/>
    <w:rsid w:val="004566E9"/>
    <w:rsid w:val="0045709C"/>
    <w:rsid w:val="004F2289"/>
    <w:rsid w:val="004F4B79"/>
    <w:rsid w:val="0058510C"/>
    <w:rsid w:val="006136A9"/>
    <w:rsid w:val="0066437D"/>
    <w:rsid w:val="007229B5"/>
    <w:rsid w:val="008036D4"/>
    <w:rsid w:val="0089441A"/>
    <w:rsid w:val="008F4BA0"/>
    <w:rsid w:val="00AE0926"/>
    <w:rsid w:val="00AF60C3"/>
    <w:rsid w:val="00C31D4E"/>
    <w:rsid w:val="00D426F8"/>
    <w:rsid w:val="00D54603"/>
    <w:rsid w:val="00D56529"/>
    <w:rsid w:val="00E07753"/>
    <w:rsid w:val="00E476AB"/>
    <w:rsid w:val="00F652A3"/>
    <w:rsid w:val="00FA094D"/>
    <w:rsid w:val="00FB1FED"/>
    <w:rsid w:val="00FE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7AB92CC7-27B6-4919-9A5E-976A87768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C3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4F228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4F2289"/>
    <w:rPr>
      <w:rFonts w:cs="Times New Roman"/>
    </w:rPr>
  </w:style>
  <w:style w:type="character" w:styleId="Kpr">
    <w:name w:val="Hyperlink"/>
    <w:uiPriority w:val="99"/>
    <w:semiHidden/>
    <w:rsid w:val="00C31D4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gitimhane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han\Documents\&#214;zel%20Office%20&#350;ablonlar&#305;\G&#252;zel%20Yaz&#305;%20Defteri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2</Template>
  <TotalTime>35</TotalTime>
  <Pages>1</Pages>
  <Words>87</Words>
  <Characters>499</Characters>
  <Application>Microsoft Office Word</Application>
  <DocSecurity>0</DocSecurity>
  <Lines>4</Lines>
  <Paragraphs>1</Paragraphs>
  <ScaleCrop>false</ScaleCrop>
  <Company>NouS/TncTR</Company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Ayhan KOÇAK DENEME ŞABLONU</dc:title>
  <dc:subject/>
  <dc:creator>Ayhan</dc:creator>
  <cp:keywords/>
  <dc:description/>
  <cp:lastModifiedBy>Progressive</cp:lastModifiedBy>
  <cp:revision>8</cp:revision>
  <cp:lastPrinted>2020-10-29T16:24:00Z</cp:lastPrinted>
  <dcterms:created xsi:type="dcterms:W3CDTF">2020-10-29T15:46:00Z</dcterms:created>
  <dcterms:modified xsi:type="dcterms:W3CDTF">2020-12-28T18:31:00Z</dcterms:modified>
</cp:coreProperties>
</file>