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7D" w:rsidRPr="00C31D4E" w:rsidRDefault="0051757D" w:rsidP="006136A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L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A </w:t>
      </w:r>
      <w:proofErr w:type="spellStart"/>
      <w:r>
        <w:rPr>
          <w:rFonts w:ascii="TTKB Dik Temel Abece" w:hAnsi="TTKB Dik Temel Abece"/>
          <w:sz w:val="72"/>
          <w:szCs w:val="72"/>
        </w:rPr>
        <w:t>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K </w:t>
      </w:r>
      <w:proofErr w:type="spellStart"/>
      <w:r>
        <w:rPr>
          <w:rFonts w:ascii="TTKB Dik Temel Abece" w:hAnsi="TTKB Dik Temel Abece"/>
          <w:sz w:val="72"/>
          <w:szCs w:val="72"/>
        </w:rPr>
        <w:t>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İ i  N </w:t>
      </w:r>
      <w:proofErr w:type="spellStart"/>
      <w:r>
        <w:rPr>
          <w:rFonts w:ascii="TTKB Dik Temel Abece" w:hAnsi="TTKB Dik Temel Abece"/>
          <w:sz w:val="72"/>
          <w:szCs w:val="72"/>
        </w:rPr>
        <w:t>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elakin</w:t>
      </w:r>
      <w:proofErr w:type="spellEnd"/>
    </w:p>
    <w:p w:rsidR="0051757D" w:rsidRPr="00C31D4E" w:rsidRDefault="0051757D" w:rsidP="00A1083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Oo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Mm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Uu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Tt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Üü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Yy </w:t>
      </w:r>
      <w:proofErr w:type="spellStart"/>
      <w:r>
        <w:rPr>
          <w:rFonts w:ascii="TTKB Dik Temel Abece" w:hAnsi="TTKB Dik Temel Abece"/>
          <w:sz w:val="72"/>
          <w:szCs w:val="72"/>
        </w:rPr>
        <w:t>omutüy</w:t>
      </w:r>
      <w:proofErr w:type="spellEnd"/>
    </w:p>
    <w:p w:rsidR="0051757D" w:rsidRPr="00C31D4E" w:rsidRDefault="0051757D" w:rsidP="00A1083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Öö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Rr</w:t>
      </w:r>
      <w:proofErr w:type="spellEnd"/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Iı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Dd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Ss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Bb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ör ı </w:t>
      </w:r>
      <w:proofErr w:type="spellStart"/>
      <w:r>
        <w:rPr>
          <w:rFonts w:ascii="TTKB Dik Temel Abece" w:hAnsi="TTKB Dik Temel Abece"/>
          <w:sz w:val="72"/>
          <w:szCs w:val="72"/>
        </w:rPr>
        <w:t>dsb</w:t>
      </w:r>
      <w:proofErr w:type="spellEnd"/>
    </w:p>
    <w:p w:rsidR="0051757D" w:rsidRPr="00C31D4E" w:rsidRDefault="0051757D" w:rsidP="00A1083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ab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ıb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ob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öb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ub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üb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be </w:t>
      </w:r>
      <w:proofErr w:type="spellStart"/>
      <w:r>
        <w:rPr>
          <w:rFonts w:ascii="TTKB Dik Temel Abece" w:hAnsi="TTKB Dik Temel Abece"/>
          <w:sz w:val="72"/>
          <w:szCs w:val="72"/>
        </w:rPr>
        <w:t>bı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</w:p>
    <w:p w:rsidR="0051757D" w:rsidRPr="00C31D4E" w:rsidRDefault="0051757D" w:rsidP="00A1083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bu </w:t>
      </w:r>
      <w:proofErr w:type="spellStart"/>
      <w:r>
        <w:rPr>
          <w:rFonts w:ascii="TTKB Dik Temel Abece" w:hAnsi="TTKB Dik Temel Abece"/>
          <w:sz w:val="72"/>
          <w:szCs w:val="72"/>
        </w:rPr>
        <w:t>bü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aba ebe oba bal bak </w:t>
      </w:r>
    </w:p>
    <w:p w:rsidR="0051757D" w:rsidRDefault="0051757D" w:rsidP="001108BC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bat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bay bel ben bey bık bil bin </w:t>
      </w:r>
      <w:proofErr w:type="spellStart"/>
      <w:r>
        <w:rPr>
          <w:rFonts w:ascii="TTKB Dik Temel Abece" w:hAnsi="TTKB Dik Temel Abece"/>
          <w:sz w:val="72"/>
          <w:szCs w:val="72"/>
        </w:rPr>
        <w:t>bim</w:t>
      </w:r>
      <w:proofErr w:type="spellEnd"/>
      <w:r>
        <w:rPr>
          <w:rFonts w:ascii="TTKB Dik Temel Abece" w:hAnsi="TTKB Dik Temel Abece"/>
          <w:sz w:val="72"/>
          <w:szCs w:val="72"/>
        </w:rPr>
        <w:tab/>
      </w:r>
    </w:p>
    <w:p w:rsidR="0051757D" w:rsidRDefault="0051757D" w:rsidP="001108BC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bit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bol bot boy böl bul </w:t>
      </w:r>
      <w:proofErr w:type="spellStart"/>
      <w:r>
        <w:rPr>
          <w:rFonts w:ascii="TTKB Dik Temel Abece" w:hAnsi="TTKB Dik Temel Abece"/>
          <w:sz w:val="72"/>
          <w:szCs w:val="72"/>
        </w:rPr>
        <w:t>bül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bülbül </w:t>
      </w:r>
    </w:p>
    <w:p w:rsidR="0051757D" w:rsidRDefault="0051757D" w:rsidP="001108BC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bale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balık bank banka bayrak kabak</w:t>
      </w:r>
    </w:p>
    <w:p w:rsidR="0051757D" w:rsidRDefault="0051757D" w:rsidP="001108BC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balina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bebek bilet baba balta balon</w:t>
      </w:r>
    </w:p>
    <w:p w:rsidR="0051757D" w:rsidRDefault="0051757D" w:rsidP="001108BC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Baba bana bir tane balon al.</w:t>
      </w:r>
    </w:p>
    <w:p w:rsidR="0051757D" w:rsidRDefault="0051757D" w:rsidP="001108BC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Ebru leblebi ile börek yedi.</w:t>
      </w:r>
    </w:p>
    <w:p w:rsidR="0051757D" w:rsidRDefault="0051757D" w:rsidP="001108BC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Bekir ellerini su ve sabun ile yıka!</w:t>
      </w:r>
    </w:p>
    <w:p w:rsidR="00CC07EF" w:rsidRDefault="0051757D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Belma et, süt, yumurta, balık tüket.</w:t>
      </w:r>
    </w:p>
    <w:p w:rsidR="0051757D" w:rsidRPr="00CC07EF" w:rsidRDefault="00CC07EF" w:rsidP="00CC07EF">
      <w:pPr>
        <w:tabs>
          <w:tab w:val="left" w:pos="4170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  <w:hyperlink r:id="rId6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  <w:bookmarkStart w:id="0" w:name="_GoBack"/>
      <w:bookmarkEnd w:id="0"/>
    </w:p>
    <w:sectPr w:rsidR="0051757D" w:rsidRPr="00CC07EF" w:rsidSect="00AF60C3">
      <w:headerReference w:type="even" r:id="rId7"/>
      <w:headerReference w:type="default" r:id="rId8"/>
      <w:headerReference w:type="first" r:id="rId9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A4" w:rsidRDefault="00527BA4" w:rsidP="004F2289">
      <w:pPr>
        <w:spacing w:after="0" w:line="240" w:lineRule="auto"/>
      </w:pPr>
      <w:r>
        <w:separator/>
      </w:r>
    </w:p>
  </w:endnote>
  <w:endnote w:type="continuationSeparator" w:id="0">
    <w:p w:rsidR="00527BA4" w:rsidRDefault="00527BA4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A4" w:rsidRDefault="00527BA4" w:rsidP="004F2289">
      <w:pPr>
        <w:spacing w:after="0" w:line="240" w:lineRule="auto"/>
      </w:pPr>
      <w:r>
        <w:separator/>
      </w:r>
    </w:p>
  </w:footnote>
  <w:footnote w:type="continuationSeparator" w:id="0">
    <w:p w:rsidR="00527BA4" w:rsidRDefault="00527BA4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57D" w:rsidRDefault="00527BA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57D" w:rsidRDefault="00527BA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1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57D" w:rsidRDefault="00527BA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0C3"/>
    <w:rsid w:val="000007B1"/>
    <w:rsid w:val="00012C3F"/>
    <w:rsid w:val="00034232"/>
    <w:rsid w:val="00034340"/>
    <w:rsid w:val="000A08F6"/>
    <w:rsid w:val="000D1151"/>
    <w:rsid w:val="000F537C"/>
    <w:rsid w:val="001108BC"/>
    <w:rsid w:val="001300C5"/>
    <w:rsid w:val="00282E10"/>
    <w:rsid w:val="00294A89"/>
    <w:rsid w:val="002D1E40"/>
    <w:rsid w:val="002E5478"/>
    <w:rsid w:val="002F01DA"/>
    <w:rsid w:val="004017C5"/>
    <w:rsid w:val="004566E9"/>
    <w:rsid w:val="0045709C"/>
    <w:rsid w:val="004F2289"/>
    <w:rsid w:val="004F4B79"/>
    <w:rsid w:val="0051757D"/>
    <w:rsid w:val="00527BA4"/>
    <w:rsid w:val="0058510C"/>
    <w:rsid w:val="006136A9"/>
    <w:rsid w:val="0066437D"/>
    <w:rsid w:val="007229B5"/>
    <w:rsid w:val="008036D4"/>
    <w:rsid w:val="0089441A"/>
    <w:rsid w:val="008F4BA0"/>
    <w:rsid w:val="00A10836"/>
    <w:rsid w:val="00AE0926"/>
    <w:rsid w:val="00AF60C3"/>
    <w:rsid w:val="00C31D4E"/>
    <w:rsid w:val="00CC07EF"/>
    <w:rsid w:val="00D54603"/>
    <w:rsid w:val="00D56529"/>
    <w:rsid w:val="00DA1367"/>
    <w:rsid w:val="00E07753"/>
    <w:rsid w:val="00E476AB"/>
    <w:rsid w:val="00F652A3"/>
    <w:rsid w:val="00FA094D"/>
    <w:rsid w:val="00F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295C4E7B-4562-4722-A7A6-6C68D2DB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4F2289"/>
    <w:rPr>
      <w:rFonts w:cs="Times New Roman"/>
    </w:rPr>
  </w:style>
  <w:style w:type="character" w:styleId="Kpr">
    <w:name w:val="Hyperlink"/>
    <w:uiPriority w:val="99"/>
    <w:semiHidden/>
    <w:rsid w:val="00C31D4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>NouS/TncTR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Ayhan KOÇAK DENEME ŞABLONU</dc:title>
  <dc:subject/>
  <dc:creator>Ayhan</dc:creator>
  <cp:keywords/>
  <dc:description/>
  <cp:lastModifiedBy>Progressive</cp:lastModifiedBy>
  <cp:revision>4</cp:revision>
  <cp:lastPrinted>2020-10-29T16:24:00Z</cp:lastPrinted>
  <dcterms:created xsi:type="dcterms:W3CDTF">2020-12-23T10:50:00Z</dcterms:created>
  <dcterms:modified xsi:type="dcterms:W3CDTF">2020-12-28T18:32:00Z</dcterms:modified>
</cp:coreProperties>
</file>