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C5278" w14:textId="37ABE6FD" w:rsidR="001770C2" w:rsidRDefault="00831D9C" w:rsidP="001770C2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FE5653F" wp14:editId="58C95B90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7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75" name="Group 14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76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8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48771A" id="Group 25" o:spid="_x0000_s1026" style="position:absolute;margin-left:-16.85pt;margin-top:5.65pt;width:521.25pt;height:36.85pt;z-index:-251657216" coordorigin="1080,2622" coordsize="10425,73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">
                <v:group id="Group 14" o:spid="_x0000_s1027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">
                  <v:rect id="Rectangle 5" o:spid="_x0000_s1028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" strokecolor="#2f5496 [2408]" strokeweight="1.5pt">
                    <v:fill opacity="0"/>
                  </v:rect>
                  <v:rect id="Rectangle 10" o:spid="_x0000_s1029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" fillcolor="#deeaf6 [660]" strokecolor="#c00000" strokeweight="1pt">
                    <v:stroke dashstyle="dash"/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30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" strokecolor="#2f5496 [2408]" strokeweight="1.5pt"/>
                <v:shape id="AutoShape 17" o:spid="_x0000_s1031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&#13;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>Her gün 5 defa okuyalım.</w:t>
      </w:r>
    </w:p>
    <w:p w14:paraId="3D247F97" w14:textId="77777777" w:rsidR="00AF138E" w:rsidRDefault="00831D9C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C7B3D4" wp14:editId="464AAE2C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6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69" name="Group 27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70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2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29E68" id="Group 26" o:spid="_x0000_s1026" style="position:absolute;margin-left:-16.85pt;margin-top:5.65pt;width:521.25pt;height:36.85pt;z-index:-25165516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">
                <v:group id="Group 27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rect id="Rectangle 28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" strokecolor="#2f5496 [2408]" strokeweight="1.5pt">
                    <v:fill opacity="0"/>
                  </v:rect>
                  <v:rect id="Rectangle 29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" fillcolor="#deeaf6 [660]" strokecolor="#c00000" strokeweight="1pt">
                    <v:stroke dashstyle="dash"/>
                  </v:rect>
                </v:group>
                <v:shape id="AutoShape 30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" strokecolor="#2f5496 [2408]" strokeweight="1.5pt"/>
                <v:shape id="AutoShape 31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no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7gduX8APk6g8AAP//AwBQSwECLQAUAAYACAAAACEA2+H2y+4AAACFAQAAEwAAAAAAAAAA&#10;AAAAAAAAAAAAW0NvbnRlbnRfVHlwZXNdLnhtbFBLAQItABQABgAIAAAAIQBa9CxbvwAAABUBAAAL&#10;AAAAAAAAAAAAAAAAAB8BAABfcmVscy8ucmVsc1BLAQItABQABgAIAAAAIQBG3NnoxQAAANsAAAAP&#10;AAAAAAAAAAAAAAAAAAcCAABkcnMvZG93bnJldi54bWxQSwUGAAAAAAMAAwC3AAAA+QIAAAAA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 xml:space="preserve"> Ak    ek    </w:t>
      </w:r>
      <w:proofErr w:type="spellStart"/>
      <w:r w:rsidR="00E03D8F">
        <w:rPr>
          <w:rFonts w:ascii="TTKB Dik Temel Abece" w:hAnsi="TTKB Dik Temel Abece"/>
          <w:sz w:val="72"/>
          <w:szCs w:val="72"/>
        </w:rPr>
        <w:t>ka</w:t>
      </w:r>
      <w:proofErr w:type="spellEnd"/>
      <w:r w:rsidR="00E03D8F">
        <w:rPr>
          <w:rFonts w:ascii="TTKB Dik Temel Abece" w:hAnsi="TTKB Dik Temel Abece"/>
          <w:sz w:val="72"/>
          <w:szCs w:val="72"/>
        </w:rPr>
        <w:t xml:space="preserve">    ke   kal   kel</w:t>
      </w:r>
    </w:p>
    <w:p w14:paraId="3C3F8DF6" w14:textId="77777777" w:rsidR="00AF138E" w:rsidRDefault="00831D9C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A08A5E0" wp14:editId="78D05EAF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6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63" name="Group 3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64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09B33" id="Group 32" o:spid="_x0000_s1026" style="position:absolute;margin-left:-16.85pt;margin-top:5.65pt;width:521.25pt;height:36.85pt;z-index:-25165312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">
                <v:group id="Group 33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rect id="Rectangle 34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0OJ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aQvsLfl/gD5OoXAAD//wMAUEsBAi0AFAAGAAgAAAAhANvh9svuAAAAhQEAABMAAAAAAAAAAAAA&#10;AAAAAAAAAFtDb250ZW50X1R5cGVzXS54bWxQSwECLQAUAAYACAAAACEAWvQsW78AAAAVAQAACwAA&#10;AAAAAAAAAAAAAAAfAQAAX3JlbHMvLnJlbHNQSwECLQAUAAYACAAAACEAf/dDicMAAADbAAAADwAA&#10;AAAAAAAAAAAAAAAHAgAAZHJzL2Rvd25yZXYueG1sUEsFBgAAAAADAAMAtwAAAPcCAAAAAA==&#10;" strokecolor="#2f5496 [2408]" strokeweight="1.5pt">
                    <v:fill opacity="0"/>
                  </v:rect>
                  <v:rect id="Rectangle 35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" fillcolor="#deeaf6 [660]" strokecolor="#c00000" strokeweight="1pt">
                    <v:stroke dashstyle="dash"/>
                  </v:rect>
                </v:group>
                <v:shape id="AutoShape 36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" strokecolor="#2f5496 [2408]" strokeweight="1.5pt"/>
                <v:shape id="AutoShape 37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>kale   kele    kala    kelek    leke</w:t>
      </w:r>
    </w:p>
    <w:p w14:paraId="6D35E27E" w14:textId="77777777" w:rsidR="00AF138E" w:rsidRDefault="00831D9C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CCD5762" wp14:editId="1C9E3587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56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57" name="Group 39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58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17C83" id="Group 38" o:spid="_x0000_s1026" style="position:absolute;margin-left:-16.85pt;margin-top:5.65pt;width:521.25pt;height:36.85pt;z-index:-25165107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">
                <v:group id="Group 39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ect id="Rectangle 40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" strokecolor="#2f5496 [2408]" strokeweight="1.5pt">
                    <v:fill opacity="0"/>
                  </v:rect>
                  <v:rect id="Rectangle 41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" fillcolor="#deeaf6 [660]" strokecolor="#c00000" strokeweight="1pt">
                    <v:stroke dashstyle="dash"/>
                  </v:rect>
                </v:group>
                <v:shape id="AutoShape 42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" strokecolor="#2f5496 [2408]" strokeweight="1.5pt"/>
                <v:shape id="AutoShape 43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>lake   alaka   lekele    elek    ekle</w:t>
      </w:r>
    </w:p>
    <w:p w14:paraId="473EEA98" w14:textId="77777777" w:rsidR="00AF138E" w:rsidRDefault="00831D9C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C78374F" wp14:editId="2AEEC58A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50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51" name="Group 4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52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4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75E7B" id="Group 44" o:spid="_x0000_s1026" style="position:absolute;margin-left:-16.85pt;margin-top:5.65pt;width:521.25pt;height:36.85pt;z-index:-25164902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">
                <v:group id="Group 45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Rectangle 46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" strokecolor="#2f5496 [2408]" strokeweight="1.5pt">
                    <v:fill opacity="0"/>
                  </v:rect>
                  <v:rect id="Rectangle 47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js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kH+DH9f4g+Qy18AAAD//wMAUEsBAi0AFAAGAAgAAAAhANvh9svuAAAAhQEAABMAAAAAAAAAAAAA&#10;AAAAAAAAAFtDb250ZW50X1R5cGVzXS54bWxQSwECLQAUAAYACAAAACEAWvQsW78AAAAVAQAACwAA&#10;AAAAAAAAAAAAAAAfAQAAX3JlbHMvLnJlbHNQSwECLQAUAAYACAAAACEAs0JY7MMAAADbAAAADwAA&#10;AAAAAAAAAAAAAAAHAgAAZHJzL2Rvd25yZXYueG1sUEsFBgAAAAADAAMAtwAAAPcCAAAAAA==&#10;" fillcolor="#deeaf6 [660]" strokecolor="#c00000" strokeweight="1pt">
                    <v:stroke dashstyle="dash"/>
                  </v:rect>
                </v:group>
                <v:shape id="AutoShape 48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38xQAAANsAAAAPAAAAZHJzL2Rvd25yZXYueG1sRI9Pa8JA&#10;FMTvhX6H5Qm91Y3Slh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CgB38xQAAANsAAAAP&#10;AAAAAAAAAAAAAAAAAAcCAABkcnMvZG93bnJldi54bWxQSwUGAAAAAAMAAwC3AAAA+QIAAAAA&#10;" strokecolor="#2f5496 [2408]" strokeweight="1.5pt"/>
                <v:shape id="AutoShape 49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>kek   keke    kalk    kelle</w:t>
      </w:r>
    </w:p>
    <w:p w14:paraId="53BA9592" w14:textId="77777777" w:rsidR="00AF138E" w:rsidRDefault="00831D9C" w:rsidP="00E03D8F">
      <w:pPr>
        <w:tabs>
          <w:tab w:val="left" w:pos="223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51D1215" wp14:editId="674B6606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4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45" name="Group 5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46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8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3F4A7" id="Group 50" o:spid="_x0000_s1026" style="position:absolute;margin-left:-16.85pt;margin-top:5.65pt;width:521.25pt;height:36.85pt;z-index:-25164697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">
                <v:group id="Group 51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ect id="Rectangle 52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QFwwAAANsAAAAPAAAAZHJzL2Rvd25yZXYueG1sRI/NasMw&#10;EITvhbyD2EBvjZykm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q9wkBcMAAADbAAAADwAA&#10;AAAAAAAAAAAAAAAHAgAAZHJzL2Rvd25yZXYueG1sUEsFBgAAAAADAAMAtwAAAPcCAAAAAA==&#10;" strokecolor="#2f5496 [2408]" strokeweight="1.5pt">
                    <v:fill opacity="0"/>
                  </v:rect>
                  <v:rect id="Rectangle 53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" fillcolor="#deeaf6 [660]" strokecolor="#c00000" strokeweight="1pt">
                    <v:stroke dashstyle="dash"/>
                  </v:rect>
                </v:group>
                <v:shape id="AutoShape 54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" strokecolor="#2f5496 [2408]" strokeweight="1.5pt"/>
                <v:shape id="AutoShape 55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 xml:space="preserve"> </w:t>
      </w:r>
      <w:r w:rsidR="00791C10">
        <w:rPr>
          <w:rFonts w:ascii="TTKB Dik Temel Abece" w:hAnsi="TTKB Dik Temel Abece"/>
          <w:sz w:val="72"/>
          <w:szCs w:val="72"/>
        </w:rPr>
        <w:t>KEK,  ELEK  AL</w:t>
      </w:r>
      <w:r w:rsidR="00E03D8F">
        <w:rPr>
          <w:rFonts w:ascii="TTKB Dik Temel Abece" w:hAnsi="TTKB Dik Temel Abece"/>
          <w:sz w:val="72"/>
          <w:szCs w:val="72"/>
        </w:rPr>
        <w:tab/>
      </w:r>
    </w:p>
    <w:p w14:paraId="3808DF67" w14:textId="77777777" w:rsidR="00AF138E" w:rsidRDefault="00831D9C" w:rsidP="00E03D8F">
      <w:pPr>
        <w:tabs>
          <w:tab w:val="left" w:pos="223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5295EF70" wp14:editId="5D0F6DCF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38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39" name="Group 57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40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E0C588" id="Group 56" o:spid="_x0000_s1026" style="position:absolute;margin-left:-16.85pt;margin-top:5.65pt;width:521.25pt;height:36.85pt;z-index:-25164492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">
                <v:group id="Group 57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ect id="Rectangle 58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" strokecolor="#2f5496 [2408]" strokeweight="1.5pt">
                    <v:fill opacity="0"/>
                  </v:rect>
                  <v:rect id="Rectangle 59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" fillcolor="#deeaf6 [660]" strokecolor="#c00000" strokeweight="1pt">
                    <v:stroke dashstyle="dash"/>
                  </v:rect>
                </v:group>
                <v:shape id="AutoShape 60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LbO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" strokecolor="#2f5496 [2408]" strokeweight="1.5pt"/>
                <v:shape id="AutoShape 61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 xml:space="preserve">Ela  lale  ek. </w:t>
      </w:r>
      <w:r w:rsidR="00E03D8F">
        <w:rPr>
          <w:rFonts w:ascii="TTKB Dik Temel Abece" w:hAnsi="TTKB Dik Temel Abece"/>
          <w:sz w:val="72"/>
          <w:szCs w:val="72"/>
        </w:rPr>
        <w:tab/>
      </w:r>
    </w:p>
    <w:p w14:paraId="476F3255" w14:textId="77777777" w:rsidR="00AF138E" w:rsidRDefault="00831D9C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33F47B09" wp14:editId="4520E422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3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33" name="Group 6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34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6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C0AE31" id="Group 62" o:spid="_x0000_s1026" style="position:absolute;margin-left:-16.85pt;margin-top:5.65pt;width:521.25pt;height:36.85pt;z-index:-25164288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">
                <v:group id="Group 63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rect id="Rectangle 64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" strokecolor="#2f5496 [2408]" strokeweight="1.5pt">
                    <v:fill opacity="0"/>
                  </v:rect>
                  <v:rect id="Rectangle 65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" fillcolor="#deeaf6 [660]" strokecolor="#c00000" strokeweight="1pt">
                    <v:stroke dashstyle="dash"/>
                  </v:rect>
                </v:group>
                <v:shape id="AutoShape 66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" strokecolor="#2f5496 [2408]" strokeweight="1.5pt"/>
                <v:shape id="AutoShape 67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>Lale , lale  ek.</w:t>
      </w:r>
    </w:p>
    <w:p w14:paraId="0FEABE66" w14:textId="77777777" w:rsidR="00AF138E" w:rsidRDefault="00831D9C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19DCBA5B" wp14:editId="43E5EBE8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26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27" name="Group 69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28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C637CD" id="Group 68" o:spid="_x0000_s1026" style="position:absolute;margin-left:-16.85pt;margin-top:5.65pt;width:521.25pt;height:36.85pt;z-index:-25164083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">
                <v:group id="Group 69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ect id="Rectangle 70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" strokecolor="#2f5496 [2408]" strokeweight="1.5pt">
                    <v:fill opacity="0"/>
                  </v:rect>
                  <v:rect id="Rectangle 71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" fillcolor="#deeaf6 [660]" strokecolor="#c00000" strokeweight="1pt">
                    <v:stroke dashstyle="dash"/>
                  </v:rect>
                </v:group>
                <v:shape id="AutoShape 72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" strokecolor="#2f5496 [2408]" strokeweight="1.5pt"/>
                <v:shape id="AutoShape 73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>Ela  elek   al.</w:t>
      </w:r>
    </w:p>
    <w:p w14:paraId="3B970886" w14:textId="77777777" w:rsidR="00AF138E" w:rsidRDefault="00831D9C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6697FB9F" wp14:editId="6F9CE284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20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21" name="Group 75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22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40A7C" id="Group 74" o:spid="_x0000_s1026" style="position:absolute;margin-left:-16.85pt;margin-top:5.65pt;width:521.25pt;height:36.85pt;z-index:-251638784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">
                <v:group id="Group 75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ect id="Rectangle 76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" strokecolor="#2f5496 [2408]" strokeweight="1.5pt">
                    <v:fill opacity="0"/>
                  </v:rect>
                  <v:rect id="Rectangle 77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" fillcolor="#deeaf6 [660]" strokecolor="#c00000" strokeweight="1pt">
                    <v:stroke dashstyle="dash"/>
                  </v:rect>
                </v:group>
                <v:shape id="AutoShape 78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m6BxQAAANsAAAAPAAAAZHJzL2Rvd25yZXYueG1sRI9Pa8JA&#10;FMTvBb/D8oTe6sZQSo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Dahm6BxQAAANsAAAAP&#10;AAAAAAAAAAAAAAAAAAcCAABkcnMvZG93bnJldi54bWxQSwUGAAAAAAMAAwC3AAAA+QIAAAAA&#10;" strokecolor="#2f5496 [2408]" strokeweight="1.5pt"/>
                <v:shape id="AutoShape 79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>Lale  kelek  al.</w:t>
      </w:r>
    </w:p>
    <w:p w14:paraId="2C2EE2BC" w14:textId="77777777" w:rsidR="00AF138E" w:rsidRDefault="00831D9C" w:rsidP="00E03D8F">
      <w:pPr>
        <w:tabs>
          <w:tab w:val="left" w:pos="4410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70AAE766" wp14:editId="677C2139">
                <wp:simplePos x="0" y="0"/>
                <wp:positionH relativeFrom="column">
                  <wp:posOffset>-213995</wp:posOffset>
                </wp:positionH>
                <wp:positionV relativeFrom="paragraph">
                  <wp:posOffset>81280</wp:posOffset>
                </wp:positionV>
                <wp:extent cx="6619875" cy="467995"/>
                <wp:effectExtent l="0" t="0" r="9525" b="8255"/>
                <wp:wrapNone/>
                <wp:docPr id="14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5" name="Group 81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6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DF20F" id="Group 80" o:spid="_x0000_s1026" style="position:absolute;margin-left:-16.85pt;margin-top:6.4pt;width:521.25pt;height:36.85pt;z-index:-251636736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">
                <v:group id="Group 81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Rectangle 82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" strokecolor="#2f5496 [2408]" strokeweight="1.5pt">
                    <v:fill opacity="0"/>
                  </v:rect>
                  <v:rect id="Rectangle 83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" fillcolor="#deeaf6 [660]" strokecolor="#c00000" strokeweight="1pt">
                    <v:stroke dashstyle="dash"/>
                  </v:rect>
                </v:group>
                <v:shape id="AutoShape 84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" strokecolor="#2f5496 [2408]" strokeweight="1.5pt"/>
                <v:shape id="AutoShape 85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>Ela  kek  al.</w:t>
      </w:r>
      <w:r w:rsidR="00E03D8F">
        <w:rPr>
          <w:rFonts w:ascii="TTKB Dik Temel Abece" w:hAnsi="TTKB Dik Temel Abece"/>
          <w:sz w:val="72"/>
          <w:szCs w:val="72"/>
        </w:rPr>
        <w:tab/>
      </w:r>
    </w:p>
    <w:p w14:paraId="1DBD08E9" w14:textId="77777777" w:rsidR="00AF138E" w:rsidRDefault="00831D9C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20137A93" wp14:editId="26521E57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8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9" name="Group 87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0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924F3" id="Group 86" o:spid="_x0000_s1026" style="position:absolute;margin-left:-16.85pt;margin-top:5.65pt;width:521.25pt;height:36.85pt;z-index:-25163468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">
                <v:group id="Group 87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88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" strokecolor="#2f5496 [2408]" strokeweight="1.5pt">
                    <v:fill opacity="0"/>
                  </v:rect>
                  <v:rect id="Rectangle 89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" fillcolor="#deeaf6 [660]" strokecolor="#c00000" strokeweight="1pt">
                    <v:stroke dashstyle="dash"/>
                  </v:rect>
                </v:group>
                <v:shape id="AutoShape 90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" strokecolor="#2f5496 [2408]" strokeweight="1.5pt"/>
                <v:shape id="AutoShape 91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 xml:space="preserve">Lale  kek,  elek  al.  </w:t>
      </w:r>
    </w:p>
    <w:p w14:paraId="780B9879" w14:textId="77777777" w:rsidR="001770C2" w:rsidRPr="001770C2" w:rsidRDefault="00831D9C" w:rsidP="00E03D8F">
      <w:pPr>
        <w:tabs>
          <w:tab w:val="left" w:pos="7170"/>
          <w:tab w:val="left" w:pos="889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color w:val="4472C4" w:themeColor="accent5"/>
          <w:sz w:val="72"/>
          <w:szCs w:val="72"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3762A747" wp14:editId="5EB8270F">
                <wp:simplePos x="0" y="0"/>
                <wp:positionH relativeFrom="column">
                  <wp:posOffset>-213995</wp:posOffset>
                </wp:positionH>
                <wp:positionV relativeFrom="paragraph">
                  <wp:posOffset>71755</wp:posOffset>
                </wp:positionV>
                <wp:extent cx="6619875" cy="467995"/>
                <wp:effectExtent l="0" t="0" r="9525" b="8255"/>
                <wp:wrapNone/>
                <wp:docPr id="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3" name="Group 93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4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BD758" id="Group 92" o:spid="_x0000_s1026" style="position:absolute;margin-left:-16.85pt;margin-top:5.65pt;width:521.25pt;height:36.85pt;z-index:-25163264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">
                <v:group id="Group 93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94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" strokecolor="#2f5496 [2408]" strokeweight="1.5pt">
                    <v:fill opacity="0"/>
                  </v:rect>
                  <v:rect id="Rectangle 95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" fillcolor="#deeaf6 [660]" strokecolor="#c00000" strokeweight="1pt">
                    <v:stroke dashstyle="dash"/>
                  </v:rect>
                </v:group>
                <v:shape id="AutoShape 96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" strokecolor="#2f5496 [2408]" strokeweight="1.5pt"/>
                <v:shape id="AutoShape 97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" strokecolor="#2f5496 [2408]" strokeweight="1.5pt"/>
              </v:group>
            </w:pict>
          </mc:Fallback>
        </mc:AlternateContent>
      </w:r>
      <w:r w:rsidR="00E03D8F">
        <w:rPr>
          <w:rFonts w:ascii="TTKB Dik Temel Abece" w:hAnsi="TTKB Dik Temel Abece"/>
          <w:sz w:val="72"/>
          <w:szCs w:val="72"/>
        </w:rPr>
        <w:t xml:space="preserve">Kalk  Lale  </w:t>
      </w:r>
      <w:r w:rsidR="00791C10">
        <w:rPr>
          <w:rFonts w:ascii="TTKB Dik Temel Abece" w:hAnsi="TTKB Dik Temel Abece"/>
          <w:sz w:val="72"/>
          <w:szCs w:val="72"/>
        </w:rPr>
        <w:t xml:space="preserve">kek,  </w:t>
      </w:r>
      <w:r w:rsidR="00E03D8F">
        <w:rPr>
          <w:rFonts w:ascii="TTKB Dik Temel Abece" w:hAnsi="TTKB Dik Temel Abece"/>
          <w:sz w:val="72"/>
          <w:szCs w:val="72"/>
        </w:rPr>
        <w:t xml:space="preserve">elek  al. </w:t>
      </w:r>
      <w:r w:rsidR="00952A3F">
        <w:rPr>
          <w:rFonts w:ascii="TTKB Dik Temel Abece" w:hAnsi="TTKB Dik Temel Abece"/>
          <w:sz w:val="72"/>
          <w:szCs w:val="72"/>
        </w:rPr>
        <w:tab/>
      </w:r>
      <w:r w:rsidR="00E03D8F">
        <w:rPr>
          <w:rFonts w:ascii="TTKB Dik Temel Abece" w:hAnsi="TTKB Dik Temel Abece"/>
          <w:sz w:val="72"/>
          <w:szCs w:val="72"/>
        </w:rPr>
        <w:tab/>
      </w:r>
    </w:p>
    <w:sectPr w:rsidR="001770C2" w:rsidRPr="001770C2" w:rsidSect="00E5259D">
      <w:headerReference w:type="default" r:id="rId6"/>
      <w:footerReference w:type="default" r:id="rId7"/>
      <w:pgSz w:w="11906" w:h="16838"/>
      <w:pgMar w:top="1417" w:right="424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204AB" w14:textId="77777777" w:rsidR="00552166" w:rsidRDefault="00552166" w:rsidP="00AF138E">
      <w:pPr>
        <w:spacing w:after="0" w:line="240" w:lineRule="auto"/>
      </w:pPr>
      <w:r>
        <w:separator/>
      </w:r>
    </w:p>
  </w:endnote>
  <w:endnote w:type="continuationSeparator" w:id="0">
    <w:p w14:paraId="0887EE53" w14:textId="77777777" w:rsidR="00552166" w:rsidRDefault="00552166" w:rsidP="00AF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9AD1B" w14:textId="77777777" w:rsidR="00E5259D" w:rsidRPr="00E03D8F" w:rsidRDefault="00952A3F" w:rsidP="00E5259D">
    <w:pPr>
      <w:ind w:left="1068" w:firstLine="348"/>
      <w:rPr>
        <w:rFonts w:ascii="Comic Sans MS" w:hAnsi="Comic Sans MS"/>
        <w:b/>
        <w:color w:val="0070C0"/>
      </w:rPr>
    </w:pPr>
    <w:r w:rsidRPr="00952A3F">
      <w:rPr>
        <w:rFonts w:ascii="Comic Sans MS" w:hAnsi="Comic Sans MS"/>
        <w:b/>
        <w:color w:val="0070C0"/>
        <w:sz w:val="24"/>
        <w:szCs w:val="24"/>
      </w:rPr>
      <w:t xml:space="preserve">                                                       </w:t>
    </w:r>
    <w:r w:rsidRPr="00E03D8F">
      <w:rPr>
        <w:rFonts w:ascii="Comic Sans MS" w:hAnsi="Comic Sans MS"/>
        <w:b/>
        <w:color w:val="0070C0"/>
      </w:rPr>
      <w:t>Uğur ÇAKMAK</w:t>
    </w:r>
  </w:p>
  <w:p w14:paraId="19429D9B" w14:textId="77777777" w:rsidR="00E03D8F" w:rsidRPr="00E03D8F" w:rsidRDefault="00E03D8F" w:rsidP="00E5259D">
    <w:pPr>
      <w:ind w:left="1068" w:firstLine="348"/>
      <w:rPr>
        <w:rFonts w:ascii="Comic Sans MS" w:hAnsi="Comic Sans MS"/>
        <w:b/>
        <w:color w:val="0070C0"/>
      </w:rPr>
    </w:pPr>
    <w:r w:rsidRPr="00E03D8F">
      <w:rPr>
        <w:rFonts w:ascii="Comic Sans MS" w:hAnsi="Comic Sans MS"/>
        <w:b/>
        <w:color w:val="0070C0"/>
      </w:rPr>
      <w:t xml:space="preserve">                                                    </w:t>
    </w:r>
    <w:r>
      <w:rPr>
        <w:rFonts w:ascii="Comic Sans MS" w:hAnsi="Comic Sans MS"/>
        <w:b/>
        <w:color w:val="0070C0"/>
      </w:rPr>
      <w:t xml:space="preserve">    </w:t>
    </w:r>
    <w:r w:rsidRPr="00E03D8F">
      <w:rPr>
        <w:rFonts w:ascii="Comic Sans MS" w:hAnsi="Comic Sans MS"/>
        <w:b/>
        <w:color w:val="0070C0"/>
      </w:rPr>
      <w:t xml:space="preserve"> 1-C Sınıf öğretmeni</w:t>
    </w:r>
  </w:p>
  <w:p w14:paraId="2BA51103" w14:textId="77777777" w:rsidR="00E5259D" w:rsidRDefault="00E5259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292B6" w14:textId="77777777" w:rsidR="00552166" w:rsidRDefault="00552166" w:rsidP="00AF138E">
      <w:pPr>
        <w:spacing w:after="0" w:line="240" w:lineRule="auto"/>
      </w:pPr>
      <w:r>
        <w:separator/>
      </w:r>
    </w:p>
  </w:footnote>
  <w:footnote w:type="continuationSeparator" w:id="0">
    <w:p w14:paraId="76824B5C" w14:textId="77777777" w:rsidR="00552166" w:rsidRDefault="00552166" w:rsidP="00AF1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895CC" w14:textId="77777777" w:rsidR="00952A3F" w:rsidRDefault="00952A3F">
    <w:pPr>
      <w:pStyle w:val="stBilgi"/>
    </w:pPr>
    <w:r>
      <w:rPr>
        <w:noProof/>
      </w:rPr>
      <w:drawing>
        <wp:inline distT="0" distB="0" distL="0" distR="0" wp14:anchorId="6733BC91" wp14:editId="46D5FAD1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1-C UĞUR BÖCEKLERİ 1234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attachedTemplate r:id="rId1"/>
  <w:defaultTabStop w:val="708"/>
  <w:hyphenationZone w:val="425"/>
  <w:characterSpacingControl w:val="doNotCompress"/>
  <w:hdrShapeDefaults>
    <o:shapedefaults v:ext="edit" spidmax="4097" fillcolor="white" strokecolor="none [2408]">
      <v:fill color="white" opacity="0"/>
      <v:stroke color="none [2408]"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3F"/>
    <w:rsid w:val="000B1199"/>
    <w:rsid w:val="00123094"/>
    <w:rsid w:val="00144B66"/>
    <w:rsid w:val="00170688"/>
    <w:rsid w:val="001770C2"/>
    <w:rsid w:val="001F5A93"/>
    <w:rsid w:val="00284837"/>
    <w:rsid w:val="002C0CBB"/>
    <w:rsid w:val="003203B0"/>
    <w:rsid w:val="00341985"/>
    <w:rsid w:val="003721D6"/>
    <w:rsid w:val="00394A6D"/>
    <w:rsid w:val="00496FA4"/>
    <w:rsid w:val="00552166"/>
    <w:rsid w:val="00791C10"/>
    <w:rsid w:val="007A24CE"/>
    <w:rsid w:val="007D2739"/>
    <w:rsid w:val="007F64BA"/>
    <w:rsid w:val="00831D9C"/>
    <w:rsid w:val="008E294D"/>
    <w:rsid w:val="00952A3F"/>
    <w:rsid w:val="009D28E6"/>
    <w:rsid w:val="009F1F66"/>
    <w:rsid w:val="009F3ECA"/>
    <w:rsid w:val="00A269D8"/>
    <w:rsid w:val="00AD1B1C"/>
    <w:rsid w:val="00AF138E"/>
    <w:rsid w:val="00B33495"/>
    <w:rsid w:val="00C01D39"/>
    <w:rsid w:val="00C94A0B"/>
    <w:rsid w:val="00D4633B"/>
    <w:rsid w:val="00E03D8F"/>
    <w:rsid w:val="00E5259D"/>
    <w:rsid w:val="00EE240B"/>
    <w:rsid w:val="00F3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 strokecolor="none [2408]">
      <v:fill color="white" opacity="0"/>
      <v:stroke color="none [2408]" weight="1.5pt"/>
    </o:shapedefaults>
    <o:shapelayout v:ext="edit">
      <o:idmap v:ext="edit" data="1"/>
    </o:shapelayout>
  </w:shapeDefaults>
  <w:decimalSymbol w:val=","/>
  <w:listSeparator w:val=";"/>
  <w14:docId w14:val="238A7824"/>
  <w15:docId w15:val="{16CB5E84-CD3C-405D-9DB9-BF69F70B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F138E"/>
  </w:style>
  <w:style w:type="paragraph" w:styleId="AltBilgi">
    <w:name w:val="footer"/>
    <w:basedOn w:val="Normal"/>
    <w:link w:val="Al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138E"/>
  </w:style>
  <w:style w:type="character" w:styleId="Kpr">
    <w:name w:val="Hyperlink"/>
    <w:basedOn w:val="VarsaylanParagrafYazTipi"/>
    <w:uiPriority w:val="99"/>
    <w:unhideWhenUsed/>
    <w:rsid w:val="007F64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56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 /><Relationship Id="rId1" Type="http://schemas.openxmlformats.org/officeDocument/2006/relationships/image" Target="media/image1.jp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srin\Downloads\G&#252;zel%20yaz&#305;%20defteri\G&#252;zel%20yaz&#305;%20defteri%20&#351;ablonu%204.dotx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Güzel%20yazı%20defteri%20şablonu%204.dotx</Template>
  <TotalTime>1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nesrin deniz</dc:creator>
  <cp:lastModifiedBy>Hasan Ayık</cp:lastModifiedBy>
  <cp:revision>4</cp:revision>
  <cp:lastPrinted>2020-10-18T22:58:00Z</cp:lastPrinted>
  <dcterms:created xsi:type="dcterms:W3CDTF">2020-10-18T22:59:00Z</dcterms:created>
  <dcterms:modified xsi:type="dcterms:W3CDTF">2020-10-19T06:36:00Z</dcterms:modified>
</cp:coreProperties>
</file>