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4D130" w14:textId="7FF738B9" w:rsidR="001770C2" w:rsidRPr="00450F95" w:rsidRDefault="009056D5" w:rsidP="001770C2">
      <w:pPr>
        <w:rPr>
          <w:rFonts w:ascii="TTKB Dik Temel Abece Body" w:hAnsi="TTKB Dik Temel Abece Body"/>
          <w:sz w:val="72"/>
          <w:szCs w:val="72"/>
        </w:rPr>
      </w:pPr>
      <w:bookmarkStart w:id="0" w:name="_GoBack"/>
      <w:bookmarkEnd w:id="0"/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3137835C">
          <v:group id="Group 25" o:spid="_x0000_s1026" style="position:absolute;margin-left:-16.85pt;margin-top:5.65pt;width:521.25pt;height:36.85pt;z-index:-25165721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AQ1ZKE&#10;EAQAAOQPAAAOAAAAAAAAAAAAAAAAAC4CAABkcnMvZTJvRG9jLnhtbFBLAQItABQABgAIAAAAIQAs&#10;xB+03wAAAAoBAAAPAAAAAAAAAAAAAAAAAGoGAABkcnMvZG93bnJldi54bWxQSwUGAAAAAAQABADz&#10;AAAAdgcAAAAA&#10;">
            <v:group id="Group 14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<v:rect id="Rectangle 5" o:spid="_x0000_s1028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64wwAAANsAAAAPAAAAZHJzL2Rvd25yZXYueG1sRI/NasMw&#10;EITvhbyD2EBvjZwE3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ZbDuuMMAAADbAAAADwAA&#10;AAAAAAAAAAAAAAAHAgAAZHJzL2Rvd25yZXYueG1sUEsFBgAAAAADAAMAtwAAAPcCAAAAAA==&#10;" strokecolor="#2f5496 [2408]" strokeweight="1.5pt">
                <v:fill opacity="0"/>
              </v:rect>
              <v:rect id="Rectangle 10" o:spid="_x0000_s1029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" fillcolor="#deeaf6 [660]" strokecolor="#c00000" strokeweight="1pt">
                <v:stroke dashstyle="dash"/>
              </v:rect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30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" strokecolor="#2f5496 [2408]" strokeweight="1.5pt"/>
            <v:shape id="AutoShape 17" o:spid="_x0000_s1031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" strokecolor="#2f5496 [2408]" strokeweight="1.5pt"/>
          </v:group>
        </w:pict>
      </w:r>
      <w:proofErr w:type="gramStart"/>
      <w:r w:rsidR="00450F95" w:rsidRPr="00450F95">
        <w:rPr>
          <w:rFonts w:ascii="TTKB Dik Temel Abece Body" w:hAnsi="TTKB Dik Temel Abece Body"/>
          <w:sz w:val="72"/>
          <w:szCs w:val="72"/>
        </w:rPr>
        <w:t xml:space="preserve">EL  </w:t>
      </w:r>
      <w:proofErr w:type="spellStart"/>
      <w:r w:rsidR="00450F95" w:rsidRPr="00450F95">
        <w:rPr>
          <w:rFonts w:ascii="TTKB Dik Temel Abece Body" w:hAnsi="TTKB Dik Temel Abece Body"/>
          <w:sz w:val="72"/>
          <w:szCs w:val="72"/>
        </w:rPr>
        <w:t>EL</w:t>
      </w:r>
      <w:proofErr w:type="spellEnd"/>
      <w:proofErr w:type="gramEnd"/>
    </w:p>
    <w:p w14:paraId="0FF9ED57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39B720A3">
          <v:group id="Group 26" o:spid="_x0000_s1098" style="position:absolute;margin-left:-16.85pt;margin-top:5.65pt;width:521.25pt;height:36.85pt;z-index:-25165516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">
            <v:group id="Group 27" o:spid="_x0000_s1101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<v:rect id="Rectangle 28" o:spid="_x0000_s110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" strokecolor="#2f5496 [2408]" strokeweight="1.5pt">
                <v:fill opacity="0"/>
              </v:rect>
              <v:rect id="Rectangle 29" o:spid="_x0000_s110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" fillcolor="#deeaf6 [660]" strokecolor="#c00000" strokeweight="1pt">
                <v:stroke dashstyle="dash"/>
              </v:rect>
            </v:group>
            <v:shape id="AutoShape 30" o:spid="_x0000_s1100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" strokecolor="#2f5496 [2408]" strokeweight="1.5pt"/>
            <v:shape id="AutoShape 31" o:spid="_x0000_s1099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no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" strokecolor="#2f5496 [2408]" strokeweight="1.5pt"/>
          </v:group>
        </w:pict>
      </w:r>
      <w:r w:rsidR="00450F95" w:rsidRPr="00450F95">
        <w:rPr>
          <w:rFonts w:ascii="TTKB Dik Temel Abece Body" w:hAnsi="TTKB Dik Temel Abece Body"/>
          <w:sz w:val="72"/>
          <w:szCs w:val="72"/>
        </w:rPr>
        <w:t>EL</w:t>
      </w:r>
    </w:p>
    <w:p w14:paraId="0212E05A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416BDA3E">
          <v:group id="Group 32" o:spid="_x0000_s1092" style="position:absolute;margin-left:-16.85pt;margin-top:5.65pt;width:521.25pt;height:36.85pt;z-index:-25165312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Ife&#10;zWoSBAAA5Q8AAA4AAAAAAAAAAAAAAAAALgIAAGRycy9lMm9Eb2MueG1sUEsBAi0AFAAGAAgAAAAh&#10;ACzEH7TfAAAACgEAAA8AAAAAAAAAAAAAAAAAbAYAAGRycy9kb3ducmV2LnhtbFBLBQYAAAAABAAE&#10;APMAAAB4BwAAAAA=&#10;">
            <v:group id="Group 33" o:spid="_x0000_s1095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<v:rect id="Rectangle 34" o:spid="_x0000_s109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0OJ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aQvsLfl/gD5OoXAAD//wMAUEsBAi0AFAAGAAgAAAAhANvh9svuAAAAhQEAABMAAAAAAAAAAAAA&#10;AAAAAAAAAFtDb250ZW50X1R5cGVzXS54bWxQSwECLQAUAAYACAAAACEAWvQsW78AAAAVAQAACwAA&#10;AAAAAAAAAAAAAAAfAQAAX3JlbHMvLnJlbHNQSwECLQAUAAYACAAAACEAf/dDicMAAADbAAAADwAA&#10;AAAAAAAAAAAAAAAHAgAAZHJzL2Rvd25yZXYueG1sUEsFBgAAAAADAAMAtwAAAPcCAAAAAA==&#10;" strokecolor="#2f5496 [2408]" strokeweight="1.5pt">
                <v:fill opacity="0"/>
              </v:rect>
              <v:rect id="Rectangle 35" o:spid="_x0000_s109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36" o:spid="_x0000_s1094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" strokecolor="#2f5496 [2408]" strokeweight="1.5pt"/>
            <v:shape id="AutoShape 37" o:spid="_x0000_s1093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" strokecolor="#2f5496 [2408]" strokeweight="1.5pt"/>
          </v:group>
        </w:pict>
      </w:r>
      <w:r w:rsidR="00450F95" w:rsidRPr="00450F95">
        <w:rPr>
          <w:rFonts w:ascii="TTKB Dik Temel Abece Body" w:hAnsi="TTKB Dik Temel Abece Body"/>
          <w:sz w:val="72"/>
          <w:szCs w:val="72"/>
        </w:rPr>
        <w:t>EL</w:t>
      </w:r>
    </w:p>
    <w:p w14:paraId="29358396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61A04BDF">
          <v:group id="Group 38" o:spid="_x0000_s1086" style="position:absolute;margin-left:-16.85pt;margin-top:5.65pt;width:521.25pt;height:36.85pt;z-index:-25165107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BR4xjb&#10;EAQAAOUPAAAOAAAAAAAAAAAAAAAAAC4CAABkcnMvZTJvRG9jLnhtbFBLAQItABQABgAIAAAAIQAs&#10;xB+03wAAAAoBAAAPAAAAAAAAAAAAAAAAAGoGAABkcnMvZG93bnJldi54bWxQSwUGAAAAAAQABADz&#10;AAAAdgcAAAAA&#10;">
            <v:group id="Group 39" o:spid="_x0000_s1089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<v:rect id="Rectangle 40" o:spid="_x0000_s109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" strokecolor="#2f5496 [2408]" strokeweight="1.5pt">
                <v:fill opacity="0"/>
              </v:rect>
              <v:rect id="Rectangle 41" o:spid="_x0000_s109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42" o:spid="_x0000_s1088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" strokecolor="#2f5496 [2408]" strokeweight="1.5pt"/>
            <v:shape id="AutoShape 43" o:spid="_x0000_s1087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" strokecolor="#2f5496 [2408]" strokeweight="1.5pt"/>
          </v:group>
        </w:pict>
      </w:r>
      <w:r w:rsidR="00450F95" w:rsidRPr="00450F95">
        <w:rPr>
          <w:rFonts w:ascii="TTKB Dik Temel Abece Body" w:hAnsi="TTKB Dik Temel Abece Body"/>
          <w:sz w:val="72"/>
          <w:szCs w:val="72"/>
        </w:rPr>
        <w:t>EL</w:t>
      </w:r>
    </w:p>
    <w:p w14:paraId="0505CF64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5D8B9190">
          <v:group id="Group 44" o:spid="_x0000_s1080" style="position:absolute;margin-left:-16.85pt;margin-top:5.65pt;width:521.25pt;height:36.85pt;z-index:-25164902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F8b&#10;d3MSBAAA5Q8AAA4AAAAAAAAAAAAAAAAALgIAAGRycy9lMm9Eb2MueG1sUEsBAi0AFAAGAAgAAAAh&#10;ACzEH7TfAAAACgEAAA8AAAAAAAAAAAAAAAAAbAYAAGRycy9kb3ducmV2LnhtbFBLBQYAAAAABAAE&#10;APMAAAB4BwAAAAA=&#10;">
            <v:group id="Group 45" o:spid="_x0000_s1083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<v:rect id="Rectangle 46" o:spid="_x0000_s108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" strokecolor="#2f5496 [2408]" strokeweight="1.5pt">
                <v:fill opacity="0"/>
              </v:rect>
              <v:rect id="Rectangle 47" o:spid="_x0000_s1084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js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kH+DH9f4g+Qy18AAAD//wMAUEsBAi0AFAAGAAgAAAAhANvh9svuAAAAhQEAABMAAAAAAAAAAAAA&#10;AAAAAAAAAFtDb250ZW50X1R5cGVzXS54bWxQSwECLQAUAAYACAAAACEAWvQsW78AAAAVAQAACwAA&#10;AAAAAAAAAAAAAAAfAQAAX3JlbHMvLnJlbHNQSwECLQAUAAYACAAAACEAs0JY7MMAAADbAAAADwAA&#10;AAAAAAAAAAAAAAAHAgAAZHJzL2Rvd25yZXYueG1sUEsFBgAAAAADAAMAtwAAAPcCAAAAAA==&#10;" fillcolor="#deeaf6 [660]" strokecolor="#c00000" strokeweight="1pt">
                <v:stroke dashstyle="dash"/>
              </v:rect>
            </v:group>
            <v:shape id="AutoShape 48" o:spid="_x0000_s1082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38xQAAANsAAAAPAAAAZHJzL2Rvd25yZXYueG1sRI9Pa8JA&#10;FMTvhX6H5Qm91Y3Slh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CgB38xQAAANsAAAAP&#10;AAAAAAAAAAAAAAAAAAcCAABkcnMvZG93bnJldi54bWxQSwUGAAAAAAMAAwC3AAAA+QIAAAAA&#10;" strokecolor="#2f5496 [2408]" strokeweight="1.5pt"/>
            <v:shape id="AutoShape 49" o:spid="_x0000_s1081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" strokecolor="#2f5496 [2408]" strokeweight="1.5pt"/>
          </v:group>
        </w:pict>
      </w:r>
      <w:proofErr w:type="gramStart"/>
      <w:r w:rsidR="00450F95" w:rsidRPr="00450F95">
        <w:rPr>
          <w:rFonts w:ascii="TTKB Dik Temel Abece Body" w:hAnsi="TTKB Dik Temel Abece Body"/>
          <w:sz w:val="72"/>
          <w:szCs w:val="72"/>
        </w:rPr>
        <w:t xml:space="preserve">e   </w:t>
      </w:r>
      <w:proofErr w:type="spellStart"/>
      <w:r w:rsidR="00450F95" w:rsidRPr="00450F95">
        <w:rPr>
          <w:rFonts w:ascii="TTKB Dik Temel Abece Body" w:hAnsi="TTKB Dik Temel Abece Body"/>
          <w:sz w:val="72"/>
          <w:szCs w:val="72"/>
        </w:rPr>
        <w:t>e</w:t>
      </w:r>
      <w:proofErr w:type="spellEnd"/>
      <w:proofErr w:type="gramEnd"/>
      <w:r w:rsidR="00450F95" w:rsidRPr="00450F95">
        <w:rPr>
          <w:rFonts w:ascii="TTKB Dik Temel Abece Body" w:hAnsi="TTKB Dik Temel Abece Body"/>
          <w:sz w:val="72"/>
          <w:szCs w:val="72"/>
        </w:rPr>
        <w:t xml:space="preserve">   </w:t>
      </w:r>
      <w:proofErr w:type="spellStart"/>
      <w:r w:rsidR="00450F95" w:rsidRPr="00450F95">
        <w:rPr>
          <w:rFonts w:ascii="TTKB Dik Temel Abece Body" w:hAnsi="TTKB Dik Temel Abece Body"/>
          <w:sz w:val="72"/>
          <w:szCs w:val="72"/>
        </w:rPr>
        <w:t>e</w:t>
      </w:r>
      <w:proofErr w:type="spellEnd"/>
    </w:p>
    <w:p w14:paraId="4AF1D4CB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4E5C1C33">
          <v:group id="Group 50" o:spid="_x0000_s1074" style="position:absolute;margin-left:-16.85pt;margin-top:5.65pt;width:521.25pt;height:36.85pt;z-index:-25164697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">
            <v:group id="Group 51" o:spid="_x0000_s107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<v:rect id="Rectangle 52" o:spid="_x0000_s107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QF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q9wkBcMAAADbAAAADwAA&#10;AAAAAAAAAAAAAAAHAgAAZHJzL2Rvd25yZXYueG1sUEsFBgAAAAADAAMAtwAAAPcCAAAAAA==&#10;" strokecolor="#2f5496 [2408]" strokeweight="1.5pt">
                <v:fill opacity="0"/>
              </v:rect>
              <v:rect id="Rectangle 53" o:spid="_x0000_s1078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" fillcolor="#deeaf6 [660]" strokecolor="#c00000" strokeweight="1pt">
                <v:stroke dashstyle="dash"/>
              </v:rect>
            </v:group>
            <v:shape id="AutoShape 54" o:spid="_x0000_s1076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" strokecolor="#2f5496 [2408]" strokeweight="1.5pt"/>
            <v:shape id="AutoShape 55" o:spid="_x0000_s1075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" strokecolor="#2f5496 [2408]" strokeweight="1.5pt"/>
          </v:group>
        </w:pict>
      </w:r>
      <w:proofErr w:type="gramStart"/>
      <w:r w:rsidR="00450F95" w:rsidRPr="00450F95">
        <w:rPr>
          <w:rFonts w:ascii="TTKB Dik Temel Abece Body" w:hAnsi="TTKB Dik Temel Abece Body"/>
          <w:sz w:val="72"/>
          <w:szCs w:val="72"/>
        </w:rPr>
        <w:t>el</w:t>
      </w:r>
      <w:proofErr w:type="gramEnd"/>
    </w:p>
    <w:p w14:paraId="3A7D42B1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3EB2B708">
          <v:group id="Group 56" o:spid="_x0000_s1068" style="position:absolute;margin-left:-16.85pt;margin-top:5.65pt;width:521.25pt;height:36.85pt;z-index:-25164492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">
            <v:group id="Group 57" o:spid="_x0000_s1071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<v:rect id="Rectangle 58" o:spid="_x0000_s107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" strokecolor="#2f5496 [2408]" strokeweight="1.5pt">
                <v:fill opacity="0"/>
              </v:rect>
              <v:rect id="Rectangle 59" o:spid="_x0000_s107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60" o:spid="_x0000_s1070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LbO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" strokecolor="#2f5496 [2408]" strokeweight="1.5pt"/>
            <v:shape id="AutoShape 61" o:spid="_x0000_s1069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NVxQAAANsAAAAPAAAAZHJzL2Rvd25yZXYueG1sRI9Pa8JA&#10;FMTvhX6H5Qm91Y22lB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IsBNVxQAAANsAAAAP&#10;AAAAAAAAAAAAAAAAAAcCAABkcnMvZG93bnJldi54bWxQSwUGAAAAAAMAAwC3AAAA+QIAAAAA&#10;" strokecolor="#2f5496 [2408]" strokeweight="1.5pt"/>
          </v:group>
        </w:pict>
      </w:r>
      <w:proofErr w:type="gramStart"/>
      <w:r w:rsidR="00450F95" w:rsidRPr="00450F95">
        <w:rPr>
          <w:rFonts w:ascii="TTKB Dik Temel Abece Body" w:hAnsi="TTKB Dik Temel Abece Body"/>
          <w:sz w:val="72"/>
          <w:szCs w:val="72"/>
        </w:rPr>
        <w:t xml:space="preserve">le  </w:t>
      </w:r>
      <w:proofErr w:type="spellStart"/>
      <w:r w:rsidR="00450F95" w:rsidRPr="00450F95">
        <w:rPr>
          <w:rFonts w:ascii="TTKB Dik Temel Abece Body" w:hAnsi="TTKB Dik Temel Abece Body"/>
          <w:sz w:val="72"/>
          <w:szCs w:val="72"/>
        </w:rPr>
        <w:t>le</w:t>
      </w:r>
      <w:proofErr w:type="spellEnd"/>
      <w:proofErr w:type="gramEnd"/>
      <w:r w:rsidR="00450F95" w:rsidRPr="00450F95">
        <w:rPr>
          <w:rFonts w:ascii="TTKB Dik Temel Abece Body" w:hAnsi="TTKB Dik Temel Abece Body"/>
          <w:sz w:val="72"/>
          <w:szCs w:val="72"/>
        </w:rPr>
        <w:t xml:space="preserve">  </w:t>
      </w:r>
      <w:proofErr w:type="spellStart"/>
      <w:r w:rsidR="00450F95" w:rsidRPr="00450F95">
        <w:rPr>
          <w:rFonts w:ascii="TTKB Dik Temel Abece Body" w:hAnsi="TTKB Dik Temel Abece Body"/>
          <w:sz w:val="72"/>
          <w:szCs w:val="72"/>
        </w:rPr>
        <w:t>le</w:t>
      </w:r>
      <w:proofErr w:type="spellEnd"/>
    </w:p>
    <w:p w14:paraId="72745D0F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692473F6">
          <v:group id="Group 62" o:spid="_x0000_s1062" style="position:absolute;margin-left:-16.85pt;margin-top:5.65pt;width:521.25pt;height:36.85pt;z-index:-25164288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">
            <v:group id="Group 63" o:spid="_x0000_s1065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<v:rect id="Rectangle 64" o:spid="_x0000_s106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" strokecolor="#2f5496 [2408]" strokeweight="1.5pt">
                <v:fill opacity="0"/>
              </v:rect>
              <v:rect id="Rectangle 65" o:spid="_x0000_s106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Cj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sFzDn9f4g+Qy18AAAD//wMAUEsBAi0AFAAGAAgAAAAhANvh9svuAAAAhQEAABMAAAAAAAAAAAAA&#10;AAAAAAAAAFtDb250ZW50X1R5cGVzXS54bWxQSwECLQAUAAYACAAAACEAWvQsW78AAAAVAQAACwAA&#10;AAAAAAAAAAAAAAAfAQAAX3JlbHMvLnJlbHNQSwECLQAUAAYACAAAACEAjjiAo8MAAADbAAAADwAA&#10;AAAAAAAAAAAAAAAHAgAAZHJzL2Rvd25yZXYueG1sUEsFBgAAAAADAAMAtwAAAPcCAAAAAA==&#10;" fillcolor="#deeaf6 [660]" strokecolor="#c00000" strokeweight="1pt">
                <v:stroke dashstyle="dash"/>
              </v:rect>
            </v:group>
            <v:shape id="AutoShape 66" o:spid="_x0000_s1064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" strokecolor="#2f5496 [2408]" strokeweight="1.5pt"/>
            <v:shape id="AutoShape 67" o:spid="_x0000_s1063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Yr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" strokecolor="#2f5496 [2408]" strokeweight="1.5pt"/>
          </v:group>
        </w:pict>
      </w:r>
      <w:proofErr w:type="gramStart"/>
      <w:r w:rsidR="00450F95" w:rsidRPr="00450F95">
        <w:rPr>
          <w:rFonts w:ascii="TTKB Dik Temel Abece Body" w:hAnsi="TTKB Dik Temel Abece Body"/>
          <w:sz w:val="72"/>
          <w:szCs w:val="72"/>
        </w:rPr>
        <w:t xml:space="preserve">LE  </w:t>
      </w:r>
      <w:proofErr w:type="spellStart"/>
      <w:r w:rsidR="00450F95" w:rsidRPr="00450F95">
        <w:rPr>
          <w:rFonts w:ascii="TTKB Dik Temel Abece Body" w:hAnsi="TTKB Dik Temel Abece Body"/>
          <w:sz w:val="72"/>
          <w:szCs w:val="72"/>
        </w:rPr>
        <w:t>LE</w:t>
      </w:r>
      <w:proofErr w:type="spellEnd"/>
      <w:proofErr w:type="gramEnd"/>
      <w:r w:rsidR="00450F95" w:rsidRPr="00450F95">
        <w:rPr>
          <w:rFonts w:ascii="TTKB Dik Temel Abece Body" w:hAnsi="TTKB Dik Temel Abece Body"/>
          <w:sz w:val="72"/>
          <w:szCs w:val="72"/>
        </w:rPr>
        <w:t xml:space="preserve">  </w:t>
      </w:r>
      <w:proofErr w:type="spellStart"/>
      <w:r w:rsidR="00450F95" w:rsidRPr="00450F95">
        <w:rPr>
          <w:rFonts w:ascii="TTKB Dik Temel Abece Body" w:hAnsi="TTKB Dik Temel Abece Body"/>
          <w:sz w:val="72"/>
          <w:szCs w:val="72"/>
        </w:rPr>
        <w:t>LE</w:t>
      </w:r>
      <w:proofErr w:type="spellEnd"/>
    </w:p>
    <w:p w14:paraId="752303B4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36819E34">
          <v:group id="Group 68" o:spid="_x0000_s1056" style="position:absolute;margin-left:-16.85pt;margin-top:5.65pt;width:521.25pt;height:36.85pt;z-index:-25164083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CIRR78&#10;EAQAAOUPAAAOAAAAAAAAAAAAAAAAAC4CAABkcnMvZTJvRG9jLnhtbFBLAQItABQABgAIAAAAIQAs&#10;xB+03wAAAAoBAAAPAAAAAAAAAAAAAAAAAGoGAABkcnMvZG93bnJldi54bWxQSwUGAAAAAAQABADz&#10;AAAAdgcAAAAA&#10;">
            <v:group id="Group 69" o:spid="_x0000_s1059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<v:rect id="Rectangle 70" o:spid="_x0000_s106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" strokecolor="#2f5496 [2408]" strokeweight="1.5pt">
                <v:fill opacity="0"/>
              </v:rect>
              <v:rect id="Rectangle 71" o:spid="_x0000_s106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" fillcolor="#deeaf6 [660]" strokecolor="#c00000" strokeweight="1pt">
                <v:stroke dashstyle="dash"/>
              </v:rect>
            </v:group>
            <v:shape id="AutoShape 72" o:spid="_x0000_s1058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" strokecolor="#2f5496 [2408]" strokeweight="1.5pt"/>
            <v:shape id="AutoShape 73" o:spid="_x0000_s1057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" strokecolor="#2f5496 [2408]" strokeweight="1.5pt"/>
          </v:group>
        </w:pict>
      </w:r>
      <w:r w:rsidR="00450F95">
        <w:rPr>
          <w:rFonts w:ascii="TTKB Dik Temel Abece Body" w:hAnsi="TTKB Dik Temel Abece Body"/>
          <w:sz w:val="72"/>
          <w:szCs w:val="72"/>
        </w:rPr>
        <w:t xml:space="preserve">L </w:t>
      </w:r>
      <w:proofErr w:type="spellStart"/>
      <w:r w:rsidR="00450F95">
        <w:rPr>
          <w:rFonts w:ascii="TTKB Dik Temel Abece Body" w:hAnsi="TTKB Dik Temel Abece Body"/>
          <w:sz w:val="72"/>
          <w:szCs w:val="72"/>
        </w:rPr>
        <w:t>L</w:t>
      </w:r>
      <w:proofErr w:type="spellEnd"/>
      <w:r w:rsidR="00450F95">
        <w:rPr>
          <w:rFonts w:ascii="TTKB Dik Temel Abece Body" w:hAnsi="TTKB Dik Temel Abece Body"/>
          <w:sz w:val="72"/>
          <w:szCs w:val="72"/>
        </w:rPr>
        <w:t xml:space="preserve"> </w:t>
      </w:r>
      <w:proofErr w:type="spellStart"/>
      <w:r w:rsidR="00450F95">
        <w:rPr>
          <w:rFonts w:ascii="TTKB Dik Temel Abece Body" w:hAnsi="TTKB Dik Temel Abece Body"/>
          <w:sz w:val="72"/>
          <w:szCs w:val="72"/>
        </w:rPr>
        <w:t>L</w:t>
      </w:r>
      <w:proofErr w:type="spellEnd"/>
      <w:r w:rsidR="00450F95">
        <w:rPr>
          <w:rFonts w:ascii="TTKB Dik Temel Abece Body" w:hAnsi="TTKB Dik Temel Abece Body"/>
          <w:sz w:val="72"/>
          <w:szCs w:val="72"/>
        </w:rPr>
        <w:t xml:space="preserve"> </w:t>
      </w:r>
      <w:proofErr w:type="spellStart"/>
      <w:r w:rsidR="00450F95">
        <w:rPr>
          <w:rFonts w:ascii="TTKB Dik Temel Abece Body" w:hAnsi="TTKB Dik Temel Abece Body"/>
          <w:sz w:val="72"/>
          <w:szCs w:val="72"/>
        </w:rPr>
        <w:t>L</w:t>
      </w:r>
      <w:proofErr w:type="spellEnd"/>
      <w:r w:rsidR="00450F95">
        <w:rPr>
          <w:rFonts w:ascii="TTKB Dik Temel Abece Body" w:hAnsi="TTKB Dik Temel Abece Body"/>
          <w:sz w:val="72"/>
          <w:szCs w:val="72"/>
        </w:rPr>
        <w:t xml:space="preserve"> </w:t>
      </w:r>
    </w:p>
    <w:p w14:paraId="5B5208F3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259EF1B5">
          <v:group id="Group 74" o:spid="_x0000_s1050" style="position:absolute;margin-left:-16.85pt;margin-top:5.65pt;width:521.25pt;height:36.85pt;z-index:-25163878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">
            <v:group id="Group 75" o:spid="_x0000_s1053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<v:rect id="Rectangle 76" o:spid="_x0000_s105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" strokecolor="#2f5496 [2408]" strokeweight="1.5pt">
                <v:fill opacity="0"/>
              </v:rect>
              <v:rect id="Rectangle 77" o:spid="_x0000_s1054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78" o:spid="_x0000_s1052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m6B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Dahm6BxQAAANsAAAAP&#10;AAAAAAAAAAAAAAAAAAcCAABkcnMvZG93bnJldi54bWxQSwUGAAAAAAMAAwC3AAAA+QIAAAAA&#10;" strokecolor="#2f5496 [2408]" strokeweight="1.5pt"/>
            <v:shape id="AutoShape 79" o:spid="_x0000_s1051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saxQAAANsAAAAPAAAAZHJzL2Rvd25yZXYueG1sRI9Pa8JA&#10;FMTvBb/D8oTe6sZAS4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C1yssaxQAAANsAAAAP&#10;AAAAAAAAAAAAAAAAAAcCAABkcnMvZG93bnJldi54bWxQSwUGAAAAAAMAAwC3AAAA+QIAAAAA&#10;" strokecolor="#2f5496 [2408]" strokeweight="1.5pt"/>
          </v:group>
        </w:pict>
      </w:r>
      <w:proofErr w:type="gramStart"/>
      <w:r w:rsidR="00450F95">
        <w:rPr>
          <w:rFonts w:ascii="TTKB Dik Temel Abece Body" w:hAnsi="TTKB Dik Temel Abece Body"/>
          <w:sz w:val="72"/>
          <w:szCs w:val="72"/>
        </w:rPr>
        <w:t>l</w:t>
      </w:r>
      <w:proofErr w:type="gramEnd"/>
      <w:r w:rsidR="00450F95">
        <w:rPr>
          <w:rFonts w:ascii="TTKB Dik Temel Abece Body" w:hAnsi="TTKB Dik Temel Abece Body"/>
          <w:sz w:val="72"/>
          <w:szCs w:val="72"/>
        </w:rPr>
        <w:t xml:space="preserve"> </w:t>
      </w:r>
      <w:proofErr w:type="spellStart"/>
      <w:r w:rsidR="00450F95">
        <w:rPr>
          <w:rFonts w:ascii="TTKB Dik Temel Abece Body" w:hAnsi="TTKB Dik Temel Abece Body"/>
          <w:sz w:val="72"/>
          <w:szCs w:val="72"/>
        </w:rPr>
        <w:t>l</w:t>
      </w:r>
      <w:proofErr w:type="spellEnd"/>
      <w:r w:rsidR="00450F95">
        <w:rPr>
          <w:rFonts w:ascii="TTKB Dik Temel Abece Body" w:hAnsi="TTKB Dik Temel Abece Body"/>
          <w:sz w:val="72"/>
          <w:szCs w:val="72"/>
        </w:rPr>
        <w:t xml:space="preserve"> </w:t>
      </w:r>
      <w:proofErr w:type="spellStart"/>
      <w:r w:rsidR="00450F95">
        <w:rPr>
          <w:rFonts w:ascii="TTKB Dik Temel Abece Body" w:hAnsi="TTKB Dik Temel Abece Body"/>
          <w:sz w:val="72"/>
          <w:szCs w:val="72"/>
        </w:rPr>
        <w:t>l</w:t>
      </w:r>
      <w:proofErr w:type="spellEnd"/>
      <w:r w:rsidR="00450F95">
        <w:rPr>
          <w:rFonts w:ascii="TTKB Dik Temel Abece Body" w:hAnsi="TTKB Dik Temel Abece Body"/>
          <w:sz w:val="72"/>
          <w:szCs w:val="72"/>
        </w:rPr>
        <w:t xml:space="preserve"> </w:t>
      </w:r>
    </w:p>
    <w:p w14:paraId="752E3627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5DAB64CC">
          <v:group id="Group 80" o:spid="_x0000_s1044" style="position:absolute;margin-left:-16.85pt;margin-top:5.65pt;width:521.25pt;height:36.85pt;z-index:-25163673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">
            <v:group id="Group 81" o:spid="_x0000_s104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<v:rect id="Rectangle 82" o:spid="_x0000_s104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" strokecolor="#2f5496 [2408]" strokeweight="1.5pt">
                <v:fill opacity="0"/>
              </v:rect>
              <v:rect id="Rectangle 83" o:spid="_x0000_s1048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" fillcolor="#deeaf6 [660]" strokecolor="#c00000" strokeweight="1pt">
                <v:stroke dashstyle="dash"/>
              </v:rect>
            </v:group>
            <v:shape id="AutoShape 84" o:spid="_x0000_s1046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" strokecolor="#2f5496 [2408]" strokeweight="1.5pt"/>
            <v:shape id="AutoShape 85" o:spid="_x0000_s1045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" strokecolor="#2f5496 [2408]" strokeweight="1.5pt"/>
          </v:group>
        </w:pict>
      </w:r>
      <w:r w:rsidR="00450F95">
        <w:rPr>
          <w:rFonts w:ascii="TTKB Dik Temel Abece Body" w:hAnsi="TTKB Dik Temel Abece Body"/>
          <w:sz w:val="72"/>
          <w:szCs w:val="72"/>
        </w:rPr>
        <w:t>LE</w:t>
      </w:r>
    </w:p>
    <w:p w14:paraId="08E07B3F" w14:textId="77777777" w:rsidR="00AF138E" w:rsidRPr="00450F95" w:rsidRDefault="009056D5" w:rsidP="00AF138E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1346E138">
          <v:group id="Group 86" o:spid="_x0000_s1038" style="position:absolute;margin-left:-16.85pt;margin-top:5.65pt;width:521.25pt;height:36.85pt;z-index:-25163468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">
            <v:group id="Group 87" o:spid="_x0000_s1041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rect id="Rectangle 88" o:spid="_x0000_s104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" strokecolor="#2f5496 [2408]" strokeweight="1.5pt">
                <v:fill opacity="0"/>
              </v:rect>
              <v:rect id="Rectangle 89" o:spid="_x0000_s104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" fillcolor="#deeaf6 [660]" strokecolor="#c00000" strokeweight="1pt">
                <v:stroke dashstyle="dash"/>
              </v:rect>
            </v:group>
            <v:shape id="AutoShape 90" o:spid="_x0000_s1040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" strokecolor="#2f5496 [2408]" strokeweight="1.5pt"/>
            <v:shape id="AutoShape 91" o:spid="_x0000_s1039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" strokecolor="#2f5496 [2408]" strokeweight="1.5pt"/>
          </v:group>
        </w:pict>
      </w:r>
      <w:r w:rsidR="00450F95">
        <w:rPr>
          <w:rFonts w:ascii="TTKB Dik Temel Abece Body" w:hAnsi="TTKB Dik Temel Abece Body"/>
          <w:sz w:val="72"/>
          <w:szCs w:val="72"/>
        </w:rPr>
        <w:t xml:space="preserve">LE </w:t>
      </w:r>
      <w:proofErr w:type="spellStart"/>
      <w:r w:rsidR="00450F95">
        <w:rPr>
          <w:rFonts w:ascii="TTKB Dik Temel Abece Body" w:hAnsi="TTKB Dik Temel Abece Body"/>
          <w:sz w:val="72"/>
          <w:szCs w:val="72"/>
        </w:rPr>
        <w:t>LE</w:t>
      </w:r>
      <w:proofErr w:type="spellEnd"/>
    </w:p>
    <w:p w14:paraId="26E4C3C7" w14:textId="77777777" w:rsidR="001770C2" w:rsidRPr="00450F95" w:rsidRDefault="009056D5">
      <w:pPr>
        <w:rPr>
          <w:rFonts w:ascii="TTKB Dik Temel Abece Body" w:hAnsi="TTKB Dik Temel Abece Body"/>
          <w:sz w:val="72"/>
          <w:szCs w:val="72"/>
        </w:rPr>
      </w:pPr>
      <w:r>
        <w:rPr>
          <w:rFonts w:ascii="TTKB Dik Temel Abece Body" w:hAnsi="TTKB Dik Temel Abece Body"/>
          <w:noProof/>
          <w:color w:val="4472C4" w:themeColor="accent5"/>
          <w:sz w:val="72"/>
          <w:szCs w:val="72"/>
          <w:lang w:eastAsia="tr-TR"/>
        </w:rPr>
        <w:pict w14:anchorId="213AE588">
          <v:group id="Group 92" o:spid="_x0000_s1032" style="position:absolute;margin-left:-16.85pt;margin-top:5.65pt;width:521.25pt;height:36.85pt;z-index:-25163264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">
            <v:group id="Group 93" o:spid="_x0000_s1035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rect id="Rectangle 94" o:spid="_x0000_s103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" strokecolor="#2f5496 [2408]" strokeweight="1.5pt">
                <v:fill opacity="0"/>
              </v:rect>
              <v:rect id="Rectangle 95" o:spid="_x0000_s103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" fillcolor="#deeaf6 [660]" strokecolor="#c00000" strokeweight="1pt">
                <v:stroke dashstyle="dash"/>
              </v:rect>
            </v:group>
            <v:shape id="AutoShape 96" o:spid="_x0000_s1034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" strokecolor="#2f5496 [2408]" strokeweight="1.5pt"/>
            <v:shape id="AutoShape 97" o:spid="_x0000_s1033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" strokecolor="#2f5496 [2408]" strokeweight="1.5pt"/>
          </v:group>
        </w:pict>
      </w:r>
      <w:r w:rsidR="00450F95">
        <w:rPr>
          <w:rFonts w:ascii="TTKB Dik Temel Abece Body" w:hAnsi="TTKB Dik Temel Abece Body"/>
          <w:sz w:val="72"/>
          <w:szCs w:val="72"/>
        </w:rPr>
        <w:t xml:space="preserve">le </w:t>
      </w:r>
      <w:proofErr w:type="spellStart"/>
      <w:r w:rsidR="00450F95">
        <w:rPr>
          <w:rFonts w:ascii="TTKB Dik Temel Abece Body" w:hAnsi="TTKB Dik Temel Abece Body"/>
          <w:sz w:val="72"/>
          <w:szCs w:val="72"/>
        </w:rPr>
        <w:t>le</w:t>
      </w:r>
      <w:proofErr w:type="spellEnd"/>
    </w:p>
    <w:sectPr w:rsidR="001770C2" w:rsidRPr="00450F95" w:rsidSect="007A24CE">
      <w:headerReference w:type="default" r:id="rId7"/>
      <w:pgSz w:w="11906" w:h="16838"/>
      <w:pgMar w:top="1417" w:right="42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9567D" w14:textId="77777777" w:rsidR="009056D5" w:rsidRDefault="009056D5" w:rsidP="00AF138E">
      <w:pPr>
        <w:spacing w:after="0" w:line="240" w:lineRule="auto"/>
      </w:pPr>
      <w:r>
        <w:separator/>
      </w:r>
    </w:p>
  </w:endnote>
  <w:endnote w:type="continuationSeparator" w:id="0">
    <w:p w14:paraId="1B74BBF4" w14:textId="77777777" w:rsidR="009056D5" w:rsidRDefault="009056D5" w:rsidP="00AF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BDF5F" w14:textId="77777777" w:rsidR="009056D5" w:rsidRDefault="009056D5" w:rsidP="00AF138E">
      <w:pPr>
        <w:spacing w:after="0" w:line="240" w:lineRule="auto"/>
      </w:pPr>
      <w:r>
        <w:separator/>
      </w:r>
    </w:p>
  </w:footnote>
  <w:footnote w:type="continuationSeparator" w:id="0">
    <w:p w14:paraId="77B458E8" w14:textId="77777777" w:rsidR="009056D5" w:rsidRDefault="009056D5" w:rsidP="00AF1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20D3C" w14:textId="77777777" w:rsidR="00450F95" w:rsidRPr="00450F95" w:rsidRDefault="00450F95" w:rsidP="00450F95">
    <w:pPr>
      <w:pStyle w:val="stbilgi"/>
      <w:jc w:val="center"/>
      <w:rPr>
        <w:b/>
        <w:sz w:val="24"/>
      </w:rPr>
    </w:pPr>
    <w:r w:rsidRPr="00450F95">
      <w:rPr>
        <w:b/>
        <w:sz w:val="24"/>
      </w:rPr>
      <w:t xml:space="preserve">SAYIN VELİMİZ ÖNCE OKUTALIM </w:t>
    </w:r>
    <w:r w:rsidRPr="00450F95">
      <w:rPr>
        <w:b/>
        <w:sz w:val="24"/>
        <w:highlight w:val="yellow"/>
      </w:rPr>
      <w:t>SONRA YAZDIRALIM</w:t>
    </w:r>
    <w:r w:rsidRPr="00450F95">
      <w:rPr>
        <w:b/>
        <w:sz w:val="24"/>
      </w:rPr>
      <w:t>.</w:t>
    </w:r>
    <w:r>
      <w:rPr>
        <w:b/>
        <w:sz w:val="24"/>
      </w:rPr>
      <w:t xml:space="preserve">   </w:t>
    </w:r>
    <w:r w:rsidRPr="00450F95">
      <w:rPr>
        <w:b/>
        <w:sz w:val="24"/>
      </w:rPr>
      <w:t xml:space="preserve">ÖĞRENCİMİZ YAZARKEN İÇİNDEN VEYA </w:t>
    </w:r>
    <w:r w:rsidRPr="00450F95">
      <w:rPr>
        <w:b/>
        <w:sz w:val="24"/>
        <w:highlight w:val="yellow"/>
      </w:rPr>
      <w:t>DIŞINDAN SESLİ OKUYARAK</w:t>
    </w:r>
    <w:r w:rsidRPr="00450F95">
      <w:rPr>
        <w:b/>
        <w:sz w:val="24"/>
      </w:rPr>
      <w:t xml:space="preserve"> YAZSIN. BÖYLECE DAHA KOLAY ÖĞRENİR. </w:t>
    </w:r>
    <w:r w:rsidRPr="00450F95">
      <w:rPr>
        <w:b/>
        <w:sz w:val="24"/>
        <w:highlight w:val="yellow"/>
      </w:rPr>
      <w:t>YAZDIKTAN SONRA DA BOL BOL BU HECE VE SESLERİ TEKRAR EDİNİZ</w:t>
    </w:r>
    <w:r w:rsidRPr="00450F95">
      <w:rPr>
        <w:b/>
        <w:sz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 fillcolor="white" strokecolor="none [2408]">
      <v:fill color="white" opacity="0"/>
      <v:stroke color="none [2408]"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0F95"/>
    <w:rsid w:val="00091BB1"/>
    <w:rsid w:val="000B1199"/>
    <w:rsid w:val="00123094"/>
    <w:rsid w:val="00143F0A"/>
    <w:rsid w:val="00170688"/>
    <w:rsid w:val="001770C2"/>
    <w:rsid w:val="001F5A93"/>
    <w:rsid w:val="002C0CBB"/>
    <w:rsid w:val="003721D6"/>
    <w:rsid w:val="00394A6D"/>
    <w:rsid w:val="00450F95"/>
    <w:rsid w:val="00455B8A"/>
    <w:rsid w:val="00496FA4"/>
    <w:rsid w:val="006E257E"/>
    <w:rsid w:val="007A24CE"/>
    <w:rsid w:val="007A4199"/>
    <w:rsid w:val="007D2739"/>
    <w:rsid w:val="007F64BA"/>
    <w:rsid w:val="0082106D"/>
    <w:rsid w:val="008E294D"/>
    <w:rsid w:val="009056D5"/>
    <w:rsid w:val="009D28E6"/>
    <w:rsid w:val="009F1F66"/>
    <w:rsid w:val="00A269D8"/>
    <w:rsid w:val="00AD1B1C"/>
    <w:rsid w:val="00AF138E"/>
    <w:rsid w:val="00B33495"/>
    <w:rsid w:val="00C01D39"/>
    <w:rsid w:val="00C94A0B"/>
    <w:rsid w:val="00D4633B"/>
    <w:rsid w:val="00F3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2408]">
      <v:fill color="white" opacity="0"/>
      <v:stroke color="none [2408]" weight="1.5pt"/>
    </o:shapedefaults>
    <o:shapelayout v:ext="edit">
      <o:idmap v:ext="edit" data="1"/>
      <o:rules v:ext="edit">
        <o:r id="V:Rule1" type="connector" idref="#AutoShape 16"/>
        <o:r id="V:Rule2" type="connector" idref="#AutoShape 17"/>
        <o:r id="V:Rule3" type="connector" idref="#AutoShape 30"/>
        <o:r id="V:Rule4" type="connector" idref="#AutoShape 78"/>
        <o:r id="V:Rule5" type="connector" idref="#AutoShape 97"/>
        <o:r id="V:Rule6" type="connector" idref="#AutoShape 37"/>
        <o:r id="V:Rule7" type="connector" idref="#AutoShape 72"/>
        <o:r id="V:Rule8" type="connector" idref="#AutoShape 42"/>
        <o:r id="V:Rule9" type="connector" idref="#AutoShape 73"/>
        <o:r id="V:Rule10" type="connector" idref="#AutoShape 49"/>
        <o:r id="V:Rule11" type="connector" idref="#AutoShape 67"/>
        <o:r id="V:Rule12" type="connector" idref="#AutoShape 43"/>
        <o:r id="V:Rule13" type="connector" idref="#AutoShape 84"/>
        <o:r id="V:Rule14" type="connector" idref="#AutoShape 48"/>
        <o:r id="V:Rule15" type="connector" idref="#AutoShape 54"/>
        <o:r id="V:Rule16" type="connector" idref="#AutoShape 79"/>
        <o:r id="V:Rule17" type="connector" idref="#AutoShape 61"/>
        <o:r id="V:Rule18" type="connector" idref="#AutoShape 66"/>
        <o:r id="V:Rule19" type="connector" idref="#AutoShape 90"/>
        <o:r id="V:Rule20" type="connector" idref="#AutoShape 31"/>
        <o:r id="V:Rule21" type="connector" idref="#AutoShape 55"/>
        <o:r id="V:Rule22" type="connector" idref="#AutoShape 36"/>
        <o:r id="V:Rule23" type="connector" idref="#AutoShape 85"/>
        <o:r id="V:Rule24" type="connector" idref="#AutoShape 91"/>
        <o:r id="V:Rule25" type="connector" idref="#AutoShape 96"/>
        <o:r id="V:Rule26" type="connector" idref="#AutoShape 60"/>
      </o:rules>
    </o:shapelayout>
  </w:shapeDefaults>
  <w:decimalSymbol w:val=","/>
  <w:listSeparator w:val=";"/>
  <w14:docId w14:val="76F6C7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F138E"/>
  </w:style>
  <w:style w:type="paragraph" w:styleId="Altbilgi">
    <w:name w:val="footer"/>
    <w:basedOn w:val="Normal"/>
    <w:link w:val="Al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F138E"/>
  </w:style>
  <w:style w:type="character" w:styleId="Kpr">
    <w:name w:val="Hyperlink"/>
    <w:basedOn w:val="VarsaylanParagrafYazTipi"/>
    <w:uiPriority w:val="99"/>
    <w:unhideWhenUsed/>
    <w:rsid w:val="007F64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SKESTI\AppData\Local\Temp\Rar$DIa0.853\G&#252;zel%20Yaz&#305;%20Defteri%201.dotx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1</Template>
  <TotalTime>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TASKESTI</dc:creator>
  <cp:lastModifiedBy>Buro</cp:lastModifiedBy>
  <cp:revision>4</cp:revision>
  <cp:lastPrinted>2020-10-20T06:38:00Z</cp:lastPrinted>
  <dcterms:created xsi:type="dcterms:W3CDTF">2020-10-20T06:38:00Z</dcterms:created>
  <dcterms:modified xsi:type="dcterms:W3CDTF">2020-10-20T12:11:00Z</dcterms:modified>
</cp:coreProperties>
</file>