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38E" w:rsidRDefault="00552E82" w:rsidP="00552E82">
      <w:pPr>
        <w:tabs>
          <w:tab w:val="left" w:pos="1365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90805</wp:posOffset>
            </wp:positionV>
            <wp:extent cx="419100" cy="447675"/>
            <wp:effectExtent l="19050" t="0" r="0" b="0"/>
            <wp:wrapNone/>
            <wp:docPr id="8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3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39" name="Group 14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40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2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-16.85pt;margin-top:5.65pt;width:521.25pt;height:36.85pt;z-index:-25165721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">
                <v:group id="Group 14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rect id="Rectangle 5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3FJ8UA&#10;AADcAAAADwAAAGRycy9kb3ducmV2LnhtbESPQW/CMAyF75P2HyJP2m2ksAlNhYA2NiauY0UVN6sx&#10;TUXjVE1Gy7+fD0i72XrP731erkffqgv1sQlsYDrJQBFXwTZcGyh+tk+voGJCttgGJgNXirBe3d8t&#10;Mbdh4G+67FOtJIRjjgZcSl2udawceYyT0BGLdgq9xyRrX2vb4yDhvtWzLJtrjw1Lg8OONo6q8/7X&#10;G3iuy09XFh+x8NNy/nW4Ht6H49aYx4fxbQEq0Zj+zbfrnRX8F8GXZ2QC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cUnxQAAANwAAAAPAAAAAAAAAAAAAAAAAJgCAABkcnMv&#10;ZG93bnJldi54bWxQSwUGAAAAAAQABAD1AAAAigMAAAAA&#10;" strokecolor="#2f5496 [2408]" strokeweight="1.5pt">
                    <v:fill opacity="0"/>
                  </v:rect>
                  <v:rect id="Rectangle 10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fFL8EA&#10;AADcAAAADwAAAGRycy9kb3ducmV2LnhtbERPTWvCQBC9C/0PyxR6001KlDa6iliiPaqt9yE7JsHs&#10;bMxuk/jv3YLgbR7vcxarwdSio9ZVlhXEkwgEcW51xYWC359s/AHCeWSNtWVScCMHq+XLaIGptj0f&#10;qDv6QoQQdikqKL1vUildXpJBN7ENceDOtjXoA2wLqVvsQ7ip5XsUzaTBikNDiQ1tSsovxz+j4DT9&#10;angnDe/jLPmcni7b6yY2Sr29Dus5CE+Df4of7m8d5icx/D8TLp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nxS/BAAAA3A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bmdMQAAADcAAAADwAAAGRycy9kb3ducmV2LnhtbERPS2vCQBC+F/wPywi91Y2hlBJdgxEE&#10;U+ihaRG8DdkxD7OzMbvV5N93C4Xe5uN7zjodTSduNLjGsoLlIgJBXFrdcKXg63P/9ArCeWSNnWVS&#10;MJGDdDN7WGOi7Z0/6Fb4SoQQdgkqqL3vEyldWZNBt7A9ceDOdjDoAxwqqQe8h3DTyTiKXqTBhkND&#10;jT3taiovxbdRkE1vx3fr8+vhfGqveZbFObZGqcf5uF2B8DT6f/Gf+6DD/OcYfp8JF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duZ0xAAAANwAAAAPAAAAAAAAAAAA&#10;AAAAAKECAABkcnMvZG93bnJldi54bWxQSwUGAAAAAAQABAD5AAAAkgMAAAAA&#10;" strokecolor="#2f5496 [2408]" strokeweight="1.5pt"/>
                <v:shape id="AutoShape 1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pD78MAAADcAAAADwAAAGRycy9kb3ducmV2LnhtbERPS4vCMBC+L/gfwgje1lRXFqlGscKC&#10;FfbgA8Hb0IxttZnUJmr99xthwdt8fM+ZzltTiTs1rrSsYNCPQBBnVpecK9jvfj7HIJxH1lhZJgVP&#10;cjCfdT6mGGv74A3dtz4XIYRdjAoK7+tYSpcVZND1bU0cuJNtDPoAm1zqBh8h3FRyGEXf0mDJoaHA&#10;mpYFZZftzShInuvDr/XpdXU6nq9pkgxTPBulet12MQHhqfVv8b97pcP80Re8ngkX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6Q+/DAAAA3AAAAA8AAAAAAAAAAAAA&#10;AAAAoQIAAGRycy9kb3ducmV2LnhtbFBLBQYAAAAABAAEAPkAAACRAwAAAAA=&#10;" strokecolor="#2f5496 [2408]" strokeweight="1.5pt"/>
              </v:group>
            </w:pict>
          </mc:Fallback>
        </mc:AlternateContent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3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33" name="Group 27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34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6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-16.85pt;margin-top:5.65pt;width:521.25pt;height:36.85pt;z-index:-25165516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">
                <v:group id="Group 27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rect id="Rectangle 28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wWcIA&#10;AADcAAAADwAAAGRycy9kb3ducmV2LnhtbERPTWvCQBC9F/wPywje6kYtUqKrVK3itRoJvQ3ZMRua&#10;nQ3ZrYn/visUvM3jfc5y3dta3Kj1lWMFk3ECgrhwuuJSQXbev76D8AFZY+2YFNzJw3o1eFliql3H&#10;X3Q7hVLEEPYpKjAhNKmUvjBk0Y9dQxy5q2sthgjbUuoWuxhuazlNkrm0WHFsMNjQ1lDxc/q1CmZl&#10;/mnybOczO8nnh8v9sum+90qNhv3HAkSgPjzF/+6jjvNnb/B4Jl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LBZwgAAANwAAAAPAAAAAAAAAAAAAAAAAJgCAABkcnMvZG93&#10;bnJldi54bWxQSwUGAAAAAAQABAD1AAAAhwMAAAAA&#10;" strokecolor="#2f5496 [2408]" strokeweight="1.5pt">
                    <v:fill opacity="0"/>
                  </v:rect>
                  <v:rect id="Rectangle 29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qwUcAA&#10;AADcAAAADwAAAGRycy9kb3ducmV2LnhtbERPTYvCMBC9C/6HMIK3Na1a2a1GEcXVo7rrfWjGtthM&#10;apPV+u+NsOBtHu9zZovWVOJGjSstK4gHEQjizOqScwW/P5uPTxDOI2usLJOCBzlYzLudGaba3vlA&#10;t6PPRQhhl6KCwvs6ldJlBRl0A1sTB+5sG4M+wCaXusF7CDeVHEbRRBosOTQUWNOqoOxy/DMKTsm6&#10;5q00vI8346/kdPm+rmKjVL/XLqcgPLX+Lf5373SYP0rg9Uy4QM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qwUcAAAADcAAAADwAAAAAAAAAAAAAAAACYAgAAZHJzL2Rvd25y&#10;ZXYueG1sUEsFBgAAAAAEAAQA9QAAAIUDAAAAAA==&#10;" fillcolor="#deeaf6 [660]" strokecolor="#c00000" strokeweight="1pt">
                    <v:stroke dashstyle="dash"/>
                  </v:rect>
                </v:group>
                <v:shape id="AutoShape 30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uTCsMAAADcAAAADwAAAGRycy9kb3ducmV2LnhtbERPTWvCQBC9F/wPywi91Y0WQomuYoRC&#10;UuihWgrehuyYRLOzMbs1yb/vCkJv83ifs9oMphE36lxtWcF8FoEgLqyuuVTwfXh/eQPhPLLGxjIp&#10;GMnBZj15WmGibc9fdNv7UoQQdgkqqLxvEyldUZFBN7MtceBOtjPoA+xKqTvsQ7hp5CKKYmmw5tBQ&#10;YUu7iorL/tcoSMePn0/r82t2Op6veZoucjwbpZ6nw3YJwtPg/8UPd6bD/NcY7s+EC+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LkwrDAAAA3AAAAA8AAAAAAAAAAAAA&#10;AAAAoQIAAGRycy9kb3ducmV2LnhtbFBLBQYAAAAABAAEAPkAAACRAwAAAAA=&#10;" strokecolor="#2f5496 [2408]" strokeweight="1.5pt"/>
                <v:shape id="AutoShape 31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c2kcMAAADcAAAADwAAAGRycy9kb3ducmV2LnhtbERPS4vCMBC+L/gfwgje1lQXXKlGscKC&#10;FfbgA8Hb0IxttZnUJmr99xthwdt8fM+ZzltTiTs1rrSsYNCPQBBnVpecK9jvfj7HIJxH1lhZJgVP&#10;cjCfdT6mGGv74A3dtz4XIYRdjAoK7+tYSpcVZND1bU0cuJNtDPoAm1zqBh8h3FRyGEUjabDk0FBg&#10;TcuCssv2ZhQkz/Xh1/r0ujodz9c0SYYpno1SvW67mIDw1Pq3+N+90mH+1ze8ngkX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HNpHDAAAA3AAAAA8AAAAAAAAAAAAA&#10;AAAAoQIAAGRycy9kb3ducmV2LnhtbFBLBQYAAAAABAAEAPkAAACRAwAAAAA=&#10;" strokecolor="#2f5496 [2408]" strokeweight="1.5pt"/>
              </v:group>
            </w:pict>
          </mc:Fallback>
        </mc:AlternateContent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2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27" name="Group 3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28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0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-16.85pt;margin-top:5.65pt;width:521.25pt;height:36.85pt;z-index:-25165312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">
                <v:group id="Group 3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rect id="Rectangle 3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QsgcUA&#10;AADcAAAADwAAAGRycy9kb3ducmV2LnhtbESPQWvCQBCF74X+h2UKvdWNFqREV2mrFq9qJPQ2ZKfZ&#10;0OxsyG5N/PfOQehthvfmvW+W69G36kJ9bAIbmE4yUMRVsA3XBorT7uUNVEzIFtvAZOBKEdarx4cl&#10;5jYMfKDLMdVKQjjmaMCl1OVax8qRxzgJHbFoP6H3mGTta217HCTct3qWZXPtsWFpcNjRp6Pq9/jn&#10;DbzW5daVxSYWflrOv87X88fwvTPm+Wl8X4BKNKZ/8/16bwV/JrTyjEy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CyBxQAAANwAAAAPAAAAAAAAAAAAAAAAAJgCAABkcnMv&#10;ZG93bnJldi54bWxQSwUGAAAAAAQABAD1AAAAigMAAAAA&#10;" strokecolor="#2f5496 [2408]" strokeweight="1.5pt">
                    <v:fill opacity="0"/>
                  </v:rect>
                  <v:rect id="Rectangle 3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4sib4A&#10;AADcAAAADwAAAGRycy9kb3ducmV2LnhtbERPy6rCMBDdC/5DGMGdphUVrUYRL15d+twPzdgWm0lt&#10;crX3740guJvDec582ZhSPKh2hWUFcT8CQZxaXXCm4Hza9CYgnEfWWFomBf/kYLlot+aYaPvkAz2O&#10;PhMhhF2CCnLvq0RKl+Zk0PVtRRy4q60N+gDrTOoanyHclHIQRWNpsODQkGNF65zS2/HPKLiMfire&#10;SsP7eDOcji633/s6Nkp1O81qBsJT47/ij3unw/zBFN7PhAvk4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OLIm+AAAA3AAAAA8AAAAAAAAAAAAAAAAAmAIAAGRycy9kb3ducmV2&#10;LnhtbFBLBQYAAAAABAAEAPUAAACDAwAAAAA=&#10;" fillcolor="#deeaf6 [660]" strokecolor="#c00000" strokeweight="1pt">
                    <v:stroke dashstyle="dash"/>
                  </v:rect>
                </v:group>
                <v:shape id="AutoShape 3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6u5cYAAADcAAAADwAAAGRycy9kb3ducmV2LnhtbESPT2vCQBDF7wW/wzJCb3WjhVJSV2kE&#10;wQge/IPQ25Adk9jsbMyuGr995yD0NsN7895vpvPeNepGXag9GxiPElDEhbc1lwYO++XbJ6gQkS02&#10;nsnAgwLMZ4OXKabW33lLt10slYRwSNFAFWObah2KihyGkW+JRTv5zmGUtSu17fAu4a7RkyT50A5r&#10;loYKW1pUVPzurs5A9lgfNz7ml9Xp53zJs2yS49kZ8zrsv79ARerjv/l5vbKC/y748oxMoG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uruXGAAAA3AAAAA8AAAAAAAAA&#10;AAAAAAAAoQIAAGRycy9kb3ducmV2LnhtbFBLBQYAAAAABAAEAPkAAACUAwAAAAA=&#10;" strokecolor="#2f5496 [2408]" strokeweight="1.5pt"/>
                <v:shape id="AutoShape 3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ILfsIAAADcAAAADwAAAGRycy9kb3ducmV2LnhtbERPTYvCMBC9C/sfwix4s6kKIl2j2IUF&#10;K3hQl4W9Dc3YVptJbaLWf28Ewds83ufMFp2pxZVaV1lWMIxiEMS51RUXCn73P4MpCOeRNdaWScGd&#10;HCzmH70ZJtreeEvXnS9ECGGXoILS+yaR0uUlGXSRbYgDd7CtQR9gW0jd4i2Em1qO4ngiDVYcGkps&#10;6Luk/LS7GAXpff23sT47rw7/x3OWpqMMj0ap/me3/ALhqfNv8cu90mH+eAjPZ8IF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ILfsIAAADcAAAADwAAAAAAAAAAAAAA&#10;AAChAgAAZHJzL2Rvd25yZXYueG1sUEsFBgAAAAAEAAQA+QAAAJADAAAAAA==&#10;" strokecolor="#2f5496 [2408]" strokeweight="1.5pt"/>
              </v:group>
            </w:pict>
          </mc:Fallback>
        </mc:AlternateContent>
      </w:r>
      <w:r w:rsidR="003843E5">
        <w:rPr>
          <w:rFonts w:ascii="TTKB Dik Temel Abece" w:hAnsi="TTKB Dik Temel Abece"/>
          <w:sz w:val="72"/>
          <w:szCs w:val="72"/>
        </w:rPr>
        <w:t xml:space="preserve">  </w:t>
      </w:r>
      <w:r w:rsidR="003843E5">
        <w:rPr>
          <w:rFonts w:ascii="TTKB Dik Temel Abece Dot" w:hAnsi="TTKB Dik Temel Abece Dot"/>
          <w:sz w:val="72"/>
          <w:szCs w:val="72"/>
        </w:rPr>
        <w:t>I I I I I I I I I</w:t>
      </w:r>
      <w:r w:rsidR="00DA071E">
        <w:rPr>
          <w:rFonts w:ascii="TTKB Dik Temel Abece Dot" w:hAnsi="TTKB Dik Temel Abece Dot"/>
          <w:sz w:val="72"/>
          <w:szCs w:val="72"/>
        </w:rPr>
        <w:t xml:space="preserve"> I I I I I I I I I I I I I I </w:t>
      </w:r>
    </w:p>
    <w:p w:rsidR="00AF138E" w:rsidRPr="003843E5" w:rsidRDefault="00552E82" w:rsidP="003843E5">
      <w:pPr>
        <w:tabs>
          <w:tab w:val="left" w:pos="5700"/>
        </w:tabs>
        <w:rPr>
          <w:rFonts w:ascii="TTKB Dik Temel Abece Dot" w:hAnsi="TTKB Dik Temel Abece Dot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79375</wp:posOffset>
            </wp:positionV>
            <wp:extent cx="419100" cy="447675"/>
            <wp:effectExtent l="19050" t="0" r="0" b="0"/>
            <wp:wrapNone/>
            <wp:docPr id="9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20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21" name="Group 4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22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4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-16.85pt;margin-top:5.65pt;width:521.25pt;height:36.85pt;z-index:-25164902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Ias&#10;EOwSBAAA6w8AAA4AAAAAAAAAAAAAAAAALgIAAGRycy9lMm9Eb2MueG1sUEsBAi0AFAAGAAgAAAAh&#10;ACzEH7TfAAAACgEAAA8AAAAAAAAAAAAAAAAAbAYAAGRycy9kb3ducmV2LnhtbFBLBQYAAAAABAAE&#10;APMAAAB4BwAAAAA=&#10;">
                <v:group id="Group 45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rect id="Rectangle 46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wba8IA&#10;AADcAAAADwAAAGRycy9kb3ducmV2LnhtbERPS2vCQBC+F/wPywje6sYIUqKr+Kil12okeBuyYzaY&#10;nQ3ZrYn/vlso9DYf33NWm8E24kGdrx0rmE0TEMSl0zVXCvLz8fUNhA/IGhvHpOBJHjbr0csKM+16&#10;/qLHKVQihrDPUIEJoc2k9KUhi37qWuLI3VxnMUTYVVJ32Mdw28g0SRbSYs2xwWBLe0Pl/fRtFcyr&#10;4t0U+cHndlYsPi7Py66/HpWajIftEkSgIfyL/9yfOs5PU/h9Jl4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XBtrwgAAANwAAAAPAAAAAAAAAAAAAAAAAJgCAABkcnMvZG93&#10;bnJldi54bWxQSwUGAAAAAAQABAD1AAAAhwMAAAAA&#10;" strokecolor="#2f5496 [2408]" strokeweight="1.5pt">
                    <v:fill opacity="0"/>
                  </v:rect>
                  <v:rect id="Rectangle 47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bY8IA&#10;AADcAAAADwAAAGRycy9kb3ducmV2LnhtbERPTW+CQBC9m/Q/bKZJb3WBiqnoahoaq8cW633CToHI&#10;zlJ2K/jvXZMm3ublfc5qM5pWnKl3jWUF8TQCQVxa3XCl4PuwfX4F4TyyxtYyKbiQg836YbLCTNuB&#10;v+hc+EqEEHYZKqi97zIpXVmTQTe1HXHgfmxv0AfYV1L3OIRw08okiubSYMOhocaO8prKU/FnFBzT&#10;94530vBnvJ0t0uPp4zePjVJPj+PbEoSn0d/F/+69DvOTF7g9Ey6Q6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phtjwgAAANwAAAAPAAAAAAAAAAAAAAAAAJgCAABkcnMvZG93&#10;bnJldi54bWxQSwUGAAAAAAQABAD1AAAAhwMAAAAA&#10;" fillcolor="#deeaf6 [660]" strokecolor="#c00000" strokeweight="1pt">
                    <v:stroke dashstyle="dash"/>
                  </v:rect>
                </v:group>
                <v:shape id="AutoShape 48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w+O8QAAADcAAAADwAAAGRycy9kb3ducmV2LnhtbERPS2vCQBC+F/wPywi91Y2hlBJdgxEE&#10;U+ihaRG8DdkxD7OzMbvV5N93C4Xe5uN7zjodTSduNLjGsoLlIgJBXFrdcKXg63P/9ArCeWSNnWVS&#10;MJGDdDN7WGOi7Z0/6Fb4SoQQdgkqqL3vEyldWZNBt7A9ceDOdjDoAxwqqQe8h3DTyTiKXqTBhkND&#10;jT3taiovxbdRkE1vx3fr8+vhfGqveZbFObZGqcf5uF2B8DT6f/Gf+6DD/PgZfp8JF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DD47xAAAANwAAAAPAAAAAAAAAAAA&#10;AAAAAKECAABkcnMvZG93bnJldi54bWxQSwUGAAAAAAQABAD5AAAAkgMAAAAA&#10;" strokecolor="#2f5496 [2408]" strokeweight="1.5pt"/>
                <v:shape id="AutoShape 49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CboMQAAADcAAAADwAAAGRycy9kb3ducmV2LnhtbERPS2vCQBC+F/wPywi91Y2BlhJdgxEE&#10;U+ihaRG8DdkxD7OzMbvV5N93C4Xe5uN7zjodTSduNLjGsoLlIgJBXFrdcKXg63P/9ArCeWSNnWVS&#10;MJGDdDN7WGOi7Z0/6Fb4SoQQdgkqqL3vEyldWZNBt7A9ceDOdjDoAxwqqQe8h3DTyTiKXqTBhkND&#10;jT3taiovxbdRkE1vx3fr8+vhfGqveZbFObZGqcf5uF2B8DT6f/Gf+6DD/PgZfp8JF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JugxAAAANwAAAAPAAAAAAAAAAAA&#10;AAAAAKECAABkcnMvZG93bnJldi54bWxQSwUGAAAAAAQABAD5AAAAkgMAAAAA&#10;" strokecolor="#2f5496 [2408]" strokeweight="1.5pt"/>
              </v:group>
            </w:pict>
          </mc:Fallback>
        </mc:AlternateContent>
      </w:r>
      <w:r w:rsidR="003843E5">
        <w:rPr>
          <w:rFonts w:ascii="TTKB Dik Temel Abece" w:hAnsi="TTKB Dik Temel Abece"/>
          <w:sz w:val="72"/>
          <w:szCs w:val="72"/>
        </w:rPr>
        <w:t xml:space="preserve">  </w:t>
      </w:r>
      <w:r w:rsidR="003843E5">
        <w:rPr>
          <w:rFonts w:ascii="TTKB Dik Temel Abece Dot" w:hAnsi="TTKB Dik Temel Abece Dot"/>
          <w:sz w:val="72"/>
          <w:szCs w:val="72"/>
        </w:rPr>
        <w:t>I I I I I I I I I</w:t>
      </w:r>
      <w:r w:rsidR="00DA071E">
        <w:rPr>
          <w:rFonts w:ascii="TTKB Dik Temel Abece Dot" w:hAnsi="TTKB Dik Temel Abece Dot"/>
          <w:sz w:val="72"/>
          <w:szCs w:val="72"/>
        </w:rPr>
        <w:t xml:space="preserve"> I I I I I I I I I I I I I I </w:t>
      </w:r>
    </w:p>
    <w:p w:rsidR="00AF138E" w:rsidRDefault="00552E82" w:rsidP="003843E5">
      <w:pPr>
        <w:tabs>
          <w:tab w:val="left" w:pos="5700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76836</wp:posOffset>
            </wp:positionV>
            <wp:extent cx="419100" cy="438150"/>
            <wp:effectExtent l="19050" t="0" r="0" b="0"/>
            <wp:wrapNone/>
            <wp:docPr id="1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43E5" w:rsidRPr="003843E5">
        <w:rPr>
          <w:rFonts w:ascii="TTKB Dik Temel Abece Dot" w:hAnsi="TTKB Dik Temel Abece Dot"/>
          <w:sz w:val="72"/>
          <w:szCs w:val="72"/>
        </w:rPr>
        <w:t xml:space="preserve"> </w:t>
      </w:r>
      <w:r w:rsidR="003843E5">
        <w:rPr>
          <w:rFonts w:ascii="TTKB Dik Temel Abece Dot" w:hAnsi="TTKB Dik Temel Abece Dot"/>
          <w:sz w:val="72"/>
          <w:szCs w:val="72"/>
        </w:rPr>
        <w:t>I I I I I I I I I</w:t>
      </w:r>
      <w:r w:rsidR="00DA071E">
        <w:rPr>
          <w:rFonts w:ascii="TTKB Dik Temel Abece Dot" w:hAnsi="TTKB Dik Temel Abece Dot"/>
          <w:sz w:val="72"/>
          <w:szCs w:val="72"/>
        </w:rPr>
        <w:t xml:space="preserve"> I I I I I I I I I I I I I I </w:t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1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15" name="Group 5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16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8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-16.85pt;margin-top:5.65pt;width:521.25pt;height:36.85pt;z-index:-25164697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">
                <v:group id="Group 51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rect id="Rectangle 52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vX1cIA&#10;AADcAAAADwAAAGRycy9kb3ducmV2LnhtbERPS2vCQBC+C/6HZQRvuolCKKmr1FfptTYSehuy02xo&#10;djZkVxP/fbdQ6G0+vudsdqNtxZ163zhWkC4TEMSV0w3XCoqP8+IJhA/IGlvHpOBBHnbb6WSDuXYD&#10;v9P9EmoRQ9jnqMCE0OVS+sqQRb90HXHkvlxvMUTY11L3OMRw28pVkmTSYsOxwWBHB0PV9+VmFazr&#10;8mTK4ugLm5bZ6/Vx3Q+fZ6Xms/HlGUSgMfyL/9xvOs5PM/h9Jl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C9fVwgAAANwAAAAPAAAAAAAAAAAAAAAAAJgCAABkcnMvZG93&#10;bnJldi54bWxQSwUGAAAAAAQABAD1AAAAhwMAAAAA&#10;" strokecolor="#2f5496 [2408]" strokeweight="1.5pt">
                    <v:fill opacity="0"/>
                  </v:rect>
                  <v:rect id="Rectangle 53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HX3cEA&#10;AADcAAAADwAAAGRycy9kb3ducmV2LnhtbERPTW+CQBC9m/Q/bKaJN1lotK3U1TQabY+Wyn3CToHI&#10;ziK7Av333SYm3ublfc5qM5pG9NS52rKCJIpBEBdW11wqOH3vZ68gnEfW2FgmBb/kYLN+mKww1Xbg&#10;L+ozX4oQwi5FBZX3bSqlKyoy6CLbEgfux3YGfYBdKXWHQwg3jXyK42dpsObQUGFL24qKc3Y1CvLF&#10;ruUPafiY7OfLRX4+XLaJUWr6OL6/gfA0+rv45v7UYX7yAv/PhAv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x193BAAAA3A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54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3+g8UAAADcAAAADwAAAGRycy9kb3ducmV2LnhtbESPQWvCQBCF70L/wzIFb7rRQylpVjFC&#10;wRQ8aKXgbciOSTQ7G7Nbjf/eORR6m+G9ee+bbDm4Vt2oD41nA7NpAoq49LbhysDh+3PyDipEZIut&#10;ZzLwoADLxcsow9T6O+/oto+VkhAOKRqoY+xSrUNZk8Mw9R2xaCffO4yy9pW2Pd4l3LV6niRv2mHD&#10;0lBjR+uaysv+1xnIH18/Wx+L6+Z0PF+LPJ8XeHbGjF+H1QeoSEP8N/9db6zgz4RWnpEJ9O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S3+g8UAAADcAAAADwAAAAAAAAAA&#10;AAAAAAChAgAAZHJzL2Rvd25yZXYueG1sUEsFBgAAAAAEAAQA+QAAAJMDAAAAAA==&#10;" strokecolor="#2f5496 [2408]" strokeweight="1.5pt"/>
                <v:shape id="AutoShape 55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FbGMIAAADcAAAADwAAAGRycy9kb3ducmV2LnhtbERPTYvCMBC9C/sfwix4s6keRLtGsQsL&#10;VvCgLgt7G5qxrTaT2kSt/94Igrd5vM+ZLTpTiyu1rrKsYBjFIIhzqysuFPzufwYTEM4ja6wtk4I7&#10;OVjMP3ozTLS98ZauO1+IEMIuQQWl900ipctLMugi2xAH7mBbgz7AtpC6xVsIN7UcxfFYGqw4NJTY&#10;0HdJ+Wl3MQrS+/pvY312Xh3+j+csTUcZHo1S/c9u+QXCU+ff4pd7pcP84RSez4QL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mFbGMIAAADcAAAADwAAAAAAAAAAAAAA&#10;AAChAgAAZHJzL2Rvd25yZXYueG1sUEsFBgAAAAAEAAQA+QAAAJADAAAAAA==&#10;" strokecolor="#2f5496 [2408]" strokeweight="1.5pt"/>
              </v:group>
            </w:pict>
          </mc:Fallback>
        </mc:AlternateContent>
      </w:r>
    </w:p>
    <w:p w:rsidR="00AF138E" w:rsidRPr="00552E82" w:rsidRDefault="00552E82" w:rsidP="003843E5">
      <w:pPr>
        <w:tabs>
          <w:tab w:val="left" w:pos="750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74930</wp:posOffset>
            </wp:positionV>
            <wp:extent cx="419100" cy="447675"/>
            <wp:effectExtent l="19050" t="0" r="0" b="0"/>
            <wp:wrapNone/>
            <wp:docPr id="1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08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09" name="Group 6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10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2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-16.85pt;margin-top:5.65pt;width:521.25pt;height:36.85pt;z-index:-25164288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BH5IEL&#10;EAQAAOsPAAAOAAAAAAAAAAAAAAAAAC4CAABkcnMvZTJvRG9jLnhtbFBLAQItABQABgAIAAAAIQAs&#10;xB+03wAAAAoBAAAPAAAAAAAAAAAAAAAAAGoGAABkcnMvZG93bnJldi54bWxQSwUGAAAAAAQABADz&#10;AAAAdgcAAAAA&#10;">
                <v:group id="Group 6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rect id="Rectangle 6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7qOsUA&#10;AADcAAAADwAAAGRycy9kb3ducmV2LnhtbESPT2vDMAzF74N+B6PCbquTFcrI6pb969h1bUrYTcRq&#10;HBrLIXab9NtPh8FuEu/pvZ/W28l36kpDbAMbyBcZKOI62JYbA+Vh9/AEKiZki11gMnCjCNvN7G6N&#10;hQ0jf9N1nxolIRwLNOBS6gutY+3IY1yEnli0Uxg8JlmHRtsBRwn3nX7MspX22LI0OOzpzVF93l+8&#10;gWVTfbiqfI+lz6vV5/F2fB1/dsbcz6eXZ1CJpvRv/rv+soKfC748Ix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ruo6xQAAANwAAAAPAAAAAAAAAAAAAAAAAJgCAABkcnMv&#10;ZG93bnJldi54bWxQSwUGAAAAAAQABAD1AAAAigMAAAAA&#10;" strokecolor="#2f5496 [2408]" strokeweight="1.5pt">
                    <v:fill opacity="0"/>
                  </v:rect>
                  <v:rect id="Rectangle 6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TqMr8A&#10;AADcAAAADwAAAGRycy9kb3ducmV2LnhtbERPS4vCMBC+C/6HMAveNI2ouF2jiIurR5/3oZlti82k&#10;Nlnt/nsjCN7m43vObNHaStyo8aVjDWqQgCDOnCk513A6rvtTED4gG6wck4Z/8rCYdzszTI27855u&#10;h5CLGMI+RQ1FCHUqpc8KsugHriaO3K9rLIYIm1yaBu8x3FZymCQTabHk2FBgTauCssvhz2o4j79r&#10;3kjLO7UefY7Pl5/rSlmtex/t8gtEoDa8xS/31sT5SsHzmXiBn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VOoyvwAAANwAAAAPAAAAAAAAAAAAAAAAAJgCAABkcnMvZG93bnJl&#10;di54bWxQSwUGAAAAAAQABAD1AAAAhAMAAAAA&#10;" fillcolor="#deeaf6 [660]" strokecolor="#c00000" strokeweight="1pt">
                    <v:stroke dashstyle="dash"/>
                  </v:rect>
                </v:group>
                <v:shape id="AutoShape 6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XJacMAAADcAAAADwAAAGRycy9kb3ducmV2LnhtbERPS2vCQBC+F/wPywi91Y05lBJdxQiC&#10;KfTQtBS8DdkxiWZnY3abx7/vCkJv8/E9Z70dTSN66lxtWcFyEYEgLqyuuVTw/XV4eQPhPLLGxjIp&#10;mMjBdjN7WmOi7cCf1Oe+FCGEXYIKKu/bREpXVGTQLWxLHLiz7Qz6ALtS6g6HEG4aGUfRqzRYc2io&#10;sKV9RcU1/zUK0un958P67HY8ny63LE3jDC9Gqef5uFuB8DT6f/HDfdRh/jKG+zPhAr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FyWnDAAAA3AAAAA8AAAAAAAAAAAAA&#10;AAAAoQIAAGRycy9kb3ducmV2LnhtbFBLBQYAAAAABAAEAPkAAACRAwAAAAA=&#10;" strokecolor="#2f5496 [2408]" strokeweight="1.5pt"/>
                <v:shape id="AutoShape 6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ls8sIAAADcAAAADwAAAGRycy9kb3ducmV2LnhtbERPTYvCMBC9C/sfwix4s6kKIl2j2IUF&#10;K3hQl4W9Dc3YVptJbaLWf28Ewds83ufMFp2pxZVaV1lWMIxiEMS51RUXCn73P4MpCOeRNdaWScGd&#10;HCzmH70ZJtreeEvXnS9ECGGXoILS+yaR0uUlGXSRbYgDd7CtQR9gW0jd4i2Em1qO4ngiDVYcGkps&#10;6Luk/LS7GAXpff23sT47rw7/x3OWpqMMj0ap/me3/ALhqfNv8cu90mH+cAzPZ8IF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ls8sIAAADcAAAADwAAAAAAAAAAAAAA&#10;AAChAgAAZHJzL2Rvd25yZXYueG1sUEsFBgAAAAAEAAQA+QAAAJADAAAAAA==&#10;" strokecolor="#2f5496 [2408]" strokeweight="1.5pt"/>
              </v:group>
            </w:pict>
          </mc:Fallback>
        </mc:AlternateContent>
      </w:r>
      <w:r w:rsidRPr="00552E82">
        <w:rPr>
          <w:rFonts w:ascii="TTKB Dik Temel Abece" w:hAnsi="TTKB Dik Temel Abece"/>
          <w:b/>
          <w:noProof/>
          <w:sz w:val="72"/>
          <w:szCs w:val="72"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62865</wp:posOffset>
            </wp:positionV>
            <wp:extent cx="419100" cy="447675"/>
            <wp:effectExtent l="19050" t="0" r="0" b="0"/>
            <wp:wrapNone/>
            <wp:docPr id="1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43E5" w:rsidRPr="003843E5">
        <w:rPr>
          <w:rFonts w:ascii="TTKB Dik Temel Abece Dot" w:hAnsi="TTKB Dik Temel Abece Dot"/>
          <w:sz w:val="72"/>
          <w:szCs w:val="72"/>
        </w:rPr>
        <w:t xml:space="preserve"> </w:t>
      </w:r>
      <w:r w:rsidR="003843E5">
        <w:rPr>
          <w:rFonts w:ascii="TTKB Dik Temel Abece Dot" w:hAnsi="TTKB Dik Temel Abece Dot"/>
          <w:sz w:val="72"/>
          <w:szCs w:val="72"/>
        </w:rPr>
        <w:t>I I I I I I I I I</w:t>
      </w:r>
      <w:r w:rsidR="00DA071E">
        <w:rPr>
          <w:rFonts w:ascii="TTKB Dik Temel Abece Dot" w:hAnsi="TTKB Dik Temel Abece Dot"/>
          <w:sz w:val="72"/>
          <w:szCs w:val="72"/>
        </w:rPr>
        <w:t xml:space="preserve"> I I I I I I I I I I I I I I </w:t>
      </w:r>
      <w:r w:rsidR="00DA071E">
        <w:rPr>
          <w:rFonts w:ascii="TTKB Dik Temel Abece" w:hAnsi="TTKB Dik Temel Abece"/>
          <w:b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0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03" name="Group 69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04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6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-16.85pt;margin-top:5.65pt;width:521.25pt;height:36.85pt;z-index:-25164083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CpdxgF&#10;EAQAAOsPAAAOAAAAAAAAAAAAAAAAAC4CAABkcnMvZTJvRG9jLnhtbFBLAQItABQABgAIAAAAIQAs&#10;xB+03wAAAAoBAAAPAAAAAAAAAAAAAAAAAGoGAABkcnMvZG93bnJldi54bWxQSwUGAAAAAAQABADz&#10;AAAAdgcAAAAA&#10;">
                <v:group id="Group 69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rect id="Rectangle 70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x65MIA&#10;AADcAAAADwAAAGRycy9kb3ducmV2LnhtbERPTWvCQBC9F/wPywi91Y21iERX0aql12okeBuyYzaY&#10;nQ3Z1cR/3y0UvM3jfc5i1dta3Kn1lWMF41ECgrhwuuJSQXbcv81A+ICssXZMCh7kYbUcvCww1a7j&#10;H7ofQiliCPsUFZgQmlRKXxiy6EeuIY7cxbUWQ4RtKXWLXQy3tXxPkqm0WHFsMNjQp6HierhZBZMy&#10;35k82/rMjvPp1+lx2nTnvVKvw349BxGoD0/xv/tbx/nJB/w9Ey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THrkwgAAANwAAAAPAAAAAAAAAAAAAAAAAJgCAABkcnMvZG93&#10;bnJldi54bWxQSwUGAAAAAAQABAD1AAAAhwMAAAAA&#10;" strokecolor="#2f5496 [2408]" strokeweight="1.5pt">
                    <v:fill opacity="0"/>
                  </v:rect>
                  <v:rect id="Rectangle 71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Z67MEA&#10;AADcAAAADwAAAGRycy9kb3ducmV2LnhtbERPTW+CQBC9m/gfNtPEW11opFF0IcbGtkel9T5hp0Bk&#10;Zym7Bfrvu01MvM3L+5xdPplWDNS7xrKCeBmBIC6tbrhS8PlxfFyDcB5ZY2uZFPySgzybz3aYajvy&#10;mYbCVyKEsEtRQe19l0rpypoMuqXtiAP3ZXuDPsC+krrHMYSbVj5F0bM02HBoqLGjQ03ltfgxCi7J&#10;S8dv0vApPq42yeX6+n2IjVKLh2m/BeFp8nfxzf2uw/wogf9nwgU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2euzBAAAA3A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72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dZt8EAAADcAAAADwAAAGRycy9kb3ducmV2LnhtbERPy6rCMBDdC/5DGMGdproQqUa5FQQr&#10;3IUPBHdDM7b1NpPaRK1/fyMI7uZwnjNftqYSD2pcaVnBaBiBIM6sLjlXcDysB1MQziNrrCyTghc5&#10;WC66nTnG2j55R4+9z0UIYRejgsL7OpbSZQUZdENbEwfuYhuDPsAml7rBZwg3lRxH0UQaLDk0FFjT&#10;qqDsb383CpLX9vRrfXrbXM7XW5ok4xSvRql+r/2ZgfDU+q/4497oMD+awPuZcIF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J1m3wQAAANwAAAAPAAAAAAAAAAAAAAAA&#10;AKECAABkcnMvZG93bnJldi54bWxQSwUGAAAAAAQABAD5AAAAjwMAAAAA&#10;" strokecolor="#2f5496 [2408]" strokeweight="1.5pt"/>
                <v:shape id="AutoShape 73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v8LMIAAADcAAAADwAAAGRycy9kb3ducmV2LnhtbERPTYvCMBC9C/6HMIK3baqHdalGsYJg&#10;BQ/rLoK3oRnbajOpTVbrv98Igrd5vM+ZLTpTixu1rrKsYBTFIIhzqysuFPz+rD++QDiPrLG2TAoe&#10;5GAx7/dmmGh752+67X0hQgi7BBWU3jeJlC4vyaCLbEMcuJNtDfoA20LqFu8h3NRyHMef0mDFoaHE&#10;hlYl5Zf9n1GQPraHnfXZdXM6nq9Zmo4zPBulhoNuOQXhqfNv8cu90WF+PIHnM+ECO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v8LMIAAADcAAAADwAAAAAAAAAAAAAA&#10;AAChAgAAZHJzL2Rvd25yZXYueG1sUEsFBgAAAAAEAAQA+QAAAJADAAAAAA==&#10;" strokecolor="#2f5496 [2408]" strokeweight="1.5pt"/>
              </v:group>
            </w:pict>
          </mc:Fallback>
        </mc:AlternateContent>
      </w:r>
    </w:p>
    <w:p w:rsidR="00AF138E" w:rsidRDefault="00552E82" w:rsidP="003843E5">
      <w:pPr>
        <w:tabs>
          <w:tab w:val="left" w:pos="750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72390</wp:posOffset>
            </wp:positionV>
            <wp:extent cx="419100" cy="447675"/>
            <wp:effectExtent l="19050" t="0" r="0" b="0"/>
            <wp:wrapNone/>
            <wp:docPr id="1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96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97" name="Group 7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98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0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-16.85pt;margin-top:5.65pt;width:521.25pt;height:36.85pt;z-index:-25163878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">
                <v:group id="Group 75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rect id="Rectangle 76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85q8EA&#10;AADbAAAADwAAAGRycy9kb3ducmV2LnhtbERPy2rCQBTdC/7DcAV3OrGCtKmjaH3gtmkkdHfJ3GZC&#10;M3dCZjTx751FocvDea+3g23EnTpfO1awmCcgiEuna64U5F+n2SsIH5A1No5JwYM8bDfj0RpT7Xr+&#10;pHsWKhFD2KeowITQplL60pBFP3ctceR+XGcxRNhVUnfYx3DbyJckWUmLNccGgy19GCp/s5tVsKyK&#10;oynyg8/tolidr4/rvv8+KTWdDLt3EIGG8C/+c1+0grc4Nn6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vOavBAAAA2wAAAA8AAAAAAAAAAAAAAAAAmAIAAGRycy9kb3du&#10;cmV2LnhtbFBLBQYAAAAABAAEAPUAAACGAwAAAAA=&#10;" strokecolor="#2f5496 [2408]" strokeweight="1.5pt">
                    <v:fill opacity="0"/>
                  </v:rect>
                  <v:rect id="Rectangle 77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VnMIA&#10;AADbAAAADwAAAGRycy9kb3ducmV2LnhtbESPT4vCMBTE7wt+h/AWvK1pRRfbNYoo/jlqXe+P5m1b&#10;bF5qE7V+eyMIexxm5jfMdN6ZWtyodZVlBfEgAkGcW11xoeD3uP6agHAeWWNtmRQ8yMF81vuYYqrt&#10;nQ90y3whAoRdigpK75tUSpeXZNANbEMcvD/bGvRBtoXULd4D3NRyGEXf0mDFYaHEhpYl5efsahSc&#10;xquGt9LwPl6PkvHpvLksY6NU/7Nb/IDw1Pn/8Lu90wqSBF5fwg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9WcwgAAANsAAAAPAAAAAAAAAAAAAAAAAJgCAABkcnMvZG93&#10;bnJldi54bWxQSwUGAAAAAAQABAD1AAAAhwMAAAAA&#10;" fillcolor="#deeaf6 [660]" strokecolor="#c00000" strokeweight="1pt">
                    <v:stroke dashstyle="dash"/>
                  </v:rect>
                </v:group>
                <v:shape id="AutoShape 78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kWMUAAADcAAAADwAAAGRycy9kb3ducmV2LnhtbESPQWvCQBCF7wX/wzJCb3Wjh1KiqxhB&#10;MIUe1FLwNmTHJJqdjdlV4793DgVvM7w3730zW/SuUTfqQu3ZwHiUgCIuvK25NPC7X398gQoR2WLj&#10;mQw8KMBiPnibYWr9nbd028VSSQiHFA1UMbap1qGoyGEY+ZZYtKPvHEZZu1LbDu8S7ho9SZJP7bBm&#10;aaiwpVVFxXl3dQayx/ffj4/5ZXM8nC55lk1yPDlj3of9cgoqUh9f5v/rjRX8RPDlGZlAz5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JkWMUAAADcAAAADwAAAAAAAAAA&#10;AAAAAAChAgAAZHJzL2Rvd25yZXYueG1sUEsFBgAAAAAEAAQA+QAAAJMDAAAAAA==&#10;" strokecolor="#2f5496 [2408]" strokeweight="1.5pt"/>
                <v:shape id="AutoShape 79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7Bw8EAAADcAAAADwAAAGRycy9kb3ducmV2LnhtbERPy6rCMBDdC/5DGMGdproQ6TXKrSBY&#10;wYUPhLsbmrGtt5nUJmr9eyMI7uZwnjNbtKYSd2pcaVnBaBiBIM6sLjlXcDysBlMQziNrrCyTgic5&#10;WMy7nRnG2j54R/e9z0UIYRejgsL7OpbSZQUZdENbEwfubBuDPsAml7rBRwg3lRxH0UQaLDk0FFjT&#10;sqDsf38zCpLn5rS1Pr2uz3+Xa5ok4xQvRql+r/39AeGp9V/xx73WYX40gvcz4QI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zsHDwQAAANwAAAAPAAAAAAAAAAAAAAAA&#10;AKECAABkcnMvZG93bnJldi54bWxQSwUGAAAAAAQABAD5AAAAjwMAAAAA&#10;" strokecolor="#2f5496 [2408]" strokeweight="1.5pt"/>
              </v:group>
            </w:pict>
          </mc:Fallback>
        </mc:AlternateContent>
      </w:r>
      <w:r w:rsidR="00095E1D">
        <w:rPr>
          <w:rFonts w:ascii="TTKB Dik Temel Abece Dot" w:hAnsi="TTKB Dik Temel Abece Dot"/>
          <w:sz w:val="72"/>
          <w:szCs w:val="72"/>
        </w:rPr>
        <w:t xml:space="preserve"> </w:t>
      </w:r>
      <w:r w:rsidR="003843E5">
        <w:rPr>
          <w:rFonts w:ascii="TTKB Dik Temel Abece Dot" w:hAnsi="TTKB Dik Temel Abece Dot"/>
          <w:sz w:val="72"/>
          <w:szCs w:val="72"/>
        </w:rPr>
        <w:t xml:space="preserve"> I I I I I I I I</w:t>
      </w:r>
      <w:r w:rsidR="00DA071E">
        <w:rPr>
          <w:rFonts w:ascii="TTKB Dik Temel Abece Dot" w:hAnsi="TTKB Dik Temel Abece Dot"/>
          <w:sz w:val="72"/>
          <w:szCs w:val="72"/>
        </w:rPr>
        <w:t xml:space="preserve"> I I I I I I I I I I I I I I I </w:t>
      </w:r>
    </w:p>
    <w:p w:rsidR="00AF138E" w:rsidRDefault="00552E82" w:rsidP="003843E5">
      <w:pPr>
        <w:tabs>
          <w:tab w:val="left" w:pos="1605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99060</wp:posOffset>
            </wp:positionV>
            <wp:extent cx="419100" cy="447675"/>
            <wp:effectExtent l="19050" t="0" r="0" b="0"/>
            <wp:wrapNone/>
            <wp:docPr id="17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9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91" name="Group 8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92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4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-16.85pt;margin-top:5.65pt;width:521.25pt;height:36.85pt;z-index:-25163673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">
                <v:group id="Group 81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rect id="Rectangle 82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cOQcMA&#10;AADbAAAADwAAAGRycy9kb3ducmV2LnhtbESPQWvCQBSE7wX/w/IEb3WjBWmjq1RbxWs1Enp7ZJ/Z&#10;0OzbkN2a+O9dQfA4zMw3zGLV21pcqPWVYwWTcQKCuHC64lJBdty+voPwAVlj7ZgUXMnDajl4WWCq&#10;Xcc/dDmEUkQI+xQVmBCaVEpfGLLox64hjt7ZtRZDlG0pdYtdhNtaTpNkJi1WHBcMNrQxVPwd/q2C&#10;tzL/Nnn25TM7yWe70/W07n63So2G/eccRKA+PMOP9l4r+JjC/Uv8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cOQcMAAADbAAAADwAAAAAAAAAAAAAAAACYAgAAZHJzL2Rv&#10;d25yZXYueG1sUEsFBgAAAAAEAAQA9QAAAIgDAAAAAA==&#10;" strokecolor="#2f5496 [2408]" strokeweight="1.5pt">
                    <v:fill opacity="0"/>
                  </v:rect>
                  <v:rect id="Rectangle 83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vidsMA&#10;AADbAAAADwAAAGRycy9kb3ducmV2LnhtbESPQWvCQBSE74X+h+UVejObWC1NdBWxRHts03p/ZJ9J&#10;MPs2za4x/nu3IPQ4zMw3zHI9mlYM1LvGsoIkikEQl1Y3XCn4+c4nbyCcR9bYWiYFV3KwXj0+LDHT&#10;9sJfNBS+EgHCLkMFtfddJqUrazLoItsRB+9oe4M+yL6SusdLgJtWTuP4VRpsOCzU2NG2pvJUnI2C&#10;w/y94700/Jnks3R+OO1+t4lR6vlp3CxAeBr9f/je/tAK0hf4+xJ+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vids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84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nZsUAAADbAAAADwAAAGRycy9kb3ducmV2LnhtbESPT2vCQBTE74V+h+UJvdWNUkobXYMp&#10;FJJCD1oRvD2yz/wx+zZmtzF++65Q8DjMzG+YZTKaVgzUu9qygtk0AkFcWF1zqWD38/n8BsJ5ZI2t&#10;ZVJwJQfJ6vFhibG2F97QsPWlCBB2MSqovO9iKV1RkUE3tR1x8I62N+iD7Eupe7wEuGnlPIpepcGa&#10;w0KFHX1UVJy2v0ZBev3af1ufn7PjoTnnaTrPsTFKPU3G9QKEp9Hfw//tTCt4f4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mnZsUAAADbAAAADwAAAAAAAAAA&#10;AAAAAAChAgAAZHJzL2Rvd25yZXYueG1sUEsFBgAAAAAEAAQA+QAAAJMDAAAAAA==&#10;" strokecolor="#2f5496 [2408]" strokeweight="1.5pt"/>
                <v:shape id="AutoShape 85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UC/cUAAADbAAAADwAAAGRycy9kb3ducmV2LnhtbESPT2vCQBTE74V+h+UJvdWNQksbXYMp&#10;FJJCD1oRvD2yz/wx+zZmtzF++65Q8DjMzG+YZTKaVgzUu9qygtk0AkFcWF1zqWD38/n8BsJ5ZI2t&#10;ZVJwJQfJ6vFhibG2F97QsPWlCBB2MSqovO9iKV1RkUE3tR1x8I62N+iD7Eupe7wEuGnlPIpepcGa&#10;w0KFHX1UVJy2v0ZBev3af1ufn7PjoTnnaTrPsTFKPU3G9QKEp9Hfw//tTCt4f4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nUC/cUAAADbAAAADwAAAAAAAAAA&#10;AAAAAAChAgAAZHJzL2Rvd25yZXYueG1sUEsFBgAAAAAEAAQA+QAAAJMDAAAAAA==&#10;" strokecolor="#2f5496 [2408]" strokeweight="1.5pt"/>
              </v:group>
            </w:pict>
          </mc:Fallback>
        </mc:AlternateContent>
      </w:r>
      <w:r w:rsidR="00095E1D">
        <w:rPr>
          <w:rFonts w:ascii="TTKB Dik Temel Abece Dot" w:hAnsi="TTKB Dik Temel Abece Dot"/>
          <w:sz w:val="72"/>
          <w:szCs w:val="72"/>
        </w:rPr>
        <w:t xml:space="preserve"> </w:t>
      </w:r>
      <w:r w:rsidR="003843E5">
        <w:rPr>
          <w:rFonts w:ascii="TTKB Dik Temel Abece Dot" w:hAnsi="TTKB Dik Temel Abece Dot"/>
          <w:sz w:val="72"/>
          <w:szCs w:val="72"/>
        </w:rPr>
        <w:t xml:space="preserve"> I I I I I I I I I I I I I I I  </w:t>
      </w:r>
    </w:p>
    <w:p w:rsidR="00AF138E" w:rsidRDefault="00552E82" w:rsidP="003843E5">
      <w:pPr>
        <w:tabs>
          <w:tab w:val="left" w:pos="2010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77470</wp:posOffset>
            </wp:positionV>
            <wp:extent cx="419100" cy="447675"/>
            <wp:effectExtent l="19050" t="0" r="0" b="0"/>
            <wp:wrapNone/>
            <wp:docPr id="18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84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85" name="Group 87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86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8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6" o:spid="_x0000_s1026" style="position:absolute;margin-left:-16.85pt;margin-top:5.65pt;width:521.25pt;height:36.85pt;z-index:-25163468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">
                <v:group id="Group 87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rect id="Rectangle 88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Wen8QA&#10;AADbAAAADwAAAGRycy9kb3ducmV2LnhtbESPQWvCQBSE74X+h+UVvNVNWggSXUOrVXqtRoK3R/aZ&#10;DWbfhuzWxH/fLRR6HGbmG2ZVTLYTNxp861hBOk9AENdOt9woKI+75wUIH5A1do5JwZ08FOvHhxXm&#10;2o38RbdDaESEsM9RgQmhz6X0tSGLfu564uhd3GAxRDk0Ug84Rrjt5EuSZNJiy3HBYE8bQ/X18G0V&#10;vDbVh6nKrS9tWmX70/30Pp53Ss2eprcliEBT+A//tT+1gkUGv1/i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lnp/EAAAA2wAAAA8AAAAAAAAAAAAAAAAAmAIAAGRycy9k&#10;b3ducmV2LnhtbFBLBQYAAAAABAAEAPUAAACJAwAAAAA=&#10;" strokecolor="#2f5496 [2408]" strokeweight="1.5pt">
                    <v:fill opacity="0"/>
                  </v:rect>
                  <v:rect id="Rectangle 89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yqMEA&#10;AADbAAAADwAAAGRycy9kb3ducmV2LnhtbESPS4vCQBCE7wv+h6GFvekksr6io4ji6tHnvcm0STDT&#10;EzOzGv+9Iwh7LKrqK2o6b0wp7lS7wrKCuBuBIE6tLjhTcDquOyMQziNrLC2Tgic5mM9aX1NMtH3w&#10;nu4Hn4kAYZeggtz7KpHSpTkZdF1bEQfvYmuDPsg6k7rGR4CbUvaiaCANFhwWcqxomVN6PfwZBef+&#10;quKNNLyL1z/j/vn6e1vGRqnvdrOYgPDU+P/wp73VCkZDeH8JP0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ZcqjBAAAA2w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90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07vsIAAADbAAAADwAAAGRycy9kb3ducmV2LnhtbERPz2vCMBS+C/sfwhO82VQPIrVR1sHA&#10;DnbQibDbo3lt6pqX2mRa//vlIOz48f3Od6PtxI0G3zpWsEhSEMSV0y03Ck5f7/M1CB+QNXaOScGD&#10;POy2L5McM+3ufKDbMTQihrDPUIEJoc+k9JUhiz5xPXHkajdYDBEOjdQD3mO47eQyTVfSYsuxwWBP&#10;b4aqn+OvVVA8Ps6fLpTXff19uZZFsSzxYpWaTcfXDYhAY/gXP917rWAdx8Yv8Qf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07vsIAAADbAAAADwAAAAAAAAAAAAAA&#10;AAChAgAAZHJzL2Rvd25yZXYueG1sUEsFBgAAAAAEAAQA+QAAAJADAAAAAA==&#10;" strokecolor="#2f5496 [2408]" strokeweight="1.5pt"/>
                <v:shape id="AutoShape 91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GeJcQAAADbAAAADwAAAGRycy9kb3ducmV2LnhtbESPT4vCMBTE78J+h/AWvNl0PYh2jWIX&#10;BCt48A/C3h7Ns602L7WJWr+9WVjwOMzMb5jpvDO1uFPrKssKvqIYBHFudcWFgsN+ORiDcB5ZY22Z&#10;FDzJwXz20Ztiou2Dt3Tf+UIECLsEFZTeN4mULi/JoItsQxy8k20N+iDbQuoWHwFuajmM45E0WHFY&#10;KLGhn5Lyy+5mFKTP9XFjfXZdnX7P1yxNhxmejVL9z27xDcJT59/h//ZKKxhP4O9L+AFy9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4Z4lxAAAANsAAAAPAAAAAAAAAAAA&#10;AAAAAKECAABkcnMvZG93bnJldi54bWxQSwUGAAAAAAQABAD5AAAAkgMAAAAA&#10;" strokecolor="#2f5496 [2408]" strokeweight="1.5pt"/>
              </v:group>
            </w:pict>
          </mc:Fallback>
        </mc:AlternateContent>
      </w:r>
      <w:r w:rsidR="003843E5">
        <w:rPr>
          <w:rFonts w:ascii="TTKB Dik Temel Abece Dot" w:hAnsi="TTKB Dik Temel Abece Dot"/>
          <w:sz w:val="72"/>
          <w:szCs w:val="72"/>
        </w:rPr>
        <w:t xml:space="preserve"> I I I I I I I I I I I I I </w:t>
      </w:r>
    </w:p>
    <w:p w:rsidR="00552E82" w:rsidRDefault="00552E82" w:rsidP="003843E5">
      <w:pPr>
        <w:tabs>
          <w:tab w:val="left" w:pos="1350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75565</wp:posOffset>
            </wp:positionV>
            <wp:extent cx="419100" cy="447675"/>
            <wp:effectExtent l="19050" t="0" r="0" b="0"/>
            <wp:wrapNone/>
            <wp:docPr id="19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60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61" name="Group 9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80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2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-16.85pt;margin-top:5.65pt;width:521.25pt;height:36.85pt;z-index:-25163264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Ay1aGG&#10;EAQAAOUPAAAOAAAAAAAAAAAAAAAAAC4CAABkcnMvZTJvRG9jLnhtbFBLAQItABQABgAIAAAAIQAs&#10;xB+03wAAAAoBAAAPAAAAAAAAAAAAAAAAAGoGAABkcnMvZG93bnJldi54bWxQSwUGAAAAAAQABADz&#10;AAAAdgcAAAAA&#10;">
                <v:group id="Group 9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rect id="Rectangle 9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CjcMEA&#10;AADbAAAADwAAAGRycy9kb3ducmV2LnhtbERPyWrDMBC9F/IPYgK5NXIaMMGNEpo0Lr02dTC9DdbU&#10;MrVGxlK8/H11KPT4ePv+ONlWDNT7xrGCzToBQVw53XCtoPjMH3cgfEDW2DomBTN5OB4WD3vMtBv5&#10;g4ZrqEUMYZ+hAhNCl0npK0MW/dp1xJH7dr3FEGFfS93jGMNtK5+SJJUWG44NBjs6G6p+rnerYFuX&#10;F1MWr76wmzJ9u8230/iVK7VaTi/PIAJN4V/8537XCnZxffwSf4A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Ao3DBAAAA2wAAAA8AAAAAAAAAAAAAAAAAmAIAAGRycy9kb3du&#10;cmV2LnhtbFBLBQYAAAAABAAEAPUAAACGAwAAAAA=&#10;" strokecolor="#2f5496 [2408]" strokeweight="1.5pt">
                    <v:fill opacity="0"/>
                  </v:rect>
                  <v:rect id="Rectangle 9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xPR8AA&#10;AADbAAAADwAAAGRycy9kb3ducmV2LnhtbESPzarCMBSE94LvEI5wd5pWVLQaRRSvLv3dH5pjW2xO&#10;ahO1vr25cMHlMDPfMLNFY0rxpNoVlhXEvQgEcWp1wZmC82nTHYNwHlljaZkUvMnBYt5uzTDR9sUH&#10;eh59JgKEXYIKcu+rREqX5mTQ9WxFHLyrrQ36IOtM6hpfAW5K2Y+ikTRYcFjIsaJVTunt+DAKLsN1&#10;xVtpeB9vBpPh5fZ7X8VGqZ9Os5yC8NT4b/i/vdMKxjH8fQk/QM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rxPR8AAAADbAAAADwAAAAAAAAAAAAAAAACYAgAAZHJzL2Rvd25y&#10;ZXYueG1sUEsFBgAAAAAEAAQA9QAAAIUDAAAAAA==&#10;" fillcolor="#deeaf6 [660]" strokecolor="#c00000" strokeweight="1pt">
                    <v:stroke dashstyle="dash"/>
                  </v:rect>
                </v:group>
                <v:shape id="AutoShape 9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UMVMUAAADbAAAADwAAAGRycy9kb3ducmV2LnhtbESPT2vCQBTE74V+h+UVvNWNORRJ3YRG&#10;KJiCB7UUentkn/nT7Nsku9X47V1B8DjMzG+YVTaZTpxodI1lBYt5BIK4tLrhSsH34fN1CcJ5ZI2d&#10;ZVJwIQdZ+vy0wkTbM+/otPeVCBB2CSqove8TKV1Zk0E3tz1x8I52NOiDHCupRzwHuOlkHEVv0mDD&#10;YaHGntY1lX/7f6Mgv3z9bK0vhs3xtx2KPI8LbI1Ss5fp4x2Ep8k/wvf2RitYxnD7En6ATK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EUMVMUAAADbAAAADwAAAAAAAAAA&#10;AAAAAAChAgAAZHJzL2Rvd25yZXYueG1sUEsFBgAAAAAEAAQA+QAAAJMDAAAAAA==&#10;" strokecolor="#2f5496 [2408]" strokeweight="1.5pt"/>
                <v:shape id="AutoShape 9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mpz8MAAADbAAAADwAAAGRycy9kb3ducmV2LnhtbESPT4vCMBTE74LfITxhb5rqwiLVKFZY&#10;sIIH/yB4ezTPttq81Car9dtvBMHjMDO/Yabz1lTiTo0rLSsYDiIQxJnVJecKDvvf/hiE88gaK8uk&#10;4EkO5rNuZ4qxtg/e0n3ncxEg7GJUUHhfx1K6rCCDbmBr4uCdbWPQB9nkUjf4CHBTyVEU/UiDJYeF&#10;AmtaFpRdd39GQfJcHzfWp7fV+XS5pUkySvFilPrqtYsJCE+t/4Tf7ZVWMP6G15fwA+Ts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Jqc/DAAAA2wAAAA8AAAAAAAAAAAAA&#10;AAAAoQIAAGRycy9kb3ducmV2LnhtbFBLBQYAAAAABAAEAPkAAACRAwAAAAA=&#10;" strokecolor="#2f5496 [2408]" strokeweight="1.5pt"/>
              </v:group>
            </w:pict>
          </mc:Fallback>
        </mc:AlternateContent>
      </w:r>
      <w:r w:rsidR="00095E1D">
        <w:rPr>
          <w:rFonts w:ascii="TTKB Dik Temel Abece Dot" w:hAnsi="TTKB Dik Temel Abece Dot"/>
          <w:sz w:val="72"/>
          <w:szCs w:val="72"/>
        </w:rPr>
        <w:t xml:space="preserve"> </w:t>
      </w:r>
      <w:r w:rsidR="003843E5">
        <w:rPr>
          <w:rFonts w:ascii="TTKB Dik Temel Abece Dot" w:hAnsi="TTKB Dik Temel Abece Dot"/>
          <w:sz w:val="72"/>
          <w:szCs w:val="72"/>
        </w:rPr>
        <w:t xml:space="preserve"> I I I I I I I I I I I </w:t>
      </w:r>
    </w:p>
    <w:p w:rsidR="00552E82" w:rsidRDefault="00552E82" w:rsidP="003843E5">
      <w:pPr>
        <w:tabs>
          <w:tab w:val="left" w:pos="1365"/>
          <w:tab w:val="left" w:pos="2205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90805</wp:posOffset>
            </wp:positionV>
            <wp:extent cx="419100" cy="447675"/>
            <wp:effectExtent l="19050" t="0" r="0" b="0"/>
            <wp:wrapNone/>
            <wp:docPr id="20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7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75" name="Group 14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76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8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-16.85pt;margin-top:5.65pt;width:521.25pt;height:36.85pt;z-index:-25160396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AQ1ZKE&#10;EAQAAOQPAAAOAAAAAAAAAAAAAAAAAC4CAABkcnMvZTJvRG9jLnhtbFBLAQItABQABgAIAAAAIQAs&#10;xB+03wAAAAoBAAAPAAAAAAAAAAAAAAAAAGoGAABkcnMvZG93bnJldi54bWxQSwUGAAAAAAQABADz&#10;AAAAdgcAAAAA&#10;">
                <v:group id="Group 14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rect id="Rectangle 5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uuMMA&#10;AADbAAAADwAAAGRycy9kb3ducmV2LnhtbESPzWrDMBCE74W8g9hAb42cBNzgRgn5Lb02cTC9LdbW&#10;MrVWxlJi5+2rQiHHYWa+YZbrwTbiRp2vHSuYThIQxKXTNVcK8vPxZQHCB2SNjWNScCcP69XoaYmZ&#10;dj1/0u0UKhEh7DNUYEJoMyl9aciin7iWOHrfrrMYouwqqTvsI9w2cpYkqbRYc1ww2NLOUPlzuloF&#10;86o4mCLf+9xOi/T9cr9s+6+jUs/jYfMGItAQHuH/9odW8JrC3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DuuMMAAADbAAAADwAAAAAAAAAAAAAAAACYAgAAZHJzL2Rv&#10;d25yZXYueG1sUEsFBgAAAAAEAAQA9QAAAIgDAAAAAA==&#10;" strokecolor="#2f5496 [2408]" strokeweight="1.5pt">
                    <v:fill opacity="0"/>
                  </v:rect>
                  <v:rect id="Rectangle 10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wCj8MA&#10;AADbAAAADwAAAGRycy9kb3ducmV2LnhtbESPQWvCQBSE70L/w/IK3ppNRJuaugZJUXtsU70/sq9J&#10;MPs2za6a/vuuUPA4zMw3zCofTScuNLjWsoIkikEQV1a3XCs4fG2fXkA4j6yxs0wKfslBvn6YrDDT&#10;9sqfdCl9LQKEXYYKGu/7TEpXNWTQRbYnDt63HQz6IIda6gGvAW46OYvjZ2mw5bDQYE9FQ9WpPBsF&#10;x8Vbz3tp+CPZzpeL42n3UyRGqenjuHkF4Wn09/B/+10rSFO4fQ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8wCj8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1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hLmcAAAADbAAAADwAAAGRycy9kb3ducmV2LnhtbERPy4rCMBTdC/5DuII7TXXhDNUoVhCs&#10;4MIHgrtLc22rzU1tota/nyyEWR7Oe7ZoTSVe1LjSsoLRMAJBnFldcq7gdFwPfkE4j6yxskwKPuRg&#10;Me92Zhhr++Y9vQ4+FyGEXYwKCu/rWEqXFWTQDW1NHLirbQz6AJtc6gbfIdxUchxFE2mw5NBQYE2r&#10;grL74WkUJJ/teWd9+thcL7dHmiTjFG9GqX6vXU5BeGr9v/jr3mgFP2Fs+BJ+gJ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h4S5nAAAAA2wAAAA8AAAAAAAAAAAAAAAAA&#10;oQIAAGRycy9kb3ducmV2LnhtbFBLBQYAAAAABAAEAPkAAACOAwAAAAA=&#10;" strokecolor="#2f5496 [2408]" strokeweight="1.5pt"/>
                <v:shape id="AutoShape 1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TuAsYAAADbAAAADwAAAGRycy9kb3ducmV2LnhtbESPzWvCQBTE74X+D8sTeqsbPfQjugZT&#10;KCSFHrQieHtkn/kw+zZmtzH+912h4HGYmd8wy2Q0rRiod7VlBbNpBIK4sLrmUsHu5/P5DYTzyBpb&#10;y6TgSg6S1ePDEmNtL7yhYetLESDsYlRQed/FUrqiIoNuajvi4B1tb9AH2ZdS93gJcNPKeRS9SIM1&#10;h4UKO/qoqDhtf42C9Pq1/7Y+P2fHQ3PO03SeY2OUepqM6wUIT6O/h//bmVbw+g63L+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07gLGAAAA2wAAAA8AAAAAAAAA&#10;AAAAAAAAoQIAAGRycy9kb3ducmV2LnhtbFBLBQYAAAAABAAEAPkAAACUAwAAAAA=&#10;" strokecolor="#2f5496 [2408]" strokeweight="1.5pt"/>
              </v:group>
            </w:pict>
          </mc:Fallback>
        </mc:AlternateContent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6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69" name="Group 27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70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2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-16.85pt;margin-top:5.65pt;width:521.25pt;height:36.85pt;z-index:-25160294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">
                <v:group id="Group 27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rect id="Rectangle 28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XTV8EA&#10;AADbAAAADwAAAGRycy9kb3ducmV2LnhtbERPy2rCQBTdC/7DcAV3OrGCLamjaH3gtmkkdHfJ3GZC&#10;M3dCZjTx751FocvDea+3g23EnTpfO1awmCcgiEuna64U5F+n2RsIH5A1No5JwYM8bDfj0RpT7Xr+&#10;pHsWKhFD2KeowITQplL60pBFP3ctceR+XGcxRNhVUnfYx3DbyJckWUmLNccGgy19GCp/s5tVsKyK&#10;oynyg8/tolidr4/rvv8+KTWdDLt3EIGG8C/+c1+0gte4Pn6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V01fBAAAA2wAAAA8AAAAAAAAAAAAAAAAAmAIAAGRycy9kb3du&#10;cmV2LnhtbFBLBQYAAAAABAAEAPUAAACGAwAAAAA=&#10;" strokecolor="#2f5496 [2408]" strokeweight="1.5pt">
                    <v:fill opacity="0"/>
                  </v:rect>
                  <v:rect id="Rectangle 29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k/YMAA&#10;AADbAAAADwAAAGRycy9kb3ducmV2LnhtbESPS4vCQBCE7wv+h6EFbzqJ+IyOIi6uHn3em0ybBDM9&#10;2cysxn/vCMIei6r6ipovG1OKO9WusKwg7kUgiFOrC84UnE+b7gSE88gaS8uk4EkOlovW1xwTbR98&#10;oPvRZyJA2CWoIPe+SqR0aU4GXc9WxMG72tqgD7LOpK7xEeCmlP0oGkmDBYeFHCta55Tejn9GwWX4&#10;XfFWGt7Hm8F0eLn9/K5jo1Sn3axmIDw1/j/8ae+0gnEM7y/h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2k/YMAAAADbAAAADwAAAAAAAAAAAAAAAACYAgAAZHJzL2Rvd25y&#10;ZXYueG1sUEsFBgAAAAAEAAQA9QAAAIUDAAAAAA==&#10;" fillcolor="#deeaf6 [660]" strokecolor="#c00000" strokeweight="1pt">
                    <v:stroke dashstyle="dash"/>
                  </v:rect>
                </v:group>
                <v:shape id="AutoShape 30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B8c8UAAADbAAAADwAAAGRycy9kb3ducmV2LnhtbESPT2vCQBTE7wW/w/KE3urGHNoSXYMR&#10;BFPooWkRvD2yz/wx+zZmt5p8+26h0OMwM79h1uloOnGjwTWWFSwXEQji0uqGKwVfn/unVxDOI2vs&#10;LJOCiRykm9nDGhNt7/xBt8JXIkDYJaig9r5PpHRlTQbdwvbEwTvbwaAPcqikHvAe4KaTcRQ9S4MN&#10;h4Uae9rVVF6Kb6Mgm96O79bn18P51F7zLItzbI1Sj/NxuwLhafT/4b/2QSt4ieH3S/g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B8c8UAAADbAAAADwAAAAAAAAAA&#10;AAAAAAChAgAAZHJzL2Rvd25yZXYueG1sUEsFBgAAAAAEAAQA+QAAAJMDAAAAAA==&#10;" strokecolor="#2f5496 [2408]" strokeweight="1.5pt"/>
                <v:shape id="AutoShape 31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zZ6MUAAADbAAAADwAAAGRycy9kb3ducmV2LnhtbESPT2vCQBTE74V+h+UJvdWNFtoSXYMp&#10;FJJCD1oRvD2yz/wx+zZmtzF++65Q8DjMzG+YZTKaVgzUu9qygtk0AkFcWF1zqWD38/n8DsJ5ZI2t&#10;ZVJwJQfJ6vFhibG2F97QsPWlCBB2MSqovO9iKV1RkUE3tR1x8I62N+iD7Eupe7wEuGnlPIpepcGa&#10;w0KFHX1UVJy2v0ZBev3af1ufn7PjoTnnaTrPsTFKPU3G9QKEp9Hfw//tTCt4e4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tzZ6MUAAADbAAAADwAAAAAAAAAA&#10;AAAAAAChAgAAZHJzL2Rvd25yZXYueG1sUEsFBgAAAAAEAAQA+QAAAJMDAAAAAA==&#10;" strokecolor="#2f5496 [2408]" strokeweight="1.5pt"/>
              </v:group>
            </w:pict>
          </mc:Fallback>
        </mc:AlternateContent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6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63" name="Group 3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64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-16.85pt;margin-top:5.65pt;width:521.25pt;height:36.85pt;z-index:-25160192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Ife&#10;zWoSBAAA5Q8AAA4AAAAAAAAAAAAAAAAALgIAAGRycy9lMm9Eb2MueG1sUEsBAi0AFAAGAAgAAAAh&#10;ACzEH7TfAAAACgEAAA8AAAAAAAAAAAAAAAAAbAYAAGRycy9kb3ducmV2LnhtbFBLBQYAAAAABAAE&#10;APMAAAB4BwAAAAA=&#10;">
                <v:group id="Group 3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rect id="Rectangle 3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dDicMA&#10;AADbAAAADwAAAGRycy9kb3ducmV2LnhtbESPzWrDMBCE74W8g9hAb42cpJjgRgn5Lb02cTC9LdbW&#10;MrVWxlJi5+2rQiHHYWa+YZbrwTbiRp2vHSuYThIQxKXTNVcK8vPxZQHCB2SNjWNScCcP69XoaYmZ&#10;dj1/0u0UKhEh7DNUYEJoMyl9aciin7iWOHrfrrMYouwqqTvsI9w2cpYkqbRYc1ww2NLOUPlzuloF&#10;86o4mCLf+9xOi/T9cr9s+6+jUs/jYfMGItAQHuH/9odWkL7C3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dDicMAAADbAAAADwAAAAAAAAAAAAAAAACYAgAAZHJzL2Rv&#10;d25yZXYueG1sUEsFBgAAAAAEAAQA9QAAAIgDAAAAAA==&#10;" strokecolor="#2f5496 [2408]" strokeweight="1.5pt">
                    <v:fill opacity="0"/>
                  </v:rect>
                  <v:rect id="Rectangle 3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vvsEA&#10;AADbAAAADwAAAGRycy9kb3ducmV2LnhtbESPQYvCMBSE74L/ITxhb5pWtuJWoyyKq0et6/3RPNti&#10;89Jtslr/vREEj8PMfMPMl52pxZVaV1lWEI8iEMS51RUXCn6Pm+EUhPPIGmvLpOBODpaLfm+OqbY3&#10;PtA184UIEHYpKii9b1IpXV6SQTeyDXHwzrY16INsC6lbvAW4qeU4iibSYMVhocSGViXll+zfKDgl&#10;64a30vA+3nx+JafLz98qNkp9DLrvGQhPnX+HX+2dVjBJ4Pkl/A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Lr77BAAAA2w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3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LsrcQAAADbAAAADwAAAGRycy9kb3ducmV2LnhtbESPT4vCMBTE78J+h/AW9qapHorURrHC&#10;gl3Yg38QvD2aZ1ttXmqT1frtN4LgcZiZ3zDpojeNuFHnassKxqMIBHFhdc2lgv3uezgF4TyyxsYy&#10;KXiQg8X8Y5Biou2dN3Tb+lIECLsEFVTet4mUrqjIoBvZljh4J9sZ9EF2pdQd3gPcNHISRbE0WHNY&#10;qLClVUXFZftnFGSPn8Ov9fl1fTqer3mWTXI8G6W+PvvlDISn3r/Dr/ZaK4hjeH4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cuytxAAAANsAAAAPAAAAAAAAAAAA&#10;AAAAAKECAABkcnMvZG93bnJldi54bWxQSwUGAAAAAAQABAD5AAAAkgMAAAAA&#10;" strokecolor="#2f5496 [2408]" strokeweight="1.5pt"/>
                <v:shape id="AutoShape 3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5JNsUAAADbAAAADwAAAGRycy9kb3ducmV2LnhtbESPT2vCQBTE74V+h+UVvDWbeogldRVT&#10;KBjBg1oKvT2yz/wx+zbJbmP89m6h0OMwM79hluvJtGKkwdWWFbxEMQjiwuqaSwWfp4/nVxDOI2ts&#10;LZOCGzlYrx4flphqe+UDjUdfigBhl6KCyvsuldIVFRl0ke2Ig3e2g0Ef5FBKPeA1wE0r53GcSIM1&#10;h4UKO3qvqLgcf4yC7Lb72luf99vzd9PnWTbPsTFKzZ6mzRsIT5P/D/+1t1pBsoDfL+EH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5JNsUAAADbAAAADwAAAAAAAAAA&#10;AAAAAAChAgAAZHJzL2Rvd25yZXYueG1sUEsFBgAAAAAEAAQA+QAAAJMDAAAAAA==&#10;" strokecolor="#2f5496 [2408]" strokeweight="1.5pt"/>
              </v:group>
            </w:pict>
          </mc:Fallback>
        </mc:AlternateContent>
      </w:r>
      <w:r w:rsidR="00095E1D">
        <w:rPr>
          <w:rFonts w:ascii="TTKB Dik Temel Abece Dot" w:hAnsi="TTKB Dik Temel Abece Dot"/>
          <w:sz w:val="72"/>
          <w:szCs w:val="72"/>
        </w:rPr>
        <w:t xml:space="preserve"> </w:t>
      </w:r>
      <w:r w:rsidR="003843E5">
        <w:rPr>
          <w:rFonts w:ascii="TTKB Dik Temel Abece Dot" w:hAnsi="TTKB Dik Temel Abece Dot"/>
          <w:sz w:val="72"/>
          <w:szCs w:val="72"/>
        </w:rPr>
        <w:t xml:space="preserve"> I I I I I I I </w:t>
      </w:r>
    </w:p>
    <w:p w:rsidR="00552E82" w:rsidRPr="00552E82" w:rsidRDefault="00552E82" w:rsidP="003843E5">
      <w:pPr>
        <w:tabs>
          <w:tab w:val="left" w:pos="1875"/>
          <w:tab w:val="left" w:pos="2460"/>
        </w:tabs>
        <w:rPr>
          <w:rFonts w:ascii="TTKB Dik Temel Abece Dot" w:hAnsi="TTKB Dik Temel Abece Dot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79375</wp:posOffset>
            </wp:positionV>
            <wp:extent cx="419100" cy="447675"/>
            <wp:effectExtent l="19050" t="0" r="0" b="0"/>
            <wp:wrapNone/>
            <wp:docPr id="2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5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55" name="Group 4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56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8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-16.85pt;margin-top:5.65pt;width:521.25pt;height:36.85pt;z-index:-25160089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">
                <v:group id="Group 45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rect id="Rectangle 46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y2MMA&#10;AADbAAAADwAAAGRycy9kb3ducmV2LnhtbESPzWrDMBCE74W8g9hAb42chJrgRgn5Lb02cTC9LdbW&#10;MrVWxlJi5+2rQiHHYWa+YZbrwTbiRp2vHSuYThIQxKXTNVcK8vPxZQHCB2SNjWNScCcP69XoaYmZ&#10;dj1/0u0UKhEh7DNUYEJoMyl9aciin7iWOHrfrrMYouwqqTvsI9w2cpYkqbRYc1ww2NLOUPlzuloF&#10;86o4mCLf+9xOi/T9cr9s+6+jUs/jYfMGItAQHuH/9odW8JrC3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Wy2MMAAADbAAAADwAAAAAAAAAAAAAAAACYAgAAZHJzL2Rv&#10;d25yZXYueG1sUEsFBgAAAAAEAAQA9QAAAIgDAAAAAA==&#10;" strokecolor="#2f5496 [2408]" strokeweight="1.5pt">
                    <v:fill opacity="0"/>
                  </v:rect>
                  <v:rect id="Rectangle 47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e78MA&#10;AADbAAAADwAAAGRycy9kb3ducmV2LnhtbESPzW7CMBCE70i8g7VIvRUnVUMhxURVqrQcKT/3VbxN&#10;IuJ1GrshvD2uVInjaGa+0ayz0bRioN41lhXE8wgEcWl1w5WC46F4XIJwHllja5kUXMlBtplO1phq&#10;e+EvGva+EgHCLkUFtfddKqUrazLo5rYjDt637Q36IPtK6h4vAW5a+RRFC2mw4bBQY0d5TeV5/2sU&#10;nJL3jj+l4V1cPK+S0/njJ4+NUg+z8e0VhKfR38P/7a1WkLzA35fwA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le78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48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0X+cAAAADbAAAADwAAAGRycy9kb3ducmV2LnhtbERPy4rCMBTdC/5DuII7TRUchmoUKwhW&#10;cOEDwd2lubbV5qY2UevfTxbCLA/nPVu0phIvalxpWcFoGIEgzqwuOVdwOq4HvyCcR9ZYWSYFH3Kw&#10;mHc7M4y1ffOeXgefixDCLkYFhfd1LKXLCjLohrYmDtzVNgZ9gE0udYPvEG4qOY6iH2mw5NBQYE2r&#10;grL74WkUJJ/teWd9+thcL7dHmiTjFG9GqX6vXU5BeGr9v/jr3mgFkzA2fAk/QM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PNF/nAAAAA2wAAAA8AAAAAAAAAAAAAAAAA&#10;oQIAAGRycy9kb3ducmV2LnhtbFBLBQYAAAAABAAEAPkAAACOAwAAAAA=&#10;" strokecolor="#2f5496 [2408]" strokeweight="1.5pt"/>
                <v:shape id="AutoShape 49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GyYsUAAADbAAAADwAAAGRycy9kb3ducmV2LnhtbESPT2vCQBTE74V+h+UJvdWNQksbXYMp&#10;FJJCD1oRvD2yz/wx+zZmtzF++65Q8DjMzG+YZTKaVgzUu9qygtk0AkFcWF1zqWD38/n8BsJ5ZI2t&#10;ZVJwJQfJ6vFhibG2F97QsPWlCBB2MSqovO9iKV1RkUE3tR1x8I62N+iD7Eupe7wEuGnlPIpepcGa&#10;w0KFHX1UVJy2v0ZBev3af1ufn7PjoTnnaTrPsTFKPU3G9QKEp9Hfw//tTCt4eYf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GyYsUAAADbAAAADwAAAAAAAAAA&#10;AAAAAAChAgAAZHJzL2Rvd25yZXYueG1sUEsFBgAAAAAEAAQA+QAAAJMDAAAAAA==&#10;" strokecolor="#2f5496 [2408]" strokeweight="1.5pt"/>
              </v:group>
            </w:pict>
          </mc:Fallback>
        </mc:AlternateContent>
      </w:r>
      <w:r w:rsidR="00095E1D">
        <w:rPr>
          <w:rFonts w:ascii="TTKB Dik Temel Abece Dot" w:hAnsi="TTKB Dik Temel Abece Dot"/>
          <w:sz w:val="72"/>
          <w:szCs w:val="72"/>
        </w:rPr>
        <w:t xml:space="preserve"> </w:t>
      </w:r>
      <w:r w:rsidR="003843E5">
        <w:rPr>
          <w:rFonts w:ascii="TTKB Dik Temel Abece Dot" w:hAnsi="TTKB Dik Temel Abece Dot"/>
          <w:sz w:val="72"/>
          <w:szCs w:val="72"/>
        </w:rPr>
        <w:t xml:space="preserve"> I I I I I I I </w:t>
      </w:r>
    </w:p>
    <w:p w:rsidR="00552E82" w:rsidRPr="00552E82" w:rsidRDefault="00552E82" w:rsidP="00552E82">
      <w:pPr>
        <w:tabs>
          <w:tab w:val="left" w:pos="1140"/>
        </w:tabs>
        <w:rPr>
          <w:rFonts w:ascii="TTKB Dik Temel Abece Dot" w:hAnsi="TTKB Dik Temel Abece Dot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76836</wp:posOffset>
            </wp:positionV>
            <wp:extent cx="419100" cy="438150"/>
            <wp:effectExtent l="19050" t="0" r="0" b="0"/>
            <wp:wrapNone/>
            <wp:docPr id="2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48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49" name="Group 5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50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-16.85pt;margin-top:5.65pt;width:521.25pt;height:36.85pt;z-index:-25159987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">
                <v:group id="Group 51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tangle 52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CPN8EA&#10;AADbAAAADwAAAGRycy9kb3ducmV2LnhtbERPz2vCMBS+C/4P4Qm7adrJRDpj0alj12ml7PZo3pqy&#10;5qU00db/fjkMdvz4fm/y0bbiTr1vHCtIFwkI4srphmsFxeU0X4PwAVlj65gUPMhDvp1ONphpN/An&#10;3c+hFjGEfYYKTAhdJqWvDFn0C9cRR+7b9RZDhH0tdY9DDLetfE6SlbTYcGww2NGboernfLMKlnV5&#10;NGVx8IVNy9X79XHdD18npZ5m4+4VRKAx/Iv/3B9awUtcH7/EH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gjzfBAAAA2wAAAA8AAAAAAAAAAAAAAAAAmAIAAGRycy9kb3du&#10;cmV2LnhtbFBLBQYAAAAABAAEAPUAAACGAwAAAAA=&#10;" strokecolor="#2f5496 [2408]" strokeweight="1.5pt">
                    <v:fill opacity="0"/>
                  </v:rect>
                  <v:rect id="Rectangle 53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jAMEA&#10;AADbAAAADwAAAGRycy9kb3ducmV2LnhtbESPS4vCQBCE7wv+h6EFbzqJGFmjo4ji47jr495k2iSY&#10;6YmZUeO/d4SFPRZV9RU1W7SmEg9qXGlZQTyIQBBnVpecKzgdN/1vEM4ja6wsk4IXOVjMO18zTLV9&#10;8i89Dj4XAcIuRQWF93UqpcsKMugGtiYO3sU2Bn2QTS51g88AN5UcRtFYGiw5LBRY06qg7Hq4GwXn&#10;ZF3zThr+iTejSXK+bm+r2CjV67bLKQhPrf8P/7X3WkESw+dL+AF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cYwDBAAAA2w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54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UgE8UAAADbAAAADwAAAGRycy9kb3ducmV2LnhtbESPT2vCQBTE7wW/w/KE3urGQEuJrsEI&#10;gin00LQI3h7ZZ/6YfRuzW02+fbdQ6HGYmd8w63Q0nbjR4BrLCpaLCARxaXXDlYKvz/3TKwjnkTV2&#10;lknBRA7SzexhjYm2d/6gW+ErESDsElRQe98nUrqyJoNuYXvi4J3tYNAHOVRSD3gPcNPJOIpepMGG&#10;w0KNPe1qKi/Ft1GQTW/Hd+vz6+F8aq95lsU5tkapx/m4XYHwNPr/8F/7oBU8x/D7JfwA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UgE8UAAADbAAAADwAAAAAAAAAA&#10;AAAAAAChAgAAZHJzL2Rvd25yZXYueG1sUEsFBgAAAAAEAAQA+QAAAJMDAAAAAA==&#10;" strokecolor="#2f5496 [2408]" strokeweight="1.5pt"/>
                <v:shape id="AutoShape 55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mFiMUAAADbAAAADwAAAGRycy9kb3ducmV2LnhtbESPT2vCQBTE74V+h+UJvdWNlpYSXYMp&#10;FJJCD1oRvD2yz/wx+zZmtzF++65Q8DjMzG+YZTKaVgzUu9qygtk0AkFcWF1zqWD38/n8DsJ5ZI2t&#10;ZVJwJQfJ6vFhibG2F97QsPWlCBB2MSqovO9iKV1RkUE3tR1x8I62N+iD7Eupe7wEuGnlPIrepMGa&#10;w0KFHX1UVJy2v0ZBev3af1ufn7PjoTnnaTrPsTFKPU3G9QKEp9Hfw//tTCt4fY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mFiMUAAADbAAAADwAAAAAAAAAA&#10;AAAAAAChAgAAZHJzL2Rvd25yZXYueG1sUEsFBgAAAAAEAAQA+QAAAJMDAAAAAA==&#10;" strokecolor="#2f5496 [2408]" strokeweight="1.5pt"/>
              </v:group>
            </w:pict>
          </mc:Fallback>
        </mc:AlternateContent>
      </w:r>
      <w:r>
        <w:rPr>
          <w:rFonts w:ascii="TTKB Dik Temel Abece" w:hAnsi="TTKB Dik Temel Abece"/>
          <w:sz w:val="72"/>
          <w:szCs w:val="72"/>
        </w:rPr>
        <w:tab/>
      </w:r>
    </w:p>
    <w:p w:rsidR="00552E82" w:rsidRPr="00552E82" w:rsidRDefault="00552E82" w:rsidP="00552E82">
      <w:pPr>
        <w:tabs>
          <w:tab w:val="left" w:pos="5715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74930</wp:posOffset>
            </wp:positionV>
            <wp:extent cx="419100" cy="447675"/>
            <wp:effectExtent l="19050" t="0" r="0" b="0"/>
            <wp:wrapNone/>
            <wp:docPr id="2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4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43" name="Group 6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44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6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-16.85pt;margin-top:5.65pt;width:521.25pt;height:36.85pt;z-index:-25159884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">
                <v:group id="Group 6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rect id="Rectangle 6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If6cQA&#10;AADbAAAADwAAAGRycy9kb3ducmV2LnhtbESPQWvCQBSE7wX/w/KE3uomVqRE11C1ll6rkdDbI/vM&#10;hmbfhuzWxH/fLRQ8DjPzDbPOR9uKK/W+cawgnSUgiCunG64VFKfD0wsIH5A1to5JwY085JvJwxoz&#10;7Qb+pOsx1CJC2GeowITQZVL6ypBFP3MdcfQurrcYouxrqXscIty2cp4kS2mx4bhgsKOdoer7+GMV&#10;PNflmymLvS9sWi7fz7fzdvg6KPU4HV9XIAKN4R7+b39oBYsF/H2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CH+nEAAAA2wAAAA8AAAAAAAAAAAAAAAAAmAIAAGRycy9k&#10;b3ducmV2LnhtbFBLBQYAAAAABAAEAPUAAACJAwAAAAA=&#10;" strokecolor="#2f5496 [2408]" strokeweight="1.5pt">
                    <v:fill opacity="0"/>
                  </v:rect>
                  <v:rect id="Rectangle 6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7z3sMA&#10;AADbAAAADwAAAGRycy9kb3ducmV2LnhtbESPQWvCQBSE7wX/w/KE3uomJSk2ukpJie1RY70/ss8k&#10;mH2bZrcx/vtuQehxmJlvmPV2Mp0YaXCtZQXxIgJBXFndcq3g61g8LUE4j6yxs0wKbuRgu5k9rDHT&#10;9soHGktfiwBhl6GCxvs+k9JVDRl0C9sTB+9sB4M+yKGWesBrgJtOPkfRizTYclhosKe8oepS/hgF&#10;p/S95w9peB8XyWt6uuy+89go9Tif3lYgPE3+P3xvf2oFSQp/X8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7z3s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6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ewzcQAAADbAAAADwAAAGRycy9kb3ducmV2LnhtbESPT4vCMBTE78J+h/AWvNl0RUS6RrEL&#10;ghU8+Adhb4/m2Vabl9pErd/eLCx4HGbmN8x03pla3Kl1lWUFX1EMgji3uuJCwWG/HExAOI+ssbZM&#10;Cp7kYD776E0x0fbBW7rvfCEChF2CCkrvm0RKl5dk0EW2IQ7eybYGfZBtIXWLjwA3tRzG8VgarDgs&#10;lNjQT0n5ZXczCtLn+rixPruuTr/na5amwwzPRqn+Z7f4BuGp8+/wf3ulFYzG8Pcl/AA5e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x7DNxAAAANsAAAAPAAAAAAAAAAAA&#10;AAAAAKECAABkcnMvZG93bnJldi54bWxQSwUGAAAAAAQABAD5AAAAkgMAAAAA&#10;" strokecolor="#2f5496 [2408]" strokeweight="1.5pt"/>
                <v:shape id="AutoShape 6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sVVsUAAADbAAAADwAAAGRycy9kb3ducmV2LnhtbESPT2vCQBTE74V+h+UJvdWNUtoSXYMp&#10;FJJCD1oRvD2yz/wx+zZmtzF++65Q8DjMzG+YZTKaVgzUu9qygtk0AkFcWF1zqWD38/n8DsJ5ZI2t&#10;ZVJwJQfJ6vFhibG2F97QsPWlCBB2MSqovO9iKV1RkUE3tR1x8I62N+iD7Eupe7wEuGnlPIpepcGa&#10;w0KFHX1UVJy2v0ZBev3af1ufn7PjoTnnaTrPsTFKPU3G9QKEp9Hfw//tTCt4eYP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sVVsUAAADbAAAADwAAAAAAAAAA&#10;AAAAAAChAgAAZHJzL2Rvd25yZXYueG1sUEsFBgAAAAAEAAQA+QAAAJMDAAAAAA==&#10;" strokecolor="#2f5496 [2408]" strokeweight="1.5pt"/>
              </v:group>
            </w:pict>
          </mc:Fallback>
        </mc:AlternateContent>
      </w:r>
      <w:r w:rsidRPr="00552E82">
        <w:rPr>
          <w:rFonts w:ascii="TTKB Dik Temel Abece" w:hAnsi="TTKB Dik Temel Abece"/>
          <w:b/>
          <w:noProof/>
          <w:sz w:val="72"/>
          <w:szCs w:val="72"/>
          <w:lang w:eastAsia="tr-TR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62865</wp:posOffset>
            </wp:positionV>
            <wp:extent cx="419100" cy="447675"/>
            <wp:effectExtent l="19050" t="0" r="0" b="0"/>
            <wp:wrapNone/>
            <wp:docPr id="2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b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36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37" name="Group 69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38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-16.85pt;margin-top:5.65pt;width:521.25pt;height:36.85pt;z-index:-25159782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">
                <v:group id="Group 69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rect id="Rectangle 70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lmkcAA&#10;AADbAAAADwAAAGRycy9kb3ducmV2LnhtbERPS2vCQBC+F/oflin0VjcqSEldpQ8tXtVI6G3ITrOh&#10;2dmQXU38985B6PHjey/Xo2/VhfrYBDYwnWSgiKtgG64NFMftyyuomJAttoHJwJUirFePD0vMbRh4&#10;T5dDqpWEcMzRgEupy7WOlSOPcRI6YuF+Q+8xCexrbXscJNy3epZlC+2xYWlw2NGno+rvcPYG5nW5&#10;cWXxFQs/LRffp+vpY/jZGvP8NL6/gUo0pn/x3b2z4pOx8kV+gF7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QlmkcAAAADbAAAADwAAAAAAAAAAAAAAAACYAgAAZHJzL2Rvd25y&#10;ZXYueG1sUEsFBgAAAAAEAAQA9QAAAIUDAAAAAA==&#10;" strokecolor="#2f5496 [2408]" strokeweight="1.5pt">
                    <v:fill opacity="0"/>
                  </v:rect>
                  <v:rect id="Rectangle 71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WKpsMA&#10;AADbAAAADwAAAGRycy9kb3ducmV2LnhtbESPQWvCQBSE74X+h+UVejObWC1NdBWxRHts03p/ZJ9J&#10;MPs2za4x/nu3IPQ4zMw3zHI9mlYM1LvGsoIkikEQl1Y3XCn4+c4nbyCcR9bYWiYFV3KwXj0+LDHT&#10;9sJfNBS+EgHCLkMFtfddJqUrazLoItsRB+9oe4M+yL6SusdLgJtWTuP4VRpsOCzU2NG2pvJUnI2C&#10;w/y94700/Jnks3R+OO1+t4lR6vlp3CxAeBr9f/je/tAKXlL4+xJ+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WKps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72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KNIsAAAADbAAAADwAAAGRycy9kb3ducmV2LnhtbERPy4rCMBTdC/5DuII7TRUZhmoUKwhW&#10;cOEDwd2lubbV5qY2UevfTxbCLA/nPVu0phIvalxpWcFoGIEgzqwuOVdwOq4HvyCcR9ZYWSYFH3Kw&#10;mHc7M4y1ffOeXgefixDCLkYFhfd1LKXLCjLohrYmDtzVNgZ9gE0udYPvEG4qOY6iH2mw5NBQYE2r&#10;grL74WkUJJ/teWd9+thcL7dHmiTjFG9GqX6vXU5BeGr9v/jr3mgFk7A+fAk/QM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hijSLAAAAA2wAAAA8AAAAAAAAAAAAAAAAA&#10;oQIAAGRycy9kb3ducmV2LnhtbFBLBQYAAAAABAAEAPkAAACOAwAAAAA=&#10;" strokecolor="#2f5496 [2408]" strokeweight="1.5pt"/>
                <v:shape id="AutoShape 73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4oucQAAADbAAAADwAAAGRycy9kb3ducmV2LnhtbESPQYvCMBSE78L+h/AWvNlUEZGuUezC&#10;ghU8qMvC3h7Ns602L7WJWv+9EQSPw8x8w8wWnanFlVpXWVYwjGIQxLnVFRcKfvc/gykI55E11pZJ&#10;wZ0cLOYfvRkm2t54S9edL0SAsEtQQel9k0jp8pIMusg2xME72NagD7ItpG7xFuCmlqM4nkiDFYeF&#10;Ehv6Lik/7S5GQXpf/22sz86rw//xnKXpKMOjUar/2S2/QHjq/Dv8aq+0gvEQnl/CD5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Lii5xAAAANsAAAAPAAAAAAAAAAAA&#10;AAAAAKECAABkcnMvZG93bnJldi54bWxQSwUGAAAAAAQABAD5AAAAkgMAAAAA&#10;" strokecolor="#2f5496 [2408]" strokeweight="1.5pt"/>
              </v:group>
            </w:pict>
          </mc:Fallback>
        </mc:AlternateContent>
      </w:r>
    </w:p>
    <w:p w:rsidR="00552E82" w:rsidRDefault="00552E82" w:rsidP="00552E82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72390</wp:posOffset>
            </wp:positionV>
            <wp:extent cx="419100" cy="447675"/>
            <wp:effectExtent l="19050" t="0" r="0" b="0"/>
            <wp:wrapNone/>
            <wp:docPr id="2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30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31" name="Group 7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32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-16.85pt;margin-top:5.65pt;width:521.25pt;height:36.85pt;z-index:-25159680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">
                <v:group id="Group 75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Rectangle 76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FRe8IA&#10;AADbAAAADwAAAGRycy9kb3ducmV2LnhtbESPQWvCQBSE74L/YXlCb7rRgkjqKtpq6VWNhN4e2Wc2&#10;mH0bsquJ/75bEDwOM98Ms1z3thZ3an3lWMF0koAgLpyuuFSQnfbjBQgfkDXWjknBgzysV8PBElPt&#10;Oj7Q/RhKEUvYp6jAhNCkUvrCkEU/cQ1x9C6utRiibEupW+xiua3lLEnm0mLFccFgQ5+GiuvxZhW8&#10;l/nO5NmXz+w0n3+fH+dt97tX6m3Ubz5ABOrDK/ykf3TkZvD/Jf4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4VF7wgAAANsAAAAPAAAAAAAAAAAAAAAAAJgCAABkcnMvZG93&#10;bnJldi54bWxQSwUGAAAAAAQABAD1AAAAhwMAAAAA&#10;" strokecolor="#2f5496 [2408]" strokeweight="1.5pt">
                    <v:fill opacity="0"/>
                  </v:rect>
                  <v:rect id="Rectangle 77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29TMMA&#10;AADbAAAADwAAAGRycy9kb3ducmV2LnhtbESPzW7CMBCE70h9B2sr9dY4KT8qAYMqqhSObWjuq3ib&#10;RMTrNHZDeHuMVInjaGa+0ay3o2nFQL1rLCtIohgEcWl1w5WC72P2/ArCeWSNrWVScCEH283DZI2p&#10;tmf+oiH3lQgQdikqqL3vUildWZNBF9mOOHg/tjfog+wrqXs8B7hp5UscL6TBhsNCjR3taipP+Z9R&#10;UMzfO95Lw59JNlvOi9PH7y4xSj09jm8rEJ5Gfw//tw9awXQKty/hB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29TMMAAADbAAAADwAAAAAAAAAAAAAAAACYAgAAZHJzL2Rv&#10;d25yZXYueG1sUEsFBgAAAAAEAAQA9QAAAIgDAAAAAA==&#10;" fillcolor="#deeaf6 [660]" strokecolor="#c00000" strokeweight="1pt">
                    <v:stroke dashstyle="dash"/>
                  </v:rect>
                </v:group>
                <v:shape id="AutoShape 78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/4XMUAAADbAAAADwAAAGRycy9kb3ducmV2LnhtbESPT2vCQBTE74V+h+UJvdWNtpQSXYMp&#10;FJJCD1oRvD2yz/wx+zZmtzF++65Q8DjMzG+YZTKaVgzUu9qygtk0AkFcWF1zqWD38/n8DsJ5ZI2t&#10;ZVJwJQfJ6vFhibG2F97QsPWlCBB2MSqovO9iKV1RkUE3tR1x8I62N+iD7Eupe7wEuGnlPIrepMGa&#10;w0KFHX1UVJy2v0ZBev3af1ufn7PjoTnnaTrPsTFKPU3G9QKEp9Hfw//tTCt4eYX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/4XMUAAADbAAAADwAAAAAAAAAA&#10;AAAAAAChAgAAZHJzL2Rvd25yZXYueG1sUEsFBgAAAAAEAAQA+QAAAJMDAAAAAA==&#10;" strokecolor="#2f5496 [2408]" strokeweight="1.5pt"/>
                <v:shape id="AutoShape 79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Ndx8UAAADbAAAADwAAAGRycy9kb3ducmV2LnhtbESPT2vCQBTE74V+h+UJvdWNlpYSXYMp&#10;FJJCD1oRvD2yz/wx+zZmtzF++65Q8DjMzG+YZTKaVgzUu9qygtk0AkFcWF1zqWD38/n8DsJ5ZI2t&#10;ZVJwJQfJ6vFhibG2F97QsPWlCBB2MSqovO9iKV1RkUE3tR1x8I62N+iD7Eupe7wEuGnlPIrepMGa&#10;w0KFHX1UVJy2v0ZBev3af1ufn7PjoTnnaTrPsTFKPU3G9QKEp9Hfw//tTCt4eYX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Ndx8UAAADbAAAADwAAAAAAAAAA&#10;AAAAAAChAgAAZHJzL2Rvd25yZXYueG1sUEsFBgAAAAAEAAQA+QAAAJMDAAAAAA==&#10;" strokecolor="#2f5496 [2408]" strokeweight="1.5pt"/>
              </v:group>
            </w:pict>
          </mc:Fallback>
        </mc:AlternateContent>
      </w:r>
    </w:p>
    <w:p w:rsidR="001770C2" w:rsidRPr="00552E82" w:rsidRDefault="00552E82" w:rsidP="003E4FBB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99060</wp:posOffset>
            </wp:positionV>
            <wp:extent cx="419100" cy="447675"/>
            <wp:effectExtent l="19050" t="0" r="0" b="0"/>
            <wp:wrapNone/>
            <wp:docPr id="26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7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0" name="Group 8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6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-16.85pt;margin-top:5.65pt;width:521.25pt;height:36.85pt;z-index:-25159577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">
                <v:group id="Group 81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82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LGMEA&#10;AADbAAAADwAAAGRycy9kb3ducmV2LnhtbERPS2vCQBC+F/wPywje6kaFUFJX8VFLr9pI8DZkx2ww&#10;OxuyWxP/fbcg9DYf33OW68E24k6drx0rmE0TEMSl0zVXCvLvw+sbCB+QNTaOScGDPKxXo5clZtr1&#10;fKT7KVQihrDPUIEJoc2k9KUhi37qWuLIXV1nMUTYVVJ32Mdw28h5kqTSYs2xwWBLO0Pl7fRjFSyq&#10;4sMU+d7ndlakn+fHedtfDkpNxsPmHUSgIfyLn+4vHeen8PdLPE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vCxjBAAAA2wAAAA8AAAAAAAAAAAAAAAAAmAIAAGRycy9kb3du&#10;cmV2LnhtbFBLBQYAAAAABAAEAPUAAACGAwAAAAA=&#10;" strokecolor="#2f5496 [2408]" strokeweight="1.5pt">
                    <v:fill opacity="0"/>
                  </v:rect>
                  <v:rect id="Rectangle 83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Et78A&#10;AADbAAAADwAAAGRycy9kb3ducmV2LnhtbERPS4vCMBC+C/6HMIK3Na3ootVUxEV3jz7vQzO2pc2k&#10;Nlmt/36zIHibj+85y1VnanGn1pWWFcSjCARxZnXJuYLzafsxA+E8ssbaMil4koNV2u8tMdH2wQe6&#10;H30uQgi7BBUU3jeJlC4ryKAb2YY4cFfbGvQBtrnULT5CuKnlOIo+pcGSQ0OBDW0Kyqrjr1FwmX41&#10;/C0N7+PtZD69VLvbJjZKDQfdegHCU+ff4pf7R4f5Y/j/JRwg0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ZES3vwAAANsAAAAPAAAAAAAAAAAAAAAAAJgCAABkcnMvZG93bnJl&#10;di54bWxQSwUGAAAAAAQABAD1AAAAhAMAAAAA&#10;" fillcolor="#deeaf6 [660]" strokecolor="#c00000" strokeweight="1pt">
                    <v:stroke dashstyle="dash"/>
                  </v:rect>
                </v:group>
                <v:shape id="AutoShape 84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Tw9sUAAADbAAAADwAAAGRycy9kb3ducmV2LnhtbESPT2vCQBTE7wW/w/KE3urGHNoSXYMR&#10;BFPooWkRvD2yz/wx+zZmt5p8+26h0OMwM79h1uloOnGjwTWWFSwXEQji0uqGKwVfn/unVxDOI2vs&#10;LJOCiRykm9nDGhNt7/xBt8JXIkDYJaig9r5PpHRlTQbdwvbEwTvbwaAPcqikHvAe4KaTcRQ9S4MN&#10;h4Uae9rVVF6Kb6Mgm96O79bn18P51F7zLItzbI1Sj/NxuwLhafT/4b/2QSuIX+D3S/g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lTw9sUAAADbAAAADwAAAAAAAAAA&#10;AAAAAAChAgAAZHJzL2Rvd25yZXYueG1sUEsFBgAAAAAEAAQA+QAAAJMDAAAAAA==&#10;" strokecolor="#2f5496 [2408]" strokeweight="1.5pt"/>
                <v:shape id="AutoShape 85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fBH8UAAADbAAAADwAAAGRycy9kb3ducmV2LnhtbESPT2vCQBTE7wW/w/KE3urGHEobXYMR&#10;BFPooWkRvD2yz/wx+zZmt5p8+26h0OMwM79h1uloOnGjwTWWFSwXEQji0uqGKwVfn/unFxDOI2vs&#10;LJOCiRykm9nDGhNt7/xBt8JXIkDYJaig9r5PpHRlTQbdwvbEwTvbwaAPcqikHvAe4KaTcRQ9S4MN&#10;h4Uae9rVVF6Kb6Mgm96O79bn18P51F7zLItzbI1Sj/NxuwLhafT/4b/2QSuIX+H3S/g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fBH8UAAADbAAAADwAAAAAAAAAA&#10;AAAAAAChAgAAZHJzL2Rvd25yZXYueG1sUEsFBgAAAAAEAAQA+QAAAJMDAAAAAA==&#10;" strokecolor="#2f5496 [2408]" strokeweight="1.5pt"/>
              </v:group>
            </w:pict>
          </mc:Fallback>
        </mc:AlternateContent>
      </w: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75565</wp:posOffset>
            </wp:positionV>
            <wp:extent cx="419100" cy="447675"/>
            <wp:effectExtent l="19050" t="0" r="0" b="0"/>
            <wp:wrapNone/>
            <wp:docPr id="28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071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28575" b="27305"/>
                <wp:wrapNone/>
                <wp:docPr id="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2" name="Group 9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3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-16.85pt;margin-top:5.65pt;width:521.25pt;height:36.85pt;z-index:-25159372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">
                <v:group id="Group 93" o:spid="_x0000_s1027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94" o:spid="_x0000_s1028" style="position:absolute;left:1095;top:2622;width:1041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nKi8IA&#10;AADaAAAADwAAAGRycy9kb3ducmV2LnhtbESPQWvCQBSE74X+h+UVeqsbLUiJrmJrFa9qQvD2yD6z&#10;wezbkN2a+O9dQehxmPlmmPlysI24UudrxwrGowQEcel0zZWC7Lj5+ALhA7LGxjEpuJGH5eL1ZY6p&#10;dj3v6XoIlYgl7FNUYEJoUyl9aciiH7mWOHpn11kMUXaV1B32sdw2cpIkU2mx5rhgsKUfQ+Xl8GcV&#10;fFbFrymytc/suJhu81v+3Z82Sr2/DasZiEBD+A8/6Z2OHDyuxBs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6cqLwgAAANoAAAAPAAAAAAAAAAAAAAAAAJgCAABkcnMvZG93&#10;bnJldi54bWxQSwUGAAAAAAQABAD1AAAAhwMAAAAA&#10;" strokecolor="#2f5496 [2408]" strokeweight="1.5pt">
                    <v:fill opacity="0"/>
                  </v:rect>
                  <v:rect id="Rectangle 95" o:spid="_x0000_s1029" style="position:absolute;left:1080;top:2835;width:10410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2bCsEA&#10;AADaAAAADwAAAGRycy9kb3ducmV2LnhtbESPQWvCQBSE70L/w/IKvekmJUobXUUs0R7V1vsj+0yC&#10;2bcxu03iv3cLgsdhZr5hFqvB1KKj1lWWFcSTCARxbnXFhYLfn2z8AcJ5ZI21ZVJwIwer5ctogam2&#10;PR+oO/pCBAi7FBWU3jeplC4vyaCb2IY4eGfbGvRBtoXULfYBbmr5HkUzabDisFBiQ5uS8svxzyg4&#10;Tb8a3knD+zhLPqeny/a6iY1Sb6/Deg7C0+Cf4Uf7WytI4P9KuA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NmwrBAAAA2gAAAA8AAAAAAAAAAAAAAAAAmAIAAGRycy9kb3du&#10;cmV2LnhtbFBLBQYAAAAABAAEAPUAAACGAwAAAAA=&#10;" fillcolor="#deeaf6 [660]" strokecolor="#c00000" strokeweight="1pt">
                    <v:stroke dashstyle="dash"/>
                  </v:rect>
                </v:group>
                <v:shape id="AutoShape 96" o:spid="_x0000_s1030" type="#_x0000_t32" style="position:absolute;left:109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+9J8MAAADaAAAADwAAAGRycy9kb3ducmV2LnhtbESPQYvCMBSE74L/ITzB2zZVWFmqUawg&#10;WMHDuovg7dE822rzUpus1n+/EQSPw8x8w8wWnanFjVpXWVYwimIQxLnVFRcKfn/WH18gnEfWWFsm&#10;BQ9ysJj3ezNMtL3zN932vhABwi5BBaX3TSKly0sy6CLbEAfvZFuDPsi2kLrFe4CbWo7jeCINVhwW&#10;SmxoVVJ+2f8ZBelje9hZn103p+P5mqXpOMOzUWo46JZTEJ46/w6/2hut4BOeV8IN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/vSfDAAAA2gAAAA8AAAAAAAAAAAAA&#10;AAAAoQIAAGRycy9kb3ducmV2LnhtbFBLBQYAAAAABAAEAPkAAACRAwAAAAA=&#10;" strokecolor="#2f5496 [2408]" strokeweight="1.5pt"/>
                <v:shape id="AutoShape 97" o:spid="_x0000_s1031" type="#_x0000_t32" style="position:absolute;left:11505;top:2622;width:0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0jUMIAAADaAAAADwAAAGRycy9kb3ducmV2LnhtbESPzarCMBSE94LvEI7gTlNdiFSj3AqC&#10;Fe7CHwR3h+bY1tuc1CZqffsbQXA5zMw3zHzZmko8qHGlZQWjYQSCOLO65FzB8bAeTEE4j6yxskwK&#10;XuRgueh25hhr++QdPfY+FwHCLkYFhfd1LKXLCjLohrYmDt7FNgZ9kE0udYPPADeVHEfRRBosOSwU&#10;WNOqoOxvfzcKktf29Gt9ettcztdbmiTjFK9GqX6v/ZmB8NT6b/jT3mgFE3hfC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y0jUMIAAADaAAAADwAAAAAAAAAAAAAA&#10;AAChAgAAZHJzL2Rvd25yZXYueG1sUEsFBgAAAAAEAAQA+QAAAJADAAAAAA==&#10;" strokecolor="#2f5496 [2408]" strokeweight="1.5pt"/>
              </v:group>
            </w:pict>
          </mc:Fallback>
        </mc:AlternateContent>
      </w:r>
      <w:r>
        <w:rPr>
          <w:rFonts w:ascii="TTKB Dik Temel Abece" w:hAnsi="TTKB Dik Temel Abece"/>
          <w:sz w:val="72"/>
          <w:szCs w:val="72"/>
        </w:rPr>
        <w:tab/>
      </w:r>
    </w:p>
    <w:sectPr w:rsidR="001770C2" w:rsidRPr="00552E82" w:rsidSect="00E5259D">
      <w:headerReference w:type="default" r:id="rId12"/>
      <w:pgSz w:w="11906" w:h="16838"/>
      <w:pgMar w:top="1417" w:right="424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C2A50" w:rsidRDefault="005C2A50" w:rsidP="00AF138E">
      <w:pPr>
        <w:spacing w:after="0" w:line="240" w:lineRule="auto"/>
      </w:pPr>
      <w:r>
        <w:separator/>
      </w:r>
    </w:p>
  </w:endnote>
  <w:endnote w:type="continuationSeparator" w:id="0">
    <w:p w:rsidR="005C2A50" w:rsidRDefault="005C2A50" w:rsidP="00AF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C2A50" w:rsidRDefault="005C2A50" w:rsidP="00AF138E">
      <w:pPr>
        <w:spacing w:after="0" w:line="240" w:lineRule="auto"/>
      </w:pPr>
      <w:r>
        <w:separator/>
      </w:r>
    </w:p>
  </w:footnote>
  <w:footnote w:type="continuationSeparator" w:id="0">
    <w:p w:rsidR="005C2A50" w:rsidRDefault="005C2A50" w:rsidP="00AF1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5E1D" w:rsidRPr="00095E1D" w:rsidRDefault="00095E1D" w:rsidP="007D541C">
    <w:pPr>
      <w:pStyle w:val="stBilgi"/>
      <w:jc w:val="center"/>
      <w:rPr>
        <w:sz w:val="52"/>
        <w:szCs w:val="52"/>
      </w:rPr>
    </w:pPr>
    <w:r w:rsidRPr="00095E1D">
      <w:rPr>
        <w:sz w:val="52"/>
        <w:szCs w:val="52"/>
      </w:rPr>
      <w:t>DÜZENLİ ÇALIŞMASI-1</w:t>
    </w:r>
    <w:r w:rsidR="007D541C" w:rsidRPr="007D541C">
      <w:rPr>
        <w:sz w:val="24"/>
        <w:szCs w:val="24"/>
      </w:rPr>
      <w:t>(ÇATIDAN BAŞLA MERDİVENDE DUR)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attachedTemplate r:id="rId1"/>
  <w:defaultTabStop w:val="708"/>
  <w:hyphenationZone w:val="425"/>
  <w:characterSpacingControl w:val="doNotCompress"/>
  <w:hdrShapeDefaults>
    <o:shapedefaults v:ext="edit" spidmax="4097" fillcolor="white" strokecolor="none [2408]">
      <v:fill color="white" opacity="0"/>
      <v:stroke color="none [2408]"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032"/>
    <w:rsid w:val="00095E1D"/>
    <w:rsid w:val="000B1199"/>
    <w:rsid w:val="00107FB0"/>
    <w:rsid w:val="00123094"/>
    <w:rsid w:val="00144B66"/>
    <w:rsid w:val="00151F90"/>
    <w:rsid w:val="00170688"/>
    <w:rsid w:val="001770C2"/>
    <w:rsid w:val="001F5A93"/>
    <w:rsid w:val="002C0CBB"/>
    <w:rsid w:val="003721D6"/>
    <w:rsid w:val="003843E5"/>
    <w:rsid w:val="00394A6D"/>
    <w:rsid w:val="003E4FBB"/>
    <w:rsid w:val="00496FA4"/>
    <w:rsid w:val="00552E82"/>
    <w:rsid w:val="005C2A50"/>
    <w:rsid w:val="00645032"/>
    <w:rsid w:val="007A24CE"/>
    <w:rsid w:val="007D2739"/>
    <w:rsid w:val="007D541C"/>
    <w:rsid w:val="007F64BA"/>
    <w:rsid w:val="008E294D"/>
    <w:rsid w:val="00964DEB"/>
    <w:rsid w:val="00975E8A"/>
    <w:rsid w:val="009D28E6"/>
    <w:rsid w:val="009F1F66"/>
    <w:rsid w:val="00A269D8"/>
    <w:rsid w:val="00AD1B1C"/>
    <w:rsid w:val="00AF138E"/>
    <w:rsid w:val="00B33495"/>
    <w:rsid w:val="00BD4B19"/>
    <w:rsid w:val="00C01D39"/>
    <w:rsid w:val="00C94A0B"/>
    <w:rsid w:val="00D4633B"/>
    <w:rsid w:val="00D73912"/>
    <w:rsid w:val="00DA071E"/>
    <w:rsid w:val="00E5259D"/>
    <w:rsid w:val="00F3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 strokecolor="none [2408]">
      <v:fill color="white" opacity="0"/>
      <v:stroke color="none [2408]" weight="1.5pt"/>
    </o:shapedefaults>
    <o:shapelayout v:ext="edit">
      <o:idmap v:ext="edit" data="1"/>
    </o:shapelayout>
  </w:shapeDefaults>
  <w:decimalSymbol w:val=","/>
  <w:listSeparator w:val=";"/>
  <w14:docId w14:val="1698DB21"/>
  <w15:docId w15:val="{6C71B7C7-BA17-D849-8E8A-C66E04E2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F138E"/>
  </w:style>
  <w:style w:type="paragraph" w:styleId="AltBilgi">
    <w:name w:val="footer"/>
    <w:basedOn w:val="Normal"/>
    <w:link w:val="Al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138E"/>
  </w:style>
  <w:style w:type="character" w:styleId="Kpr">
    <w:name w:val="Hyperlink"/>
    <w:basedOn w:val="VarsaylanParagrafYazTipi"/>
    <w:uiPriority w:val="99"/>
    <w:unhideWhenUsed/>
    <w:rsid w:val="007F64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56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microsoft.com/office/2007/relationships/hdphoto" Target="media/hdphoto1.wdp" /><Relationship Id="rId12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microsoft.com/office/2007/relationships/hdphoto" Target="media/hdphoto3.wdp" /><Relationship Id="rId5" Type="http://schemas.openxmlformats.org/officeDocument/2006/relationships/endnotes" Target="endnotes.xml" /><Relationship Id="rId10" Type="http://schemas.openxmlformats.org/officeDocument/2006/relationships/image" Target="media/image3.jpeg" /><Relationship Id="rId4" Type="http://schemas.openxmlformats.org/officeDocument/2006/relationships/footnotes" Target="footnotes.xml" /><Relationship Id="rId9" Type="http://schemas.microsoft.com/office/2007/relationships/hdphoto" Target="media/hdphoto2.wdp" /><Relationship Id="rId14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srin\Downloads\G&#252;zel%20yaz&#305;%20defteri\G&#252;zel%20yaz&#305;%20defteri%20&#351;ablonu%204.dotx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Güzel%20yazı%20defteri%20şablonu%204.dotx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nesrin deniz</dc:creator>
  <cp:lastModifiedBy>Hasan Ayık</cp:lastModifiedBy>
  <cp:revision>4</cp:revision>
  <dcterms:created xsi:type="dcterms:W3CDTF">2020-09-24T14:23:00Z</dcterms:created>
  <dcterms:modified xsi:type="dcterms:W3CDTF">2020-09-24T18:23:00Z</dcterms:modified>
</cp:coreProperties>
</file>