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38E" w:rsidRDefault="00552E82" w:rsidP="00552E82">
      <w:pPr>
        <w:tabs>
          <w:tab w:val="left" w:pos="1365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90805</wp:posOffset>
            </wp:positionV>
            <wp:extent cx="419100" cy="447675"/>
            <wp:effectExtent l="19050" t="0" r="0" b="0"/>
            <wp:wrapNone/>
            <wp:docPr id="8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3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39" name="Group 14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40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2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-16.85pt;margin-top:5.65pt;width:521.25pt;height:36.85pt;z-index:-25165721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">
                <v:group id="Group 14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rect id="Rectangle 5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3FJ8UA&#10;AADcAAAADwAAAGRycy9kb3ducmV2LnhtbESPQW/CMAyF75P2HyJP2m2ksAlNhYA2NiauY0UVN6sx&#10;TUXjVE1Gy7+fD0i72XrP731erkffqgv1sQlsYDrJQBFXwTZcGyh+tk+voGJCttgGJgNXirBe3d8t&#10;Mbdh4G+67FOtJIRjjgZcSl2udawceYyT0BGLdgq9xyRrX2vb4yDhvtWzLJtrjw1Lg8OONo6q8/7X&#10;G3iuy09XFh+x8NNy/nW4Ht6H49aYx4fxbQEq0Zj+zbfrnRX8F8GXZ2QC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cUnxQAAANwAAAAPAAAAAAAAAAAAAAAAAJgCAABkcnMv&#10;ZG93bnJldi54bWxQSwUGAAAAAAQABAD1AAAAigMAAAAA&#10;" strokecolor="#2f5496 [2408]" strokeweight="1.5pt">
                    <v:fill opacity="0"/>
                  </v:rect>
                  <v:rect id="Rectangle 10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fFL8EA&#10;AADcAAAADwAAAGRycy9kb3ducmV2LnhtbERPTWvCQBC9C/0PyxR6001KlDa6iliiPaqt9yE7JsHs&#10;bMxuk/jv3YLgbR7vcxarwdSio9ZVlhXEkwgEcW51xYWC359s/AHCeWSNtWVScCMHq+XLaIGptj0f&#10;qDv6QoQQdikqKL1vUildXpJBN7ENceDOtjXoA2wLqVvsQ7ip5XsUzaTBikNDiQ1tSsovxz+j4DT9&#10;angnDe/jLPmcni7b6yY2Sr29Dus5CE+Df4of7m8d5icx/D8TLp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nxS/BAAAA3A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bmdMQAAADcAAAADwAAAGRycy9kb3ducmV2LnhtbERPS2vCQBC+F/wPywi91Y2hlBJdgxEE&#10;U+ihaRG8DdkxD7OzMbvV5N93C4Xe5uN7zjodTSduNLjGsoLlIgJBXFrdcKXg63P/9ArCeWSNnWVS&#10;MJGDdDN7WGOi7Z0/6Fb4SoQQdgkqqL3vEyldWZNBt7A9ceDOdjDoAxwqqQe8h3DTyTiKXqTBhkND&#10;jT3taiovxbdRkE1vx3fr8+vhfGqveZbFObZGqcf5uF2B8DT6f/Gf+6DD/OcYfp8JF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duZ0xAAAANwAAAAPAAAAAAAAAAAA&#10;AAAAAKECAABkcnMvZG93bnJldi54bWxQSwUGAAAAAAQABAD5AAAAkgMAAAAA&#10;" strokecolor="#2f5496 [2408]" strokeweight="1.5pt"/>
                <v:shape id="AutoShape 1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pD78MAAADcAAAADwAAAGRycy9kb3ducmV2LnhtbERPS4vCMBC+L/gfwgje1lRXFqlGscKC&#10;FfbgA8Hb0IxttZnUJmr99xthwdt8fM+ZzltTiTs1rrSsYNCPQBBnVpecK9jvfj7HIJxH1lhZJgVP&#10;cjCfdT6mGGv74A3dtz4XIYRdjAoK7+tYSpcVZND1bU0cuJNtDPoAm1zqBh8h3FRyGEXf0mDJoaHA&#10;mpYFZZftzShInuvDr/XpdXU6nq9pkgxTPBulet12MQHhqfVv8b97pcP80Re8ngkX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6Q+/DAAAA3AAAAA8AAAAAAAAAAAAA&#10;AAAAoQIAAGRycy9kb3ducmV2LnhtbFBLBQYAAAAABAAEAPkAAACRAwAAAAA=&#10;" strokecolor="#2f5496 [2408]" strokeweight="1.5pt"/>
              </v:group>
            </w:pict>
          </mc:Fallback>
        </mc:AlternateContent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3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33" name="Group 27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34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6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-16.85pt;margin-top:5.65pt;width:521.25pt;height:36.85pt;z-index:-25165516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">
                <v:group id="Group 27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rect id="Rectangle 28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wWcIA&#10;AADcAAAADwAAAGRycy9kb3ducmV2LnhtbERPTWvCQBC9F/wPywje6kYtUqKrVK3itRoJvQ3ZMRua&#10;nQ3ZrYn/visUvM3jfc5y3dta3Kj1lWMFk3ECgrhwuuJSQXbev76D8AFZY+2YFNzJw3o1eFliql3H&#10;X3Q7hVLEEPYpKjAhNKmUvjBk0Y9dQxy5q2sthgjbUuoWuxhuazlNkrm0WHFsMNjQ1lDxc/q1CmZl&#10;/mnybOczO8nnh8v9sum+90qNhv3HAkSgPjzF/+6jjvNnb/B4Jl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LBZwgAAANwAAAAPAAAAAAAAAAAAAAAAAJgCAABkcnMvZG93&#10;bnJldi54bWxQSwUGAAAAAAQABAD1AAAAhwMAAAAA&#10;" strokecolor="#2f5496 [2408]" strokeweight="1.5pt">
                    <v:fill opacity="0"/>
                  </v:rect>
                  <v:rect id="Rectangle 29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qwUcAA&#10;AADcAAAADwAAAGRycy9kb3ducmV2LnhtbERPTYvCMBC9C/6HMIK3Na1a2a1GEcXVo7rrfWjGtthM&#10;apPV+u+NsOBtHu9zZovWVOJGjSstK4gHEQjizOqScwW/P5uPTxDOI2usLJOCBzlYzLudGaba3vlA&#10;t6PPRQhhl6KCwvs6ldJlBRl0A1sTB+5sG4M+wCaXusF7CDeVHEbRRBosOTQUWNOqoOxy/DMKTsm6&#10;5q00vI8346/kdPm+rmKjVL/XLqcgPLX+Lf5373SYP0rg9Uy4QM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qwUcAAAADcAAAADwAAAAAAAAAAAAAAAACYAgAAZHJzL2Rvd25y&#10;ZXYueG1sUEsFBgAAAAAEAAQA9QAAAIUDAAAAAA==&#10;" fillcolor="#deeaf6 [660]" strokecolor="#c00000" strokeweight="1pt">
                    <v:stroke dashstyle="dash"/>
                  </v:rect>
                </v:group>
                <v:shape id="AutoShape 30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uTCsMAAADcAAAADwAAAGRycy9kb3ducmV2LnhtbERPTWvCQBC9F/wPywi91Y0WQomuYoRC&#10;UuihWgrehuyYRLOzMbs1yb/vCkJv83ifs9oMphE36lxtWcF8FoEgLqyuuVTwfXh/eQPhPLLGxjIp&#10;GMnBZj15WmGibc9fdNv7UoQQdgkqqLxvEyldUZFBN7MtceBOtjPoA+xKqTvsQ7hp5CKKYmmw5tBQ&#10;YUu7iorL/tcoSMePn0/r82t2Op6veZoucjwbpZ6nw3YJwtPg/8UPd6bD/NcY7s+EC+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LkwrDAAAA3AAAAA8AAAAAAAAAAAAA&#10;AAAAoQIAAGRycy9kb3ducmV2LnhtbFBLBQYAAAAABAAEAPkAAACRAwAAAAA=&#10;" strokecolor="#2f5496 [2408]" strokeweight="1.5pt"/>
                <v:shape id="AutoShape 31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c2kcMAAADcAAAADwAAAGRycy9kb3ducmV2LnhtbERPS4vCMBC+L/gfwgje1lQXXKlGscKC&#10;FfbgA8Hb0IxttZnUJmr99xthwdt8fM+ZzltTiTs1rrSsYNCPQBBnVpecK9jvfj7HIJxH1lhZJgVP&#10;cjCfdT6mGGv74A3dtz4XIYRdjAoK7+tYSpcVZND1bU0cuJNtDPoAm1zqBh8h3FRyGEUjabDk0FBg&#10;TcuCssv2ZhQkz/Xh1/r0ujodz9c0SYYpno1SvW67mIDw1Pq3+N+90mH+1ze8ngkX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HNpHDAAAA3AAAAA8AAAAAAAAAAAAA&#10;AAAAoQIAAGRycy9kb3ducmV2LnhtbFBLBQYAAAAABAAEAPkAAACRAwAAAAA=&#10;" strokecolor="#2f5496 [2408]" strokeweight="1.5pt"/>
              </v:group>
            </w:pict>
          </mc:Fallback>
        </mc:AlternateContent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2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27" name="Group 3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28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0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-16.85pt;margin-top:5.65pt;width:521.25pt;height:36.85pt;z-index:-25165312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">
                <v:group id="Group 3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rect id="Rectangle 3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QsgcUA&#10;AADcAAAADwAAAGRycy9kb3ducmV2LnhtbESPQWvCQBCF74X+h2UKvdWNFqREV2mrFq9qJPQ2ZKfZ&#10;0OxsyG5N/PfOQehthvfmvW+W69G36kJ9bAIbmE4yUMRVsA3XBorT7uUNVEzIFtvAZOBKEdarx4cl&#10;5jYMfKDLMdVKQjjmaMCl1OVax8qRxzgJHbFoP6H3mGTta217HCTct3qWZXPtsWFpcNjRp6Pq9/jn&#10;DbzW5daVxSYWflrOv87X88fwvTPm+Wl8X4BKNKZ/8/16bwV/JrTyjEy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CyBxQAAANwAAAAPAAAAAAAAAAAAAAAAAJgCAABkcnMv&#10;ZG93bnJldi54bWxQSwUGAAAAAAQABAD1AAAAigMAAAAA&#10;" strokecolor="#2f5496 [2408]" strokeweight="1.5pt">
                    <v:fill opacity="0"/>
                  </v:rect>
                  <v:rect id="Rectangle 3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4sib4A&#10;AADcAAAADwAAAGRycy9kb3ducmV2LnhtbERPy6rCMBDdC/5DGMGdphUVrUYRL15d+twPzdgWm0lt&#10;crX3740guJvDec582ZhSPKh2hWUFcT8CQZxaXXCm4Hza9CYgnEfWWFomBf/kYLlot+aYaPvkAz2O&#10;PhMhhF2CCnLvq0RKl+Zk0PVtRRy4q60N+gDrTOoanyHclHIQRWNpsODQkGNF65zS2/HPKLiMfire&#10;SsP7eDOcji633/s6Nkp1O81qBsJT47/ij3unw/zBFN7PhAvk4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OLIm+AAAA3AAAAA8AAAAAAAAAAAAAAAAAmAIAAGRycy9kb3ducmV2&#10;LnhtbFBLBQYAAAAABAAEAPUAAACDAwAAAAA=&#10;" fillcolor="#deeaf6 [660]" strokecolor="#c00000" strokeweight="1pt">
                    <v:stroke dashstyle="dash"/>
                  </v:rect>
                </v:group>
                <v:shape id="AutoShape 3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6u5cYAAADcAAAADwAAAGRycy9kb3ducmV2LnhtbESPT2vCQBDF7wW/wzJCb3WjhVJSV2kE&#10;wQge/IPQ25Adk9jsbMyuGr995yD0NsN7895vpvPeNepGXag9GxiPElDEhbc1lwYO++XbJ6gQkS02&#10;nsnAgwLMZ4OXKabW33lLt10slYRwSNFAFWObah2KihyGkW+JRTv5zmGUtSu17fAu4a7RkyT50A5r&#10;loYKW1pUVPzurs5A9lgfNz7ml9Xp53zJs2yS49kZ8zrsv79ARerjv/l5vbKC/y748oxMoG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uruXGAAAA3AAAAA8AAAAAAAAA&#10;AAAAAAAAoQIAAGRycy9kb3ducmV2LnhtbFBLBQYAAAAABAAEAPkAAACUAwAAAAA=&#10;" strokecolor="#2f5496 [2408]" strokeweight="1.5pt"/>
                <v:shape id="AutoShape 3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ILfsIAAADcAAAADwAAAGRycy9kb3ducmV2LnhtbERPTYvCMBC9C/sfwix4s6kKIl2j2IUF&#10;K3hQl4W9Dc3YVptJbaLWf28Ewds83ufMFp2pxZVaV1lWMIxiEMS51RUXCn73P4MpCOeRNdaWScGd&#10;HCzmH70ZJtreeEvXnS9ECGGXoILS+yaR0uUlGXSRbYgDd7CtQR9gW0jd4i2Em1qO4ngiDVYcGkps&#10;6Luk/LS7GAXpff23sT47rw7/x3OWpqMMj0ap/me3/ALhqfNv8cu90mH+eAjPZ8IF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ILfsIAAADcAAAADwAAAAAAAAAAAAAA&#10;AAChAgAAZHJzL2Rvd25yZXYueG1sUEsFBgAAAAAEAAQA+QAAAJADAAAAAA==&#10;" strokecolor="#2f5496 [2408]" strokeweight="1.5pt"/>
              </v:group>
            </w:pict>
          </mc:Fallback>
        </mc:AlternateContent>
      </w:r>
    </w:p>
    <w:p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79375</wp:posOffset>
            </wp:positionV>
            <wp:extent cx="419100" cy="447675"/>
            <wp:effectExtent l="19050" t="0" r="0" b="0"/>
            <wp:wrapNone/>
            <wp:docPr id="9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20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21" name="Group 4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22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4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-16.85pt;margin-top:5.65pt;width:521.25pt;height:36.85pt;z-index:-25164902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Ias&#10;EOwSBAAA6w8AAA4AAAAAAAAAAAAAAAAALgIAAGRycy9lMm9Eb2MueG1sUEsBAi0AFAAGAAgAAAAh&#10;ACzEH7TfAAAACgEAAA8AAAAAAAAAAAAAAAAAbAYAAGRycy9kb3ducmV2LnhtbFBLBQYAAAAABAAE&#10;APMAAAB4BwAAAAA=&#10;">
                <v:group id="Group 45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rect id="Rectangle 46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wba8IA&#10;AADcAAAADwAAAGRycy9kb3ducmV2LnhtbERPS2vCQBC+F/wPywje6sYIUqKr+Kil12okeBuyYzaY&#10;nQ3ZrYn/vlso9DYf33NWm8E24kGdrx0rmE0TEMSl0zVXCvLz8fUNhA/IGhvHpOBJHjbr0csKM+16&#10;/qLHKVQihrDPUIEJoc2k9KUhi37qWuLI3VxnMUTYVVJ32Mdw28g0SRbSYs2xwWBLe0Pl/fRtFcyr&#10;4t0U+cHndlYsPi7Py66/HpWajIftEkSgIfyL/9yfOs5PU/h9Jl4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XBtrwgAAANwAAAAPAAAAAAAAAAAAAAAAAJgCAABkcnMvZG93&#10;bnJldi54bWxQSwUGAAAAAAQABAD1AAAAhwMAAAAA&#10;" strokecolor="#2f5496 [2408]" strokeweight="1.5pt">
                    <v:fill opacity="0"/>
                  </v:rect>
                  <v:rect id="Rectangle 47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bY8IA&#10;AADcAAAADwAAAGRycy9kb3ducmV2LnhtbERPTW+CQBC9m/Q/bKZJb3WBiqnoahoaq8cW633CToHI&#10;zlJ2K/jvXZMm3ublfc5qM5pWnKl3jWUF8TQCQVxa3XCl4PuwfX4F4TyyxtYyKbiQg836YbLCTNuB&#10;v+hc+EqEEHYZKqi97zIpXVmTQTe1HXHgfmxv0AfYV1L3OIRw08okiubSYMOhocaO8prKU/FnFBzT&#10;94530vBnvJ0t0uPp4zePjVJPj+PbEoSn0d/F/+69DvOTF7g9Ey6Q6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phtjwgAAANwAAAAPAAAAAAAAAAAAAAAAAJgCAABkcnMvZG93&#10;bnJldi54bWxQSwUGAAAAAAQABAD1AAAAhwMAAAAA&#10;" fillcolor="#deeaf6 [660]" strokecolor="#c00000" strokeweight="1pt">
                    <v:stroke dashstyle="dash"/>
                  </v:rect>
                </v:group>
                <v:shape id="AutoShape 48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w+O8QAAADcAAAADwAAAGRycy9kb3ducmV2LnhtbERPS2vCQBC+F/wPywi91Y2hlBJdgxEE&#10;U+ihaRG8DdkxD7OzMbvV5N93C4Xe5uN7zjodTSduNLjGsoLlIgJBXFrdcKXg63P/9ArCeWSNnWVS&#10;MJGDdDN7WGOi7Z0/6Fb4SoQQdgkqqL3vEyldWZNBt7A9ceDOdjDoAxwqqQe8h3DTyTiKXqTBhkND&#10;jT3taiovxbdRkE1vx3fr8+vhfGqveZbFObZGqcf5uF2B8DT6f/Gf+6DD/PgZfp8JF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DD47xAAAANwAAAAPAAAAAAAAAAAA&#10;AAAAAKECAABkcnMvZG93bnJldi54bWxQSwUGAAAAAAQABAD5AAAAkgMAAAAA&#10;" strokecolor="#2f5496 [2408]" strokeweight="1.5pt"/>
                <v:shape id="AutoShape 49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CboMQAAADcAAAADwAAAGRycy9kb3ducmV2LnhtbERPS2vCQBC+F/wPywi91Y2BlhJdgxEE&#10;U+ihaRG8DdkxD7OzMbvV5N93C4Xe5uN7zjodTSduNLjGsoLlIgJBXFrdcKXg63P/9ArCeWSNnWVS&#10;MJGDdDN7WGOi7Z0/6Fb4SoQQdgkqqL3vEyldWZNBt7A9ceDOdjDoAxwqqQe8h3DTyTiKXqTBhkND&#10;jT3taiovxbdRkE1vx3fr8+vhfGqveZbFObZGqcf5uF2B8DT6f/Gf+6DD/PgZfp8JF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JugxAAAANwAAAAPAAAAAAAAAAAA&#10;AAAAAKECAABkcnMvZG93bnJldi54bWxQSwUGAAAAAAQABAD5AAAAkgMAAAAA&#10;" strokecolor="#2f5496 [2408]" strokeweight="1.5pt"/>
              </v:group>
            </w:pict>
          </mc:Fallback>
        </mc:AlternateContent>
      </w:r>
    </w:p>
    <w:p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76836</wp:posOffset>
            </wp:positionV>
            <wp:extent cx="419100" cy="438150"/>
            <wp:effectExtent l="19050" t="0" r="0" b="0"/>
            <wp:wrapNone/>
            <wp:docPr id="1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1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15" name="Group 5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16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8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-16.85pt;margin-top:5.65pt;width:521.25pt;height:36.85pt;z-index:-25164697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">
                <v:group id="Group 51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rect id="Rectangle 52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vX1cIA&#10;AADcAAAADwAAAGRycy9kb3ducmV2LnhtbERPS2vCQBC+C/6HZQRvuolCKKmr1FfptTYSehuy02xo&#10;djZkVxP/fbdQ6G0+vudsdqNtxZ163zhWkC4TEMSV0w3XCoqP8+IJhA/IGlvHpOBBHnbb6WSDuXYD&#10;v9P9EmoRQ9jnqMCE0OVS+sqQRb90HXHkvlxvMUTY11L3OMRw28pVkmTSYsOxwWBHB0PV9+VmFazr&#10;8mTK4ugLm5bZ6/Vx3Q+fZ6Xms/HlGUSgMfyL/9xvOs5PM/h9Jl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C9fVwgAAANwAAAAPAAAAAAAAAAAAAAAAAJgCAABkcnMvZG93&#10;bnJldi54bWxQSwUGAAAAAAQABAD1AAAAhwMAAAAA&#10;" strokecolor="#2f5496 [2408]" strokeweight="1.5pt">
                    <v:fill opacity="0"/>
                  </v:rect>
                  <v:rect id="Rectangle 53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HX3cEA&#10;AADcAAAADwAAAGRycy9kb3ducmV2LnhtbERPTW+CQBC9m/Q/bKaJN1lotK3U1TQabY+Wyn3CToHI&#10;ziK7Av333SYm3ublfc5qM5pG9NS52rKCJIpBEBdW11wqOH3vZ68gnEfW2FgmBb/kYLN+mKww1Xbg&#10;L+ozX4oQwi5FBZX3bSqlKyoy6CLbEgfux3YGfYBdKXWHQwg3jXyK42dpsObQUGFL24qKc3Y1CvLF&#10;ruUPafiY7OfLRX4+XLaJUWr6OL6/gfA0+rv45v7UYX7yAv/PhAv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x193BAAAA3A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54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3+g8UAAADcAAAADwAAAGRycy9kb3ducmV2LnhtbESPQWvCQBCF70L/wzIFb7rRQylpVjFC&#10;wRQ8aKXgbciOSTQ7G7Nbjf/eORR6m+G9ee+bbDm4Vt2oD41nA7NpAoq49LbhysDh+3PyDipEZIut&#10;ZzLwoADLxcsow9T6O+/oto+VkhAOKRqoY+xSrUNZk8Mw9R2xaCffO4yy9pW2Pd4l3LV6niRv2mHD&#10;0lBjR+uaysv+1xnIH18/Wx+L6+Z0PF+LPJ8XeHbGjF+H1QeoSEP8N/9db6zgz4RWnpEJ9O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S3+g8UAAADcAAAADwAAAAAAAAAA&#10;AAAAAAChAgAAZHJzL2Rvd25yZXYueG1sUEsFBgAAAAAEAAQA+QAAAJMDAAAAAA==&#10;" strokecolor="#2f5496 [2408]" strokeweight="1.5pt"/>
                <v:shape id="AutoShape 55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FbGMIAAADcAAAADwAAAGRycy9kb3ducmV2LnhtbERPTYvCMBC9C/sfwix4s6keRLtGsQsL&#10;VvCgLgt7G5qxrTaT2kSt/94Igrd5vM+ZLTpTiyu1rrKsYBjFIIhzqysuFPzufwYTEM4ja6wtk4I7&#10;OVjMP3ozTLS98ZauO1+IEMIuQQWl900ipctLMugi2xAH7mBbgz7AtpC6xVsIN7UcxfFYGqw4NJTY&#10;0HdJ+Wl3MQrS+/pvY312Xh3+j+csTUcZHo1S/c9u+QXCU+ff4pd7pcP84RSez4QL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mFbGMIAAADcAAAADwAAAAAAAAAAAAAA&#10;AAChAgAAZHJzL2Rvd25yZXYueG1sUEsFBgAAAAAEAAQA+QAAAJADAAAAAA==&#10;" strokecolor="#2f5496 [2408]" strokeweight="1.5pt"/>
              </v:group>
            </w:pict>
          </mc:Fallback>
        </mc:AlternateContent>
      </w:r>
    </w:p>
    <w:p w:rsidR="00AF138E" w:rsidRPr="00552E82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74930</wp:posOffset>
            </wp:positionV>
            <wp:extent cx="419100" cy="447675"/>
            <wp:effectExtent l="19050" t="0" r="0" b="0"/>
            <wp:wrapNone/>
            <wp:docPr id="1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08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09" name="Group 6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10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2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-16.85pt;margin-top:5.65pt;width:521.25pt;height:36.85pt;z-index:-25164288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BH5IEL&#10;EAQAAOsPAAAOAAAAAAAAAAAAAAAAAC4CAABkcnMvZTJvRG9jLnhtbFBLAQItABQABgAIAAAAIQAs&#10;xB+03wAAAAoBAAAPAAAAAAAAAAAAAAAAAGoGAABkcnMvZG93bnJldi54bWxQSwUGAAAAAAQABADz&#10;AAAAdgcAAAAA&#10;">
                <v:group id="Group 6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rect id="Rectangle 6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7qOsUA&#10;AADcAAAADwAAAGRycy9kb3ducmV2LnhtbESPT2vDMAzF74N+B6PCbquTFcrI6pb969h1bUrYTcRq&#10;HBrLIXab9NtPh8FuEu/pvZ/W28l36kpDbAMbyBcZKOI62JYbA+Vh9/AEKiZki11gMnCjCNvN7G6N&#10;hQ0jf9N1nxolIRwLNOBS6gutY+3IY1yEnli0Uxg8JlmHRtsBRwn3nX7MspX22LI0OOzpzVF93l+8&#10;gWVTfbiqfI+lz6vV5/F2fB1/dsbcz6eXZ1CJpvRv/rv+soKfC748Ix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ruo6xQAAANwAAAAPAAAAAAAAAAAAAAAAAJgCAABkcnMv&#10;ZG93bnJldi54bWxQSwUGAAAAAAQABAD1AAAAigMAAAAA&#10;" strokecolor="#2f5496 [2408]" strokeweight="1.5pt">
                    <v:fill opacity="0"/>
                  </v:rect>
                  <v:rect id="Rectangle 6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TqMr8A&#10;AADcAAAADwAAAGRycy9kb3ducmV2LnhtbERPS4vCMBC+C/6HMAveNI2ouF2jiIurR5/3oZlti82k&#10;Nlnt/nsjCN7m43vObNHaStyo8aVjDWqQgCDOnCk513A6rvtTED4gG6wck4Z/8rCYdzszTI27855u&#10;h5CLGMI+RQ1FCHUqpc8KsugHriaO3K9rLIYIm1yaBu8x3FZymCQTabHk2FBgTauCssvhz2o4j79r&#10;3kjLO7UefY7Pl5/rSlmtex/t8gtEoDa8xS/31sT5SsHzmXiBn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VOoyvwAAANwAAAAPAAAAAAAAAAAAAAAAAJgCAABkcnMvZG93bnJl&#10;di54bWxQSwUGAAAAAAQABAD1AAAAhAMAAAAA&#10;" fillcolor="#deeaf6 [660]" strokecolor="#c00000" strokeweight="1pt">
                    <v:stroke dashstyle="dash"/>
                  </v:rect>
                </v:group>
                <v:shape id="AutoShape 6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XJacMAAADcAAAADwAAAGRycy9kb3ducmV2LnhtbERPS2vCQBC+F/wPywi91Y05lBJdxQiC&#10;KfTQtBS8DdkxiWZnY3abx7/vCkJv8/E9Z70dTSN66lxtWcFyEYEgLqyuuVTw/XV4eQPhPLLGxjIp&#10;mMjBdjN7WmOi7cCf1Oe+FCGEXYIKKu/bREpXVGTQLWxLHLiz7Qz6ALtS6g6HEG4aGUfRqzRYc2io&#10;sKV9RcU1/zUK0un958P67HY8ny63LE3jDC9Gqef5uFuB8DT6f/HDfdRh/jKG+zPhAr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FyWnDAAAA3AAAAA8AAAAAAAAAAAAA&#10;AAAAoQIAAGRycy9kb3ducmV2LnhtbFBLBQYAAAAABAAEAPkAAACRAwAAAAA=&#10;" strokecolor="#2f5496 [2408]" strokeweight="1.5pt"/>
                <v:shape id="AutoShape 6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ls8sIAAADcAAAADwAAAGRycy9kb3ducmV2LnhtbERPTYvCMBC9C/sfwix4s6kKIl2j2IUF&#10;K3hQl4W9Dc3YVptJbaLWf28Ewds83ufMFp2pxZVaV1lWMIxiEMS51RUXCn73P4MpCOeRNdaWScGd&#10;HCzmH70ZJtreeEvXnS9ECGGXoILS+yaR0uUlGXSRbYgDd7CtQR9gW0jd4i2Em1qO4ngiDVYcGkps&#10;6Luk/LS7GAXpff23sT47rw7/x3OWpqMMj0ap/me3/ALhqfNv8cu90mH+cAzPZ8IF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ls8sIAAADcAAAADwAAAAAAAAAAAAAA&#10;AAChAgAAZHJzL2Rvd25yZXYueG1sUEsFBgAAAAAEAAQA+QAAAJADAAAAAA==&#10;" strokecolor="#2f5496 [2408]" strokeweight="1.5pt"/>
              </v:group>
            </w:pict>
          </mc:Fallback>
        </mc:AlternateContent>
      </w:r>
      <w:r w:rsidRPr="00552E82">
        <w:rPr>
          <w:rFonts w:ascii="TTKB Dik Temel Abece" w:hAnsi="TTKB Dik Temel Abece"/>
          <w:b/>
          <w:noProof/>
          <w:sz w:val="72"/>
          <w:szCs w:val="72"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62865</wp:posOffset>
            </wp:positionV>
            <wp:extent cx="419100" cy="447675"/>
            <wp:effectExtent l="19050" t="0" r="0" b="0"/>
            <wp:wrapNone/>
            <wp:docPr id="1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b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0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03" name="Group 69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04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6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-16.85pt;margin-top:5.65pt;width:521.25pt;height:36.85pt;z-index:-25164083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CpdxgF&#10;EAQAAOsPAAAOAAAAAAAAAAAAAAAAAC4CAABkcnMvZTJvRG9jLnhtbFBLAQItABQABgAIAAAAIQAs&#10;xB+03wAAAAoBAAAPAAAAAAAAAAAAAAAAAGoGAABkcnMvZG93bnJldi54bWxQSwUGAAAAAAQABADz&#10;AAAAdgcAAAAA&#10;">
                <v:group id="Group 69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rect id="Rectangle 70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x65MIA&#10;AADcAAAADwAAAGRycy9kb3ducmV2LnhtbERPTWvCQBC9F/wPywi91Y21iERX0aql12okeBuyYzaY&#10;nQ3Z1cR/3y0UvM3jfc5i1dta3Kn1lWMF41ECgrhwuuJSQXbcv81A+ICssXZMCh7kYbUcvCww1a7j&#10;H7ofQiliCPsUFZgQmlRKXxiy6EeuIY7cxbUWQ4RtKXWLXQy3tXxPkqm0WHFsMNjQp6HierhZBZMy&#10;35k82/rMjvPp1+lx2nTnvVKvw349BxGoD0/xv/tbx/nJB/w9Ey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THrkwgAAANwAAAAPAAAAAAAAAAAAAAAAAJgCAABkcnMvZG93&#10;bnJldi54bWxQSwUGAAAAAAQABAD1AAAAhwMAAAAA&#10;" strokecolor="#2f5496 [2408]" strokeweight="1.5pt">
                    <v:fill opacity="0"/>
                  </v:rect>
                  <v:rect id="Rectangle 71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Z67MEA&#10;AADcAAAADwAAAGRycy9kb3ducmV2LnhtbERPTW+CQBC9m/gfNtPEW11opFF0IcbGtkel9T5hp0Bk&#10;Zym7Bfrvu01MvM3L+5xdPplWDNS7xrKCeBmBIC6tbrhS8PlxfFyDcB5ZY2uZFPySgzybz3aYajvy&#10;mYbCVyKEsEtRQe19l0rpypoMuqXtiAP3ZXuDPsC+krrHMYSbVj5F0bM02HBoqLGjQ03ltfgxCi7J&#10;S8dv0vApPq42yeX6+n2IjVKLh2m/BeFp8nfxzf2uw/wogf9nwgU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2euzBAAAA3A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72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dZt8EAAADcAAAADwAAAGRycy9kb3ducmV2LnhtbERPy6rCMBDdC/5DGMGdproQqUa5FQQr&#10;3IUPBHdDM7b1NpPaRK1/fyMI7uZwnjNftqYSD2pcaVnBaBiBIM6sLjlXcDysB1MQziNrrCyTghc5&#10;WC66nTnG2j55R4+9z0UIYRejgsL7OpbSZQUZdENbEwfuYhuDPsAml7rBZwg3lRxH0UQaLDk0FFjT&#10;qqDsb383CpLX9vRrfXrbXM7XW5ok4xSvRql+r/2ZgfDU+q/4497oMD+awPuZcIF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J1m3wQAAANwAAAAPAAAAAAAAAAAAAAAA&#10;AKECAABkcnMvZG93bnJldi54bWxQSwUGAAAAAAQABAD5AAAAjwMAAAAA&#10;" strokecolor="#2f5496 [2408]" strokeweight="1.5pt"/>
                <v:shape id="AutoShape 73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v8LMIAAADcAAAADwAAAGRycy9kb3ducmV2LnhtbERPTYvCMBC9C/6HMIK3baqHdalGsYJg&#10;BQ/rLoK3oRnbajOpTVbrv98Igrd5vM+ZLTpTixu1rrKsYBTFIIhzqysuFPz+rD++QDiPrLG2TAoe&#10;5GAx7/dmmGh752+67X0hQgi7BBWU3jeJlC4vyaCLbEMcuJNtDfoA20LqFu8h3NRyHMef0mDFoaHE&#10;hlYl5Zf9n1GQPraHnfXZdXM6nq9Zmo4zPBulhoNuOQXhqfNv8cu90WF+PIHnM+ECO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v8LMIAAADcAAAADwAAAAAAAAAAAAAA&#10;AAChAgAAZHJzL2Rvd25yZXYueG1sUEsFBgAAAAAEAAQA+QAAAJADAAAAAA==&#10;" strokecolor="#2f5496 [2408]" strokeweight="1.5pt"/>
              </v:group>
            </w:pict>
          </mc:Fallback>
        </mc:AlternateContent>
      </w:r>
    </w:p>
    <w:p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72390</wp:posOffset>
            </wp:positionV>
            <wp:extent cx="419100" cy="447675"/>
            <wp:effectExtent l="19050" t="0" r="0" b="0"/>
            <wp:wrapNone/>
            <wp:docPr id="1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96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97" name="Group 7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98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0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-16.85pt;margin-top:5.65pt;width:521.25pt;height:36.85pt;z-index:-25163878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">
                <v:group id="Group 75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rect id="Rectangle 76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85q8EA&#10;AADbAAAADwAAAGRycy9kb3ducmV2LnhtbERPy2rCQBTdC/7DcAV3OrGCtKmjaH3gtmkkdHfJ3GZC&#10;M3dCZjTx751FocvDea+3g23EnTpfO1awmCcgiEuna64U5F+n2SsIH5A1No5JwYM8bDfj0RpT7Xr+&#10;pHsWKhFD2KeowITQplL60pBFP3ctceR+XGcxRNhVUnfYx3DbyJckWUmLNccGgy19GCp/s5tVsKyK&#10;oynyg8/tolidr4/rvv8+KTWdDLt3EIGG8C/+c1+0grc4Nn6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vOavBAAAA2wAAAA8AAAAAAAAAAAAAAAAAmAIAAGRycy9kb3du&#10;cmV2LnhtbFBLBQYAAAAABAAEAPUAAACGAwAAAAA=&#10;" strokecolor="#2f5496 [2408]" strokeweight="1.5pt">
                    <v:fill opacity="0"/>
                  </v:rect>
                  <v:rect id="Rectangle 77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VnMIA&#10;AADbAAAADwAAAGRycy9kb3ducmV2LnhtbESPT4vCMBTE7wt+h/AWvK1pRRfbNYoo/jlqXe+P5m1b&#10;bF5qE7V+eyMIexxm5jfMdN6ZWtyodZVlBfEgAkGcW11xoeD3uP6agHAeWWNtmRQ8yMF81vuYYqrt&#10;nQ90y3whAoRdigpK75tUSpeXZNANbEMcvD/bGvRBtoXULd4D3NRyGEXf0mDFYaHEhpYl5efsahSc&#10;xquGt9LwPl6PkvHpvLksY6NU/7Nb/IDw1Pn/8Lu90wqSBF5fwg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9WcwgAAANsAAAAPAAAAAAAAAAAAAAAAAJgCAABkcnMvZG93&#10;bnJldi54bWxQSwUGAAAAAAQABAD1AAAAhwMAAAAA&#10;" fillcolor="#deeaf6 [660]" strokecolor="#c00000" strokeweight="1pt">
                    <v:stroke dashstyle="dash"/>
                  </v:rect>
                </v:group>
                <v:shape id="AutoShape 78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kWMUAAADcAAAADwAAAGRycy9kb3ducmV2LnhtbESPQWvCQBCF7wX/wzJCb3Wjh1KiqxhB&#10;MIUe1FLwNmTHJJqdjdlV4793DgVvM7w3730zW/SuUTfqQu3ZwHiUgCIuvK25NPC7X398gQoR2WLj&#10;mQw8KMBiPnibYWr9nbd028VSSQiHFA1UMbap1qGoyGEY+ZZYtKPvHEZZu1LbDu8S7ho9SZJP7bBm&#10;aaiwpVVFxXl3dQayx/ffj4/5ZXM8nC55lk1yPDlj3of9cgoqUh9f5v/rjRX8RPDlGZlAz5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JkWMUAAADcAAAADwAAAAAAAAAA&#10;AAAAAAChAgAAZHJzL2Rvd25yZXYueG1sUEsFBgAAAAAEAAQA+QAAAJMDAAAAAA==&#10;" strokecolor="#2f5496 [2408]" strokeweight="1.5pt"/>
                <v:shape id="AutoShape 79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7Bw8EAAADcAAAADwAAAGRycy9kb3ducmV2LnhtbERPy6rCMBDdC/5DGMGdproQ6TXKrSBY&#10;wYUPhLsbmrGtt5nUJmr9eyMI7uZwnjNbtKYSd2pcaVnBaBiBIM6sLjlXcDysBlMQziNrrCyTgic5&#10;WMy7nRnG2j54R/e9z0UIYRejgsL7OpbSZQUZdENbEwfubBuDPsAml7rBRwg3lRxH0UQaLDk0FFjT&#10;sqDsf38zCpLn5rS1Pr2uz3+Xa5ok4xQvRql+r/39AeGp9V/xx73WYX40gvcz4QI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zsHDwQAAANwAAAAPAAAAAAAAAAAAAAAA&#10;AKECAABkcnMvZG93bnJldi54bWxQSwUGAAAAAAQABAD5AAAAjwMAAAAA&#10;" strokecolor="#2f5496 [2408]" strokeweight="1.5pt"/>
              </v:group>
            </w:pict>
          </mc:Fallback>
        </mc:AlternateContent>
      </w:r>
    </w:p>
    <w:p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99060</wp:posOffset>
            </wp:positionV>
            <wp:extent cx="419100" cy="447675"/>
            <wp:effectExtent l="19050" t="0" r="0" b="0"/>
            <wp:wrapNone/>
            <wp:docPr id="17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9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91" name="Group 8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92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4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-16.85pt;margin-top:5.65pt;width:521.25pt;height:36.85pt;z-index:-25163673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">
                <v:group id="Group 81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rect id="Rectangle 82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cOQcMA&#10;AADbAAAADwAAAGRycy9kb3ducmV2LnhtbESPQWvCQBSE7wX/w/IEb3WjBWmjq1RbxWs1Enp7ZJ/Z&#10;0OzbkN2a+O9dQfA4zMw3zGLV21pcqPWVYwWTcQKCuHC64lJBdty+voPwAVlj7ZgUXMnDajl4WWCq&#10;Xcc/dDmEUkQI+xQVmBCaVEpfGLLox64hjt7ZtRZDlG0pdYtdhNtaTpNkJi1WHBcMNrQxVPwd/q2C&#10;tzL/Nnn25TM7yWe70/W07n63So2G/eccRKA+PMOP9l4r+JjC/Uv8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cOQcMAAADbAAAADwAAAAAAAAAAAAAAAACYAgAAZHJzL2Rv&#10;d25yZXYueG1sUEsFBgAAAAAEAAQA9QAAAIgDAAAAAA==&#10;" strokecolor="#2f5496 [2408]" strokeweight="1.5pt">
                    <v:fill opacity="0"/>
                  </v:rect>
                  <v:rect id="Rectangle 83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vidsMA&#10;AADbAAAADwAAAGRycy9kb3ducmV2LnhtbESPQWvCQBSE74X+h+UVejObWC1NdBWxRHts03p/ZJ9J&#10;MPs2za4x/nu3IPQ4zMw3zHI9mlYM1LvGsoIkikEQl1Y3XCn4+c4nbyCcR9bYWiYFV3KwXj0+LDHT&#10;9sJfNBS+EgHCLkMFtfddJqUrazLoItsRB+9oe4M+yL6SusdLgJtWTuP4VRpsOCzU2NG2pvJUnI2C&#10;w/y94700/Jnks3R+OO1+t4lR6vlp3CxAeBr9f/je/tAK0hf4+xJ+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vids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84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nZsUAAADbAAAADwAAAGRycy9kb3ducmV2LnhtbESPT2vCQBTE74V+h+UJvdWNUkobXYMp&#10;FJJCD1oRvD2yz/wx+zZmtzF++65Q8DjMzG+YZTKaVgzUu9qygtk0AkFcWF1zqWD38/n8BsJ5ZI2t&#10;ZVJwJQfJ6vFhibG2F97QsPWlCBB2MSqovO9iKV1RkUE3tR1x8I62N+iD7Eupe7wEuGnlPIpepcGa&#10;w0KFHX1UVJy2v0ZBev3af1ufn7PjoTnnaTrPsTFKPU3G9QKEp9Hfw//tTCt4f4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mnZsUAAADbAAAADwAAAAAAAAAA&#10;AAAAAAChAgAAZHJzL2Rvd25yZXYueG1sUEsFBgAAAAAEAAQA+QAAAJMDAAAAAA==&#10;" strokecolor="#2f5496 [2408]" strokeweight="1.5pt"/>
                <v:shape id="AutoShape 85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UC/cUAAADbAAAADwAAAGRycy9kb3ducmV2LnhtbESPT2vCQBTE74V+h+UJvdWNQksbXYMp&#10;FJJCD1oRvD2yz/wx+zZmtzF++65Q8DjMzG+YZTKaVgzUu9qygtk0AkFcWF1zqWD38/n8BsJ5ZI2t&#10;ZVJwJQfJ6vFhibG2F97QsPWlCBB2MSqovO9iKV1RkUE3tR1x8I62N+iD7Eupe7wEuGnlPIpepcGa&#10;w0KFHX1UVJy2v0ZBev3af1ufn7PjoTnnaTrPsTFKPU3G9QKEp9Hfw//tTCt4f4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nUC/cUAAADbAAAADwAAAAAAAAAA&#10;AAAAAAChAgAAZHJzL2Rvd25yZXYueG1sUEsFBgAAAAAEAAQA+QAAAJMDAAAAAA==&#10;" strokecolor="#2f5496 [2408]" strokeweight="1.5pt"/>
              </v:group>
            </w:pict>
          </mc:Fallback>
        </mc:AlternateContent>
      </w:r>
    </w:p>
    <w:p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77470</wp:posOffset>
            </wp:positionV>
            <wp:extent cx="419100" cy="447675"/>
            <wp:effectExtent l="19050" t="0" r="0" b="0"/>
            <wp:wrapNone/>
            <wp:docPr id="18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84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85" name="Group 87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86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8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6" o:spid="_x0000_s1026" style="position:absolute;margin-left:-16.85pt;margin-top:5.65pt;width:521.25pt;height:36.85pt;z-index:-25163468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">
                <v:group id="Group 87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rect id="Rectangle 88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Wen8QA&#10;AADbAAAADwAAAGRycy9kb3ducmV2LnhtbESPQWvCQBSE74X+h+UVvNVNWggSXUOrVXqtRoK3R/aZ&#10;DWbfhuzWxH/fLRR6HGbmG2ZVTLYTNxp861hBOk9AENdOt9woKI+75wUIH5A1do5JwZ08FOvHhxXm&#10;2o38RbdDaESEsM9RgQmhz6X0tSGLfu564uhd3GAxRDk0Ug84Rrjt5EuSZNJiy3HBYE8bQ/X18G0V&#10;vDbVh6nKrS9tWmX70/30Pp53Ss2eprcliEBT+A//tT+1gkUGv1/i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lnp/EAAAA2wAAAA8AAAAAAAAAAAAAAAAAmAIAAGRycy9k&#10;b3ducmV2LnhtbFBLBQYAAAAABAAEAPUAAACJAwAAAAA=&#10;" strokecolor="#2f5496 [2408]" strokeweight="1.5pt">
                    <v:fill opacity="0"/>
                  </v:rect>
                  <v:rect id="Rectangle 89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yqMEA&#10;AADbAAAADwAAAGRycy9kb3ducmV2LnhtbESPS4vCQBCE7wv+h6GFvekksr6io4ji6tHnvcm0STDT&#10;EzOzGv+9Iwh7LKrqK2o6b0wp7lS7wrKCuBuBIE6tLjhTcDquOyMQziNrLC2Tgic5mM9aX1NMtH3w&#10;nu4Hn4kAYZeggtz7KpHSpTkZdF1bEQfvYmuDPsg6k7rGR4CbUvaiaCANFhwWcqxomVN6PfwZBef+&#10;quKNNLyL1z/j/vn6e1vGRqnvdrOYgPDU+P/wp73VCkZDeH8JP0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ZcqjBAAAA2w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90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07vsIAAADbAAAADwAAAGRycy9kb3ducmV2LnhtbERPz2vCMBS+C/sfwhO82VQPIrVR1sHA&#10;DnbQibDbo3lt6pqX2mRa//vlIOz48f3Od6PtxI0G3zpWsEhSEMSV0y03Ck5f7/M1CB+QNXaOScGD&#10;POy2L5McM+3ufKDbMTQihrDPUIEJoc+k9JUhiz5xPXHkajdYDBEOjdQD3mO47eQyTVfSYsuxwWBP&#10;b4aqn+OvVVA8Ps6fLpTXff19uZZFsSzxYpWaTcfXDYhAY/gXP917rWAdx8Yv8Qf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07vsIAAADbAAAADwAAAAAAAAAAAAAA&#10;AAChAgAAZHJzL2Rvd25yZXYueG1sUEsFBgAAAAAEAAQA+QAAAJADAAAAAA==&#10;" strokecolor="#2f5496 [2408]" strokeweight="1.5pt"/>
                <v:shape id="AutoShape 91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GeJcQAAADbAAAADwAAAGRycy9kb3ducmV2LnhtbESPT4vCMBTE78J+h/AWvNl0PYh2jWIX&#10;BCt48A/C3h7Ns602L7WJWr+9WVjwOMzMb5jpvDO1uFPrKssKvqIYBHFudcWFgsN+ORiDcB5ZY22Z&#10;FDzJwXz20Ztiou2Dt3Tf+UIECLsEFZTeN4mULi/JoItsQxy8k20N+iDbQuoWHwFuajmM45E0WHFY&#10;KLGhn5Lyy+5mFKTP9XFjfXZdnX7P1yxNhxmejVL9z27xDcJT59/h//ZKKxhP4O9L+AFy9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4Z4lxAAAANsAAAAPAAAAAAAAAAAA&#10;AAAAAKECAABkcnMvZG93bnJldi54bWxQSwUGAAAAAAQABAD5AAAAkgMAAAAA&#10;" strokecolor="#2f5496 [2408]" strokeweight="1.5pt"/>
              </v:group>
            </w:pict>
          </mc:Fallback>
        </mc:AlternateContent>
      </w:r>
    </w:p>
    <w:p w:rsidR="00552E82" w:rsidRDefault="00552E82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75565</wp:posOffset>
            </wp:positionV>
            <wp:extent cx="419100" cy="447675"/>
            <wp:effectExtent l="19050" t="0" r="0" b="0"/>
            <wp:wrapNone/>
            <wp:docPr id="19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60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61" name="Group 9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80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2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-16.85pt;margin-top:5.65pt;width:521.25pt;height:36.85pt;z-index:-25163264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Ay1aGG&#10;EAQAAOUPAAAOAAAAAAAAAAAAAAAAAC4CAABkcnMvZTJvRG9jLnhtbFBLAQItABQABgAIAAAAIQAs&#10;xB+03wAAAAoBAAAPAAAAAAAAAAAAAAAAAGoGAABkcnMvZG93bnJldi54bWxQSwUGAAAAAAQABADz&#10;AAAAdgcAAAAA&#10;">
                <v:group id="Group 9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rect id="Rectangle 9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CjcMEA&#10;AADbAAAADwAAAGRycy9kb3ducmV2LnhtbERPyWrDMBC9F/IPYgK5NXIaMMGNEpo0Lr02dTC9DdbU&#10;MrVGxlK8/H11KPT4ePv+ONlWDNT7xrGCzToBQVw53XCtoPjMH3cgfEDW2DomBTN5OB4WD3vMtBv5&#10;g4ZrqEUMYZ+hAhNCl0npK0MW/dp1xJH7dr3FEGFfS93jGMNtK5+SJJUWG44NBjs6G6p+rnerYFuX&#10;F1MWr76wmzJ9u8230/iVK7VaTi/PIAJN4V/8537XCnZxffwSf4A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Ao3DBAAAA2wAAAA8AAAAAAAAAAAAAAAAAmAIAAGRycy9kb3du&#10;cmV2LnhtbFBLBQYAAAAABAAEAPUAAACGAwAAAAA=&#10;" strokecolor="#2f5496 [2408]" strokeweight="1.5pt">
                    <v:fill opacity="0"/>
                  </v:rect>
                  <v:rect id="Rectangle 9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xPR8AA&#10;AADbAAAADwAAAGRycy9kb3ducmV2LnhtbESPzarCMBSE94LvEI5wd5pWVLQaRRSvLv3dH5pjW2xO&#10;ahO1vr25cMHlMDPfMLNFY0rxpNoVlhXEvQgEcWp1wZmC82nTHYNwHlljaZkUvMnBYt5uzTDR9sUH&#10;eh59JgKEXYIKcu+rREqX5mTQ9WxFHLyrrQ36IOtM6hpfAW5K2Y+ikTRYcFjIsaJVTunt+DAKLsN1&#10;xVtpeB9vBpPh5fZ7X8VGqZ9Os5yC8NT4b/i/vdMKxjH8fQk/QM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rxPR8AAAADbAAAADwAAAAAAAAAAAAAAAACYAgAAZHJzL2Rvd25y&#10;ZXYueG1sUEsFBgAAAAAEAAQA9QAAAIUDAAAAAA==&#10;" fillcolor="#deeaf6 [660]" strokecolor="#c00000" strokeweight="1pt">
                    <v:stroke dashstyle="dash"/>
                  </v:rect>
                </v:group>
                <v:shape id="AutoShape 9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UMVMUAAADbAAAADwAAAGRycy9kb3ducmV2LnhtbESPT2vCQBTE74V+h+UVvNWNORRJ3YRG&#10;KJiCB7UUentkn/nT7Nsku9X47V1B8DjMzG+YVTaZTpxodI1lBYt5BIK4tLrhSsH34fN1CcJ5ZI2d&#10;ZVJwIQdZ+vy0wkTbM+/otPeVCBB2CSqove8TKV1Zk0E3tz1x8I52NOiDHCupRzwHuOlkHEVv0mDD&#10;YaHGntY1lX/7f6Mgv3z9bK0vhs3xtx2KPI8LbI1Ss5fp4x2Ep8k/wvf2RitYxnD7En6ATK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EUMVMUAAADbAAAADwAAAAAAAAAA&#10;AAAAAAChAgAAZHJzL2Rvd25yZXYueG1sUEsFBgAAAAAEAAQA+QAAAJMDAAAAAA==&#10;" strokecolor="#2f5496 [2408]" strokeweight="1.5pt"/>
                <v:shape id="AutoShape 9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mpz8MAAADbAAAADwAAAGRycy9kb3ducmV2LnhtbESPT4vCMBTE74LfITxhb5rqwiLVKFZY&#10;sIIH/yB4ezTPttq81Car9dtvBMHjMDO/Yabz1lTiTo0rLSsYDiIQxJnVJecKDvvf/hiE88gaK8uk&#10;4EkO5rNuZ4qxtg/e0n3ncxEg7GJUUHhfx1K6rCCDbmBr4uCdbWPQB9nkUjf4CHBTyVEU/UiDJYeF&#10;AmtaFpRdd39GQfJcHzfWp7fV+XS5pUkySvFilPrqtYsJCE+t/4Tf7ZVWMP6G15fwA+Ts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Jqc/DAAAA2wAAAA8AAAAAAAAAAAAA&#10;AAAAoQIAAGRycy9kb3ducmV2LnhtbFBLBQYAAAAABAAEAPkAAACRAwAAAAA=&#10;" strokecolor="#2f5496 [2408]" strokeweight="1.5pt"/>
              </v:group>
            </w:pict>
          </mc:Fallback>
        </mc:AlternateContent>
      </w:r>
    </w:p>
    <w:p w:rsidR="00552E82" w:rsidRDefault="00552E82" w:rsidP="00552E82">
      <w:pPr>
        <w:tabs>
          <w:tab w:val="left" w:pos="1365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90805</wp:posOffset>
            </wp:positionV>
            <wp:extent cx="419100" cy="447675"/>
            <wp:effectExtent l="19050" t="0" r="0" b="0"/>
            <wp:wrapNone/>
            <wp:docPr id="20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7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75" name="Group 14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76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8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-16.85pt;margin-top:5.65pt;width:521.25pt;height:36.85pt;z-index:-25160396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AQ1ZKE&#10;EAQAAOQPAAAOAAAAAAAAAAAAAAAAAC4CAABkcnMvZTJvRG9jLnhtbFBLAQItABQABgAIAAAAIQAs&#10;xB+03wAAAAoBAAAPAAAAAAAAAAAAAAAAAGoGAABkcnMvZG93bnJldi54bWxQSwUGAAAAAAQABADz&#10;AAAAdgcAAAAA&#10;">
                <v:group id="Group 14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rect id="Rectangle 5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uuMMA&#10;AADbAAAADwAAAGRycy9kb3ducmV2LnhtbESPzWrDMBCE74W8g9hAb42cBNzgRgn5Lb02cTC9LdbW&#10;MrVWxlJi5+2rQiHHYWa+YZbrwTbiRp2vHSuYThIQxKXTNVcK8vPxZQHCB2SNjWNScCcP69XoaYmZ&#10;dj1/0u0UKhEh7DNUYEJoMyl9aciin7iWOHrfrrMYouwqqTvsI9w2cpYkqbRYc1ww2NLOUPlzuloF&#10;86o4mCLf+9xOi/T9cr9s+6+jUs/jYfMGItAQHuH/9odW8JrC3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DuuMMAAADbAAAADwAAAAAAAAAAAAAAAACYAgAAZHJzL2Rv&#10;d25yZXYueG1sUEsFBgAAAAAEAAQA9QAAAIgDAAAAAA==&#10;" strokecolor="#2f5496 [2408]" strokeweight="1.5pt">
                    <v:fill opacity="0"/>
                  </v:rect>
                  <v:rect id="Rectangle 10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wCj8MA&#10;AADbAAAADwAAAGRycy9kb3ducmV2LnhtbESPQWvCQBSE70L/w/IK3ppNRJuaugZJUXtsU70/sq9J&#10;MPs2za6a/vuuUPA4zMw3zCofTScuNLjWsoIkikEQV1a3XCs4fG2fXkA4j6yxs0wKfslBvn6YrDDT&#10;9sqfdCl9LQKEXYYKGu/7TEpXNWTQRbYnDt63HQz6IIda6gGvAW46OYvjZ2mw5bDQYE9FQ9WpPBsF&#10;x8Vbz3tp+CPZzpeL42n3UyRGqenjuHkF4Wn09/B/+10rSFO4fQ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8wCj8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1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hLmcAAAADbAAAADwAAAGRycy9kb3ducmV2LnhtbERPy4rCMBTdC/5DuII7TXXhDNUoVhCs&#10;4MIHgrtLc22rzU1tota/nyyEWR7Oe7ZoTSVe1LjSsoLRMAJBnFldcq7gdFwPfkE4j6yxskwKPuRg&#10;Me92Zhhr++Y9vQ4+FyGEXYwKCu/rWEqXFWTQDW1NHLirbQz6AJtc6gbfIdxUchxFE2mw5NBQYE2r&#10;grL74WkUJJ/teWd9+thcL7dHmiTjFG9GqX6vXU5BeGr9v/jr3mgFP2Fs+BJ+gJ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h4S5nAAAAA2wAAAA8AAAAAAAAAAAAAAAAA&#10;oQIAAGRycy9kb3ducmV2LnhtbFBLBQYAAAAABAAEAPkAAACOAwAAAAA=&#10;" strokecolor="#2f5496 [2408]" strokeweight="1.5pt"/>
                <v:shape id="AutoShape 1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TuAsYAAADbAAAADwAAAGRycy9kb3ducmV2LnhtbESPzWvCQBTE74X+D8sTeqsbPfQjugZT&#10;KCSFHrQieHtkn/kw+zZmtzH+912h4HGYmd8wy2Q0rRiod7VlBbNpBIK4sLrmUsHu5/P5DYTzyBpb&#10;y6TgSg6S1ePDEmNtL7yhYetLESDsYlRQed/FUrqiIoNuajvi4B1tb9AH2ZdS93gJcNPKeRS9SIM1&#10;h4UKO/qoqDhtf42C9Pq1/7Y+P2fHQ3PO03SeY2OUepqM6wUIT6O/h//bmVbw+g63L+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07gLGAAAA2wAAAA8AAAAAAAAA&#10;AAAAAAAAoQIAAGRycy9kb3ducmV2LnhtbFBLBQYAAAAABAAEAPkAAACUAwAAAAA=&#10;" strokecolor="#2f5496 [2408]" strokeweight="1.5pt"/>
              </v:group>
            </w:pict>
          </mc:Fallback>
        </mc:AlternateContent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6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69" name="Group 27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70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2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-16.85pt;margin-top:5.65pt;width:521.25pt;height:36.85pt;z-index:-25160294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">
                <v:group id="Group 27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rect id="Rectangle 28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XTV8EA&#10;AADbAAAADwAAAGRycy9kb3ducmV2LnhtbERPy2rCQBTdC/7DcAV3OrGCLamjaH3gtmkkdHfJ3GZC&#10;M3dCZjTx751FocvDea+3g23EnTpfO1awmCcgiEuna64U5F+n2RsIH5A1No5JwYM8bDfj0RpT7Xr+&#10;pHsWKhFD2KeowITQplL60pBFP3ctceR+XGcxRNhVUnfYx3DbyJckWUmLNccGgy19GCp/s5tVsKyK&#10;oynyg8/tolidr4/rvv8+KTWdDLt3EIGG8C/+c1+0gte4Pn6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V01fBAAAA2wAAAA8AAAAAAAAAAAAAAAAAmAIAAGRycy9kb3du&#10;cmV2LnhtbFBLBQYAAAAABAAEAPUAAACGAwAAAAA=&#10;" strokecolor="#2f5496 [2408]" strokeweight="1.5pt">
                    <v:fill opacity="0"/>
                  </v:rect>
                  <v:rect id="Rectangle 29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k/YMAA&#10;AADbAAAADwAAAGRycy9kb3ducmV2LnhtbESPS4vCQBCE7wv+h6EFbzqJ+IyOIi6uHn3em0ybBDM9&#10;2cysxn/vCMIei6r6ipovG1OKO9WusKwg7kUgiFOrC84UnE+b7gSE88gaS8uk4EkOlovW1xwTbR98&#10;oPvRZyJA2CWoIPe+SqR0aU4GXc9WxMG72tqgD7LOpK7xEeCmlP0oGkmDBYeFHCta55Tejn9GwWX4&#10;XfFWGt7Hm8F0eLn9/K5jo1Sn3axmIDw1/j/8ae+0gnEM7y/h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2k/YMAAAADbAAAADwAAAAAAAAAAAAAAAACYAgAAZHJzL2Rvd25y&#10;ZXYueG1sUEsFBgAAAAAEAAQA9QAAAIUDAAAAAA==&#10;" fillcolor="#deeaf6 [660]" strokecolor="#c00000" strokeweight="1pt">
                    <v:stroke dashstyle="dash"/>
                  </v:rect>
                </v:group>
                <v:shape id="AutoShape 30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B8c8UAAADbAAAADwAAAGRycy9kb3ducmV2LnhtbESPT2vCQBTE7wW/w/KE3urGHNoSXYMR&#10;BFPooWkRvD2yz/wx+zZmt5p8+26h0OMwM79h1uloOnGjwTWWFSwXEQji0uqGKwVfn/unVxDOI2vs&#10;LJOCiRykm9nDGhNt7/xBt8JXIkDYJaig9r5PpHRlTQbdwvbEwTvbwaAPcqikHvAe4KaTcRQ9S4MN&#10;h4Uae9rVVF6Kb6Mgm96O79bn18P51F7zLItzbI1Sj/NxuwLhafT/4b/2QSt4ieH3S/g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B8c8UAAADbAAAADwAAAAAAAAAA&#10;AAAAAAChAgAAZHJzL2Rvd25yZXYueG1sUEsFBgAAAAAEAAQA+QAAAJMDAAAAAA==&#10;" strokecolor="#2f5496 [2408]" strokeweight="1.5pt"/>
                <v:shape id="AutoShape 31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zZ6MUAAADbAAAADwAAAGRycy9kb3ducmV2LnhtbESPT2vCQBTE74V+h+UJvdWNFtoSXYMp&#10;FJJCD1oRvD2yz/wx+zZmtzF++65Q8DjMzG+YZTKaVgzUu9qygtk0AkFcWF1zqWD38/n8DsJ5ZI2t&#10;ZVJwJQfJ6vFhibG2F97QsPWlCBB2MSqovO9iKV1RkUE3tR1x8I62N+iD7Eupe7wEuGnlPIpepcGa&#10;w0KFHX1UVJy2v0ZBev3af1ufn7PjoTnnaTrPsTFKPU3G9QKEp9Hfw//tTCt4e4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tzZ6MUAAADbAAAADwAAAAAAAAAA&#10;AAAAAAChAgAAZHJzL2Rvd25yZXYueG1sUEsFBgAAAAAEAAQA+QAAAJMDAAAAAA==&#10;" strokecolor="#2f5496 [2408]" strokeweight="1.5pt"/>
              </v:group>
            </w:pict>
          </mc:Fallback>
        </mc:AlternateContent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6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63" name="Group 3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64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-16.85pt;margin-top:5.65pt;width:521.25pt;height:36.85pt;z-index:-25160192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Ife&#10;zWoSBAAA5Q8AAA4AAAAAAAAAAAAAAAAALgIAAGRycy9lMm9Eb2MueG1sUEsBAi0AFAAGAAgAAAAh&#10;ACzEH7TfAAAACgEAAA8AAAAAAAAAAAAAAAAAbAYAAGRycy9kb3ducmV2LnhtbFBLBQYAAAAABAAE&#10;APMAAAB4BwAAAAA=&#10;">
                <v:group id="Group 3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rect id="Rectangle 3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dDicMA&#10;AADbAAAADwAAAGRycy9kb3ducmV2LnhtbESPzWrDMBCE74W8g9hAb42cpJjgRgn5Lb02cTC9LdbW&#10;MrVWxlJi5+2rQiHHYWa+YZbrwTbiRp2vHSuYThIQxKXTNVcK8vPxZQHCB2SNjWNScCcP69XoaYmZ&#10;dj1/0u0UKhEh7DNUYEJoMyl9aciin7iWOHrfrrMYouwqqTvsI9w2cpYkqbRYc1ww2NLOUPlzuloF&#10;86o4mCLf+9xOi/T9cr9s+6+jUs/jYfMGItAQHuH/9odWkL7C3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dDicMAAADbAAAADwAAAAAAAAAAAAAAAACYAgAAZHJzL2Rv&#10;d25yZXYueG1sUEsFBgAAAAAEAAQA9QAAAIgDAAAAAA==&#10;" strokecolor="#2f5496 [2408]" strokeweight="1.5pt">
                    <v:fill opacity="0"/>
                  </v:rect>
                  <v:rect id="Rectangle 3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vvsEA&#10;AADbAAAADwAAAGRycy9kb3ducmV2LnhtbESPQYvCMBSE74L/ITxhb5pWtuJWoyyKq0et6/3RPNti&#10;89Jtslr/vREEj8PMfMPMl52pxZVaV1lWEI8iEMS51RUXCn6Pm+EUhPPIGmvLpOBODpaLfm+OqbY3&#10;PtA184UIEHYpKii9b1IpXV6SQTeyDXHwzrY16INsC6lbvAW4qeU4iibSYMVhocSGViXll+zfKDgl&#10;64a30vA+3nx+JafLz98qNkp9DLrvGQhPnX+HX+2dVjBJ4Pkl/A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Lr77BAAAA2w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3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LsrcQAAADbAAAADwAAAGRycy9kb3ducmV2LnhtbESPT4vCMBTE78J+h/AW9qapHorURrHC&#10;gl3Yg38QvD2aZ1ttXmqT1frtN4LgcZiZ3zDpojeNuFHnassKxqMIBHFhdc2lgv3uezgF4TyyxsYy&#10;KXiQg8X8Y5Biou2dN3Tb+lIECLsEFVTet4mUrqjIoBvZljh4J9sZ9EF2pdQd3gPcNHISRbE0WHNY&#10;qLClVUXFZftnFGSPn8Ov9fl1fTqer3mWTXI8G6W+PvvlDISn3r/Dr/ZaK4hjeH4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cuytxAAAANsAAAAPAAAAAAAAAAAA&#10;AAAAAKECAABkcnMvZG93bnJldi54bWxQSwUGAAAAAAQABAD5AAAAkgMAAAAA&#10;" strokecolor="#2f5496 [2408]" strokeweight="1.5pt"/>
                <v:shape id="AutoShape 3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5JNsUAAADbAAAADwAAAGRycy9kb3ducmV2LnhtbESPT2vCQBTE74V+h+UVvDWbeogldRVT&#10;KBjBg1oKvT2yz/wx+zbJbmP89m6h0OMwM79hluvJtGKkwdWWFbxEMQjiwuqaSwWfp4/nVxDOI2ts&#10;LZOCGzlYrx4flphqe+UDjUdfigBhl6KCyvsuldIVFRl0ke2Ig3e2g0Ef5FBKPeA1wE0r53GcSIM1&#10;h4UKO3qvqLgcf4yC7Lb72luf99vzd9PnWTbPsTFKzZ6mzRsIT5P/D/+1t1pBsoDfL+EH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5JNsUAAADbAAAADwAAAAAAAAAA&#10;AAAAAAChAgAAZHJzL2Rvd25yZXYueG1sUEsFBgAAAAAEAAQA+QAAAJMDAAAAAA==&#10;" strokecolor="#2f5496 [2408]" strokeweight="1.5pt"/>
              </v:group>
            </w:pict>
          </mc:Fallback>
        </mc:AlternateContent>
      </w:r>
      <w:r>
        <w:rPr>
          <w:rFonts w:ascii="TTKB Dik Temel Abece" w:hAnsi="TTKB Dik Temel Abece"/>
          <w:sz w:val="72"/>
          <w:szCs w:val="72"/>
        </w:rPr>
        <w:tab/>
      </w:r>
    </w:p>
    <w:p w:rsidR="00552E82" w:rsidRPr="00552E82" w:rsidRDefault="00552E82" w:rsidP="00552E82">
      <w:pPr>
        <w:tabs>
          <w:tab w:val="left" w:pos="2460"/>
        </w:tabs>
        <w:rPr>
          <w:rFonts w:ascii="TTKB Dik Temel Abece Dot" w:hAnsi="TTKB Dik Temel Abece Dot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79375</wp:posOffset>
            </wp:positionV>
            <wp:extent cx="419100" cy="447675"/>
            <wp:effectExtent l="19050" t="0" r="0" b="0"/>
            <wp:wrapNone/>
            <wp:docPr id="2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5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55" name="Group 4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56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8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-16.85pt;margin-top:5.65pt;width:521.25pt;height:36.85pt;z-index:-25160089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">
                <v:group id="Group 45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rect id="Rectangle 46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y2MMA&#10;AADbAAAADwAAAGRycy9kb3ducmV2LnhtbESPzWrDMBCE74W8g9hAb42chJrgRgn5Lb02cTC9LdbW&#10;MrVWxlJi5+2rQiHHYWa+YZbrwTbiRp2vHSuYThIQxKXTNVcK8vPxZQHCB2SNjWNScCcP69XoaYmZ&#10;dj1/0u0UKhEh7DNUYEJoMyl9aciin7iWOHrfrrMYouwqqTvsI9w2cpYkqbRYc1ww2NLOUPlzuloF&#10;86o4mCLf+9xOi/T9cr9s+6+jUs/jYfMGItAQHuH/9odW8JrC3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Wy2MMAAADbAAAADwAAAAAAAAAAAAAAAACYAgAAZHJzL2Rv&#10;d25yZXYueG1sUEsFBgAAAAAEAAQA9QAAAIgDAAAAAA==&#10;" strokecolor="#2f5496 [2408]" strokeweight="1.5pt">
                    <v:fill opacity="0"/>
                  </v:rect>
                  <v:rect id="Rectangle 47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e78MA&#10;AADbAAAADwAAAGRycy9kb3ducmV2LnhtbESPzW7CMBCE70i8g7VIvRUnVUMhxURVqrQcKT/3VbxN&#10;IuJ1GrshvD2uVInjaGa+0ayz0bRioN41lhXE8wgEcWl1w5WC46F4XIJwHllja5kUXMlBtplO1phq&#10;e+EvGva+EgHCLkUFtfddKqUrazLo5rYjDt637Q36IPtK6h4vAW5a+RRFC2mw4bBQY0d5TeV5/2sU&#10;nJL3jj+l4V1cPK+S0/njJ4+NUg+z8e0VhKfR38P/7a1WkLzA35fwA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le78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48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0X+cAAAADbAAAADwAAAGRycy9kb3ducmV2LnhtbERPy4rCMBTdC/5DuII7TRUchmoUKwhW&#10;cOEDwd2lubbV5qY2UevfTxbCLA/nPVu0phIvalxpWcFoGIEgzqwuOVdwOq4HvyCcR9ZYWSYFH3Kw&#10;mHc7M4y1ffOeXgefixDCLkYFhfd1LKXLCjLohrYmDtzVNgZ9gE0udYPvEG4qOY6iH2mw5NBQYE2r&#10;grL74WkUJJ/teWd9+thcL7dHmiTjFG9GqX6vXU5BeGr9v/jr3mgFkzA2fAk/QM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PNF/nAAAAA2wAAAA8AAAAAAAAAAAAAAAAA&#10;oQIAAGRycy9kb3ducmV2LnhtbFBLBQYAAAAABAAEAPkAAACOAwAAAAA=&#10;" strokecolor="#2f5496 [2408]" strokeweight="1.5pt"/>
                <v:shape id="AutoShape 49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GyYsUAAADbAAAADwAAAGRycy9kb3ducmV2LnhtbESPT2vCQBTE74V+h+UJvdWNQksbXYMp&#10;FJJCD1oRvD2yz/wx+zZmtzF++65Q8DjMzG+YZTKaVgzUu9qygtk0AkFcWF1zqWD38/n8BsJ5ZI2t&#10;ZVJwJQfJ6vFhibG2F97QsPWlCBB2MSqovO9iKV1RkUE3tR1x8I62N+iD7Eupe7wEuGnlPIpepcGa&#10;w0KFHX1UVJy2v0ZBev3af1ufn7PjoTnnaTrPsTFKPU3G9QKEp9Hfw//tTCt4eYf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GyYsUAAADbAAAADwAAAAAAAAAA&#10;AAAAAAChAgAAZHJzL2Rvd25yZXYueG1sUEsFBgAAAAAEAAQA+QAAAJMDAAAAAA==&#10;" strokecolor="#2f5496 [2408]" strokeweight="1.5pt"/>
              </v:group>
            </w:pict>
          </mc:Fallback>
        </mc:AlternateContent>
      </w:r>
      <w:r>
        <w:rPr>
          <w:rFonts w:ascii="TTKB Dik Temel Abece" w:hAnsi="TTKB Dik Temel Abece"/>
          <w:sz w:val="72"/>
          <w:szCs w:val="72"/>
        </w:rPr>
        <w:tab/>
      </w:r>
    </w:p>
    <w:p w:rsidR="00552E82" w:rsidRPr="00552E82" w:rsidRDefault="00552E82" w:rsidP="00552E82">
      <w:pPr>
        <w:tabs>
          <w:tab w:val="left" w:pos="1140"/>
        </w:tabs>
        <w:rPr>
          <w:rFonts w:ascii="TTKB Dik Temel Abece Dot" w:hAnsi="TTKB Dik Temel Abece Dot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76836</wp:posOffset>
            </wp:positionV>
            <wp:extent cx="419100" cy="438150"/>
            <wp:effectExtent l="19050" t="0" r="0" b="0"/>
            <wp:wrapNone/>
            <wp:docPr id="2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48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49" name="Group 5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50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-16.85pt;margin-top:5.65pt;width:521.25pt;height:36.85pt;z-index:-25159987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">
                <v:group id="Group 51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tangle 52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CPN8EA&#10;AADbAAAADwAAAGRycy9kb3ducmV2LnhtbERPz2vCMBS+C/4P4Qm7adrJRDpj0alj12ml7PZo3pqy&#10;5qU00db/fjkMdvz4fm/y0bbiTr1vHCtIFwkI4srphmsFxeU0X4PwAVlj65gUPMhDvp1ONphpN/An&#10;3c+hFjGEfYYKTAhdJqWvDFn0C9cRR+7b9RZDhH0tdY9DDLetfE6SlbTYcGww2NGboernfLMKlnV5&#10;NGVx8IVNy9X79XHdD18npZ5m4+4VRKAx/Iv/3B9awUtcH7/EH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gjzfBAAAA2wAAAA8AAAAAAAAAAAAAAAAAmAIAAGRycy9kb3du&#10;cmV2LnhtbFBLBQYAAAAABAAEAPUAAACGAwAAAAA=&#10;" strokecolor="#2f5496 [2408]" strokeweight="1.5pt">
                    <v:fill opacity="0"/>
                  </v:rect>
                  <v:rect id="Rectangle 53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jAMEA&#10;AADbAAAADwAAAGRycy9kb3ducmV2LnhtbESPS4vCQBCE7wv+h6EFbzqJGFmjo4ji47jr495k2iSY&#10;6YmZUeO/d4SFPRZV9RU1W7SmEg9qXGlZQTyIQBBnVpecKzgdN/1vEM4ja6wsk4IXOVjMO18zTLV9&#10;8i89Dj4XAcIuRQWF93UqpcsKMugGtiYO3sU2Bn2QTS51g88AN5UcRtFYGiw5LBRY06qg7Hq4GwXn&#10;ZF3zThr+iTejSXK+bm+r2CjV67bLKQhPrf8P/7X3WkESw+dL+AF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cYwDBAAAA2w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54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UgE8UAAADbAAAADwAAAGRycy9kb3ducmV2LnhtbESPT2vCQBTE7wW/w/KE3urGQEuJrsEI&#10;gin00LQI3h7ZZ/6YfRuzW02+fbdQ6HGYmd8w63Q0nbjR4BrLCpaLCARxaXXDlYKvz/3TKwjnkTV2&#10;lknBRA7SzexhjYm2d/6gW+ErESDsElRQe98nUrqyJoNuYXvi4J3tYNAHOVRSD3gPcNPJOIpepMGG&#10;w0KNPe1qKi/Ft1GQTW/Hd+vz6+F8aq95lsU5tkapx/m4XYHwNPr/8F/7oBU8x/D7JfwA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UgE8UAAADbAAAADwAAAAAAAAAA&#10;AAAAAAChAgAAZHJzL2Rvd25yZXYueG1sUEsFBgAAAAAEAAQA+QAAAJMDAAAAAA==&#10;" strokecolor="#2f5496 [2408]" strokeweight="1.5pt"/>
                <v:shape id="AutoShape 55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mFiMUAAADbAAAADwAAAGRycy9kb3ducmV2LnhtbESPT2vCQBTE74V+h+UJvdWNlpYSXYMp&#10;FJJCD1oRvD2yz/wx+zZmtzF++65Q8DjMzG+YZTKaVgzUu9qygtk0AkFcWF1zqWD38/n8DsJ5ZI2t&#10;ZVJwJQfJ6vFhibG2F97QsPWlCBB2MSqovO9iKV1RkUE3tR1x8I62N+iD7Eupe7wEuGnlPIrepMGa&#10;w0KFHX1UVJy2v0ZBev3af1ufn7PjoTnnaTrPsTFKPU3G9QKEp9Hfw//tTCt4fY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mFiMUAAADbAAAADwAAAAAAAAAA&#10;AAAAAAChAgAAZHJzL2Rvd25yZXYueG1sUEsFBgAAAAAEAAQA+QAAAJMDAAAAAA==&#10;" strokecolor="#2f5496 [2408]" strokeweight="1.5pt"/>
              </v:group>
            </w:pict>
          </mc:Fallback>
        </mc:AlternateContent>
      </w:r>
      <w:r>
        <w:rPr>
          <w:rFonts w:ascii="TTKB Dik Temel Abece" w:hAnsi="TTKB Dik Temel Abece"/>
          <w:sz w:val="72"/>
          <w:szCs w:val="72"/>
        </w:rPr>
        <w:tab/>
      </w:r>
    </w:p>
    <w:p w:rsidR="00552E82" w:rsidRPr="00552E82" w:rsidRDefault="00552E82" w:rsidP="00552E82">
      <w:pPr>
        <w:tabs>
          <w:tab w:val="left" w:pos="5715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74930</wp:posOffset>
            </wp:positionV>
            <wp:extent cx="419100" cy="447675"/>
            <wp:effectExtent l="19050" t="0" r="0" b="0"/>
            <wp:wrapNone/>
            <wp:docPr id="2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4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43" name="Group 6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44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6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-16.85pt;margin-top:5.65pt;width:521.25pt;height:36.85pt;z-index:-25159884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">
                <v:group id="Group 6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rect id="Rectangle 6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If6cQA&#10;AADbAAAADwAAAGRycy9kb3ducmV2LnhtbESPQWvCQBSE7wX/w/KE3uomVqRE11C1ll6rkdDbI/vM&#10;hmbfhuzWxH/fLRQ8DjPzDbPOR9uKK/W+cawgnSUgiCunG64VFKfD0wsIH5A1to5JwY085JvJwxoz&#10;7Qb+pOsx1CJC2GeowITQZVL6ypBFP3MdcfQurrcYouxrqXscIty2cp4kS2mx4bhgsKOdoer7+GMV&#10;PNflmymLvS9sWi7fz7fzdvg6KPU4HV9XIAKN4R7+b39oBYsF/H2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CH+nEAAAA2wAAAA8AAAAAAAAAAAAAAAAAmAIAAGRycy9k&#10;b3ducmV2LnhtbFBLBQYAAAAABAAEAPUAAACJAwAAAAA=&#10;" strokecolor="#2f5496 [2408]" strokeweight="1.5pt">
                    <v:fill opacity="0"/>
                  </v:rect>
                  <v:rect id="Rectangle 6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7z3sMA&#10;AADbAAAADwAAAGRycy9kb3ducmV2LnhtbESPQWvCQBSE7wX/w/KE3uomJSk2ukpJie1RY70/ss8k&#10;mH2bZrcx/vtuQehxmJlvmPV2Mp0YaXCtZQXxIgJBXFndcq3g61g8LUE4j6yxs0wKbuRgu5k9rDHT&#10;9soHGktfiwBhl6GCxvs+k9JVDRl0C9sTB+9sB4M+yKGWesBrgJtOPkfRizTYclhosKe8oepS/hgF&#10;p/S95w9peB8XyWt6uuy+89go9Tif3lYgPE3+P3xvf2oFSQp/X8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7z3s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6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ewzcQAAADbAAAADwAAAGRycy9kb3ducmV2LnhtbESPT4vCMBTE78J+h/AWvNl0RUS6RrEL&#10;ghU8+Adhb4/m2Vabl9pErd/eLCx4HGbmN8x03pla3Kl1lWUFX1EMgji3uuJCwWG/HExAOI+ssbZM&#10;Cp7kYD776E0x0fbBW7rvfCEChF2CCkrvm0RKl5dk0EW2IQ7eybYGfZBtIXWLjwA3tRzG8VgarDgs&#10;lNjQT0n5ZXczCtLn+rixPruuTr/na5amwwzPRqn+Z7f4BuGp8+/wf3ulFYzG8Pcl/AA5e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x7DNxAAAANsAAAAPAAAAAAAAAAAA&#10;AAAAAKECAABkcnMvZG93bnJldi54bWxQSwUGAAAAAAQABAD5AAAAkgMAAAAA&#10;" strokecolor="#2f5496 [2408]" strokeweight="1.5pt"/>
                <v:shape id="AutoShape 6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sVVsUAAADbAAAADwAAAGRycy9kb3ducmV2LnhtbESPT2vCQBTE74V+h+UJvdWNUtoSXYMp&#10;FJJCD1oRvD2yz/wx+zZmtzF++65Q8DjMzG+YZTKaVgzUu9qygtk0AkFcWF1zqWD38/n8DsJ5ZI2t&#10;ZVJwJQfJ6vFhibG2F97QsPWlCBB2MSqovO9iKV1RkUE3tR1x8I62N+iD7Eupe7wEuGnlPIpepcGa&#10;w0KFHX1UVJy2v0ZBev3af1ufn7PjoTnnaTrPsTFKPU3G9QKEp9Hfw//tTCt4eYP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sVVsUAAADbAAAADwAAAAAAAAAA&#10;AAAAAAChAgAAZHJzL2Rvd25yZXYueG1sUEsFBgAAAAAEAAQA+QAAAJMDAAAAAA==&#10;" strokecolor="#2f5496 [2408]" strokeweight="1.5pt"/>
              </v:group>
            </w:pict>
          </mc:Fallback>
        </mc:AlternateContent>
      </w:r>
      <w:r w:rsidRPr="00552E82">
        <w:rPr>
          <w:rFonts w:ascii="TTKB Dik Temel Abece" w:hAnsi="TTKB Dik Temel Abece"/>
          <w:b/>
          <w:noProof/>
          <w:sz w:val="72"/>
          <w:szCs w:val="72"/>
          <w:lang w:eastAsia="tr-TR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62865</wp:posOffset>
            </wp:positionV>
            <wp:extent cx="419100" cy="447675"/>
            <wp:effectExtent l="19050" t="0" r="0" b="0"/>
            <wp:wrapNone/>
            <wp:docPr id="2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b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36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37" name="Group 69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38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-16.85pt;margin-top:5.65pt;width:521.25pt;height:36.85pt;z-index:-25159782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">
                <v:group id="Group 69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rect id="Rectangle 70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lmkcAA&#10;AADbAAAADwAAAGRycy9kb3ducmV2LnhtbERPS2vCQBC+F/oflin0VjcqSEldpQ8tXtVI6G3ITrOh&#10;2dmQXU38985B6PHjey/Xo2/VhfrYBDYwnWSgiKtgG64NFMftyyuomJAttoHJwJUirFePD0vMbRh4&#10;T5dDqpWEcMzRgEupy7WOlSOPcRI6YuF+Q+8xCexrbXscJNy3epZlC+2xYWlw2NGno+rvcPYG5nW5&#10;cWXxFQs/LRffp+vpY/jZGvP8NL6/gUo0pn/x3b2z4pOx8kV+gF7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QlmkcAAAADbAAAADwAAAAAAAAAAAAAAAACYAgAAZHJzL2Rvd25y&#10;ZXYueG1sUEsFBgAAAAAEAAQA9QAAAIUDAAAAAA==&#10;" strokecolor="#2f5496 [2408]" strokeweight="1.5pt">
                    <v:fill opacity="0"/>
                  </v:rect>
                  <v:rect id="Rectangle 71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WKpsMA&#10;AADbAAAADwAAAGRycy9kb3ducmV2LnhtbESPQWvCQBSE74X+h+UVejObWC1NdBWxRHts03p/ZJ9J&#10;MPs2za4x/nu3IPQ4zMw3zHI9mlYM1LvGsoIkikEQl1Y3XCn4+c4nbyCcR9bYWiYFV3KwXj0+LDHT&#10;9sJfNBS+EgHCLkMFtfddJqUrazLoItsRB+9oe4M+yL6SusdLgJtWTuP4VRpsOCzU2NG2pvJUnI2C&#10;w/y94700/Jnks3R+OO1+t4lR6vlp3CxAeBr9f/je/tAKXlL4+xJ+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WKps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72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KNIsAAAADbAAAADwAAAGRycy9kb3ducmV2LnhtbERPy4rCMBTdC/5DuII7TRUZhmoUKwhW&#10;cOEDwd2lubbV5qY2UevfTxbCLA/nPVu0phIvalxpWcFoGIEgzqwuOVdwOq4HvyCcR9ZYWSYFH3Kw&#10;mHc7M4y1ffOeXgefixDCLkYFhfd1LKXLCjLohrYmDtzVNgZ9gE0udYPvEG4qOY6iH2mw5NBQYE2r&#10;grL74WkUJJ/teWd9+thcL7dHmiTjFG9GqX6vXU5BeGr9v/jr3mgFk7A+fAk/QM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hijSLAAAAA2wAAAA8AAAAAAAAAAAAAAAAA&#10;oQIAAGRycy9kb3ducmV2LnhtbFBLBQYAAAAABAAEAPkAAACOAwAAAAA=&#10;" strokecolor="#2f5496 [2408]" strokeweight="1.5pt"/>
                <v:shape id="AutoShape 73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4oucQAAADbAAAADwAAAGRycy9kb3ducmV2LnhtbESPQYvCMBSE78L+h/AWvNlUEZGuUezC&#10;ghU8qMvC3h7Ns602L7WJWv+9EQSPw8x8w8wWnanFlVpXWVYwjGIQxLnVFRcKfvc/gykI55E11pZJ&#10;wZ0cLOYfvRkm2t54S9edL0SAsEtQQel9k0jp8pIMusg2xME72NagD7ItpG7xFuCmlqM4nkiDFYeF&#10;Ehv6Lik/7S5GQXpf/22sz86rw//xnKXpKMOjUar/2S2/QHjq/Dv8aq+0gvEQnl/CD5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Lii5xAAAANsAAAAPAAAAAAAAAAAA&#10;AAAAAKECAABkcnMvZG93bnJldi54bWxQSwUGAAAAAAQABAD5AAAAkgMAAAAA&#10;" strokecolor="#2f5496 [2408]" strokeweight="1.5pt"/>
              </v:group>
            </w:pict>
          </mc:Fallback>
        </mc:AlternateContent>
      </w:r>
    </w:p>
    <w:p w:rsidR="00552E82" w:rsidRDefault="00552E82" w:rsidP="00552E82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72390</wp:posOffset>
            </wp:positionV>
            <wp:extent cx="419100" cy="447675"/>
            <wp:effectExtent l="19050" t="0" r="0" b="0"/>
            <wp:wrapNone/>
            <wp:docPr id="2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30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31" name="Group 7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32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-16.85pt;margin-top:5.65pt;width:521.25pt;height:36.85pt;z-index:-25159680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">
                <v:group id="Group 75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Rectangle 76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FRe8IA&#10;AADbAAAADwAAAGRycy9kb3ducmV2LnhtbESPQWvCQBSE74L/YXlCb7rRgkjqKtpq6VWNhN4e2Wc2&#10;mH0bsquJ/75bEDwOM98Ms1z3thZ3an3lWMF0koAgLpyuuFSQnfbjBQgfkDXWjknBgzysV8PBElPt&#10;Oj7Q/RhKEUvYp6jAhNCkUvrCkEU/cQ1x9C6utRiibEupW+xiua3lLEnm0mLFccFgQ5+GiuvxZhW8&#10;l/nO5NmXz+w0n3+fH+dt97tX6m3Ubz5ABOrDK/ykf3TkZvD/Jf4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4VF7wgAAANsAAAAPAAAAAAAAAAAAAAAAAJgCAABkcnMvZG93&#10;bnJldi54bWxQSwUGAAAAAAQABAD1AAAAhwMAAAAA&#10;" strokecolor="#2f5496 [2408]" strokeweight="1.5pt">
                    <v:fill opacity="0"/>
                  </v:rect>
                  <v:rect id="Rectangle 77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29TMMA&#10;AADbAAAADwAAAGRycy9kb3ducmV2LnhtbESPzW7CMBCE70h9B2sr9dY4KT8qAYMqqhSObWjuq3ib&#10;RMTrNHZDeHuMVInjaGa+0ay3o2nFQL1rLCtIohgEcWl1w5WC72P2/ArCeWSNrWVScCEH283DZI2p&#10;tmf+oiH3lQgQdikqqL3vUildWZNBF9mOOHg/tjfog+wrqXs8B7hp5UscL6TBhsNCjR3taipP+Z9R&#10;UMzfO95Lw59JNlvOi9PH7y4xSj09jm8rEJ5Gfw//tw9awXQKty/hB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29TM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78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/4XMUAAADbAAAADwAAAGRycy9kb3ducmV2LnhtbESPT2vCQBTE74V+h+UJvdWNtpQSXYMp&#10;FJJCD1oRvD2yz/wx+zZmtzF++65Q8DjMzG+YZTKaVgzUu9qygtk0AkFcWF1zqWD38/n8DsJ5ZI2t&#10;ZVJwJQfJ6vFhibG2F97QsPWlCBB2MSqovO9iKV1RkUE3tR1x8I62N+iD7Eupe7wEuGnlPIrepMGa&#10;w0KFHX1UVJy2v0ZBev3af1ufn7PjoTnnaTrPsTFKPU3G9QKEp9Hfw//tTCt4eYX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/4XMUAAADbAAAADwAAAAAAAAAA&#10;AAAAAAChAgAAZHJzL2Rvd25yZXYueG1sUEsFBgAAAAAEAAQA+QAAAJMDAAAAAA==&#10;" strokecolor="#2f5496 [2408]" strokeweight="1.5pt"/>
                <v:shape id="AutoShape 79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Ndx8UAAADbAAAADwAAAGRycy9kb3ducmV2LnhtbESPT2vCQBTE74V+h+UJvdWNlpYSXYMp&#10;FJJCD1oRvD2yz/wx+zZmtzF++65Q8DjMzG+YZTKaVgzUu9qygtk0AkFcWF1zqWD38/n8DsJ5ZI2t&#10;ZVJwJQfJ6vFhibG2F97QsPWlCBB2MSqovO9iKV1RkUE3tR1x8I62N+iD7Eupe7wEuGnlPIrepMGa&#10;w0KFHX1UVJy2v0ZBev3af1ufn7PjoTnnaTrPsTFKPU3G9QKEp9Hfw//tTCt4eYX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Ndx8UAAADbAAAADwAAAAAAAAAA&#10;AAAAAAChAgAAZHJzL2Rvd25yZXYueG1sUEsFBgAAAAAEAAQA+QAAAJMDAAAAAA==&#10;" strokecolor="#2f5496 [2408]" strokeweight="1.5pt"/>
              </v:group>
            </w:pict>
          </mc:Fallback>
        </mc:AlternateContent>
      </w:r>
    </w:p>
    <w:p w:rsidR="001770C2" w:rsidRPr="00552E82" w:rsidRDefault="00552E82" w:rsidP="003E4FBB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lastRenderedPageBreak/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99060</wp:posOffset>
            </wp:positionV>
            <wp:extent cx="419100" cy="447675"/>
            <wp:effectExtent l="19050" t="0" r="0" b="0"/>
            <wp:wrapNone/>
            <wp:docPr id="26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7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0" name="Group 8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6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-16.85pt;margin-top:5.65pt;width:521.25pt;height:36.85pt;z-index:-25159577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">
                <v:group id="Group 81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82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LGMEA&#10;AADbAAAADwAAAGRycy9kb3ducmV2LnhtbERPS2vCQBC+F/wPywje6kaFUFJX8VFLr9pI8DZkx2ww&#10;OxuyWxP/fbcg9DYf33OW68E24k6drx0rmE0TEMSl0zVXCvLvw+sbCB+QNTaOScGDPKxXo5clZtr1&#10;fKT7KVQihrDPUIEJoc2k9KUhi37qWuLIXV1nMUTYVVJ32Mdw28h5kqTSYs2xwWBLO0Pl7fRjFSyq&#10;4sMU+d7ndlakn+fHedtfDkpNxsPmHUSgIfyLn+4vHeen8PdLPE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vCxjBAAAA2wAAAA8AAAAAAAAAAAAAAAAAmAIAAGRycy9kb3du&#10;cmV2LnhtbFBLBQYAAAAABAAEAPUAAACGAwAAAAA=&#10;" strokecolor="#2f5496 [2408]" strokeweight="1.5pt">
                    <v:fill opacity="0"/>
                  </v:rect>
                  <v:rect id="Rectangle 83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Et78A&#10;AADbAAAADwAAAGRycy9kb3ducmV2LnhtbERPS4vCMBC+C/6HMIK3Na3ootVUxEV3jz7vQzO2pc2k&#10;Nlmt/36zIHibj+85y1VnanGn1pWWFcSjCARxZnXJuYLzafsxA+E8ssbaMil4koNV2u8tMdH2wQe6&#10;H30uQgi7BBUU3jeJlC4ryKAb2YY4cFfbGvQBtrnULT5CuKnlOIo+pcGSQ0OBDW0Kyqrjr1FwmX41&#10;/C0N7+PtZD69VLvbJjZKDQfdegHCU+ff4pf7R4f5Y/j/JRwg0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ZES3vwAAANsAAAAPAAAAAAAAAAAAAAAAAJgCAABkcnMvZG93bnJl&#10;di54bWxQSwUGAAAAAAQABAD1AAAAhAMAAAAA&#10;" fillcolor="#deeaf6 [660]" strokecolor="#c00000" strokeweight="1pt">
                    <v:stroke dashstyle="dash"/>
                  </v:rect>
                </v:group>
                <v:shape id="AutoShape 84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Tw9sUAAADbAAAADwAAAGRycy9kb3ducmV2LnhtbESPT2vCQBTE7wW/w/KE3urGHNoSXYMR&#10;BFPooWkRvD2yz/wx+zZmt5p8+26h0OMwM79h1uloOnGjwTWWFSwXEQji0uqGKwVfn/unVxDOI2vs&#10;LJOCiRykm9nDGhNt7/xBt8JXIkDYJaig9r5PpHRlTQbdwvbEwTvbwaAPcqikHvAe4KaTcRQ9S4MN&#10;h4Uae9rVVF6Kb6Mgm96O79bn18P51F7zLItzbI1Sj/NxuwLhafT/4b/2QSuIX+D3S/g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lTw9sUAAADbAAAADwAAAAAAAAAA&#10;AAAAAAChAgAAZHJzL2Rvd25yZXYueG1sUEsFBgAAAAAEAAQA+QAAAJMDAAAAAA==&#10;" strokecolor="#2f5496 [2408]" strokeweight="1.5pt"/>
                <v:shape id="AutoShape 85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fBH8UAAADbAAAADwAAAGRycy9kb3ducmV2LnhtbESPT2vCQBTE7wW/w/KE3urGHEobXYMR&#10;BFPooWkRvD2yz/wx+zZmt5p8+26h0OMwM79h1uloOnGjwTWWFSwXEQji0uqGKwVfn/unFxDOI2vs&#10;LJOCiRykm9nDGhNt7/xBt8JXIkDYJaig9r5PpHRlTQbdwvbEwTvbwaAPcqikHvAe4KaTcRQ9S4MN&#10;h4Uae9rVVF6Kb6Mgm96O79bn18P51F7zLItzbI1Sj/NxuwLhafT/4b/2QSuIX+H3S/g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fBH8UAAADbAAAADwAAAAAAAAAA&#10;AAAAAAChAgAAZHJzL2Rvd25yZXYueG1sUEsFBgAAAAAEAAQA+QAAAJMDAAAAAA==&#10;" strokecolor="#2f5496 [2408]" strokeweight="1.5pt"/>
              </v:group>
            </w:pict>
          </mc:Fallback>
        </mc:AlternateContent>
      </w: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75565</wp:posOffset>
            </wp:positionV>
            <wp:extent cx="419100" cy="447675"/>
            <wp:effectExtent l="19050" t="0" r="0" b="0"/>
            <wp:wrapNone/>
            <wp:docPr id="28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60DF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2" name="Group 9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3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-16.85pt;margin-top:5.65pt;width:521.25pt;height:36.85pt;z-index:-25159372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">
                <v:group id="Group 9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9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nKi8IA&#10;AADaAAAADwAAAGRycy9kb3ducmV2LnhtbESPQWvCQBSE74X+h+UVeqsbLUiJrmJrFa9qQvD2yD6z&#10;wezbkN2a+O9dQehxmPlmmPlysI24UudrxwrGowQEcel0zZWC7Lj5+ALhA7LGxjEpuJGH5eL1ZY6p&#10;dj3v6XoIlYgl7FNUYEJoUyl9aciiH7mWOHpn11kMUXaV1B32sdw2cpIkU2mx5rhgsKUfQ+Xl8GcV&#10;fFbFrymytc/suJhu81v+3Z82Sr2/DasZiEBD+A8/6Z2OHDyuxBs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6cqLwgAAANoAAAAPAAAAAAAAAAAAAAAAAJgCAABkcnMvZG93&#10;bnJldi54bWxQSwUGAAAAAAQABAD1AAAAhwMAAAAA&#10;" strokecolor="#2f5496 [2408]" strokeweight="1.5pt">
                    <v:fill opacity="0"/>
                  </v:rect>
                  <v:rect id="Rectangle 9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2bCsEA&#10;AADaAAAADwAAAGRycy9kb3ducmV2LnhtbESPQWvCQBSE70L/w/IKvekmJUobXUUs0R7V1vsj+0yC&#10;2bcxu03iv3cLgsdhZr5hFqvB1KKj1lWWFcSTCARxbnXFhYLfn2z8AcJ5ZI21ZVJwIwer5ctogam2&#10;PR+oO/pCBAi7FBWU3jeplC4vyaCb2IY4eGfbGvRBtoXULfYBbmr5HkUzabDisFBiQ5uS8svxzyg4&#10;Tb8a3knD+zhLPqeny/a6iY1Sb6/Deg7C0+Cf4Uf7WytI4P9KuA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NmwrBAAAA2g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9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+9J8MAAADaAAAADwAAAGRycy9kb3ducmV2LnhtbESPQYvCMBSE74L/ITzB2zZVWFmqUawg&#10;WMHDuovg7dE822rzUpus1n+/EQSPw8x8w8wWnanFjVpXWVYwimIQxLnVFRcKfn/WH18gnEfWWFsm&#10;BQ9ysJj3ezNMtL3zN932vhABwi5BBaX3TSKly0sy6CLbEAfvZFuDPsi2kLrFe4CbWo7jeCINVhwW&#10;SmxoVVJ+2f8ZBelje9hZn103p+P5mqXpOMOzUWo46JZTEJ46/w6/2hut4BOeV8IN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/vSfDAAAA2gAAAA8AAAAAAAAAAAAA&#10;AAAAoQIAAGRycy9kb3ducmV2LnhtbFBLBQYAAAAABAAEAPkAAACRAwAAAAA=&#10;" strokecolor="#2f5496 [2408]" strokeweight="1.5pt"/>
                <v:shape id="AutoShape 9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0jUMIAAADaAAAADwAAAGRycy9kb3ducmV2LnhtbESPzarCMBSE94LvEI7gTlNdiFSj3AqC&#10;Fe7CHwR3h+bY1tuc1CZqffsbQXA5zMw3zHzZmko8qHGlZQWjYQSCOLO65FzB8bAeTEE4j6yxskwK&#10;XuRgueh25hhr++QdPfY+FwHCLkYFhfd1LKXLCjLohrYmDt7FNgZ9kE0udYPPADeVHEfRRBosOSwU&#10;WNOqoOxvfzcKktf29Gt9ettcztdbmiTjFK9GqX6v/ZmB8NT6b/jT3mgFE3hfC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y0jUMIAAADaAAAADwAAAAAAAAAAAAAA&#10;AAChAgAAZHJzL2Rvd25yZXYueG1sUEsFBgAAAAAEAAQA+QAAAJADAAAAAA==&#10;" strokecolor="#2f5496 [2408]" strokeweight="1.5pt"/>
              </v:group>
            </w:pict>
          </mc:Fallback>
        </mc:AlternateContent>
      </w:r>
      <w:r>
        <w:rPr>
          <w:rFonts w:ascii="TTKB Dik Temel Abece" w:hAnsi="TTKB Dik Temel Abece"/>
          <w:sz w:val="72"/>
          <w:szCs w:val="72"/>
        </w:rPr>
        <w:tab/>
      </w:r>
    </w:p>
    <w:sectPr w:rsidR="001770C2" w:rsidRPr="00552E82" w:rsidSect="00E5259D">
      <w:pgSz w:w="11906" w:h="16838"/>
      <w:pgMar w:top="1417" w:right="424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481C" w:rsidRDefault="00A2481C" w:rsidP="00AF138E">
      <w:pPr>
        <w:spacing w:after="0" w:line="240" w:lineRule="auto"/>
      </w:pPr>
      <w:r>
        <w:separator/>
      </w:r>
    </w:p>
  </w:endnote>
  <w:endnote w:type="continuationSeparator" w:id="0">
    <w:p w:rsidR="00A2481C" w:rsidRDefault="00A2481C" w:rsidP="00AF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TTKB Dik Temel Abece Dot">
    <w:altName w:val="Calibri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481C" w:rsidRDefault="00A2481C" w:rsidP="00AF138E">
      <w:pPr>
        <w:spacing w:after="0" w:line="240" w:lineRule="auto"/>
      </w:pPr>
      <w:r>
        <w:separator/>
      </w:r>
    </w:p>
  </w:footnote>
  <w:footnote w:type="continuationSeparator" w:id="0">
    <w:p w:rsidR="00A2481C" w:rsidRDefault="00A2481C" w:rsidP="00AF13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032"/>
    <w:rsid w:val="000460DF"/>
    <w:rsid w:val="000B1199"/>
    <w:rsid w:val="00123094"/>
    <w:rsid w:val="00144B66"/>
    <w:rsid w:val="00170688"/>
    <w:rsid w:val="001770C2"/>
    <w:rsid w:val="001F5A93"/>
    <w:rsid w:val="002C0CBB"/>
    <w:rsid w:val="003721D6"/>
    <w:rsid w:val="00394A6D"/>
    <w:rsid w:val="003E4FBB"/>
    <w:rsid w:val="00496FA4"/>
    <w:rsid w:val="00552E82"/>
    <w:rsid w:val="0061242A"/>
    <w:rsid w:val="00645032"/>
    <w:rsid w:val="007A24CE"/>
    <w:rsid w:val="007D2739"/>
    <w:rsid w:val="007F64BA"/>
    <w:rsid w:val="008E294D"/>
    <w:rsid w:val="00975E8A"/>
    <w:rsid w:val="009D28E6"/>
    <w:rsid w:val="009F1F66"/>
    <w:rsid w:val="00A2481C"/>
    <w:rsid w:val="00A269D8"/>
    <w:rsid w:val="00AD1B1C"/>
    <w:rsid w:val="00AF138E"/>
    <w:rsid w:val="00B33495"/>
    <w:rsid w:val="00BD4B19"/>
    <w:rsid w:val="00C01D39"/>
    <w:rsid w:val="00C94A0B"/>
    <w:rsid w:val="00D4633B"/>
    <w:rsid w:val="00E5259D"/>
    <w:rsid w:val="00F3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color="none [2408]">
      <v:fill color="white" opacity="0"/>
      <v:stroke color="none [2408]" weight="1.5pt"/>
    </o:shapedefaults>
    <o:shapelayout v:ext="edit">
      <o:idmap v:ext="edit" data="1"/>
    </o:shapelayout>
  </w:shapeDefaults>
  <w:decimalSymbol w:val=","/>
  <w:listSeparator w:val=";"/>
  <w14:docId w14:val="25BF1186"/>
  <w15:docId w15:val="{3289C1F1-F727-194D-98B1-A05211CB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F138E"/>
  </w:style>
  <w:style w:type="paragraph" w:styleId="AltBilgi">
    <w:name w:val="footer"/>
    <w:basedOn w:val="Normal"/>
    <w:link w:val="Al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138E"/>
  </w:style>
  <w:style w:type="character" w:styleId="Kpr">
    <w:name w:val="Hyperlink"/>
    <w:basedOn w:val="VarsaylanParagrafYazTipi"/>
    <w:uiPriority w:val="99"/>
    <w:unhideWhenUsed/>
    <w:rsid w:val="007F64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56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3" Type="http://schemas.openxmlformats.org/officeDocument/2006/relationships/webSettings" Target="webSettings.xml" /><Relationship Id="rId7" Type="http://schemas.microsoft.com/office/2007/relationships/hdphoto" Target="media/hdphoto1.wdp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microsoft.com/office/2007/relationships/hdphoto" Target="media/hdphoto2.wdp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srin\Downloads\G&#252;zel%20yaz&#305;%20defteri\G&#252;zel%20yaz&#305;%20defteri%20&#351;ablonu%204.dotx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Güzel%20yazı%20defteri%20şablonu%204.dotx</Template>
  <TotalTime>0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nesrin deniz</dc:creator>
  <cp:lastModifiedBy>Hasan Ayık</cp:lastModifiedBy>
  <cp:revision>4</cp:revision>
  <dcterms:created xsi:type="dcterms:W3CDTF">2020-09-24T14:22:00Z</dcterms:created>
  <dcterms:modified xsi:type="dcterms:W3CDTF">2020-09-24T18:21:00Z</dcterms:modified>
</cp:coreProperties>
</file>