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55E" w:rsidRPr="00F2555E" w:rsidRDefault="00F2555E" w:rsidP="00F2555E"/>
    <w:p w:rsidR="00F2555E" w:rsidRPr="00F2555E" w:rsidRDefault="00581335" w:rsidP="00F2555E">
      <w:r>
        <w:rPr>
          <w:noProof/>
          <w:lang w:eastAsia="tr-TR"/>
        </w:rPr>
        <w:drawing>
          <wp:anchor distT="0" distB="0" distL="114300" distR="114300" simplePos="0" relativeHeight="251546112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167640</wp:posOffset>
            </wp:positionV>
            <wp:extent cx="1381125" cy="1828800"/>
            <wp:effectExtent l="19050" t="0" r="9525" b="0"/>
            <wp:wrapNone/>
            <wp:docPr id="1013" name="Resim 1013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3" descr="er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828800"/>
                    </a:xfrm>
                    <a:prstGeom prst="rect">
                      <a:avLst/>
                    </a:prstGeom>
                    <a:gradFill>
                      <a:gsLst>
                        <a:gs pos="0">
                          <a:schemeClr val="accent1">
                            <a:tint val="66000"/>
                            <a:satMod val="160000"/>
                          </a:schemeClr>
                        </a:gs>
                        <a:gs pos="50000">
                          <a:schemeClr val="accent1">
                            <a:tint val="44500"/>
                            <a:satMod val="160000"/>
                          </a:schemeClr>
                        </a:gs>
                        <a:gs pos="100000">
                          <a:schemeClr val="accent1">
                            <a:tint val="23500"/>
                            <a:satMod val="160000"/>
                          </a:schemeClr>
                        </a:gs>
                      </a:gsLst>
                      <a:lin ang="5400000" scaled="0"/>
                    </a:gra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80" name="Rectangle 9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4" o:spid="_x0000_s1026" style="position:absolute;margin-left:-.75pt;margin-top:9pt;width:246pt;height:153pt;z-index:251545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" strokecolor="#4f81bd" strokeweight="5pt">
                <v:stroke linestyle="thickThin"/>
                <v:shadow color="#868686"/>
                <v:textbox style="mso-fit-shape-to-text:t"/>
              </v:rect>
            </w:pict>
          </mc:Fallback>
        </mc:AlternateContent>
      </w:r>
    </w:p>
    <w:p w:rsidR="00F2555E" w:rsidRPr="00F2555E" w:rsidRDefault="00F52E72" w:rsidP="00F2555E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79" name="Rectangle 9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A67D30" w:rsidRDefault="001F532C" w:rsidP="00B27AF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B27AFA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B27AF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 xml:space="preserve">İLKOKULU </w:t>
                            </w:r>
                          </w:p>
                          <w:p w:rsidR="001F532C" w:rsidRPr="0065635D" w:rsidRDefault="001F532C" w:rsidP="003766D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8" o:spid="_x0000_s1026" style="position:absolute;margin-left:126.75pt;margin-top:3.45pt;width:111pt;height:45.3pt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" strokeweight="2.5pt">
                <v:shadow color="#868686"/>
                <v:textbox>
                  <w:txbxContent>
                    <w:p w:rsidR="001F532C" w:rsidRPr="00A67D30" w:rsidRDefault="001F532C" w:rsidP="00B27AF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B27AFA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B27AF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 xml:space="preserve">İLKOKULU </w:t>
                      </w:r>
                    </w:p>
                    <w:p w:rsidR="001F532C" w:rsidRPr="0065635D" w:rsidRDefault="001F532C" w:rsidP="003766DF">
                      <w:pPr>
                        <w:jc w:val="center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2555E" w:rsidRPr="00F2555E" w:rsidRDefault="00F2555E" w:rsidP="00F2555E"/>
    <w:p w:rsidR="00F2555E" w:rsidRPr="00F2555E" w:rsidRDefault="00F2555E" w:rsidP="00F2555E"/>
    <w:p w:rsidR="00F2555E" w:rsidRPr="00F2555E" w:rsidRDefault="00F2555E" w:rsidP="00F2555E"/>
    <w:p w:rsidR="00F2555E" w:rsidRPr="00F2555E" w:rsidRDefault="00F4721C" w:rsidP="00F2555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40" type="#_x0000_t136" style="position:absolute;margin-left:103.5pt;margin-top:11.7pt;width:135.75pt;height:53.25pt;z-index:251548160" fillcolor="#002060" strokecolor="yellow">
            <v:shadow color="#868686"/>
            <v:textpath style="font-family:&quot;Arial Black&quot;;font-size:10pt;font-weight:bold;font-style:italic;v-text-kern:t" trim="t" fitpath="t" string="MUHAMMED&#10;BEYTULLAH &#10;SEYİDOĞLU"/>
          </v:shape>
        </w:pict>
      </w:r>
    </w:p>
    <w:p w:rsidR="00F2555E" w:rsidRPr="00F2555E" w:rsidRDefault="00F2555E" w:rsidP="00F2555E"/>
    <w:p w:rsidR="00F2555E" w:rsidRPr="00F2555E" w:rsidRDefault="00F52E72" w:rsidP="00F2555E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154305</wp:posOffset>
                </wp:positionV>
                <wp:extent cx="752475" cy="419100"/>
                <wp:effectExtent l="0" t="1905" r="0" b="0"/>
                <wp:wrapNone/>
                <wp:docPr id="107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A67D30">
                            <w:pP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7" type="#_x0000_t202" style="position:absolute;margin-left:28.5pt;margin-top:12.15pt;width:59.25pt;height:33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" stroked="f">
                <v:textbox>
                  <w:txbxContent>
                    <w:p w:rsidR="001F532C" w:rsidRPr="004457AF" w:rsidRDefault="001F532C" w:rsidP="00A67D30">
                      <w:pP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/>
                  </w:txbxContent>
                </v:textbox>
              </v:shape>
            </w:pict>
          </mc:Fallback>
        </mc:AlternateContent>
      </w:r>
    </w:p>
    <w:p w:rsidR="00F2555E" w:rsidRPr="00F2555E" w:rsidRDefault="00F2555E" w:rsidP="00F2555E"/>
    <w:p w:rsidR="00F2555E" w:rsidRPr="00F2555E" w:rsidRDefault="00F2555E" w:rsidP="00F2555E"/>
    <w:p w:rsidR="00F2555E" w:rsidRDefault="00F2555E" w:rsidP="00F2555E"/>
    <w:p w:rsidR="00F2555E" w:rsidRDefault="00F2555E" w:rsidP="00F2555E"/>
    <w:p w:rsidR="00020F46" w:rsidRDefault="00020F46" w:rsidP="00F2555E"/>
    <w:p w:rsidR="00020F46" w:rsidRDefault="00020F46" w:rsidP="00F2555E"/>
    <w:p w:rsidR="00212D31" w:rsidRPr="00F2555E" w:rsidRDefault="00F52E72" w:rsidP="00212D3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77" name="Rectangle 1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0" o:spid="_x0000_s1026" style="position:absolute;margin-left:0;margin-top:9pt;width:246pt;height:153pt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212D31" w:rsidRPr="00F2555E" w:rsidRDefault="00404768" w:rsidP="00212D31">
      <w:r>
        <w:rPr>
          <w:noProof/>
          <w:lang w:eastAsia="tr-TR"/>
        </w:rPr>
        <w:drawing>
          <wp:anchor distT="0" distB="0" distL="114300" distR="114300" simplePos="0" relativeHeight="251551232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-3810</wp:posOffset>
            </wp:positionV>
            <wp:extent cx="1600200" cy="1828800"/>
            <wp:effectExtent l="19050" t="0" r="0" b="0"/>
            <wp:wrapNone/>
            <wp:docPr id="1031" name="Resim 103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1" descr="er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76" name="Rectangle 10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A67D30" w:rsidRDefault="001F532C" w:rsidP="00B27AF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B27AFA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B27AF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CB0BD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4" o:spid="_x0000_s1028" style="position:absolute;margin-left:126.75pt;margin-top:3.45pt;width:111pt;height:45.3pt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" strokeweight="2.5pt">
                <v:shadow color="#868686"/>
                <v:textbox>
                  <w:txbxContent>
                    <w:p w:rsidR="001F532C" w:rsidRPr="00A67D30" w:rsidRDefault="001F532C" w:rsidP="00B27AF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B27AFA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B27AF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CB0BD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Pr="00F2555E" w:rsidRDefault="00F4721C" w:rsidP="00212D31">
      <w:r>
        <w:rPr>
          <w:noProof/>
        </w:rPr>
        <w:pict>
          <v:shape id="_x0000_s2057" type="#_x0000_t136" style="position:absolute;margin-left:122.25pt;margin-top:2.25pt;width:117.75pt;height:70.5pt;z-index:251553280" fillcolor="#002060" strokecolor="yellow">
            <v:shadow color="#868686"/>
            <v:textpath style="font-family:&quot;Arial Black&quot;;font-size:12pt;font-weight:bold;font-style:italic;v-text-kern:t" trim="t" fitpath="t" string="MEHMET ŞİRİN&#10;KAVŞUT&#10;"/>
          </v:shape>
        </w:pict>
      </w:r>
    </w:p>
    <w:p w:rsidR="00212D31" w:rsidRPr="00F2555E" w:rsidRDefault="00212D31" w:rsidP="00212D31"/>
    <w:p w:rsidR="00212D31" w:rsidRPr="00F2555E" w:rsidRDefault="00F52E72" w:rsidP="00212D3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75" name="Text Box 1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212D31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212D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32" o:spid="_x0000_s1029" type="#_x0000_t202" style="position:absolute;margin-left:42pt;margin-top:12.15pt;width:61.5pt;height:33pt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" stroked="f">
                <v:textbox>
                  <w:txbxContent>
                    <w:p w:rsidR="001F532C" w:rsidRPr="004457AF" w:rsidRDefault="001F532C" w:rsidP="00212D31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212D31"/>
                  </w:txbxContent>
                </v:textbox>
              </v:shape>
            </w:pict>
          </mc:Fallback>
        </mc:AlternateContent>
      </w:r>
    </w:p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Default="00212D31" w:rsidP="00212D31"/>
    <w:p w:rsidR="00212D31" w:rsidRDefault="00212D31" w:rsidP="00212D31"/>
    <w:p w:rsidR="00212D31" w:rsidRDefault="00212D31" w:rsidP="00212D31"/>
    <w:p w:rsidR="00212D31" w:rsidRPr="00F2555E" w:rsidRDefault="00404768" w:rsidP="00212D31">
      <w:r>
        <w:rPr>
          <w:noProof/>
          <w:lang w:eastAsia="tr-TR"/>
        </w:rPr>
        <w:drawing>
          <wp:anchor distT="0" distB="0" distL="114300" distR="114300" simplePos="0" relativeHeight="251556352" behindDoc="0" locked="0" layoutInCell="1" allowOverlap="1">
            <wp:simplePos x="0" y="0"/>
            <wp:positionH relativeFrom="column">
              <wp:posOffset>1</wp:posOffset>
            </wp:positionH>
            <wp:positionV relativeFrom="paragraph">
              <wp:posOffset>166370</wp:posOffset>
            </wp:positionV>
            <wp:extent cx="1600200" cy="1828800"/>
            <wp:effectExtent l="19050" t="0" r="0" b="0"/>
            <wp:wrapNone/>
            <wp:docPr id="1036" name="Resim 103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6" descr="er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74" name="Rectangle 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5" o:spid="_x0000_s1026" style="position:absolute;margin-left:0;margin-top:9pt;width:246pt;height:153pt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BAF3JH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212D31" w:rsidRPr="00F2555E" w:rsidRDefault="00F52E72" w:rsidP="00212D3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73" name="Rectangle 1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A67D30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A67D30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A67D30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CB0BD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9" o:spid="_x0000_s1030" style="position:absolute;margin-left:126.75pt;margin-top:3.45pt;width:111pt;height:45.3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" strokeweight="2.5pt">
                <v:shadow color="#868686"/>
                <v:textbox>
                  <w:txbxContent>
                    <w:p w:rsidR="001F532C" w:rsidRPr="00404768" w:rsidRDefault="001F532C" w:rsidP="00A67D30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A67D30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A67D30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CB0BD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Pr="00F2555E" w:rsidRDefault="00F4721C" w:rsidP="00212D31">
      <w:r>
        <w:rPr>
          <w:noProof/>
        </w:rPr>
        <w:pict>
          <v:shape id="_x0000_s2062" type="#_x0000_t136" style="position:absolute;margin-left:122.25pt;margin-top:2.25pt;width:117.75pt;height:70.5pt;z-index:251558400" fillcolor="#002060" strokecolor="yellow">
            <v:shadow color="#868686"/>
            <v:textpath style="font-family:&quot;Arial Black&quot;;font-size:12pt;font-weight:bold;font-style:italic;v-text-kern:t" trim="t" fitpath="t" string="MUHAMMED EMİN&#10;ANIK"/>
          </v:shape>
        </w:pict>
      </w:r>
    </w:p>
    <w:p w:rsidR="00212D31" w:rsidRPr="00F2555E" w:rsidRDefault="00212D31" w:rsidP="00212D31"/>
    <w:p w:rsidR="00212D31" w:rsidRPr="00F2555E" w:rsidRDefault="00F52E72" w:rsidP="00212D3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72" name="Text Box 1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212D31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212D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37" o:spid="_x0000_s1031" type="#_x0000_t202" style="position:absolute;margin-left:33.75pt;margin-top:12.15pt;width:61.5pt;height:33pt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" stroked="f">
                <v:textbox>
                  <w:txbxContent>
                    <w:p w:rsidR="001F532C" w:rsidRPr="004457AF" w:rsidRDefault="001F532C" w:rsidP="00212D31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212D31"/>
                  </w:txbxContent>
                </v:textbox>
              </v:shape>
            </w:pict>
          </mc:Fallback>
        </mc:AlternateContent>
      </w:r>
    </w:p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Default="00212D31" w:rsidP="00212D31"/>
    <w:p w:rsidR="00212D31" w:rsidRDefault="00212D31" w:rsidP="00212D31"/>
    <w:p w:rsidR="00212D31" w:rsidRDefault="00212D31" w:rsidP="00212D31"/>
    <w:p w:rsidR="00212D31" w:rsidRPr="00F2555E" w:rsidRDefault="00F52E72" w:rsidP="00212D3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71" name="Rectangle 10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0" o:spid="_x0000_s1026" style="position:absolute;margin-left:0;margin-top:9pt;width:246pt;height:153pt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CRhqb5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212D31" w:rsidRPr="00F2555E" w:rsidRDefault="00F52E72" w:rsidP="00212D3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70" name="Rectangle 10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3B707E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4" o:spid="_x0000_s1032" style="position:absolute;margin-left:126.75pt;margin-top:3.45pt;width:111pt;height:45.3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" strokeweight="2.5pt">
                <v:shadow color="#868686"/>
                <v:textbox>
                  <w:txbxContent>
                    <w:p w:rsidR="001F532C" w:rsidRPr="00404768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3B707E">
                      <w:pPr>
                        <w:rPr>
                          <w:szCs w:val="28"/>
                        </w:rPr>
                      </w:pPr>
                    </w:p>
                    <w:p w:rsidR="001F532C" w:rsidRPr="003B707E" w:rsidRDefault="001F532C" w:rsidP="003B707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67625">
        <w:rPr>
          <w:noProof/>
          <w:lang w:eastAsia="tr-TR"/>
        </w:rPr>
        <w:drawing>
          <wp:anchor distT="0" distB="0" distL="114300" distR="114300" simplePos="0" relativeHeight="251561472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-7620</wp:posOffset>
            </wp:positionV>
            <wp:extent cx="1781175" cy="1828800"/>
            <wp:effectExtent l="19050" t="0" r="9525" b="0"/>
            <wp:wrapNone/>
            <wp:docPr id="1041" name="Resim 104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1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Pr="00F2555E" w:rsidRDefault="00F4721C" w:rsidP="00212D31">
      <w:r>
        <w:rPr>
          <w:noProof/>
        </w:rPr>
        <w:pict>
          <v:shape id="_x0000_s2067" type="#_x0000_t136" style="position:absolute;margin-left:122.25pt;margin-top:2.25pt;width:117.75pt;height:70.5pt;z-index:251563520" fillcolor="#002060" strokecolor="yellow">
            <v:shadow color="#868686"/>
            <v:textpath style="font-family:&quot;Arial Black&quot;;font-size:12pt;font-weight:bold;font-style:italic;v-text-kern:t" trim="t" fitpath="t" string="MUHAMMED ALİ &#10;IŞIK"/>
          </v:shape>
        </w:pict>
      </w:r>
    </w:p>
    <w:p w:rsidR="00212D31" w:rsidRPr="00F2555E" w:rsidRDefault="00212D31" w:rsidP="00212D31"/>
    <w:p w:rsidR="00212D31" w:rsidRPr="00F2555E" w:rsidRDefault="00F52E72" w:rsidP="00212D3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69" name="Text Box 10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212D31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212D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42" o:spid="_x0000_s1033" type="#_x0000_t202" style="position:absolute;margin-left:42pt;margin-top:12.15pt;width:61.5pt;height:33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" stroked="f">
                <v:textbox>
                  <w:txbxContent>
                    <w:p w:rsidR="001F532C" w:rsidRPr="004457AF" w:rsidRDefault="001F532C" w:rsidP="00212D31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212D31"/>
                  </w:txbxContent>
                </v:textbox>
              </v:shape>
            </w:pict>
          </mc:Fallback>
        </mc:AlternateContent>
      </w:r>
    </w:p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Default="00212D31" w:rsidP="00212D31"/>
    <w:p w:rsidR="00212D31" w:rsidRDefault="00212D31" w:rsidP="00212D31"/>
    <w:p w:rsidR="00212D31" w:rsidRDefault="00212D31" w:rsidP="00212D31"/>
    <w:p w:rsidR="00212D31" w:rsidRDefault="00212D31" w:rsidP="00212D31"/>
    <w:p w:rsidR="00581335" w:rsidRDefault="00581335" w:rsidP="00212D31"/>
    <w:p w:rsidR="00212D31" w:rsidRDefault="00212D31" w:rsidP="00212D31"/>
    <w:p w:rsidR="00212D31" w:rsidRDefault="00212D31" w:rsidP="00212D31"/>
    <w:p w:rsidR="00212D31" w:rsidRPr="00F2555E" w:rsidRDefault="00F52E72" w:rsidP="00212D3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6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5" o:spid="_x0000_s1026" style="position:absolute;margin-left:0;margin-top:9pt;width:246pt;height:153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Aacu8I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212D31" w:rsidRPr="00F2555E" w:rsidRDefault="00367625" w:rsidP="00212D31">
      <w:r>
        <w:rPr>
          <w:noProof/>
          <w:lang w:eastAsia="tr-TR"/>
        </w:rPr>
        <w:drawing>
          <wp:anchor distT="0" distB="0" distL="114300" distR="114300" simplePos="0" relativeHeight="251566592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-7620</wp:posOffset>
            </wp:positionV>
            <wp:extent cx="1781175" cy="1828800"/>
            <wp:effectExtent l="19050" t="0" r="9525" b="0"/>
            <wp:wrapNone/>
            <wp:docPr id="1046" name="Resim 104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6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67" name="Rectangle 10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A67D30" w:rsidRDefault="001F532C" w:rsidP="00B27AF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B27AFA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B27AF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CB0BD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9" o:spid="_x0000_s1034" style="position:absolute;margin-left:126.75pt;margin-top:3.45pt;width:111pt;height:45.3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" strokeweight="2.5pt">
                <v:shadow color="#868686"/>
                <v:textbox>
                  <w:txbxContent>
                    <w:p w:rsidR="001F532C" w:rsidRPr="00A67D30" w:rsidRDefault="001F532C" w:rsidP="00B27AF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B27AFA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B27AF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CB0BD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Pr="00F2555E" w:rsidRDefault="00F4721C" w:rsidP="00212D31">
      <w:r>
        <w:rPr>
          <w:noProof/>
        </w:rPr>
        <w:pict>
          <v:shape id="_x0000_s2072" type="#_x0000_t136" style="position:absolute;margin-left:122.25pt;margin-top:2.25pt;width:117.75pt;height:70.5pt;z-index:251568640" fillcolor="#002060" strokecolor="yellow">
            <v:shadow color="#868686"/>
            <v:textpath style="font-family:&quot;Arial Black&quot;;font-size:12pt;font-weight:bold;font-style:italic;v-text-kern:t" trim="t" fitpath="t" string="ÖMER FARUK &#10;AKBAŞ"/>
          </v:shape>
        </w:pict>
      </w:r>
    </w:p>
    <w:p w:rsidR="00212D31" w:rsidRPr="00F2555E" w:rsidRDefault="00212D31" w:rsidP="00212D31"/>
    <w:p w:rsidR="00212D31" w:rsidRPr="00F2555E" w:rsidRDefault="00F52E72" w:rsidP="00212D3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66" name="Text Box 10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212D31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212D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47" o:spid="_x0000_s1035" type="#_x0000_t202" style="position:absolute;margin-left:42pt;margin-top:12.15pt;width:61.5pt;height:33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" stroked="f">
                <v:textbox>
                  <w:txbxContent>
                    <w:p w:rsidR="001F532C" w:rsidRPr="004457AF" w:rsidRDefault="001F532C" w:rsidP="00212D31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212D31"/>
                  </w:txbxContent>
                </v:textbox>
              </v:shape>
            </w:pict>
          </mc:Fallback>
        </mc:AlternateContent>
      </w:r>
    </w:p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Default="00212D31" w:rsidP="00212D31"/>
    <w:p w:rsidR="00212D31" w:rsidRDefault="00212D31" w:rsidP="00212D31"/>
    <w:p w:rsidR="00212D31" w:rsidRDefault="00212D31" w:rsidP="00212D31"/>
    <w:p w:rsidR="00212D31" w:rsidRDefault="00F52E72" w:rsidP="00212D3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65" name="Rectangle 1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0" o:spid="_x0000_s1026" style="position:absolute;margin-left:0;margin-top:9pt;width:246pt;height:153pt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" strokecolor="#4f81bd [3204]" strokeweight="5pt">
                <v:stroke linestyle="thickThin"/>
                <v:shadow color="#868686"/>
              </v:rect>
            </w:pict>
          </mc:Fallback>
        </mc:AlternateContent>
      </w:r>
    </w:p>
    <w:p w:rsidR="00212D31" w:rsidRPr="00F2555E" w:rsidRDefault="00581335" w:rsidP="00212D31">
      <w:r>
        <w:rPr>
          <w:noProof/>
          <w:lang w:eastAsia="tr-TR"/>
        </w:rPr>
        <w:drawing>
          <wp:anchor distT="0" distB="0" distL="114300" distR="114300" simplePos="0" relativeHeight="251571712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-3810</wp:posOffset>
            </wp:positionV>
            <wp:extent cx="1781175" cy="1828800"/>
            <wp:effectExtent l="19050" t="0" r="9525" b="0"/>
            <wp:wrapNone/>
            <wp:docPr id="1051" name="Resim 105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1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FFFFFF"/>
                        </a:gs>
                        <a:gs pos="100000">
                          <a:srgbClr val="FFFFFF">
                            <a:gamma/>
                            <a:shade val="46275"/>
                            <a:invGamma/>
                          </a:srgbClr>
                        </a:gs>
                      </a:gsLst>
                      <a:path path="rect">
                        <a:fillToRect r="100000" b="100000"/>
                      </a:path>
                    </a:gra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2D31" w:rsidRPr="00F2555E" w:rsidRDefault="00F52E72" w:rsidP="00212D3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64" name="Rectangle 1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A67D30" w:rsidRDefault="001F532C" w:rsidP="00B27AF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B27AFA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4457AF" w:rsidRDefault="001F532C" w:rsidP="00B27AF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CB0BD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4" o:spid="_x0000_s1036" style="position:absolute;margin-left:126.75pt;margin-top:3.45pt;width:111pt;height:45.3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" strokeweight="2.5pt">
                <v:shadow color="#868686"/>
                <v:textbox>
                  <w:txbxContent>
                    <w:p w:rsidR="001F532C" w:rsidRPr="00A67D30" w:rsidRDefault="001F532C" w:rsidP="00B27AF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B27AFA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4457AF" w:rsidRDefault="001F532C" w:rsidP="00B27AFA">
                      <w:pPr>
                        <w:jc w:val="center"/>
                        <w:rPr>
                          <w:rFonts w:ascii="Calibri" w:hAnsi="Calibri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CB0BD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Pr="00F2555E" w:rsidRDefault="00F4721C" w:rsidP="00212D31">
      <w:r>
        <w:rPr>
          <w:noProof/>
        </w:rPr>
        <w:pict>
          <v:shape id="_x0000_s2077" type="#_x0000_t136" style="position:absolute;margin-left:122.25pt;margin-top:2.25pt;width:117.75pt;height:70.5pt;z-index:251573760" fillcolor="#002060" strokecolor="yellow">
            <v:shadow color="#868686"/>
            <v:textpath style="font-family:&quot;Arial Black&quot;;font-size:12pt;font-weight:bold;font-style:italic;v-text-kern:t" trim="t" fitpath="t" string="ALİ İHSAN &#10;SÜMER"/>
          </v:shape>
        </w:pict>
      </w:r>
    </w:p>
    <w:p w:rsidR="00212D31" w:rsidRPr="00F2555E" w:rsidRDefault="00F52E72" w:rsidP="00212D3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63" name="Text Box 10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212D31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212D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2" o:spid="_x0000_s1037" type="#_x0000_t202" style="position:absolute;margin-left:42pt;margin-top:12.15pt;width:61.5pt;height:33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" stroked="f">
                <v:textbox>
                  <w:txbxContent>
                    <w:p w:rsidR="001F532C" w:rsidRPr="004457AF" w:rsidRDefault="001F532C" w:rsidP="00212D31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212D31"/>
                  </w:txbxContent>
                </v:textbox>
              </v:shape>
            </w:pict>
          </mc:Fallback>
        </mc:AlternateContent>
      </w:r>
    </w:p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Default="00212D31" w:rsidP="00212D31"/>
    <w:p w:rsidR="00212D31" w:rsidRDefault="00212D31" w:rsidP="00212D31"/>
    <w:p w:rsidR="00212D31" w:rsidRDefault="00581335" w:rsidP="00212D31">
      <w:r>
        <w:rPr>
          <w:noProof/>
          <w:lang w:eastAsia="tr-TR"/>
        </w:rPr>
        <w:drawing>
          <wp:anchor distT="0" distB="0" distL="114300" distR="114300" simplePos="0" relativeHeight="251576832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166370</wp:posOffset>
            </wp:positionV>
            <wp:extent cx="1781175" cy="1828800"/>
            <wp:effectExtent l="19050" t="0" r="9525" b="0"/>
            <wp:wrapNone/>
            <wp:docPr id="1056" name="Resim 105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6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62" name="Rectangle 1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5" o:spid="_x0000_s1026" style="position:absolute;margin-left:0;margin-top:9pt;width:246pt;height:153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BcazRz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212D31" w:rsidRPr="00F2555E" w:rsidRDefault="00F52E72" w:rsidP="00212D3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95885</wp:posOffset>
                </wp:positionV>
                <wp:extent cx="1409700" cy="575310"/>
                <wp:effectExtent l="19050" t="19685" r="19050" b="24130"/>
                <wp:wrapNone/>
                <wp:docPr id="1060" name="Rectangle 10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CB0BD9" w:rsidRDefault="001F532C" w:rsidP="00CB0BD9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9" o:spid="_x0000_s1038" style="position:absolute;margin-left:126.75pt;margin-top:7.55pt;width:111pt;height:45.3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" strokeweight="2.5pt">
                <v:shadow color="#868686"/>
                <v:textbox>
                  <w:txbxContent>
                    <w:p w:rsidR="001F532C" w:rsidRPr="00404768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3B707E">
                      <w:pPr>
                        <w:rPr>
                          <w:szCs w:val="28"/>
                        </w:rPr>
                      </w:pPr>
                    </w:p>
                    <w:p w:rsidR="001F532C" w:rsidRPr="00CB0BD9" w:rsidRDefault="001F532C" w:rsidP="00CB0BD9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Pr="00F2555E" w:rsidRDefault="00F4721C" w:rsidP="00212D31">
      <w:r>
        <w:rPr>
          <w:noProof/>
        </w:rPr>
        <w:pict>
          <v:shape id="_x0000_s2082" type="#_x0000_t136" style="position:absolute;margin-left:122.25pt;margin-top:2.25pt;width:117.75pt;height:70.5pt;z-index:251578880" fillcolor="#002060" strokecolor="yellow">
            <v:shadow color="#868686"/>
            <v:textpath style="font-family:&quot;Arial Black&quot;;font-size:12pt;font-weight:bold;font-style:italic;v-text-kern:t" trim="t" fitpath="t" string="SERDİL AREN &#10;GÜLÇEK"/>
          </v:shape>
        </w:pict>
      </w:r>
    </w:p>
    <w:p w:rsidR="00212D31" w:rsidRPr="00F2555E" w:rsidRDefault="00F52E72" w:rsidP="00212D3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59" name="Text Box 1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212D31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212D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7" o:spid="_x0000_s1039" type="#_x0000_t202" style="position:absolute;margin-left:42pt;margin-top:12.15pt;width:61.5pt;height:33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" stroked="f">
                <v:textbox>
                  <w:txbxContent>
                    <w:p w:rsidR="001F532C" w:rsidRPr="004457AF" w:rsidRDefault="001F532C" w:rsidP="00212D31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212D31"/>
                  </w:txbxContent>
                </v:textbox>
              </v:shape>
            </w:pict>
          </mc:Fallback>
        </mc:AlternateContent>
      </w:r>
    </w:p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Default="00212D31" w:rsidP="00212D31"/>
    <w:p w:rsidR="00212D31" w:rsidRDefault="00212D31" w:rsidP="00212D31"/>
    <w:p w:rsidR="00212D31" w:rsidRDefault="00581335" w:rsidP="00212D31">
      <w:r>
        <w:rPr>
          <w:noProof/>
          <w:lang w:eastAsia="tr-TR"/>
        </w:rPr>
        <w:drawing>
          <wp:anchor distT="0" distB="0" distL="114300" distR="114300" simplePos="0" relativeHeight="251581952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170180</wp:posOffset>
            </wp:positionV>
            <wp:extent cx="1781175" cy="1828800"/>
            <wp:effectExtent l="19050" t="0" r="9525" b="0"/>
            <wp:wrapNone/>
            <wp:docPr id="1061" name="Resim 106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1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58" name="Rectangle 10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0" o:spid="_x0000_s1026" style="position:absolute;margin-left:0;margin-top:9pt;width:246pt;height:153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212D31" w:rsidRPr="00F2555E" w:rsidRDefault="00F52E72" w:rsidP="00212D3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57" name="Rectangle 10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3B707E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4" o:spid="_x0000_s1040" style="position:absolute;margin-left:129pt;margin-top:3.45pt;width:111pt;height:45.3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" strokeweight="2.5pt">
                <v:shadow color="#868686"/>
                <v:textbox>
                  <w:txbxContent>
                    <w:p w:rsidR="001F532C" w:rsidRPr="00404768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3B707E">
                      <w:pPr>
                        <w:rPr>
                          <w:szCs w:val="28"/>
                        </w:rPr>
                      </w:pPr>
                    </w:p>
                    <w:p w:rsidR="001F532C" w:rsidRPr="003B707E" w:rsidRDefault="001F532C" w:rsidP="003B707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Pr="00F2555E" w:rsidRDefault="00F4721C" w:rsidP="00212D31">
      <w:r>
        <w:rPr>
          <w:noProof/>
        </w:rPr>
        <w:pict>
          <v:shape id="_x0000_s2087" type="#_x0000_t136" style="position:absolute;margin-left:122.25pt;margin-top:2.25pt;width:117.75pt;height:70.5pt;z-index:251584000" fillcolor="#002060" strokecolor="yellow">
            <v:shadow color="#868686"/>
            <v:textpath style="font-family:&quot;Arial Black&quot;;font-size:12pt;font-weight:bold;font-style:italic;v-text-kern:t" trim="t" fitpath="t" string="ÇAĞAN ALP&#10;EREZ"/>
          </v:shape>
        </w:pict>
      </w:r>
    </w:p>
    <w:p w:rsidR="00212D31" w:rsidRPr="00F2555E" w:rsidRDefault="00F52E72" w:rsidP="00212D3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55" name="Text Box 1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212D31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212D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62" o:spid="_x0000_s1041" type="#_x0000_t202" style="position:absolute;margin-left:42pt;margin-top:12.15pt;width:61.5pt;height:33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" stroked="f">
                <v:textbox>
                  <w:txbxContent>
                    <w:p w:rsidR="001F532C" w:rsidRPr="004457AF" w:rsidRDefault="001F532C" w:rsidP="00212D31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212D31"/>
                  </w:txbxContent>
                </v:textbox>
              </v:shape>
            </w:pict>
          </mc:Fallback>
        </mc:AlternateContent>
      </w:r>
    </w:p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Pr="00F2555E" w:rsidRDefault="00212D31" w:rsidP="00212D31"/>
    <w:p w:rsidR="00212D31" w:rsidRDefault="00212D31" w:rsidP="00212D31"/>
    <w:p w:rsidR="00212D31" w:rsidRDefault="00212D31" w:rsidP="00212D31"/>
    <w:p w:rsidR="00020F46" w:rsidRDefault="00020F46" w:rsidP="00F2555E"/>
    <w:p w:rsidR="003766DF" w:rsidRDefault="003766DF" w:rsidP="003766DF"/>
    <w:p w:rsidR="003766DF" w:rsidRDefault="00212D31" w:rsidP="003766DF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13FA4" w:rsidRPr="00F2555E" w:rsidRDefault="00367625" w:rsidP="00E13FA4">
      <w:r>
        <w:rPr>
          <w:noProof/>
          <w:lang w:eastAsia="tr-TR"/>
        </w:rPr>
        <w:drawing>
          <wp:anchor distT="0" distB="0" distL="114300" distR="114300" simplePos="0" relativeHeight="251587072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152400</wp:posOffset>
            </wp:positionV>
            <wp:extent cx="1781175" cy="1828800"/>
            <wp:effectExtent l="19050" t="0" r="9525" b="0"/>
            <wp:wrapNone/>
            <wp:docPr id="1081" name="Resim 108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1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249555</wp:posOffset>
                </wp:positionV>
                <wp:extent cx="1409700" cy="575310"/>
                <wp:effectExtent l="19050" t="20955" r="19050" b="22860"/>
                <wp:wrapNone/>
                <wp:docPr id="1054" name="Rectangle 10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3B707E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4" o:spid="_x0000_s1042" style="position:absolute;margin-left:126.75pt;margin-top:19.65pt;width:111pt;height:45.3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" strokeweight="2.5pt">
                <v:shadow color="#868686"/>
                <v:textbox>
                  <w:txbxContent>
                    <w:p w:rsidR="001F532C" w:rsidRPr="00404768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3B707E">
                      <w:pPr>
                        <w:rPr>
                          <w:szCs w:val="28"/>
                        </w:rPr>
                      </w:pPr>
                    </w:p>
                    <w:p w:rsidR="001F532C" w:rsidRPr="003B707E" w:rsidRDefault="001F532C" w:rsidP="003B707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212D31">
        <w:tab/>
      </w:r>
      <w:r w:rsidR="00020F46">
        <w:tab/>
      </w:r>
      <w:r w:rsidR="00020F46">
        <w:tab/>
      </w:r>
      <w:r w:rsidR="00020F46">
        <w:tab/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53" name="Rectangle 10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0" o:spid="_x0000_s1026" style="position:absolute;margin-left:0;margin-top:9pt;width:246pt;height:153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E13FA4" w:rsidRPr="00F2555E" w:rsidRDefault="00E13FA4" w:rsidP="00E13FA4"/>
    <w:p w:rsidR="00E13FA4" w:rsidRPr="00F2555E" w:rsidRDefault="00F4721C" w:rsidP="00E13FA4">
      <w:r>
        <w:rPr>
          <w:noProof/>
        </w:rPr>
        <w:pict>
          <v:shape id="_x0000_s2107" type="#_x0000_t136" style="position:absolute;margin-left:122.25pt;margin-top:12.75pt;width:117.75pt;height:70.5pt;z-index:251589120" fillcolor="#002060" strokecolor="yellow">
            <v:shadow color="#868686"/>
            <v:textpath style="font-family:&quot;Arial Black&quot;;font-size:12pt;font-weight:bold;font-style:italic;v-text-kern:t" trim="t" fitpath="t" string="İHSAN ATABEY"/>
          </v:shape>
        </w:pict>
      </w:r>
    </w:p>
    <w:p w:rsidR="00E13FA4" w:rsidRPr="00F2555E" w:rsidRDefault="00E13FA4" w:rsidP="00E13FA4"/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137160</wp:posOffset>
                </wp:positionV>
                <wp:extent cx="781050" cy="419100"/>
                <wp:effectExtent l="0" t="3810" r="0" b="0"/>
                <wp:wrapNone/>
                <wp:docPr id="1052" name="Text Box 10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E13FA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E13F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82" o:spid="_x0000_s1043" type="#_x0000_t202" style="position:absolute;margin-left:42pt;margin-top:10.8pt;width:61.5pt;height:33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" stroked="f">
                <v:textbox>
                  <w:txbxContent>
                    <w:p w:rsidR="001F532C" w:rsidRPr="004457AF" w:rsidRDefault="001F532C" w:rsidP="00E13FA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E13FA4"/>
                  </w:txbxContent>
                </v:textbox>
              </v:shape>
            </w:pict>
          </mc:Fallback>
        </mc:AlternateContent>
      </w:r>
    </w:p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50" name="Rectangle 10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5" o:spid="_x0000_s1026" style="position:absolute;margin-left:0;margin-top:9pt;width:246pt;height:153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ChzY0G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49" name="Rectangle 10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B27AFA">
                            <w:pPr>
                              <w:jc w:val="center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457AF">
                              <w:rPr>
                                <w:rFonts w:ascii="Calibri" w:hAnsi="Calibri"/>
                                <w:b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65635D" w:rsidRDefault="001F532C" w:rsidP="00B27AF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4457AF">
                              <w:rPr>
                                <w:rFonts w:ascii="Calibri" w:hAnsi="Calibri"/>
                                <w:b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65635D" w:rsidRDefault="001F532C" w:rsidP="00E13FA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9" o:spid="_x0000_s1044" style="position:absolute;margin-left:126.75pt;margin-top:3.45pt;width:111pt;height:45.3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" strokeweight="2.5pt">
                <v:shadow color="#868686"/>
                <v:textbox>
                  <w:txbxContent>
                    <w:p w:rsidR="001F532C" w:rsidRPr="004457AF" w:rsidRDefault="001F532C" w:rsidP="00B27AFA">
                      <w:pPr>
                        <w:jc w:val="center"/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4457AF">
                        <w:rPr>
                          <w:rFonts w:ascii="Calibri" w:hAnsi="Calibri"/>
                          <w:b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65635D" w:rsidRDefault="001F532C" w:rsidP="00B27AFA">
                      <w:pPr>
                        <w:jc w:val="center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 w:rsidRPr="004457AF">
                        <w:rPr>
                          <w:rFonts w:ascii="Calibri" w:hAnsi="Calibri"/>
                          <w:b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65635D" w:rsidRDefault="001F532C" w:rsidP="00E13FA4">
                      <w:pPr>
                        <w:jc w:val="center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67625">
        <w:rPr>
          <w:noProof/>
          <w:lang w:eastAsia="tr-TR"/>
        </w:rPr>
        <w:drawing>
          <wp:anchor distT="0" distB="0" distL="114300" distR="114300" simplePos="0" relativeHeight="251592192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-7620</wp:posOffset>
            </wp:positionV>
            <wp:extent cx="1781175" cy="1828800"/>
            <wp:effectExtent l="19050" t="0" r="9525" b="0"/>
            <wp:wrapNone/>
            <wp:docPr id="1086" name="Resim 108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6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Pr="00F2555E" w:rsidRDefault="00F4721C" w:rsidP="00E13FA4">
      <w:r>
        <w:rPr>
          <w:noProof/>
        </w:rPr>
        <w:pict>
          <v:shape id="_x0000_s2112" type="#_x0000_t136" style="position:absolute;margin-left:122.25pt;margin-top:2.25pt;width:115.5pt;height:76.35pt;z-index:251594240" fillcolor="#002060" strokecolor="yellow">
            <v:shadow color="#868686"/>
            <v:textpath style="font-family:&quot;Arial Black&quot;;font-size:16pt;font-weight:bold;font-style:italic;v-text-kern:t" trim="t" fitpath="t" string="HÜSEYİN EYMEN&#10;ASLAN"/>
          </v:shape>
        </w:pict>
      </w:r>
    </w:p>
    <w:p w:rsidR="00E13FA4" w:rsidRPr="00F2555E" w:rsidRDefault="00E13FA4" w:rsidP="00E13FA4"/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48" name="Text Box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E13FA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E13F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87" o:spid="_x0000_s1045" type="#_x0000_t202" style="position:absolute;margin-left:42pt;margin-top:12.15pt;width:61.5pt;height:33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" stroked="f">
                <v:textbox>
                  <w:txbxContent>
                    <w:p w:rsidR="001F532C" w:rsidRPr="004457AF" w:rsidRDefault="001F532C" w:rsidP="00E13FA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E13FA4"/>
                  </w:txbxContent>
                </v:textbox>
              </v:shape>
            </w:pict>
          </mc:Fallback>
        </mc:AlternateContent>
      </w:r>
    </w:p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Default="00E13FA4" w:rsidP="00E13FA4"/>
    <w:p w:rsidR="00E13FA4" w:rsidRDefault="00E13FA4" w:rsidP="00E13FA4"/>
    <w:p w:rsidR="00E13FA4" w:rsidRDefault="00E13FA4" w:rsidP="00E13FA4"/>
    <w:p w:rsidR="00E13FA4" w:rsidRPr="00F2555E" w:rsidRDefault="00367625" w:rsidP="00E13FA4">
      <w:r>
        <w:rPr>
          <w:noProof/>
          <w:lang w:eastAsia="tr-TR"/>
        </w:rPr>
        <w:drawing>
          <wp:anchor distT="0" distB="0" distL="114300" distR="114300" simplePos="0" relativeHeight="251597312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167640</wp:posOffset>
            </wp:positionV>
            <wp:extent cx="1781175" cy="1828800"/>
            <wp:effectExtent l="19050" t="0" r="9525" b="0"/>
            <wp:wrapNone/>
            <wp:docPr id="1091" name="Resim 109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1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47" name="Rectangle 1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0" o:spid="_x0000_s1026" style="position:absolute;margin-left:0;margin-top:9pt;width:246pt;height:153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45" name="Rectangle 10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3B707E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4" o:spid="_x0000_s1046" style="position:absolute;margin-left:126.75pt;margin-top:3.45pt;width:111pt;height:45.3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" strokeweight="2.5pt">
                <v:shadow color="#868686"/>
                <v:textbox>
                  <w:txbxContent>
                    <w:p w:rsidR="001F532C" w:rsidRPr="00404768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3B707E">
                      <w:pPr>
                        <w:rPr>
                          <w:szCs w:val="28"/>
                        </w:rPr>
                      </w:pPr>
                    </w:p>
                    <w:p w:rsidR="001F532C" w:rsidRPr="003B707E" w:rsidRDefault="001F532C" w:rsidP="003B707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Pr="00F2555E" w:rsidRDefault="00F4721C" w:rsidP="00E13FA4">
      <w:r>
        <w:rPr>
          <w:noProof/>
        </w:rPr>
        <w:pict>
          <v:shape id="_x0000_s2117" type="#_x0000_t136" style="position:absolute;margin-left:122.25pt;margin-top:2.25pt;width:105.75pt;height:59.45pt;z-index:251599360" fillcolor="#002060" strokecolor="yellow">
            <v:shadow color="#868686"/>
            <v:textpath style="font-family:&quot;Arial Black&quot;;font-size:14pt;font-weight:bold;font-style:italic;v-text-kern:t" trim="t" fitpath="t" string="MİRZA &#10;ATILĞAN"/>
          </v:shape>
        </w:pict>
      </w:r>
    </w:p>
    <w:p w:rsidR="00E13FA4" w:rsidRPr="00F2555E" w:rsidRDefault="00E13FA4" w:rsidP="00E13FA4"/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44" name="Text Box 10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E13FA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E13F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92" o:spid="_x0000_s1047" type="#_x0000_t202" style="position:absolute;margin-left:42pt;margin-top:12.15pt;width:61.5pt;height:33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" stroked="f">
                <v:textbox>
                  <w:txbxContent>
                    <w:p w:rsidR="001F532C" w:rsidRPr="004457AF" w:rsidRDefault="001F532C" w:rsidP="00E13FA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E13FA4"/>
                  </w:txbxContent>
                </v:textbox>
              </v:shape>
            </w:pict>
          </mc:Fallback>
        </mc:AlternateContent>
      </w:r>
    </w:p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Default="00E13FA4" w:rsidP="00E13FA4"/>
    <w:p w:rsidR="00E13FA4" w:rsidRDefault="00E13FA4" w:rsidP="00E13FA4"/>
    <w:p w:rsidR="00E13FA4" w:rsidRDefault="00E13FA4" w:rsidP="00E13FA4"/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43" name="Rectangle 10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5" o:spid="_x0000_s1026" style="position:absolute;margin-left:0;margin-top:9pt;width:246pt;height:153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DePzPV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42" name="Rectangle 10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3B707E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9" o:spid="_x0000_s1048" style="position:absolute;margin-left:126.75pt;margin-top:3.45pt;width:111pt;height:45.3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" strokeweight="2.5pt">
                <v:shadow color="#868686"/>
                <v:textbox>
                  <w:txbxContent>
                    <w:p w:rsidR="001F532C" w:rsidRPr="00404768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3B707E">
                      <w:pPr>
                        <w:rPr>
                          <w:szCs w:val="28"/>
                        </w:rPr>
                      </w:pPr>
                    </w:p>
                    <w:p w:rsidR="001F532C" w:rsidRPr="003B707E" w:rsidRDefault="001F532C" w:rsidP="003B707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67625">
        <w:rPr>
          <w:noProof/>
          <w:lang w:eastAsia="tr-TR"/>
        </w:rPr>
        <w:drawing>
          <wp:anchor distT="0" distB="0" distL="114300" distR="114300" simplePos="0" relativeHeight="251602432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-7620</wp:posOffset>
            </wp:positionV>
            <wp:extent cx="1781175" cy="1828800"/>
            <wp:effectExtent l="19050" t="0" r="9525" b="0"/>
            <wp:wrapNone/>
            <wp:docPr id="1096" name="Resim 109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6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Pr="00F2555E" w:rsidRDefault="00F4721C" w:rsidP="00E13FA4">
      <w:r>
        <w:rPr>
          <w:noProof/>
        </w:rPr>
        <w:pict>
          <v:shape id="_x0000_s2122" type="#_x0000_t136" style="position:absolute;margin-left:116.25pt;margin-top:9.35pt;width:129.75pt;height:56.75pt;z-index:251604480" fillcolor="#002060" strokecolor="yellow">
            <v:shadow color="#868686"/>
            <v:textpath style="font-family:&quot;Arial Black&quot;;font-size:14pt;font-weight:bold;font-style:italic;v-text-kern:t" trim="t" fitpath="t" string="HASAN VEYSEL &#10;GÜZEL"/>
          </v:shape>
        </w:pict>
      </w:r>
    </w:p>
    <w:p w:rsidR="00E13FA4" w:rsidRPr="00F2555E" w:rsidRDefault="00E13FA4" w:rsidP="00E13FA4"/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40" name="Text Box 10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E13FA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E13F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97" o:spid="_x0000_s1049" type="#_x0000_t202" style="position:absolute;margin-left:42pt;margin-top:12.15pt;width:61.5pt;height:33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" stroked="f">
                <v:textbox>
                  <w:txbxContent>
                    <w:p w:rsidR="001F532C" w:rsidRPr="004457AF" w:rsidRDefault="001F532C" w:rsidP="00E13FA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E13FA4"/>
                  </w:txbxContent>
                </v:textbox>
              </v:shape>
            </w:pict>
          </mc:Fallback>
        </mc:AlternateContent>
      </w:r>
    </w:p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Default="00E13FA4" w:rsidP="00E13FA4"/>
    <w:p w:rsidR="00E13FA4" w:rsidRDefault="00E13FA4" w:rsidP="00E13FA4"/>
    <w:p w:rsidR="00E13FA4" w:rsidRDefault="00E13FA4" w:rsidP="00E13FA4"/>
    <w:p w:rsidR="00E13FA4" w:rsidRDefault="00E13FA4" w:rsidP="00E13FA4"/>
    <w:p w:rsidR="00E13FA4" w:rsidRDefault="00E13FA4" w:rsidP="00E13FA4"/>
    <w:p w:rsidR="00E13FA4" w:rsidRDefault="00E13FA4" w:rsidP="00E13FA4"/>
    <w:p w:rsidR="00E13FA4" w:rsidRDefault="00E13FA4" w:rsidP="00E13FA4"/>
    <w:p w:rsidR="00E13FA4" w:rsidRDefault="00E13FA4" w:rsidP="00E13FA4"/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39" name="Rectangle 1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0" o:spid="_x0000_s1026" style="position:absolute;margin-left:0;margin-top:9pt;width:246pt;height:153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AasD7F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E13FA4" w:rsidRPr="00F2555E" w:rsidRDefault="00367625" w:rsidP="00E13FA4">
      <w:r>
        <w:rPr>
          <w:noProof/>
          <w:lang w:eastAsia="tr-TR"/>
        </w:rPr>
        <w:drawing>
          <wp:anchor distT="0" distB="0" distL="114300" distR="114300" simplePos="0" relativeHeight="251607552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-7620</wp:posOffset>
            </wp:positionV>
            <wp:extent cx="1781175" cy="1828800"/>
            <wp:effectExtent l="19050" t="0" r="9525" b="0"/>
            <wp:wrapNone/>
            <wp:docPr id="1101" name="Resim 110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38" name="Rectangle 1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3B707E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4" o:spid="_x0000_s1050" style="position:absolute;margin-left:126.75pt;margin-top:3.45pt;width:111pt;height:45.3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" strokeweight="2.5pt">
                <v:shadow color="#868686"/>
                <v:textbox>
                  <w:txbxContent>
                    <w:p w:rsidR="001F532C" w:rsidRPr="00404768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3B707E">
                      <w:pPr>
                        <w:rPr>
                          <w:szCs w:val="28"/>
                        </w:rPr>
                      </w:pPr>
                    </w:p>
                    <w:p w:rsidR="001F532C" w:rsidRPr="003B707E" w:rsidRDefault="001F532C" w:rsidP="003B707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Pr="00F2555E" w:rsidRDefault="00F4721C" w:rsidP="00E13FA4">
      <w:r>
        <w:rPr>
          <w:noProof/>
        </w:rPr>
        <w:pict>
          <v:shape id="_x0000_s2127" type="#_x0000_t136" style="position:absolute;margin-left:123pt;margin-top:2.25pt;width:117.75pt;height:70.5pt;z-index:251609600" fillcolor="#002060" strokecolor="yellow">
            <v:shadow color="#868686"/>
            <v:textpath style="font-family:&quot;Arial Black&quot;;font-size:12pt;font-weight:bold;font-style:italic;v-text-kern:t" trim="t" fitpath="t" string="YAHYA REŞİD&#10;KAYA"/>
          </v:shape>
        </w:pict>
      </w:r>
    </w:p>
    <w:p w:rsidR="00E13FA4" w:rsidRPr="00F2555E" w:rsidRDefault="00E13FA4" w:rsidP="00E13FA4"/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37" name="Text Box 1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E13FA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 w:rsidR="00F9492B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E13F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02" o:spid="_x0000_s1051" type="#_x0000_t202" style="position:absolute;margin-left:42pt;margin-top:12.15pt;width:61.5pt;height:33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" stroked="f">
                <v:textbox>
                  <w:txbxContent>
                    <w:p w:rsidR="001F532C" w:rsidRPr="004457AF" w:rsidRDefault="001F532C" w:rsidP="00E13FA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 w:rsidR="00F9492B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E13FA4"/>
                  </w:txbxContent>
                </v:textbox>
              </v:shape>
            </w:pict>
          </mc:Fallback>
        </mc:AlternateContent>
      </w:r>
    </w:p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Default="00E13FA4" w:rsidP="00E13FA4"/>
    <w:p w:rsidR="00E13FA4" w:rsidRDefault="00E13FA4" w:rsidP="00E13FA4"/>
    <w:p w:rsidR="00E13FA4" w:rsidRPr="00F2555E" w:rsidRDefault="00367625" w:rsidP="00E13FA4">
      <w:r>
        <w:rPr>
          <w:noProof/>
          <w:lang w:eastAsia="tr-TR"/>
        </w:rPr>
        <w:drawing>
          <wp:anchor distT="0" distB="0" distL="114300" distR="114300" simplePos="0" relativeHeight="251612672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167640</wp:posOffset>
            </wp:positionV>
            <wp:extent cx="1781175" cy="1828800"/>
            <wp:effectExtent l="19050" t="0" r="9525" b="0"/>
            <wp:wrapNone/>
            <wp:docPr id="1106" name="Resim 110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6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35" name="Rectangle 1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Default="001F53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5" o:spid="_x0000_s1052" style="position:absolute;margin-left:0;margin-top:9pt;width:246pt;height:153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" strokecolor="#4f81bd" strokeweight="5pt">
                <v:stroke linestyle="thickThin"/>
                <v:shadow color="#868686"/>
                <v:textbox>
                  <w:txbxContent>
                    <w:p w:rsidR="001F532C" w:rsidRDefault="001F532C"/>
                  </w:txbxContent>
                </v:textbox>
              </v:rect>
            </w:pict>
          </mc:Fallback>
        </mc:AlternateContent>
      </w:r>
    </w:p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34" name="Rectangle 1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3B707E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9" o:spid="_x0000_s1053" style="position:absolute;margin-left:126.75pt;margin-top:3.45pt;width:111pt;height:45.3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" strokeweight="2.5pt">
                <v:shadow color="#868686"/>
                <v:textbox>
                  <w:txbxContent>
                    <w:p w:rsidR="001F532C" w:rsidRPr="00404768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3B707E">
                      <w:pPr>
                        <w:rPr>
                          <w:szCs w:val="28"/>
                        </w:rPr>
                      </w:pPr>
                    </w:p>
                    <w:p w:rsidR="001F532C" w:rsidRPr="003B707E" w:rsidRDefault="001F532C" w:rsidP="003B707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Pr="00F2555E" w:rsidRDefault="00F4721C" w:rsidP="00E13FA4">
      <w:r>
        <w:rPr>
          <w:noProof/>
        </w:rPr>
        <w:pict>
          <v:shape id="_x0000_s2132" type="#_x0000_t136" style="position:absolute;margin-left:114.75pt;margin-top:2.25pt;width:126pt;height:57pt;z-index:251614720" fillcolor="#002060" strokecolor="yellow">
            <v:shadow color="#868686"/>
            <v:textpath style="font-family:&quot;Arial Black&quot;;font-size:20pt;font-weight:bold;font-style:italic;v-text-kern:t" trim="t" fitpath="t" string="MİR ÇINAR &#10;TUĞCU"/>
          </v:shape>
        </w:pict>
      </w:r>
    </w:p>
    <w:p w:rsidR="00E13FA4" w:rsidRPr="00F2555E" w:rsidRDefault="00E13FA4" w:rsidP="00E13FA4"/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33" name="Text Box 1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E13FA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E13F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07" o:spid="_x0000_s1054" type="#_x0000_t202" style="position:absolute;margin-left:42pt;margin-top:12.15pt;width:61.5pt;height:33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" stroked="f">
                <v:textbox>
                  <w:txbxContent>
                    <w:p w:rsidR="001F532C" w:rsidRPr="004457AF" w:rsidRDefault="001F532C" w:rsidP="00E13FA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E13FA4"/>
                  </w:txbxContent>
                </v:textbox>
              </v:shape>
            </w:pict>
          </mc:Fallback>
        </mc:AlternateContent>
      </w:r>
    </w:p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Default="00E13FA4" w:rsidP="00E13FA4"/>
    <w:p w:rsidR="00E13FA4" w:rsidRDefault="00E13FA4" w:rsidP="00E13FA4"/>
    <w:p w:rsidR="00E13FA4" w:rsidRDefault="00E13FA4" w:rsidP="00E13FA4"/>
    <w:p w:rsidR="00E13FA4" w:rsidRPr="00F2555E" w:rsidRDefault="003B707E" w:rsidP="00E13FA4">
      <w:r>
        <w:rPr>
          <w:noProof/>
          <w:lang w:eastAsia="tr-TR"/>
        </w:rPr>
        <w:drawing>
          <wp:anchor distT="0" distB="0" distL="114300" distR="114300" simplePos="0" relativeHeight="25161779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164465</wp:posOffset>
            </wp:positionV>
            <wp:extent cx="1781175" cy="1828800"/>
            <wp:effectExtent l="19050" t="0" r="9525" b="0"/>
            <wp:wrapNone/>
            <wp:docPr id="1111" name="Resim 111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1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32" name="Rectangle 1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0" o:spid="_x0000_s1026" style="position:absolute;margin-left:0;margin-top:9pt;width:246pt;height:153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30" name="Rectangle 1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3B707E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4" o:spid="_x0000_s1055" style="position:absolute;margin-left:126.75pt;margin-top:3.45pt;width:111pt;height:45.3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" strokeweight="2.5pt">
                <v:shadow color="#868686"/>
                <v:textbox>
                  <w:txbxContent>
                    <w:p w:rsidR="001F532C" w:rsidRPr="00404768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3B707E">
                      <w:pPr>
                        <w:rPr>
                          <w:szCs w:val="28"/>
                        </w:rPr>
                      </w:pPr>
                    </w:p>
                    <w:p w:rsidR="001F532C" w:rsidRPr="003B707E" w:rsidRDefault="001F532C" w:rsidP="003B707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Pr="00F2555E" w:rsidRDefault="00F4721C" w:rsidP="00E13FA4">
      <w:r>
        <w:rPr>
          <w:noProof/>
        </w:rPr>
        <w:pict>
          <v:shape id="_x0000_s2137" type="#_x0000_t136" style="position:absolute;margin-left:122.25pt;margin-top:2.25pt;width:115.5pt;height:70.5pt;z-index:251619840" fillcolor="#002060" strokecolor="yellow">
            <v:shadow color="#868686"/>
            <v:textpath style="font-family:&quot;Arial Black&quot;;font-size:14pt;font-weight:bold;font-style:italic;v-text-kern:t" trim="t" fitpath="t" string="MUHAMMED&#10;MUSTAFA&#10;DEMİRDAĞ"/>
          </v:shape>
        </w:pict>
      </w:r>
    </w:p>
    <w:p w:rsidR="00E13FA4" w:rsidRPr="00F2555E" w:rsidRDefault="00E13FA4" w:rsidP="00E13FA4"/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29" name="Text Box 1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E13FA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E13F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12" o:spid="_x0000_s1056" type="#_x0000_t202" style="position:absolute;margin-left:42pt;margin-top:12.15pt;width:61.5pt;height:33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" stroked="f">
                <v:textbox>
                  <w:txbxContent>
                    <w:p w:rsidR="001F532C" w:rsidRPr="004457AF" w:rsidRDefault="001F532C" w:rsidP="00E13FA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E13FA4"/>
                  </w:txbxContent>
                </v:textbox>
              </v:shape>
            </w:pict>
          </mc:Fallback>
        </mc:AlternateContent>
      </w:r>
    </w:p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Default="00E13FA4" w:rsidP="00E13FA4"/>
    <w:p w:rsidR="00E13FA4" w:rsidRDefault="00E13FA4" w:rsidP="00E13FA4"/>
    <w:p w:rsidR="00E13FA4" w:rsidRDefault="00E13FA4" w:rsidP="00E13FA4"/>
    <w:p w:rsidR="00E13FA4" w:rsidRPr="00F2555E" w:rsidRDefault="00367625" w:rsidP="00E13FA4">
      <w:r>
        <w:rPr>
          <w:noProof/>
          <w:lang w:eastAsia="tr-TR"/>
        </w:rPr>
        <w:drawing>
          <wp:anchor distT="0" distB="0" distL="114300" distR="114300" simplePos="0" relativeHeight="2516229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167640</wp:posOffset>
            </wp:positionV>
            <wp:extent cx="1781175" cy="1828800"/>
            <wp:effectExtent l="19050" t="0" r="9525" b="0"/>
            <wp:wrapNone/>
            <wp:docPr id="1116" name="Resim 111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6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28" name="Rectangle 1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5" o:spid="_x0000_s1026" style="position:absolute;margin-left:0;margin-top:9pt;width:246pt;height:153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Bdzw+S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27" name="Rectangle 1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3B707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3B707E" w:rsidRDefault="001F532C" w:rsidP="003B707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9" o:spid="_x0000_s1057" style="position:absolute;margin-left:126.75pt;margin-top:3.45pt;width:111pt;height:45.3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" strokeweight="2.5pt">
                <v:shadow color="#868686"/>
                <v:textbox>
                  <w:txbxContent>
                    <w:p w:rsidR="001F532C" w:rsidRPr="00404768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3B707E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3B707E">
                      <w:pPr>
                        <w:rPr>
                          <w:szCs w:val="28"/>
                        </w:rPr>
                      </w:pPr>
                    </w:p>
                    <w:p w:rsidR="001F532C" w:rsidRPr="003B707E" w:rsidRDefault="001F532C" w:rsidP="003B707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CB7D35" w:rsidRPr="003766DF" w:rsidRDefault="00CB7D35" w:rsidP="00CB7D35">
      <w:pPr>
        <w:jc w:val="center"/>
        <w:rPr>
          <w:sz w:val="22"/>
          <w:szCs w:val="22"/>
        </w:rPr>
      </w:pPr>
      <w:r w:rsidRPr="003766DF">
        <w:rPr>
          <w:rFonts w:ascii="Calibri" w:hAnsi="Calibri"/>
          <w:b/>
          <w:sz w:val="22"/>
          <w:szCs w:val="22"/>
        </w:rPr>
        <w:t>RAMAZAN YAMAN</w:t>
      </w:r>
    </w:p>
    <w:p w:rsidR="00CB7D35" w:rsidRPr="0065635D" w:rsidRDefault="00F4721C" w:rsidP="00CB7D35">
      <w:pPr>
        <w:jc w:val="center"/>
        <w:rPr>
          <w:rFonts w:ascii="Calibri" w:hAnsi="Calibri"/>
          <w:b/>
          <w:sz w:val="28"/>
          <w:szCs w:val="28"/>
        </w:rPr>
      </w:pPr>
      <w:r>
        <w:rPr>
          <w:noProof/>
        </w:rPr>
        <w:pict>
          <v:shape id="_x0000_s2142" type="#_x0000_t136" style="position:absolute;left:0;text-align:left;margin-left:112.5pt;margin-top:6.7pt;width:133.5pt;height:52.65pt;z-index:251624960" fillcolor="#002060" strokecolor="yellow">
            <v:shadow color="#868686"/>
            <v:textpath style="font-family:&quot;Arial Black&quot;;font-size:14pt;font-weight:bold;font-style:italic;v-text-kern:t" trim="t" fitpath="t" string="MUSTAFA RENAS&#10;BARAN"/>
          </v:shape>
        </w:pict>
      </w:r>
      <w:r w:rsidR="00CB7D35" w:rsidRPr="003766DF">
        <w:rPr>
          <w:rFonts w:ascii="Calibri" w:hAnsi="Calibri"/>
          <w:b/>
          <w:sz w:val="22"/>
          <w:szCs w:val="22"/>
        </w:rPr>
        <w:t>İLKOKULU</w:t>
      </w:r>
    </w:p>
    <w:p w:rsidR="00E13FA4" w:rsidRPr="00F2555E" w:rsidRDefault="00F52E72" w:rsidP="00E13FA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163830</wp:posOffset>
                </wp:positionV>
                <wp:extent cx="781050" cy="419100"/>
                <wp:effectExtent l="0" t="1905" r="0" b="0"/>
                <wp:wrapNone/>
                <wp:docPr id="1026" name="Text Box 1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E13FA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E13F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17" o:spid="_x0000_s1058" type="#_x0000_t202" style="position:absolute;margin-left:38.25pt;margin-top:12.9pt;width:61.5pt;height:33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" stroked="f">
                <v:textbox>
                  <w:txbxContent>
                    <w:p w:rsidR="001F532C" w:rsidRPr="004457AF" w:rsidRDefault="001F532C" w:rsidP="00E13FA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E13FA4"/>
                  </w:txbxContent>
                </v:textbox>
              </v:shape>
            </w:pict>
          </mc:Fallback>
        </mc:AlternateContent>
      </w:r>
    </w:p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E13FA4" w:rsidRDefault="00E13FA4" w:rsidP="00E13FA4"/>
    <w:p w:rsidR="00E13FA4" w:rsidRDefault="00E13FA4" w:rsidP="00E13FA4"/>
    <w:p w:rsidR="00E13FA4" w:rsidRDefault="00E13FA4" w:rsidP="00E13FA4"/>
    <w:p w:rsidR="00E13FA4" w:rsidRDefault="00E13FA4" w:rsidP="00E13FA4"/>
    <w:p w:rsidR="00E3438A" w:rsidRDefault="00E3438A" w:rsidP="00E13FA4"/>
    <w:p w:rsidR="00E3438A" w:rsidRDefault="00E3438A" w:rsidP="00E13FA4"/>
    <w:p w:rsidR="00E3438A" w:rsidRDefault="00E3438A" w:rsidP="00E13FA4"/>
    <w:p w:rsidR="00E13FA4" w:rsidRDefault="00E13FA4" w:rsidP="00E13FA4"/>
    <w:p w:rsidR="00CC71A7" w:rsidRDefault="00CC71A7" w:rsidP="00E13FA4">
      <w:pPr>
        <w:sectPr w:rsidR="00CC71A7" w:rsidSect="007A2035">
          <w:pgSz w:w="11906" w:h="16838"/>
          <w:pgMar w:top="180" w:right="284" w:bottom="0" w:left="480" w:header="709" w:footer="709" w:gutter="0"/>
          <w:cols w:num="2" w:space="709"/>
          <w:docGrid w:linePitch="360"/>
        </w:sectPr>
      </w:pPr>
    </w:p>
    <w:p w:rsidR="00E13FA4" w:rsidRDefault="00E13FA4" w:rsidP="00E13FA4"/>
    <w:p w:rsidR="001F532C" w:rsidRDefault="001F532C" w:rsidP="001F532C">
      <w:pPr>
        <w:sectPr w:rsidR="001F532C" w:rsidSect="00CC71A7">
          <w:type w:val="continuous"/>
          <w:pgSz w:w="11906" w:h="16838"/>
          <w:pgMar w:top="180" w:right="284" w:bottom="0" w:left="480" w:header="709" w:footer="709" w:gutter="0"/>
          <w:cols w:space="709"/>
          <w:docGrid w:linePitch="360"/>
        </w:sectPr>
      </w:pPr>
    </w:p>
    <w:p w:rsidR="001F532C" w:rsidRDefault="001F532C" w:rsidP="001F532C"/>
    <w:p w:rsidR="001F532C" w:rsidRPr="00F2555E" w:rsidRDefault="00F52E72" w:rsidP="001F532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25" name="Rectangle 1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4" o:spid="_x0000_s1026" style="position:absolute;margin-left:0;margin-top:9pt;width:246pt;height:153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Au35/+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1F532C" w:rsidRPr="00F2555E" w:rsidRDefault="00F52E72" w:rsidP="001F532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24" name="Rectangle 1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1F532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1F532C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1F532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1F532C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3B707E" w:rsidRDefault="001F532C" w:rsidP="001F532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7" o:spid="_x0000_s1059" style="position:absolute;margin-left:126.75pt;margin-top:3.45pt;width:111pt;height:45.3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" strokeweight="2.5pt">
                <v:shadow color="#868686"/>
                <v:textbox>
                  <w:txbxContent>
                    <w:p w:rsidR="001F532C" w:rsidRPr="00404768" w:rsidRDefault="001F532C" w:rsidP="001F532C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1F532C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1F532C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1F532C">
                      <w:pPr>
                        <w:rPr>
                          <w:szCs w:val="28"/>
                        </w:rPr>
                      </w:pPr>
                    </w:p>
                    <w:p w:rsidR="001F532C" w:rsidRPr="003B707E" w:rsidRDefault="001F532C" w:rsidP="001F532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532C">
        <w:rPr>
          <w:noProof/>
          <w:lang w:eastAsia="tr-TR"/>
        </w:rPr>
        <w:drawing>
          <wp:anchor distT="0" distB="0" distL="114300" distR="114300" simplePos="0" relativeHeight="251788800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-7620</wp:posOffset>
            </wp:positionV>
            <wp:extent cx="1781175" cy="1828800"/>
            <wp:effectExtent l="19050" t="0" r="9525" b="0"/>
            <wp:wrapNone/>
            <wp:docPr id="9" name="Resim 109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6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532C" w:rsidRPr="00F2555E" w:rsidRDefault="001F532C" w:rsidP="001F532C"/>
    <w:p w:rsidR="001F532C" w:rsidRPr="00F2555E" w:rsidRDefault="001F532C" w:rsidP="001F532C"/>
    <w:p w:rsidR="001F532C" w:rsidRPr="00F2555E" w:rsidRDefault="001F532C" w:rsidP="001F532C"/>
    <w:p w:rsidR="001F532C" w:rsidRPr="00F2555E" w:rsidRDefault="00F4721C" w:rsidP="001F532C">
      <w:r>
        <w:rPr>
          <w:noProof/>
        </w:rPr>
        <w:pict>
          <v:shape id="_x0000_s2320" type="#_x0000_t136" style="position:absolute;margin-left:116.25pt;margin-top:9.35pt;width:129.75pt;height:56.75pt;z-index:251790848" fillcolor="#002060" strokecolor="yellow">
            <v:shadow color="#868686"/>
            <v:textpath style="font-family:&quot;Arial Black&quot;;font-size:14pt;font-weight:bold;font-style:italic;v-text-kern:t" trim="t" fitpath="t" string="İSMAİL BARAN&#10;ÇELİK"/>
          </v:shape>
        </w:pict>
      </w:r>
    </w:p>
    <w:p w:rsidR="001F532C" w:rsidRPr="00F2555E" w:rsidRDefault="001F532C" w:rsidP="001F532C"/>
    <w:p w:rsidR="001F532C" w:rsidRPr="00F2555E" w:rsidRDefault="00F52E72" w:rsidP="001F532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23" name="Text Box 1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1F532C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1F53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95" o:spid="_x0000_s1060" type="#_x0000_t202" style="position:absolute;margin-left:42pt;margin-top:12.15pt;width:61.5pt;height:33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" stroked="f">
                <v:textbox>
                  <w:txbxContent>
                    <w:p w:rsidR="001F532C" w:rsidRPr="004457AF" w:rsidRDefault="001F532C" w:rsidP="001F532C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1F532C"/>
                  </w:txbxContent>
                </v:textbox>
              </v:shape>
            </w:pict>
          </mc:Fallback>
        </mc:AlternateContent>
      </w:r>
    </w:p>
    <w:p w:rsidR="001F532C" w:rsidRPr="00F2555E" w:rsidRDefault="001F532C" w:rsidP="001F532C"/>
    <w:p w:rsidR="001F532C" w:rsidRPr="00F2555E" w:rsidRDefault="001F532C" w:rsidP="001F532C"/>
    <w:p w:rsidR="001F532C" w:rsidRPr="00F2555E" w:rsidRDefault="001F532C" w:rsidP="001F532C"/>
    <w:p w:rsidR="001F532C" w:rsidRDefault="001F532C" w:rsidP="001F532C"/>
    <w:p w:rsidR="001F532C" w:rsidRDefault="001F532C" w:rsidP="001F532C"/>
    <w:p w:rsidR="001F532C" w:rsidRPr="00F2555E" w:rsidRDefault="00F52E72" w:rsidP="001F532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22" name="Rectangle 1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8" o:spid="_x0000_s1026" style="position:absolute;margin-left:0;margin-top:9pt;width:246pt;height:153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AMcrTx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1F532C" w:rsidRPr="00F2555E" w:rsidRDefault="001F532C" w:rsidP="001F532C">
      <w:r>
        <w:rPr>
          <w:noProof/>
          <w:lang w:eastAsia="tr-TR"/>
        </w:rPr>
        <w:drawing>
          <wp:anchor distT="0" distB="0" distL="114300" distR="114300" simplePos="0" relativeHeight="25179392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-7620</wp:posOffset>
            </wp:positionV>
            <wp:extent cx="1781175" cy="1828800"/>
            <wp:effectExtent l="19050" t="0" r="9525" b="0"/>
            <wp:wrapNone/>
            <wp:docPr id="10" name="Resim 110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21" name="Rectangle 1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1F532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1F532C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1F532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1F532C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3B707E" w:rsidRDefault="001F532C" w:rsidP="001F532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01" o:spid="_x0000_s1061" style="position:absolute;margin-left:126.75pt;margin-top:3.45pt;width:111pt;height:45.3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" strokeweight="2.5pt">
                <v:shadow color="#868686"/>
                <v:textbox>
                  <w:txbxContent>
                    <w:p w:rsidR="001F532C" w:rsidRPr="00404768" w:rsidRDefault="001F532C" w:rsidP="001F532C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1F532C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1F532C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1F532C">
                      <w:pPr>
                        <w:rPr>
                          <w:szCs w:val="28"/>
                        </w:rPr>
                      </w:pPr>
                    </w:p>
                    <w:p w:rsidR="001F532C" w:rsidRPr="003B707E" w:rsidRDefault="001F532C" w:rsidP="001F532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F532C" w:rsidRPr="00F2555E" w:rsidRDefault="001F532C" w:rsidP="001F532C"/>
    <w:p w:rsidR="001F532C" w:rsidRPr="00F2555E" w:rsidRDefault="001F532C" w:rsidP="001F532C"/>
    <w:p w:rsidR="001F532C" w:rsidRPr="00F2555E" w:rsidRDefault="001F532C" w:rsidP="001F532C"/>
    <w:p w:rsidR="001F532C" w:rsidRPr="00F2555E" w:rsidRDefault="00F4721C" w:rsidP="001F532C">
      <w:r>
        <w:rPr>
          <w:noProof/>
        </w:rPr>
        <w:pict>
          <v:shape id="_x0000_s2324" type="#_x0000_t136" style="position:absolute;margin-left:137.25pt;margin-top:2.25pt;width:90.75pt;height:54.8pt;z-index:251795968" fillcolor="#002060" strokecolor="yellow">
            <v:shadow color="#868686"/>
            <v:textpath style="font-family:&quot;Arial Black&quot;;font-size:14pt;font-weight:bold;font-style:italic;v-text-kern:t" trim="t" fitpath="t" string="MELİH&#10;TİRKİ"/>
          </v:shape>
        </w:pict>
      </w:r>
    </w:p>
    <w:p w:rsidR="001F532C" w:rsidRPr="00F2555E" w:rsidRDefault="001F532C" w:rsidP="001F532C"/>
    <w:p w:rsidR="001F532C" w:rsidRPr="00F2555E" w:rsidRDefault="00F52E72" w:rsidP="001F532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20" name="Text Box 1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1F532C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 w:rsidR="00581335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1F53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99" o:spid="_x0000_s1062" type="#_x0000_t202" style="position:absolute;margin-left:42pt;margin-top:12.15pt;width:61.5pt;height:33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" stroked="f">
                <v:textbox>
                  <w:txbxContent>
                    <w:p w:rsidR="001F532C" w:rsidRPr="004457AF" w:rsidRDefault="001F532C" w:rsidP="001F532C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 w:rsidR="00581335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1F532C"/>
                  </w:txbxContent>
                </v:textbox>
              </v:shape>
            </w:pict>
          </mc:Fallback>
        </mc:AlternateContent>
      </w:r>
    </w:p>
    <w:p w:rsidR="001F532C" w:rsidRPr="00F2555E" w:rsidRDefault="001F532C" w:rsidP="001F532C"/>
    <w:p w:rsidR="001F532C" w:rsidRPr="00F2555E" w:rsidRDefault="001F532C" w:rsidP="001F532C"/>
    <w:p w:rsidR="001F532C" w:rsidRPr="00F2555E" w:rsidRDefault="001F532C" w:rsidP="001F532C"/>
    <w:p w:rsidR="001F532C" w:rsidRDefault="001F532C" w:rsidP="001F532C"/>
    <w:p w:rsidR="001F532C" w:rsidRDefault="001F532C" w:rsidP="001F532C"/>
    <w:p w:rsidR="001F532C" w:rsidRPr="00F2555E" w:rsidRDefault="001F532C" w:rsidP="001F532C">
      <w:r>
        <w:rPr>
          <w:noProof/>
          <w:lang w:eastAsia="tr-TR"/>
        </w:rPr>
        <w:drawing>
          <wp:anchor distT="0" distB="0" distL="114300" distR="114300" simplePos="0" relativeHeight="25179904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167640</wp:posOffset>
            </wp:positionV>
            <wp:extent cx="1781175" cy="1828800"/>
            <wp:effectExtent l="19050" t="0" r="9525" b="0"/>
            <wp:wrapNone/>
            <wp:docPr id="11" name="Resim 110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6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19" name="Rectangle 1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Default="001F532C" w:rsidP="001F53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02" o:spid="_x0000_s1063" style="position:absolute;margin-left:0;margin-top:9pt;width:246pt;height:153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" strokecolor="#4f81bd" strokeweight="5pt">
                <v:stroke linestyle="thickThin"/>
                <v:shadow color="#868686"/>
                <v:textbox>
                  <w:txbxContent>
                    <w:p w:rsidR="001F532C" w:rsidRDefault="001F532C" w:rsidP="001F532C"/>
                  </w:txbxContent>
                </v:textbox>
              </v:rect>
            </w:pict>
          </mc:Fallback>
        </mc:AlternateContent>
      </w:r>
    </w:p>
    <w:p w:rsidR="001F532C" w:rsidRPr="00F2555E" w:rsidRDefault="00F52E72" w:rsidP="001F532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18" name="Rectangle 1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1F532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1F532C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1F532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1F532C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3B707E" w:rsidRDefault="001F532C" w:rsidP="001F532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05" o:spid="_x0000_s1064" style="position:absolute;margin-left:126.75pt;margin-top:3.45pt;width:111pt;height:45.3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" strokeweight="2.5pt">
                <v:shadow color="#868686"/>
                <v:textbox>
                  <w:txbxContent>
                    <w:p w:rsidR="001F532C" w:rsidRPr="00404768" w:rsidRDefault="001F532C" w:rsidP="001F532C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1F532C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1F532C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1F532C">
                      <w:pPr>
                        <w:rPr>
                          <w:szCs w:val="28"/>
                        </w:rPr>
                      </w:pPr>
                    </w:p>
                    <w:p w:rsidR="001F532C" w:rsidRPr="003B707E" w:rsidRDefault="001F532C" w:rsidP="001F532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F532C" w:rsidRPr="00F2555E" w:rsidRDefault="001F532C" w:rsidP="001F532C"/>
    <w:p w:rsidR="001F532C" w:rsidRPr="00F2555E" w:rsidRDefault="001F532C" w:rsidP="001F532C"/>
    <w:p w:rsidR="001F532C" w:rsidRPr="00F2555E" w:rsidRDefault="001F532C" w:rsidP="001F532C"/>
    <w:p w:rsidR="001F532C" w:rsidRPr="00F2555E" w:rsidRDefault="00F4721C" w:rsidP="001F532C">
      <w:r>
        <w:rPr>
          <w:noProof/>
        </w:rPr>
        <w:pict>
          <v:shape id="_x0000_s2328" type="#_x0000_t136" style="position:absolute;margin-left:122.25pt;margin-top:2.25pt;width:120pt;height:57pt;z-index:251801088" fillcolor="#002060" strokecolor="yellow">
            <v:shadow color="#868686"/>
            <v:textpath style="font-family:&quot;Arial Black&quot;;font-size:20pt;font-weight:bold;font-style:italic;v-text-kern:t" trim="t" fitpath="t" string="MİRAÇ&#10;YILDIRIM"/>
          </v:shape>
        </w:pict>
      </w:r>
    </w:p>
    <w:p w:rsidR="001F532C" w:rsidRPr="00F2555E" w:rsidRDefault="001F532C" w:rsidP="001F532C"/>
    <w:p w:rsidR="001F532C" w:rsidRPr="00F2555E" w:rsidRDefault="00F52E72" w:rsidP="001F532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17" name="Text Box 1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1F532C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1F53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03" o:spid="_x0000_s1065" type="#_x0000_t202" style="position:absolute;margin-left:42pt;margin-top:12.15pt;width:61.5pt;height:33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" stroked="f">
                <v:textbox>
                  <w:txbxContent>
                    <w:p w:rsidR="001F532C" w:rsidRPr="004457AF" w:rsidRDefault="001F532C" w:rsidP="001F532C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1F532C"/>
                  </w:txbxContent>
                </v:textbox>
              </v:shape>
            </w:pict>
          </mc:Fallback>
        </mc:AlternateContent>
      </w:r>
    </w:p>
    <w:p w:rsidR="001F532C" w:rsidRPr="00F2555E" w:rsidRDefault="001F532C" w:rsidP="001F532C"/>
    <w:p w:rsidR="001F532C" w:rsidRPr="00F2555E" w:rsidRDefault="001F532C" w:rsidP="001F532C"/>
    <w:p w:rsidR="001F532C" w:rsidRPr="00F2555E" w:rsidRDefault="001F532C" w:rsidP="001F532C"/>
    <w:p w:rsidR="001F532C" w:rsidRDefault="001F532C" w:rsidP="001F532C"/>
    <w:p w:rsidR="001F532C" w:rsidRDefault="001F532C" w:rsidP="001F532C"/>
    <w:p w:rsidR="001F532C" w:rsidRDefault="001F532C" w:rsidP="001F532C"/>
    <w:p w:rsidR="001F532C" w:rsidRPr="00F2555E" w:rsidRDefault="001F532C" w:rsidP="001F532C">
      <w:r>
        <w:rPr>
          <w:noProof/>
          <w:lang w:eastAsia="tr-TR"/>
        </w:rPr>
        <w:drawing>
          <wp:anchor distT="0" distB="0" distL="114300" distR="114300" simplePos="0" relativeHeight="2518041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164465</wp:posOffset>
            </wp:positionV>
            <wp:extent cx="1781175" cy="1828800"/>
            <wp:effectExtent l="19050" t="0" r="9525" b="0"/>
            <wp:wrapNone/>
            <wp:docPr id="12" name="Resim 111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1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16" name="Rectangle 1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06" o:spid="_x0000_s1026" style="position:absolute;margin-left:0;margin-top:9pt;width:246pt;height:153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BbCo8n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1F532C" w:rsidRPr="00F2555E" w:rsidRDefault="00F52E72" w:rsidP="001F532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15" name="Rectangle 1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1F532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1F532C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1F532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1F532C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3B707E" w:rsidRDefault="001F532C" w:rsidP="001F532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09" o:spid="_x0000_s1066" style="position:absolute;margin-left:126.75pt;margin-top:3.45pt;width:111pt;height:45.3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" strokeweight="2.5pt">
                <v:shadow color="#868686"/>
                <v:textbox>
                  <w:txbxContent>
                    <w:p w:rsidR="001F532C" w:rsidRPr="00404768" w:rsidRDefault="001F532C" w:rsidP="001F532C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1F532C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1F532C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1F532C">
                      <w:pPr>
                        <w:rPr>
                          <w:szCs w:val="28"/>
                        </w:rPr>
                      </w:pPr>
                    </w:p>
                    <w:p w:rsidR="001F532C" w:rsidRPr="003B707E" w:rsidRDefault="001F532C" w:rsidP="001F532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F532C" w:rsidRPr="00F2555E" w:rsidRDefault="001F532C" w:rsidP="001F532C"/>
    <w:p w:rsidR="001F532C" w:rsidRPr="00F2555E" w:rsidRDefault="001F532C" w:rsidP="001F532C"/>
    <w:p w:rsidR="001F532C" w:rsidRPr="00F2555E" w:rsidRDefault="001F532C" w:rsidP="001F532C"/>
    <w:p w:rsidR="001F532C" w:rsidRPr="00F2555E" w:rsidRDefault="00F4721C" w:rsidP="001F532C">
      <w:r>
        <w:rPr>
          <w:noProof/>
        </w:rPr>
        <w:pict>
          <v:shape id="_x0000_s2332" type="#_x0000_t136" style="position:absolute;margin-left:122.25pt;margin-top:2.25pt;width:115.5pt;height:70.5pt;z-index:251806208" fillcolor="#002060" strokecolor="yellow">
            <v:shadow color="#868686"/>
            <v:textpath style="font-family:&quot;Arial Black&quot;;font-size:14pt;font-weight:bold;font-style:italic;v-text-kern:t" trim="t" fitpath="t" string="MUHAMMED ARDA &#10;İNSEL"/>
          </v:shape>
        </w:pict>
      </w:r>
    </w:p>
    <w:p w:rsidR="001F532C" w:rsidRPr="00F2555E" w:rsidRDefault="001F532C" w:rsidP="001F532C"/>
    <w:p w:rsidR="001F532C" w:rsidRPr="00F2555E" w:rsidRDefault="00F52E72" w:rsidP="001F532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014" name="Text Box 1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1F532C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1F53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07" o:spid="_x0000_s1067" type="#_x0000_t202" style="position:absolute;margin-left:42pt;margin-top:12.15pt;width:61.5pt;height:33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" stroked="f">
                <v:textbox>
                  <w:txbxContent>
                    <w:p w:rsidR="001F532C" w:rsidRPr="004457AF" w:rsidRDefault="001F532C" w:rsidP="001F532C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1F532C"/>
                  </w:txbxContent>
                </v:textbox>
              </v:shape>
            </w:pict>
          </mc:Fallback>
        </mc:AlternateContent>
      </w:r>
    </w:p>
    <w:p w:rsidR="001F532C" w:rsidRPr="00F2555E" w:rsidRDefault="001F532C" w:rsidP="001F532C"/>
    <w:p w:rsidR="001F532C" w:rsidRPr="00F2555E" w:rsidRDefault="001F532C" w:rsidP="001F532C"/>
    <w:p w:rsidR="001F532C" w:rsidRPr="00F2555E" w:rsidRDefault="001F532C" w:rsidP="001F532C"/>
    <w:p w:rsidR="001F532C" w:rsidRDefault="001F532C" w:rsidP="001F532C"/>
    <w:p w:rsidR="001F532C" w:rsidRDefault="001F532C" w:rsidP="001F532C"/>
    <w:p w:rsidR="001F532C" w:rsidRDefault="001F532C" w:rsidP="001F532C"/>
    <w:p w:rsidR="001F532C" w:rsidRDefault="001F532C" w:rsidP="001F532C"/>
    <w:p w:rsidR="001F532C" w:rsidRDefault="001F532C" w:rsidP="001F532C"/>
    <w:p w:rsidR="001F532C" w:rsidRDefault="001F532C" w:rsidP="001F532C"/>
    <w:p w:rsidR="001F532C" w:rsidRDefault="00E3438A" w:rsidP="001F532C">
      <w:r>
        <w:rPr>
          <w:noProof/>
          <w:lang w:eastAsia="tr-TR"/>
        </w:rPr>
        <w:drawing>
          <wp:anchor distT="0" distB="0" distL="114300" distR="114300" simplePos="0" relativeHeight="25180928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165735</wp:posOffset>
            </wp:positionV>
            <wp:extent cx="1743075" cy="1828800"/>
            <wp:effectExtent l="19050" t="0" r="9525" b="0"/>
            <wp:wrapNone/>
            <wp:docPr id="13" name="Resim 111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6" descr="erk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12" name="Rectangle 1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Default="001F53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0" o:spid="_x0000_s1068" style="position:absolute;margin-left:0;margin-top:9pt;width:246pt;height:153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" strokecolor="#4f81bd" strokeweight="5pt">
                <v:stroke linestyle="thickThin"/>
                <v:shadow color="#868686"/>
                <v:textbox>
                  <w:txbxContent>
                    <w:p w:rsidR="001F532C" w:rsidRDefault="001F532C"/>
                  </w:txbxContent>
                </v:textbox>
              </v:rect>
            </w:pict>
          </mc:Fallback>
        </mc:AlternateContent>
      </w:r>
    </w:p>
    <w:p w:rsidR="001F532C" w:rsidRPr="00F2555E" w:rsidRDefault="00F52E72" w:rsidP="001F532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11" name="Rectangle 1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1F532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1F532C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1F532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1F532C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3B707E" w:rsidRDefault="001F532C" w:rsidP="001F532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3" o:spid="_x0000_s1069" style="position:absolute;margin-left:126.75pt;margin-top:3.45pt;width:111pt;height:45.3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" strokeweight="2.5pt">
                <v:shadow color="#868686"/>
                <v:textbox>
                  <w:txbxContent>
                    <w:p w:rsidR="001F532C" w:rsidRPr="00404768" w:rsidRDefault="001F532C" w:rsidP="001F532C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1F532C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1F532C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1F532C">
                      <w:pPr>
                        <w:rPr>
                          <w:szCs w:val="28"/>
                        </w:rPr>
                      </w:pPr>
                    </w:p>
                    <w:p w:rsidR="001F532C" w:rsidRPr="003B707E" w:rsidRDefault="001F532C" w:rsidP="001F532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F532C" w:rsidRPr="00F2555E" w:rsidRDefault="001F532C" w:rsidP="001F532C"/>
    <w:p w:rsidR="001F532C" w:rsidRPr="00F2555E" w:rsidRDefault="001F532C" w:rsidP="001F532C"/>
    <w:p w:rsidR="001F532C" w:rsidRPr="00F2555E" w:rsidRDefault="001F532C" w:rsidP="001F532C"/>
    <w:p w:rsidR="001F532C" w:rsidRPr="00F2555E" w:rsidRDefault="001F532C" w:rsidP="001F532C"/>
    <w:p w:rsidR="001F532C" w:rsidRPr="00F2555E" w:rsidRDefault="00F4721C" w:rsidP="001F532C">
      <w:r>
        <w:rPr>
          <w:noProof/>
          <w:lang w:eastAsia="tr-TR"/>
        </w:rPr>
        <w:pict>
          <v:shape id="_x0000_s2338" type="#_x0000_t136" style="position:absolute;margin-left:108pt;margin-top:4.85pt;width:129.75pt;height:56.75pt;z-index:251813376" fillcolor="#002060" strokecolor="yellow">
            <v:shadow color="#868686"/>
            <v:textpath style="font-family:&quot;Arial Black&quot;;font-size:14pt;font-weight:bold;font-style:italic;v-text-kern:t" trim="t" fitpath="t" string="ALİ RIFAT &#10;TAŞAN"/>
          </v:shape>
        </w:pict>
      </w:r>
    </w:p>
    <w:p w:rsidR="001F532C" w:rsidRPr="00F2555E" w:rsidRDefault="001F532C" w:rsidP="001F532C"/>
    <w:p w:rsidR="001F532C" w:rsidRPr="00F2555E" w:rsidRDefault="00F52E72" w:rsidP="001F532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12700</wp:posOffset>
                </wp:positionV>
                <wp:extent cx="781050" cy="419100"/>
                <wp:effectExtent l="0" t="3175" r="0" b="0"/>
                <wp:wrapNone/>
                <wp:docPr id="1010" name="Text Box 1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1F532C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1F53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11" o:spid="_x0000_s1070" type="#_x0000_t202" style="position:absolute;margin-left:38.25pt;margin-top:1pt;width:61.5pt;height:33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" stroked="f">
                <v:textbox>
                  <w:txbxContent>
                    <w:p w:rsidR="001F532C" w:rsidRPr="004457AF" w:rsidRDefault="001F532C" w:rsidP="001F532C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1F532C"/>
                  </w:txbxContent>
                </v:textbox>
              </v:shape>
            </w:pict>
          </mc:Fallback>
        </mc:AlternateContent>
      </w:r>
    </w:p>
    <w:p w:rsidR="001F532C" w:rsidRPr="00F2555E" w:rsidRDefault="001F532C" w:rsidP="001F532C"/>
    <w:p w:rsidR="001F532C" w:rsidRPr="00F2555E" w:rsidRDefault="001F532C" w:rsidP="001F532C"/>
    <w:p w:rsidR="001F532C" w:rsidRPr="00F2555E" w:rsidRDefault="001F532C" w:rsidP="001F532C"/>
    <w:p w:rsidR="001F532C" w:rsidRDefault="001F532C" w:rsidP="001F532C"/>
    <w:p w:rsidR="00CC71A7" w:rsidRPr="001F532C" w:rsidRDefault="00CC71A7" w:rsidP="00CC71A7">
      <w:pPr>
        <w:rPr>
          <w:sz w:val="16"/>
          <w:szCs w:val="16"/>
        </w:rPr>
      </w:pPr>
    </w:p>
    <w:p w:rsidR="00CC71A7" w:rsidRPr="00F2555E" w:rsidRDefault="00F52E72" w:rsidP="00CC71A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114300</wp:posOffset>
                </wp:positionV>
                <wp:extent cx="1409700" cy="575310"/>
                <wp:effectExtent l="19050" t="19050" r="19050" b="24765"/>
                <wp:wrapNone/>
                <wp:docPr id="1009" name="Rectangle 1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CC71A7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CC71A7" w:rsidRDefault="001F532C" w:rsidP="00CC71A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9" o:spid="_x0000_s1071" style="position:absolute;margin-left:126.75pt;margin-top:9pt;width:111pt;height:45.3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" strokeweight="2.5pt">
                <v:shadow color="#868686"/>
                <v:textbox>
                  <w:txbxContent>
                    <w:p w:rsidR="001F532C" w:rsidRPr="00404768" w:rsidRDefault="001F532C" w:rsidP="00CC71A7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CC71A7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CC71A7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CC71A7">
                      <w:pPr>
                        <w:rPr>
                          <w:szCs w:val="28"/>
                        </w:rPr>
                      </w:pPr>
                    </w:p>
                    <w:p w:rsidR="001F532C" w:rsidRPr="00CC71A7" w:rsidRDefault="001F532C" w:rsidP="00CC71A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3438A">
        <w:rPr>
          <w:noProof/>
          <w:lang w:eastAsia="tr-TR"/>
        </w:rPr>
        <w:drawing>
          <wp:anchor distT="0" distB="0" distL="114300" distR="114300" simplePos="0" relativeHeight="251755008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94615</wp:posOffset>
            </wp:positionV>
            <wp:extent cx="1552575" cy="1828800"/>
            <wp:effectExtent l="19050" t="0" r="9525" b="0"/>
            <wp:wrapNone/>
            <wp:docPr id="3" name="Resim 112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 descr="erk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-2540</wp:posOffset>
                </wp:positionV>
                <wp:extent cx="3124200" cy="1943100"/>
                <wp:effectExtent l="38100" t="35560" r="38100" b="40640"/>
                <wp:wrapNone/>
                <wp:docPr id="1008" name="Rectangle 1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6" o:spid="_x0000_s1026" style="position:absolute;margin-left:0;margin-top:-.2pt;width:246pt;height:153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" strokecolor="#4f81bd" strokeweight="5pt">
                <v:stroke linestyle="thickThin"/>
                <v:shadow color="#868686"/>
              </v:rect>
            </w:pict>
          </mc:Fallback>
        </mc:AlternateContent>
      </w:r>
      <w:r w:rsidR="00CC71A7">
        <w:rPr>
          <w:noProof/>
          <w:lang w:eastAsia="tr-TR"/>
        </w:rPr>
        <w:drawing>
          <wp:anchor distT="0" distB="0" distL="114300" distR="114300" simplePos="0" relativeHeight="251760128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163830</wp:posOffset>
            </wp:positionV>
            <wp:extent cx="1676400" cy="1828800"/>
            <wp:effectExtent l="19050" t="0" r="0" b="0"/>
            <wp:wrapNone/>
            <wp:docPr id="2" name="Resim 112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6" descr="er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07" name="Rectangle 1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0" o:spid="_x0000_s1026" style="position:absolute;margin-left:280.5pt;margin-top:9pt;width:246pt;height:153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CC71A7" w:rsidRPr="00F2555E" w:rsidRDefault="00F52E72" w:rsidP="00CC71A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06" name="Rectangle 1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CC71A7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CC71A7" w:rsidRDefault="001F532C" w:rsidP="00CC71A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2" o:spid="_x0000_s1072" style="position:absolute;margin-left:408.75pt;margin-top:3.45pt;width:111pt;height:45.3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" strokeweight="2.5pt">
                <v:shadow color="#868686"/>
                <v:textbox>
                  <w:txbxContent>
                    <w:p w:rsidR="001F532C" w:rsidRPr="00404768" w:rsidRDefault="001F532C" w:rsidP="00CC71A7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CC71A7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CC71A7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CC71A7">
                      <w:pPr>
                        <w:rPr>
                          <w:szCs w:val="28"/>
                        </w:rPr>
                      </w:pPr>
                    </w:p>
                    <w:p w:rsidR="001F532C" w:rsidRPr="00CC71A7" w:rsidRDefault="001F532C" w:rsidP="00CC71A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C71A7" w:rsidRPr="00F2555E" w:rsidRDefault="00CC71A7" w:rsidP="00CC71A7"/>
    <w:p w:rsidR="00CC71A7" w:rsidRPr="00F2555E" w:rsidRDefault="00CC71A7" w:rsidP="00CC71A7"/>
    <w:p w:rsidR="00CC71A7" w:rsidRPr="00F2555E" w:rsidRDefault="00CC71A7" w:rsidP="00CC71A7"/>
    <w:p w:rsidR="00CC71A7" w:rsidRPr="00F2555E" w:rsidRDefault="00F4721C" w:rsidP="00CC71A7">
      <w:r>
        <w:rPr>
          <w:noProof/>
        </w:rPr>
        <w:pict>
          <v:shape id="_x0000_s2295" type="#_x0000_t136" style="position:absolute;margin-left:408.75pt;margin-top:12.9pt;width:99.75pt;height:55.2pt;z-index:251761152" fillcolor="#002060" strokecolor="yellow">
            <v:shadow color="#868686"/>
            <v:textpath style="font-family:&quot;Arial Black&quot;;font-size:14pt;font-weight:bold;font-style:italic;v-text-kern:t" trim="t" fitpath="t" string="ALİ RIFAT&#10;TAŞAN"/>
          </v:shape>
        </w:pict>
      </w:r>
      <w:r>
        <w:rPr>
          <w:noProof/>
        </w:rPr>
        <w:pict>
          <v:shape id="_x0000_s2292" type="#_x0000_t136" style="position:absolute;margin-left:126.75pt;margin-top:2.25pt;width:111pt;height:59.4pt;z-index:251757056" fillcolor="#002060" strokecolor="yellow">
            <v:shadow color="#868686"/>
            <v:textpath style="font-family:&quot;Arial Black&quot;;font-size:14pt;font-weight:bold;font-style:italic;v-text-kern:t" trim="t" fitpath="t" string="ALİ İMRAN&#10;KAYA"/>
          </v:shape>
        </w:pict>
      </w:r>
    </w:p>
    <w:p w:rsidR="00CC71A7" w:rsidRPr="00F2555E" w:rsidRDefault="00CC71A7" w:rsidP="00CC71A7"/>
    <w:p w:rsidR="00CC71A7" w:rsidRPr="00F2555E" w:rsidRDefault="00F52E72" w:rsidP="00CC71A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95250</wp:posOffset>
                </wp:positionV>
                <wp:extent cx="781050" cy="419100"/>
                <wp:effectExtent l="0" t="0" r="0" b="0"/>
                <wp:wrapNone/>
                <wp:docPr id="1005" name="Text Box 1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CC71A7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CC71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67" o:spid="_x0000_s1073" type="#_x0000_t202" style="position:absolute;margin-left:30pt;margin-top:7.5pt;width:61.5pt;height:33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" stroked="f">
                <v:textbox>
                  <w:txbxContent>
                    <w:p w:rsidR="001F532C" w:rsidRPr="004457AF" w:rsidRDefault="001F532C" w:rsidP="00CC71A7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CC71A7"/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156210</wp:posOffset>
                </wp:positionV>
                <wp:extent cx="781050" cy="419100"/>
                <wp:effectExtent l="0" t="3810" r="0" b="0"/>
                <wp:wrapNone/>
                <wp:docPr id="1004" name="Text Box 1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CC71A7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CC71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73" o:spid="_x0000_s1074" type="#_x0000_t202" style="position:absolute;margin-left:316.5pt;margin-top:12.3pt;width:61.5pt;height:33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" stroked="f">
                <v:textbox>
                  <w:txbxContent>
                    <w:p w:rsidR="001F532C" w:rsidRPr="004457AF" w:rsidRDefault="001F532C" w:rsidP="00CC71A7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CC71A7"/>
                  </w:txbxContent>
                </v:textbox>
              </v:shape>
            </w:pict>
          </mc:Fallback>
        </mc:AlternateContent>
      </w:r>
    </w:p>
    <w:p w:rsidR="00CC71A7" w:rsidRPr="00F2555E" w:rsidRDefault="00CC71A7" w:rsidP="00CC71A7"/>
    <w:p w:rsidR="00CC71A7" w:rsidRPr="00F2555E" w:rsidRDefault="00CC71A7" w:rsidP="00CC71A7"/>
    <w:p w:rsidR="00CC71A7" w:rsidRPr="00F2555E" w:rsidRDefault="00CC71A7" w:rsidP="00CC71A7"/>
    <w:p w:rsidR="00CC71A7" w:rsidRDefault="00CC71A7" w:rsidP="00CC71A7"/>
    <w:p w:rsidR="00CC71A7" w:rsidRDefault="00CC71A7" w:rsidP="00CC71A7"/>
    <w:p w:rsidR="00CC71A7" w:rsidRPr="001F532C" w:rsidRDefault="00F52E72" w:rsidP="00CC71A7">
      <w:pPr>
        <w:rPr>
          <w:sz w:val="16"/>
          <w:szCs w:val="16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102235</wp:posOffset>
                </wp:positionV>
                <wp:extent cx="1409700" cy="575310"/>
                <wp:effectExtent l="19050" t="16510" r="19050" b="17780"/>
                <wp:wrapNone/>
                <wp:docPr id="1003" name="Rectangle 1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CC71A7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CC71A7" w:rsidRDefault="001F532C" w:rsidP="00CC71A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7" o:spid="_x0000_s1075" style="position:absolute;margin-left:128.25pt;margin-top:8.05pt;width:111pt;height:45.3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" strokeweight="2.5pt">
                <v:shadow color="#868686"/>
                <v:textbox>
                  <w:txbxContent>
                    <w:p w:rsidR="001F532C" w:rsidRPr="00404768" w:rsidRDefault="001F532C" w:rsidP="00CC71A7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CC71A7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CC71A7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CC71A7">
                      <w:pPr>
                        <w:rPr>
                          <w:szCs w:val="28"/>
                        </w:rPr>
                      </w:pPr>
                    </w:p>
                    <w:p w:rsidR="001F532C" w:rsidRPr="00CC71A7" w:rsidRDefault="001F532C" w:rsidP="00CC71A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3438A">
        <w:rPr>
          <w:noProof/>
          <w:lang w:eastAsia="tr-TR"/>
        </w:rPr>
        <w:drawing>
          <wp:anchor distT="0" distB="0" distL="114300" distR="114300" simplePos="0" relativeHeight="251766272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55245</wp:posOffset>
            </wp:positionV>
            <wp:extent cx="1552575" cy="1828800"/>
            <wp:effectExtent l="19050" t="0" r="9525" b="0"/>
            <wp:wrapNone/>
            <wp:docPr id="5" name="Resim 112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 descr="erk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-2540</wp:posOffset>
                </wp:positionV>
                <wp:extent cx="3124200" cy="1943100"/>
                <wp:effectExtent l="38100" t="35560" r="38100" b="40640"/>
                <wp:wrapNone/>
                <wp:docPr id="1002" name="Rectangle 1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4" o:spid="_x0000_s1026" style="position:absolute;margin-left:0;margin-top:-.2pt;width:246pt;height:153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CC71A7" w:rsidRPr="00F2555E" w:rsidRDefault="00CC71A7" w:rsidP="00CC71A7">
      <w:r>
        <w:rPr>
          <w:noProof/>
          <w:lang w:eastAsia="tr-TR"/>
        </w:rPr>
        <w:drawing>
          <wp:anchor distT="0" distB="0" distL="114300" distR="114300" simplePos="0" relativeHeight="251771392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163830</wp:posOffset>
            </wp:positionV>
            <wp:extent cx="1676400" cy="1828800"/>
            <wp:effectExtent l="19050" t="0" r="0" b="0"/>
            <wp:wrapNone/>
            <wp:docPr id="4" name="Resim 112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6" descr="er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001" name="Rectangle 1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8" o:spid="_x0000_s1026" style="position:absolute;margin-left:280.5pt;margin-top:9pt;width:246pt;height:153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CC71A7" w:rsidRPr="00F2555E" w:rsidRDefault="00F52E72" w:rsidP="00CC71A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000" name="Rectangle 1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CC71A7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CC71A7" w:rsidRDefault="001F532C" w:rsidP="00CC71A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0" o:spid="_x0000_s1076" style="position:absolute;margin-left:408.75pt;margin-top:3.45pt;width:111pt;height:45.3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" strokeweight="2.5pt">
                <v:shadow color="#868686"/>
                <v:textbox>
                  <w:txbxContent>
                    <w:p w:rsidR="001F532C" w:rsidRPr="00404768" w:rsidRDefault="001F532C" w:rsidP="00CC71A7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CC71A7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CC71A7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CC71A7">
                      <w:pPr>
                        <w:rPr>
                          <w:szCs w:val="28"/>
                        </w:rPr>
                      </w:pPr>
                    </w:p>
                    <w:p w:rsidR="001F532C" w:rsidRPr="00CC71A7" w:rsidRDefault="001F532C" w:rsidP="00CC71A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C71A7" w:rsidRPr="00F2555E" w:rsidRDefault="00CC71A7" w:rsidP="00CC71A7"/>
    <w:p w:rsidR="00CC71A7" w:rsidRPr="00F2555E" w:rsidRDefault="00CC71A7" w:rsidP="00CC71A7"/>
    <w:p w:rsidR="00CC71A7" w:rsidRPr="00F2555E" w:rsidRDefault="00F4721C" w:rsidP="00CC71A7">
      <w:r>
        <w:rPr>
          <w:noProof/>
        </w:rPr>
        <w:pict>
          <v:shape id="_x0000_s2300" type="#_x0000_t136" style="position:absolute;margin-left:122.25pt;margin-top:7.35pt;width:111pt;height:68.65pt;z-index:251768320" fillcolor="#002060" strokecolor="yellow">
            <v:shadow color="#868686"/>
            <v:textpath style="font-family:&quot;Arial Black&quot;;font-size:14pt;font-weight:bold;font-style:italic;v-text-kern:t" trim="t" fitpath="t" string="BARIŞ ATALAY"/>
          </v:shape>
        </w:pict>
      </w:r>
    </w:p>
    <w:p w:rsidR="00CC71A7" w:rsidRPr="00F2555E" w:rsidRDefault="00F4721C" w:rsidP="00CC71A7">
      <w:r>
        <w:rPr>
          <w:noProof/>
        </w:rPr>
        <w:pict>
          <v:shape id="_x0000_s2303" type="#_x0000_t136" style="position:absolute;margin-left:408.75pt;margin-top:12.9pt;width:99.75pt;height:55.2pt;z-index:251772416" fillcolor="#002060" strokecolor="yellow">
            <v:shadow color="#868686"/>
            <v:textpath style="font-family:&quot;Arial Black&quot;;font-size:14pt;font-weight:bold;font-style:italic;v-text-kern:t" trim="t" fitpath="t" string="ALİ RIFAT&#10;TAŞAN"/>
          </v:shape>
        </w:pict>
      </w:r>
    </w:p>
    <w:p w:rsidR="00CC71A7" w:rsidRPr="00F2555E" w:rsidRDefault="00F52E72" w:rsidP="00CC71A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95885</wp:posOffset>
                </wp:positionV>
                <wp:extent cx="781050" cy="419100"/>
                <wp:effectExtent l="0" t="635" r="0" b="0"/>
                <wp:wrapNone/>
                <wp:docPr id="999" name="Text Box 1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CC71A7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CC71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75" o:spid="_x0000_s1077" type="#_x0000_t202" style="position:absolute;margin-left:33.75pt;margin-top:7.55pt;width:61.5pt;height:33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" stroked="f">
                <v:textbox>
                  <w:txbxContent>
                    <w:p w:rsidR="001F532C" w:rsidRPr="004457AF" w:rsidRDefault="001F532C" w:rsidP="00CC71A7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CC71A7"/>
                  </w:txbxContent>
                </v:textbox>
              </v:shape>
            </w:pict>
          </mc:Fallback>
        </mc:AlternateContent>
      </w:r>
    </w:p>
    <w:p w:rsidR="00CC71A7" w:rsidRPr="00F2555E" w:rsidRDefault="00F52E72" w:rsidP="00CC71A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156210</wp:posOffset>
                </wp:positionV>
                <wp:extent cx="781050" cy="419100"/>
                <wp:effectExtent l="0" t="3810" r="0" b="0"/>
                <wp:wrapNone/>
                <wp:docPr id="998" name="Text Box 1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CC71A7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CC71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81" o:spid="_x0000_s1078" type="#_x0000_t202" style="position:absolute;margin-left:316.5pt;margin-top:12.3pt;width:61.5pt;height:33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" stroked="f">
                <v:textbox>
                  <w:txbxContent>
                    <w:p w:rsidR="001F532C" w:rsidRPr="004457AF" w:rsidRDefault="001F532C" w:rsidP="00CC71A7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CC71A7"/>
                  </w:txbxContent>
                </v:textbox>
              </v:shape>
            </w:pict>
          </mc:Fallback>
        </mc:AlternateContent>
      </w:r>
    </w:p>
    <w:p w:rsidR="00CC71A7" w:rsidRPr="00F2555E" w:rsidRDefault="00CC71A7" w:rsidP="00CC71A7"/>
    <w:p w:rsidR="00CC71A7" w:rsidRPr="00F2555E" w:rsidRDefault="00CC71A7" w:rsidP="00CC71A7"/>
    <w:p w:rsidR="00CC71A7" w:rsidRPr="00F2555E" w:rsidRDefault="00CC71A7" w:rsidP="00CC71A7"/>
    <w:p w:rsidR="00CC71A7" w:rsidRDefault="00CC71A7" w:rsidP="00CC71A7"/>
    <w:p w:rsidR="00CC71A7" w:rsidRDefault="00CC71A7" w:rsidP="00CC71A7"/>
    <w:p w:rsidR="00CC71A7" w:rsidRPr="001F532C" w:rsidRDefault="00E3438A" w:rsidP="00CC71A7">
      <w:pPr>
        <w:rPr>
          <w:sz w:val="16"/>
          <w:szCs w:val="16"/>
        </w:rPr>
      </w:pPr>
      <w:r>
        <w:rPr>
          <w:noProof/>
          <w:lang w:eastAsia="tr-TR"/>
        </w:rPr>
        <w:drawing>
          <wp:anchor distT="0" distB="0" distL="114300" distR="114300" simplePos="0" relativeHeight="251777536" behindDoc="0" locked="0" layoutInCell="1" allowOverlap="1">
            <wp:simplePos x="0" y="0"/>
            <wp:positionH relativeFrom="column">
              <wp:posOffset>47624</wp:posOffset>
            </wp:positionH>
            <wp:positionV relativeFrom="paragraph">
              <wp:posOffset>107950</wp:posOffset>
            </wp:positionV>
            <wp:extent cx="1571625" cy="1828800"/>
            <wp:effectExtent l="19050" t="0" r="9525" b="0"/>
            <wp:wrapNone/>
            <wp:docPr id="8" name="Resim 112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 descr="erk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55880</wp:posOffset>
                </wp:positionV>
                <wp:extent cx="3124200" cy="1943100"/>
                <wp:effectExtent l="38100" t="36830" r="38100" b="39370"/>
                <wp:wrapNone/>
                <wp:docPr id="997" name="Rectangle 1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2" o:spid="_x0000_s1026" style="position:absolute;margin-left:0;margin-top:4.4pt;width:246pt;height:153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CC71A7" w:rsidRPr="00F2555E" w:rsidRDefault="00F52E72" w:rsidP="00CC71A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996" name="Rectangle 1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CC71A7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CC71A7" w:rsidRDefault="001F532C" w:rsidP="00CC71A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5" o:spid="_x0000_s1079" style="position:absolute;margin-left:126.75pt;margin-top:3.45pt;width:111pt;height:45.3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" strokeweight="2.5pt">
                <v:shadow color="#868686"/>
                <v:textbox>
                  <w:txbxContent>
                    <w:p w:rsidR="001F532C" w:rsidRPr="00404768" w:rsidRDefault="001F532C" w:rsidP="00CC71A7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CC71A7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CC71A7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CC71A7">
                      <w:pPr>
                        <w:rPr>
                          <w:szCs w:val="28"/>
                        </w:rPr>
                      </w:pPr>
                    </w:p>
                    <w:p w:rsidR="001F532C" w:rsidRPr="00CC71A7" w:rsidRDefault="001F532C" w:rsidP="00CC71A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C71A7">
        <w:rPr>
          <w:noProof/>
          <w:lang w:eastAsia="tr-TR"/>
        </w:rPr>
        <w:drawing>
          <wp:anchor distT="0" distB="0" distL="114300" distR="114300" simplePos="0" relativeHeight="251782656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163830</wp:posOffset>
            </wp:positionV>
            <wp:extent cx="1676400" cy="1828800"/>
            <wp:effectExtent l="19050" t="0" r="0" b="0"/>
            <wp:wrapNone/>
            <wp:docPr id="7" name="Resim 112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6" descr="er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995" name="Rectangle 1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6" o:spid="_x0000_s1026" style="position:absolute;margin-left:280.5pt;margin-top:9pt;width:246pt;height:153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CC71A7" w:rsidRPr="00F2555E" w:rsidRDefault="00F52E72" w:rsidP="00CC71A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994" name="Rectangle 1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F532C" w:rsidRPr="00404768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F532C" w:rsidRPr="00A67D30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1F532C" w:rsidRPr="00A67D30" w:rsidRDefault="001F532C" w:rsidP="00CC71A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1F532C" w:rsidRPr="00CB0BD9" w:rsidRDefault="001F532C" w:rsidP="00CC71A7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CC71A7" w:rsidRDefault="001F532C" w:rsidP="00CC71A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8" o:spid="_x0000_s1080" style="position:absolute;margin-left:408.75pt;margin-top:3.45pt;width:111pt;height:45.3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" strokeweight="2.5pt">
                <v:shadow color="#868686"/>
                <v:textbox>
                  <w:txbxContent>
                    <w:p w:rsidR="001F532C" w:rsidRPr="00404768" w:rsidRDefault="001F532C" w:rsidP="00CC71A7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1F532C" w:rsidRPr="00A67D30" w:rsidRDefault="001F532C" w:rsidP="00CC71A7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1F532C" w:rsidRPr="00A67D30" w:rsidRDefault="001F532C" w:rsidP="00CC71A7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1F532C" w:rsidRPr="00CB0BD9" w:rsidRDefault="001F532C" w:rsidP="00CC71A7">
                      <w:pPr>
                        <w:rPr>
                          <w:szCs w:val="28"/>
                        </w:rPr>
                      </w:pPr>
                    </w:p>
                    <w:p w:rsidR="001F532C" w:rsidRPr="00CC71A7" w:rsidRDefault="001F532C" w:rsidP="00CC71A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C71A7" w:rsidRPr="00F2555E" w:rsidRDefault="00CC71A7" w:rsidP="00CC71A7"/>
    <w:p w:rsidR="00CC71A7" w:rsidRPr="00F2555E" w:rsidRDefault="00CC71A7" w:rsidP="00CC71A7"/>
    <w:p w:rsidR="00CC71A7" w:rsidRPr="00F2555E" w:rsidRDefault="00F4721C" w:rsidP="00CC71A7">
      <w:r>
        <w:rPr>
          <w:noProof/>
        </w:rPr>
        <w:pict>
          <v:shape id="_x0000_s2308" type="#_x0000_t136" style="position:absolute;margin-left:108pt;margin-top:7.35pt;width:131.25pt;height:51.5pt;z-index:251779584" fillcolor="#002060" strokecolor="yellow">
            <v:shadow color="#868686"/>
            <v:textpath style="font-family:&quot;Arial Black&quot;;font-size:16pt;font-weight:bold;font-style:italic;v-text-kern:t" trim="t" fitpath="t" string="EYMEN &#10;AYHAN"/>
          </v:shape>
        </w:pict>
      </w:r>
    </w:p>
    <w:p w:rsidR="00CC71A7" w:rsidRPr="00F2555E" w:rsidRDefault="00F4721C" w:rsidP="00CC71A7">
      <w:r>
        <w:rPr>
          <w:noProof/>
        </w:rPr>
        <w:pict>
          <v:shape id="_x0000_s2311" type="#_x0000_t136" style="position:absolute;margin-left:408.75pt;margin-top:12.9pt;width:99.75pt;height:55.2pt;z-index:251783680" fillcolor="#002060" strokecolor="yellow">
            <v:shadow color="#868686"/>
            <v:textpath style="font-family:&quot;Arial Black&quot;;font-size:14pt;font-weight:bold;font-style:italic;v-text-kern:t" trim="t" fitpath="t" string="ALİ RIFAT&#10;TAŞAN"/>
          </v:shape>
        </w:pict>
      </w:r>
    </w:p>
    <w:p w:rsidR="00CC71A7" w:rsidRPr="00F2555E" w:rsidRDefault="00F52E72" w:rsidP="00CC71A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993" name="Text Box 1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CC71A7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CC71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83" o:spid="_x0000_s1081" type="#_x0000_t202" style="position:absolute;margin-left:33.75pt;margin-top:12.15pt;width:61.5pt;height:33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" stroked="f">
                <v:textbox>
                  <w:txbxContent>
                    <w:p w:rsidR="001F532C" w:rsidRPr="004457AF" w:rsidRDefault="001F532C" w:rsidP="00CC71A7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CC71A7"/>
                  </w:txbxContent>
                </v:textbox>
              </v:shape>
            </w:pict>
          </mc:Fallback>
        </mc:AlternateContent>
      </w:r>
    </w:p>
    <w:p w:rsidR="00CC71A7" w:rsidRPr="00F2555E" w:rsidRDefault="00F52E72" w:rsidP="00CC71A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156210</wp:posOffset>
                </wp:positionV>
                <wp:extent cx="781050" cy="419100"/>
                <wp:effectExtent l="0" t="3810" r="0" b="0"/>
                <wp:wrapNone/>
                <wp:docPr id="992" name="Text Box 1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4457AF" w:rsidRDefault="001F532C" w:rsidP="00CC71A7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CC71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89" o:spid="_x0000_s1082" type="#_x0000_t202" style="position:absolute;margin-left:316.5pt;margin-top:12.3pt;width:61.5pt;height:33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fvViAIAABs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" stroked="f">
                <v:textbox>
                  <w:txbxContent>
                    <w:p w:rsidR="001F532C" w:rsidRPr="004457AF" w:rsidRDefault="001F532C" w:rsidP="00CC71A7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CC71A7"/>
                  </w:txbxContent>
                </v:textbox>
              </v:shape>
            </w:pict>
          </mc:Fallback>
        </mc:AlternateContent>
      </w:r>
    </w:p>
    <w:p w:rsidR="00CC71A7" w:rsidRPr="00F2555E" w:rsidRDefault="00CC71A7" w:rsidP="00CC71A7"/>
    <w:p w:rsidR="00CC71A7" w:rsidRPr="00F2555E" w:rsidRDefault="00CC71A7" w:rsidP="00CC71A7"/>
    <w:p w:rsidR="00CC71A7" w:rsidRPr="00F2555E" w:rsidRDefault="00CC71A7" w:rsidP="00CC71A7"/>
    <w:p w:rsidR="00CC71A7" w:rsidRDefault="00CC71A7" w:rsidP="00CC71A7"/>
    <w:p w:rsidR="00CC71A7" w:rsidRDefault="00CC71A7" w:rsidP="00CC71A7"/>
    <w:p w:rsidR="00CC71A7" w:rsidRDefault="00CC71A7" w:rsidP="00CC71A7"/>
    <w:p w:rsidR="00CC71A7" w:rsidRPr="00F2555E" w:rsidRDefault="00CC71A7" w:rsidP="00CC71A7"/>
    <w:p w:rsidR="00E13FA4" w:rsidRPr="00F2555E" w:rsidRDefault="00E13FA4" w:rsidP="00E13FA4"/>
    <w:p w:rsidR="00E13FA4" w:rsidRPr="00F2555E" w:rsidRDefault="00E13FA4" w:rsidP="00E13FA4"/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215" name="Rectangle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39" o:spid="_x0000_s1026" style="position:absolute;margin-left:0;margin-top:9pt;width:246pt;height:153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DiedkK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50240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214" name="Rectangle 1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438A" w:rsidRPr="00404768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E3438A" w:rsidRPr="00CB0BD9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E3438A" w:rsidRPr="003B707E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2" o:spid="_x0000_s1083" style="position:absolute;margin-left:126.75pt;margin-top:3.45pt;width:111pt;height:45.3pt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" strokeweight="2.5pt">
                <v:shadow color="#868686"/>
                <v:textbox>
                  <w:txbxContent>
                    <w:p w:rsidR="00E3438A" w:rsidRPr="00404768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E3438A" w:rsidRPr="00CB0BD9" w:rsidRDefault="00E3438A" w:rsidP="00E3438A">
                      <w:pPr>
                        <w:rPr>
                          <w:szCs w:val="28"/>
                        </w:rPr>
                      </w:pPr>
                    </w:p>
                    <w:p w:rsidR="00E3438A" w:rsidRPr="003B707E" w:rsidRDefault="00E3438A" w:rsidP="00E3438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3438A">
        <w:rPr>
          <w:noProof/>
          <w:lang w:eastAsia="tr-TR"/>
        </w:rPr>
        <w:drawing>
          <wp:anchor distT="0" distB="0" distL="114300" distR="114300" simplePos="0" relativeHeight="251847168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-7620</wp:posOffset>
            </wp:positionV>
            <wp:extent cx="1781175" cy="1828800"/>
            <wp:effectExtent l="19050" t="0" r="9525" b="0"/>
            <wp:wrapNone/>
            <wp:docPr id="14" name="Resim 109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6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438A" w:rsidRPr="00F2555E" w:rsidRDefault="00E3438A" w:rsidP="00E3438A"/>
    <w:p w:rsidR="00E3438A" w:rsidRPr="00F2555E" w:rsidRDefault="00E3438A" w:rsidP="00E3438A"/>
    <w:p w:rsidR="00E3438A" w:rsidRPr="00F2555E" w:rsidRDefault="00E3438A" w:rsidP="00E3438A"/>
    <w:p w:rsidR="00E3438A" w:rsidRPr="00F2555E" w:rsidRDefault="00F4721C" w:rsidP="00E3438A">
      <w:r>
        <w:rPr>
          <w:noProof/>
        </w:rPr>
        <w:pict>
          <v:shape id="_x0000_s2365" type="#_x0000_t136" style="position:absolute;margin-left:112.5pt;margin-top:9.35pt;width:129.75pt;height:63.4pt;z-index:251849216" fillcolor="#002060" strokecolor="yellow">
            <v:shadow color="#868686"/>
            <v:textpath style="font-family:&quot;Arial Black&quot;;font-size:14pt;font-weight:bold;font-style:italic;v-text-kern:t" trim="t" fitpath="t" string="MUHAMMED MUSAB&#10;YALSIZ"/>
          </v:shape>
        </w:pict>
      </w:r>
    </w:p>
    <w:p w:rsidR="00E3438A" w:rsidRPr="00F2555E" w:rsidRDefault="00E3438A" w:rsidP="00E3438A"/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4819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213" name="Text Box 1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38A" w:rsidRPr="004457AF" w:rsidRDefault="00E3438A" w:rsidP="00E3438A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E3438A" w:rsidRDefault="00E3438A" w:rsidP="00E343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40" o:spid="_x0000_s1084" type="#_x0000_t202" style="position:absolute;margin-left:42pt;margin-top:12.15pt;width:61.5pt;height:33pt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" stroked="f">
                <v:textbox>
                  <w:txbxContent>
                    <w:p w:rsidR="00E3438A" w:rsidRPr="004457AF" w:rsidRDefault="00E3438A" w:rsidP="00E3438A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E3438A" w:rsidRDefault="00E3438A" w:rsidP="00E3438A"/>
                  </w:txbxContent>
                </v:textbox>
              </v:shape>
            </w:pict>
          </mc:Fallback>
        </mc:AlternateContent>
      </w:r>
    </w:p>
    <w:p w:rsidR="00E3438A" w:rsidRPr="00F2555E" w:rsidRDefault="00E3438A" w:rsidP="00E3438A"/>
    <w:p w:rsidR="00E3438A" w:rsidRPr="00F2555E" w:rsidRDefault="00E3438A" w:rsidP="00E3438A"/>
    <w:p w:rsidR="00E3438A" w:rsidRPr="00F2555E" w:rsidRDefault="00E3438A" w:rsidP="00E3438A"/>
    <w:p w:rsidR="00E3438A" w:rsidRDefault="00E3438A" w:rsidP="00E3438A"/>
    <w:p w:rsidR="00E3438A" w:rsidRDefault="00E3438A" w:rsidP="00E3438A"/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212" name="Rectangle 1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3" o:spid="_x0000_s1026" style="position:absolute;margin-left:0;margin-top:9pt;width:246pt;height:153pt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BvWtqC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E3438A" w:rsidRPr="00F2555E" w:rsidRDefault="00E3438A" w:rsidP="00E3438A">
      <w:r>
        <w:rPr>
          <w:noProof/>
          <w:lang w:eastAsia="tr-TR"/>
        </w:rPr>
        <w:drawing>
          <wp:anchor distT="0" distB="0" distL="114300" distR="114300" simplePos="0" relativeHeight="251852288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-7620</wp:posOffset>
            </wp:positionV>
            <wp:extent cx="1781175" cy="1828800"/>
            <wp:effectExtent l="19050" t="0" r="9525" b="0"/>
            <wp:wrapNone/>
            <wp:docPr id="15" name="Resim 110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211" name="Rectangle 1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438A" w:rsidRPr="00404768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E3438A" w:rsidRPr="00CB0BD9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E3438A" w:rsidRPr="003B707E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6" o:spid="_x0000_s1085" style="position:absolute;margin-left:126.75pt;margin-top:3.45pt;width:111pt;height:45.3pt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" strokeweight="2.5pt">
                <v:shadow color="#868686"/>
                <v:textbox>
                  <w:txbxContent>
                    <w:p w:rsidR="00E3438A" w:rsidRPr="00404768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E3438A" w:rsidRPr="00CB0BD9" w:rsidRDefault="00E3438A" w:rsidP="00E3438A">
                      <w:pPr>
                        <w:rPr>
                          <w:szCs w:val="28"/>
                        </w:rPr>
                      </w:pPr>
                    </w:p>
                    <w:p w:rsidR="00E3438A" w:rsidRPr="003B707E" w:rsidRDefault="00E3438A" w:rsidP="00E3438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3438A" w:rsidRPr="00F2555E" w:rsidRDefault="00E3438A" w:rsidP="00E3438A"/>
    <w:p w:rsidR="00E3438A" w:rsidRPr="00F2555E" w:rsidRDefault="00E3438A" w:rsidP="00E3438A"/>
    <w:p w:rsidR="00E3438A" w:rsidRPr="00F2555E" w:rsidRDefault="00E3438A" w:rsidP="00E3438A"/>
    <w:p w:rsidR="00E3438A" w:rsidRPr="00F2555E" w:rsidRDefault="00F4721C" w:rsidP="00E3438A">
      <w:r>
        <w:rPr>
          <w:noProof/>
        </w:rPr>
        <w:pict>
          <v:shape id="_x0000_s2369" type="#_x0000_t136" style="position:absolute;margin-left:122.25pt;margin-top:2.25pt;width:120pt;height:63.75pt;z-index:251854336" fillcolor="#002060" strokecolor="yellow">
            <v:shadow color="#868686"/>
            <v:textpath style="font-family:&quot;Arial Black&quot;;font-size:14pt;font-weight:bold;font-style:italic;v-text-kern:t" trim="t" fitpath="t" string="ÜVEYS BİLAL&#10;AYKUT"/>
          </v:shape>
        </w:pict>
      </w:r>
    </w:p>
    <w:p w:rsidR="00E3438A" w:rsidRPr="00F2555E" w:rsidRDefault="00E3438A" w:rsidP="00E3438A"/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5331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210" name="Text Box 1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38A" w:rsidRPr="004457AF" w:rsidRDefault="00E3438A" w:rsidP="00E3438A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E3438A" w:rsidRDefault="00E3438A" w:rsidP="00E343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44" o:spid="_x0000_s1086" type="#_x0000_t202" style="position:absolute;margin-left:42pt;margin-top:12.15pt;width:61.5pt;height:33pt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" stroked="f">
                <v:textbox>
                  <w:txbxContent>
                    <w:p w:rsidR="00E3438A" w:rsidRPr="004457AF" w:rsidRDefault="00E3438A" w:rsidP="00E3438A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E3438A" w:rsidRDefault="00E3438A" w:rsidP="00E3438A"/>
                  </w:txbxContent>
                </v:textbox>
              </v:shape>
            </w:pict>
          </mc:Fallback>
        </mc:AlternateContent>
      </w:r>
    </w:p>
    <w:p w:rsidR="00E3438A" w:rsidRPr="00F2555E" w:rsidRDefault="00E3438A" w:rsidP="00E3438A"/>
    <w:p w:rsidR="00E3438A" w:rsidRPr="00F2555E" w:rsidRDefault="00E3438A" w:rsidP="00E3438A"/>
    <w:p w:rsidR="00E3438A" w:rsidRPr="00F2555E" w:rsidRDefault="00E3438A" w:rsidP="00E3438A"/>
    <w:p w:rsidR="00E3438A" w:rsidRDefault="00E3438A" w:rsidP="00E3438A"/>
    <w:p w:rsidR="00E3438A" w:rsidRDefault="00E3438A" w:rsidP="00E3438A"/>
    <w:p w:rsidR="00E3438A" w:rsidRPr="00F2555E" w:rsidRDefault="00E3438A" w:rsidP="00E3438A">
      <w:r>
        <w:rPr>
          <w:noProof/>
          <w:lang w:eastAsia="tr-TR"/>
        </w:rPr>
        <w:drawing>
          <wp:anchor distT="0" distB="0" distL="114300" distR="114300" simplePos="0" relativeHeight="251857408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167640</wp:posOffset>
            </wp:positionV>
            <wp:extent cx="1781175" cy="1828800"/>
            <wp:effectExtent l="19050" t="0" r="9525" b="0"/>
            <wp:wrapNone/>
            <wp:docPr id="16" name="Resim 110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6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56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209" name="Rectangle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438A" w:rsidRDefault="00E3438A" w:rsidP="00E343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7" o:spid="_x0000_s1087" style="position:absolute;margin-left:0;margin-top:9pt;width:246pt;height:153pt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" strokecolor="#4f81bd" strokeweight="5pt">
                <v:stroke linestyle="thickThin"/>
                <v:shadow color="#868686"/>
                <v:textbox>
                  <w:txbxContent>
                    <w:p w:rsidR="00E3438A" w:rsidRDefault="00E3438A" w:rsidP="00E3438A"/>
                  </w:txbxContent>
                </v:textbox>
              </v:rect>
            </w:pict>
          </mc:Fallback>
        </mc:AlternateContent>
      </w:r>
    </w:p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60480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208" name="Rectangle 1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438A" w:rsidRPr="00404768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E3438A" w:rsidRPr="00CB0BD9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E3438A" w:rsidRPr="003B707E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0" o:spid="_x0000_s1088" style="position:absolute;margin-left:126.75pt;margin-top:3.45pt;width:111pt;height:45.3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" strokeweight="2.5pt">
                <v:shadow color="#868686"/>
                <v:textbox>
                  <w:txbxContent>
                    <w:p w:rsidR="00E3438A" w:rsidRPr="00404768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E3438A" w:rsidRPr="00CB0BD9" w:rsidRDefault="00E3438A" w:rsidP="00E3438A">
                      <w:pPr>
                        <w:rPr>
                          <w:szCs w:val="28"/>
                        </w:rPr>
                      </w:pPr>
                    </w:p>
                    <w:p w:rsidR="00E3438A" w:rsidRPr="003B707E" w:rsidRDefault="00E3438A" w:rsidP="00E3438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3438A" w:rsidRPr="00F2555E" w:rsidRDefault="00E3438A" w:rsidP="00E3438A"/>
    <w:p w:rsidR="00E3438A" w:rsidRPr="00F2555E" w:rsidRDefault="00E3438A" w:rsidP="00E3438A"/>
    <w:p w:rsidR="00E3438A" w:rsidRPr="00F2555E" w:rsidRDefault="00E3438A" w:rsidP="00E3438A"/>
    <w:p w:rsidR="00E3438A" w:rsidRPr="00F2555E" w:rsidRDefault="00F4721C" w:rsidP="00E3438A">
      <w:r>
        <w:rPr>
          <w:noProof/>
        </w:rPr>
        <w:pict>
          <v:shape id="_x0000_s2373" type="#_x0000_t136" style="position:absolute;margin-left:122.25pt;margin-top:2.25pt;width:120pt;height:70.5pt;z-index:251859456" fillcolor="#002060" strokecolor="yellow">
            <v:shadow color="#868686"/>
            <v:textpath style="font-family:&quot;Arial Black&quot;;font-size:20pt;font-weight:bold;font-style:italic;v-text-kern:t" trim="t" fitpath="t" string="HARUN ADAR&#10;AZRAK"/>
          </v:shape>
        </w:pict>
      </w:r>
    </w:p>
    <w:p w:rsidR="00E3438A" w:rsidRPr="00F2555E" w:rsidRDefault="00E3438A" w:rsidP="00E3438A"/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5843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207" name="Text Box 1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38A" w:rsidRPr="004457AF" w:rsidRDefault="00E3438A" w:rsidP="00E3438A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E3438A" w:rsidRDefault="00E3438A" w:rsidP="00E343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48" o:spid="_x0000_s1089" type="#_x0000_t202" style="position:absolute;margin-left:42pt;margin-top:12.15pt;width:61.5pt;height:33pt;z-index: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RfKiQIAABw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" stroked="f">
                <v:textbox>
                  <w:txbxContent>
                    <w:p w:rsidR="00E3438A" w:rsidRPr="004457AF" w:rsidRDefault="00E3438A" w:rsidP="00E3438A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E3438A" w:rsidRDefault="00E3438A" w:rsidP="00E3438A"/>
                  </w:txbxContent>
                </v:textbox>
              </v:shape>
            </w:pict>
          </mc:Fallback>
        </mc:AlternateContent>
      </w:r>
    </w:p>
    <w:p w:rsidR="00E3438A" w:rsidRPr="00F2555E" w:rsidRDefault="00E3438A" w:rsidP="00E3438A"/>
    <w:p w:rsidR="00E3438A" w:rsidRPr="00F2555E" w:rsidRDefault="00E3438A" w:rsidP="00E3438A"/>
    <w:p w:rsidR="00E3438A" w:rsidRPr="00F2555E" w:rsidRDefault="00E3438A" w:rsidP="00E3438A"/>
    <w:p w:rsidR="00E3438A" w:rsidRDefault="00E3438A" w:rsidP="00E3438A"/>
    <w:p w:rsidR="00E3438A" w:rsidRDefault="00E3438A" w:rsidP="00E3438A"/>
    <w:p w:rsidR="00E3438A" w:rsidRDefault="00E3438A" w:rsidP="00E3438A"/>
    <w:p w:rsidR="00E3438A" w:rsidRPr="00F2555E" w:rsidRDefault="00E3438A" w:rsidP="00E3438A">
      <w:r>
        <w:rPr>
          <w:noProof/>
          <w:lang w:eastAsia="tr-TR"/>
        </w:rPr>
        <w:drawing>
          <wp:anchor distT="0" distB="0" distL="114300" distR="114300" simplePos="0" relativeHeight="2518625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164465</wp:posOffset>
            </wp:positionV>
            <wp:extent cx="1781175" cy="1828800"/>
            <wp:effectExtent l="19050" t="0" r="9525" b="0"/>
            <wp:wrapNone/>
            <wp:docPr id="17" name="Resim 111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1" descr="er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205" name="Rectangle 1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1" o:spid="_x0000_s1026" style="position:absolute;margin-left:0;margin-top:9pt;width:246pt;height:153pt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65600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204" name="Rectangle 1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438A" w:rsidRPr="00404768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E3438A" w:rsidRPr="00CB0BD9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E3438A" w:rsidRPr="003B707E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4" o:spid="_x0000_s1090" style="position:absolute;margin-left:126.75pt;margin-top:3.45pt;width:111pt;height:45.3pt;z-index:25186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" strokeweight="2.5pt">
                <v:shadow color="#868686"/>
                <v:textbox>
                  <w:txbxContent>
                    <w:p w:rsidR="00E3438A" w:rsidRPr="00404768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E3438A" w:rsidRPr="00CB0BD9" w:rsidRDefault="00E3438A" w:rsidP="00E3438A">
                      <w:pPr>
                        <w:rPr>
                          <w:szCs w:val="28"/>
                        </w:rPr>
                      </w:pPr>
                    </w:p>
                    <w:p w:rsidR="00E3438A" w:rsidRPr="003B707E" w:rsidRDefault="00E3438A" w:rsidP="00E3438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3438A" w:rsidRPr="00F2555E" w:rsidRDefault="00E3438A" w:rsidP="00E3438A"/>
    <w:p w:rsidR="00E3438A" w:rsidRPr="00F2555E" w:rsidRDefault="00E3438A" w:rsidP="00E3438A"/>
    <w:p w:rsidR="00E3438A" w:rsidRPr="00F2555E" w:rsidRDefault="00E3438A" w:rsidP="00E3438A"/>
    <w:p w:rsidR="00E3438A" w:rsidRPr="00F2555E" w:rsidRDefault="00F4721C" w:rsidP="00E3438A">
      <w:r>
        <w:rPr>
          <w:noProof/>
        </w:rPr>
        <w:pict>
          <v:shape id="_x0000_s2377" type="#_x0000_t136" style="position:absolute;margin-left:122.25pt;margin-top:2.25pt;width:115.5pt;height:70.5pt;z-index:251864576" fillcolor="#002060" strokecolor="yellow">
            <v:shadow color="#868686"/>
            <v:textpath style="font-family:&quot;Arial Black&quot;;font-size:14pt;font-weight:bold;font-style:italic;v-text-kern:t" trim="t" fitpath="t" string="YUSUF MERT&#10;AKYÜZ"/>
          </v:shape>
        </w:pict>
      </w:r>
    </w:p>
    <w:p w:rsidR="00E3438A" w:rsidRPr="00F2555E" w:rsidRDefault="00E3438A" w:rsidP="00E3438A"/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6355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154305</wp:posOffset>
                </wp:positionV>
                <wp:extent cx="781050" cy="419100"/>
                <wp:effectExtent l="0" t="1905" r="0" b="0"/>
                <wp:wrapNone/>
                <wp:docPr id="1203" name="Text Box 1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38A" w:rsidRPr="004457AF" w:rsidRDefault="00E3438A" w:rsidP="00E3438A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E3438A" w:rsidRDefault="00E3438A" w:rsidP="00E343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52" o:spid="_x0000_s1091" type="#_x0000_t202" style="position:absolute;margin-left:42pt;margin-top:12.15pt;width:61.5pt;height:33pt;z-index:25186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" stroked="f">
                <v:textbox>
                  <w:txbxContent>
                    <w:p w:rsidR="00E3438A" w:rsidRPr="004457AF" w:rsidRDefault="00E3438A" w:rsidP="00E3438A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E3438A" w:rsidRDefault="00E3438A" w:rsidP="00E3438A"/>
                  </w:txbxContent>
                </v:textbox>
              </v:shape>
            </w:pict>
          </mc:Fallback>
        </mc:AlternateContent>
      </w:r>
    </w:p>
    <w:p w:rsidR="00E3438A" w:rsidRPr="00F2555E" w:rsidRDefault="00E3438A" w:rsidP="00E3438A"/>
    <w:p w:rsidR="00E3438A" w:rsidRPr="00F2555E" w:rsidRDefault="00E3438A" w:rsidP="00E3438A"/>
    <w:p w:rsidR="00E3438A" w:rsidRPr="00F2555E" w:rsidRDefault="00E3438A" w:rsidP="00E3438A"/>
    <w:p w:rsidR="00E3438A" w:rsidRDefault="00E3438A" w:rsidP="00E3438A"/>
    <w:p w:rsidR="00E3438A" w:rsidRDefault="00E3438A" w:rsidP="00E3438A"/>
    <w:p w:rsidR="00E3438A" w:rsidRDefault="00E3438A" w:rsidP="00E3438A"/>
    <w:p w:rsidR="00E3438A" w:rsidRDefault="00E3438A" w:rsidP="00E3438A"/>
    <w:p w:rsidR="00E3438A" w:rsidRDefault="00E3438A" w:rsidP="00E3438A"/>
    <w:p w:rsidR="00E3438A" w:rsidRDefault="00E3438A" w:rsidP="00E3438A"/>
    <w:p w:rsidR="00E3438A" w:rsidRDefault="00E3438A" w:rsidP="00E3438A"/>
    <w:p w:rsidR="00E3438A" w:rsidRDefault="00E3438A" w:rsidP="00E3438A"/>
    <w:p w:rsidR="00E3438A" w:rsidRDefault="00E3438A" w:rsidP="00E3438A"/>
    <w:p w:rsidR="00E3438A" w:rsidRDefault="00E3438A" w:rsidP="00E3438A">
      <w:r>
        <w:rPr>
          <w:noProof/>
          <w:lang w:eastAsia="tr-TR"/>
        </w:rPr>
        <w:drawing>
          <wp:anchor distT="0" distB="0" distL="114300" distR="114300" simplePos="0" relativeHeight="251867648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165735</wp:posOffset>
            </wp:positionV>
            <wp:extent cx="1743075" cy="1828800"/>
            <wp:effectExtent l="19050" t="0" r="9525" b="0"/>
            <wp:wrapNone/>
            <wp:docPr id="18" name="Resim 111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6" descr="erk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66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202" name="Rectangle 1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438A" w:rsidRDefault="00E3438A" w:rsidP="00E343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5" o:spid="_x0000_s1092" style="position:absolute;margin-left:0;margin-top:9pt;width:246pt;height:153pt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" strokecolor="#4f81bd" strokeweight="5pt">
                <v:stroke linestyle="thickThin"/>
                <v:shadow color="#868686"/>
                <v:textbox>
                  <w:txbxContent>
                    <w:p w:rsidR="00E3438A" w:rsidRDefault="00E3438A" w:rsidP="00E3438A"/>
                  </w:txbxContent>
                </v:textbox>
              </v:rect>
            </w:pict>
          </mc:Fallback>
        </mc:AlternateContent>
      </w:r>
    </w:p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69696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201" name="Rectangle 1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438A" w:rsidRPr="00404768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E3438A" w:rsidRPr="00CB0BD9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E3438A" w:rsidRPr="003B707E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7" o:spid="_x0000_s1093" style="position:absolute;margin-left:126.75pt;margin-top:3.45pt;width:111pt;height:45.3pt;z-index:2518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" strokeweight="2.5pt">
                <v:shadow color="#868686"/>
                <v:textbox>
                  <w:txbxContent>
                    <w:p w:rsidR="00E3438A" w:rsidRPr="00404768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E3438A" w:rsidRPr="00CB0BD9" w:rsidRDefault="00E3438A" w:rsidP="00E3438A">
                      <w:pPr>
                        <w:rPr>
                          <w:szCs w:val="28"/>
                        </w:rPr>
                      </w:pPr>
                    </w:p>
                    <w:p w:rsidR="00E3438A" w:rsidRPr="003B707E" w:rsidRDefault="00E3438A" w:rsidP="00E3438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3438A" w:rsidRPr="00F2555E" w:rsidRDefault="00E3438A" w:rsidP="00E3438A"/>
    <w:p w:rsidR="00E3438A" w:rsidRPr="00F2555E" w:rsidRDefault="00E3438A" w:rsidP="00E3438A"/>
    <w:p w:rsidR="00E3438A" w:rsidRPr="00F2555E" w:rsidRDefault="00E3438A" w:rsidP="00E3438A"/>
    <w:p w:rsidR="00E3438A" w:rsidRPr="00F2555E" w:rsidRDefault="00E3438A" w:rsidP="00E3438A"/>
    <w:p w:rsidR="00E3438A" w:rsidRPr="00F2555E" w:rsidRDefault="00F4721C" w:rsidP="00E3438A">
      <w:r>
        <w:rPr>
          <w:noProof/>
          <w:lang w:eastAsia="tr-TR"/>
        </w:rPr>
        <w:pict>
          <v:shape id="_x0000_s2382" type="#_x0000_t136" style="position:absolute;margin-left:116.25pt;margin-top:2.2pt;width:129.75pt;height:56.75pt;z-index:251870720" fillcolor="#002060" strokecolor="yellow">
            <v:shadow color="#868686"/>
            <v:textpath style="font-family:&quot;Arial Black&quot;;font-size:14pt;font-weight:bold;font-style:italic;v-text-kern:t" trim="t" fitpath="t" string="ŞERZAN&#10;KORKUTAN"/>
          </v:shape>
        </w:pict>
      </w:r>
    </w:p>
    <w:p w:rsidR="00E3438A" w:rsidRPr="00F2555E" w:rsidRDefault="00E3438A" w:rsidP="00E3438A"/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68672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12700</wp:posOffset>
                </wp:positionV>
                <wp:extent cx="781050" cy="419100"/>
                <wp:effectExtent l="0" t="3175" r="0" b="0"/>
                <wp:wrapNone/>
                <wp:docPr id="1200" name="Text Box 1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38A" w:rsidRPr="004457AF" w:rsidRDefault="00E3438A" w:rsidP="00E3438A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E3438A" w:rsidRDefault="00E3438A" w:rsidP="00E343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56" o:spid="_x0000_s1094" type="#_x0000_t202" style="position:absolute;margin-left:38.25pt;margin-top:1pt;width:61.5pt;height:33pt;z-index:2518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" stroked="f">
                <v:textbox>
                  <w:txbxContent>
                    <w:p w:rsidR="00E3438A" w:rsidRPr="004457AF" w:rsidRDefault="00E3438A" w:rsidP="00E3438A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E3438A" w:rsidRDefault="00E3438A" w:rsidP="00E3438A"/>
                  </w:txbxContent>
                </v:textbox>
              </v:shape>
            </w:pict>
          </mc:Fallback>
        </mc:AlternateContent>
      </w:r>
    </w:p>
    <w:p w:rsidR="00E3438A" w:rsidRPr="00F2555E" w:rsidRDefault="00E3438A" w:rsidP="00E3438A"/>
    <w:p w:rsidR="00E3438A" w:rsidRPr="00F2555E" w:rsidRDefault="00E3438A" w:rsidP="00E3438A"/>
    <w:p w:rsidR="00E3438A" w:rsidRPr="00F2555E" w:rsidRDefault="00E3438A" w:rsidP="00E3438A"/>
    <w:p w:rsidR="00E3438A" w:rsidRDefault="00E3438A" w:rsidP="00E3438A"/>
    <w:p w:rsidR="00E3438A" w:rsidRPr="001F532C" w:rsidRDefault="00E3438A" w:rsidP="00E3438A">
      <w:pPr>
        <w:rPr>
          <w:sz w:val="16"/>
          <w:szCs w:val="16"/>
        </w:rPr>
      </w:pPr>
    </w:p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114300</wp:posOffset>
                </wp:positionV>
                <wp:extent cx="1409700" cy="575310"/>
                <wp:effectExtent l="19050" t="19050" r="19050" b="24765"/>
                <wp:wrapNone/>
                <wp:docPr id="1199" name="Rectangle 1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438A" w:rsidRPr="00404768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E3438A" w:rsidRPr="00CB0BD9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E3438A" w:rsidRPr="00CC71A7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8" o:spid="_x0000_s1095" style="position:absolute;margin-left:126.75pt;margin-top:9pt;width:111pt;height:45.3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" strokeweight="2.5pt">
                <v:shadow color="#868686"/>
                <v:textbox>
                  <w:txbxContent>
                    <w:p w:rsidR="00E3438A" w:rsidRPr="00404768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E3438A" w:rsidRPr="00CB0BD9" w:rsidRDefault="00E3438A" w:rsidP="00E3438A">
                      <w:pPr>
                        <w:rPr>
                          <w:szCs w:val="28"/>
                        </w:rPr>
                      </w:pPr>
                    </w:p>
                    <w:p w:rsidR="00E3438A" w:rsidRPr="00CC71A7" w:rsidRDefault="00E3438A" w:rsidP="00E3438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3438A">
        <w:rPr>
          <w:noProof/>
          <w:lang w:eastAsia="tr-TR"/>
        </w:rPr>
        <w:drawing>
          <wp:anchor distT="0" distB="0" distL="114300" distR="114300" simplePos="0" relativeHeight="251816448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94615</wp:posOffset>
            </wp:positionV>
            <wp:extent cx="1552575" cy="1828800"/>
            <wp:effectExtent l="19050" t="0" r="9525" b="0"/>
            <wp:wrapNone/>
            <wp:docPr id="19" name="Resim 112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 descr="erk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-2540</wp:posOffset>
                </wp:positionV>
                <wp:extent cx="3124200" cy="1943100"/>
                <wp:effectExtent l="38100" t="35560" r="38100" b="40640"/>
                <wp:wrapNone/>
                <wp:docPr id="1198" name="Rectangle 1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5" o:spid="_x0000_s1026" style="position:absolute;margin-left:0;margin-top:-.2pt;width:246pt;height:153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  <w:r w:rsidR="00E3438A">
        <w:rPr>
          <w:noProof/>
          <w:lang w:eastAsia="tr-TR"/>
        </w:rPr>
        <w:drawing>
          <wp:anchor distT="0" distB="0" distL="114300" distR="114300" simplePos="0" relativeHeight="251821568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163830</wp:posOffset>
            </wp:positionV>
            <wp:extent cx="1676400" cy="1828800"/>
            <wp:effectExtent l="19050" t="0" r="0" b="0"/>
            <wp:wrapNone/>
            <wp:docPr id="20" name="Resim 112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6" descr="er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97" name="Rectangle 1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9" o:spid="_x0000_s1026" style="position:absolute;margin-left:280.5pt;margin-top:9pt;width:246pt;height:153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196" name="Rectangle 1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438A" w:rsidRPr="00404768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E3438A" w:rsidRPr="00CB0BD9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E3438A" w:rsidRPr="00CC71A7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1" o:spid="_x0000_s1096" style="position:absolute;margin-left:408.75pt;margin-top:3.45pt;width:111pt;height:45.3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" strokeweight="2.5pt">
                <v:shadow color="#868686"/>
                <v:textbox>
                  <w:txbxContent>
                    <w:p w:rsidR="00E3438A" w:rsidRPr="00404768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E3438A" w:rsidRPr="00CB0BD9" w:rsidRDefault="00E3438A" w:rsidP="00E3438A">
                      <w:pPr>
                        <w:rPr>
                          <w:szCs w:val="28"/>
                        </w:rPr>
                      </w:pPr>
                    </w:p>
                    <w:p w:rsidR="00E3438A" w:rsidRPr="00CC71A7" w:rsidRDefault="00E3438A" w:rsidP="00E3438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3438A" w:rsidRPr="00F2555E" w:rsidRDefault="00E3438A" w:rsidP="00E3438A"/>
    <w:p w:rsidR="00E3438A" w:rsidRPr="00F2555E" w:rsidRDefault="00E3438A" w:rsidP="00E3438A"/>
    <w:p w:rsidR="00E3438A" w:rsidRPr="00F2555E" w:rsidRDefault="00E3438A" w:rsidP="00E3438A"/>
    <w:p w:rsidR="00E3438A" w:rsidRPr="00F2555E" w:rsidRDefault="00F4721C" w:rsidP="00E3438A">
      <w:r>
        <w:rPr>
          <w:noProof/>
        </w:rPr>
        <w:pict>
          <v:shape id="_x0000_s2341" type="#_x0000_t136" style="position:absolute;margin-left:116.25pt;margin-top:2.25pt;width:125.25pt;height:37.6pt;z-index:251818496" fillcolor="#002060" strokecolor="yellow">
            <v:shadow color="#868686"/>
            <v:textpath style="font-family:&quot;Arial Black&quot;;font-size:16pt;font-weight:bold;font-style:italic;v-text-kern:t" trim="t" fitpath="t" string="YUSUF ASLAN"/>
          </v:shape>
        </w:pict>
      </w:r>
      <w:r>
        <w:rPr>
          <w:noProof/>
        </w:rPr>
        <w:pict>
          <v:shape id="_x0000_s2344" type="#_x0000_t136" style="position:absolute;margin-left:408.75pt;margin-top:12.9pt;width:99.75pt;height:55.2pt;z-index:251822592" fillcolor="#002060" strokecolor="yellow">
            <v:shadow color="#868686"/>
            <v:textpath style="font-family:&quot;Arial Black&quot;;font-size:14pt;font-weight:bold;font-style:italic;v-text-kern:t" trim="t" fitpath="t" string="ALİ RIFAT&#10;TAŞAN"/>
          </v:shape>
        </w:pict>
      </w:r>
    </w:p>
    <w:p w:rsidR="00E3438A" w:rsidRPr="00F2555E" w:rsidRDefault="00E3438A" w:rsidP="00E3438A"/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95250</wp:posOffset>
                </wp:positionV>
                <wp:extent cx="781050" cy="419100"/>
                <wp:effectExtent l="0" t="0" r="0" b="0"/>
                <wp:wrapNone/>
                <wp:docPr id="1195" name="Text Box 1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38A" w:rsidRPr="004457AF" w:rsidRDefault="00E3438A" w:rsidP="00E3438A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E3438A" w:rsidRDefault="00E3438A" w:rsidP="00E343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16" o:spid="_x0000_s1097" type="#_x0000_t202" style="position:absolute;margin-left:30pt;margin-top:7.5pt;width:61.5pt;height:33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" stroked="f">
                <v:textbox>
                  <w:txbxContent>
                    <w:p w:rsidR="00E3438A" w:rsidRPr="004457AF" w:rsidRDefault="00E3438A" w:rsidP="00E3438A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E3438A" w:rsidRDefault="00E3438A" w:rsidP="00E3438A"/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156210</wp:posOffset>
                </wp:positionV>
                <wp:extent cx="781050" cy="419100"/>
                <wp:effectExtent l="0" t="3810" r="0" b="0"/>
                <wp:wrapNone/>
                <wp:docPr id="1194" name="Text Box 1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38A" w:rsidRPr="004457AF" w:rsidRDefault="00E3438A" w:rsidP="00E3438A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E3438A" w:rsidRDefault="00E3438A" w:rsidP="00E343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22" o:spid="_x0000_s1098" type="#_x0000_t202" style="position:absolute;margin-left:316.5pt;margin-top:12.3pt;width:61.5pt;height:33p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" stroked="f">
                <v:textbox>
                  <w:txbxContent>
                    <w:p w:rsidR="00E3438A" w:rsidRPr="004457AF" w:rsidRDefault="00E3438A" w:rsidP="00E3438A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E3438A" w:rsidRDefault="00E3438A" w:rsidP="00E3438A"/>
                  </w:txbxContent>
                </v:textbox>
              </v:shape>
            </w:pict>
          </mc:Fallback>
        </mc:AlternateContent>
      </w:r>
    </w:p>
    <w:p w:rsidR="00E3438A" w:rsidRPr="00F2555E" w:rsidRDefault="00E3438A" w:rsidP="00E3438A"/>
    <w:p w:rsidR="00E3438A" w:rsidRPr="00F2555E" w:rsidRDefault="00E3438A" w:rsidP="00E3438A"/>
    <w:p w:rsidR="00E3438A" w:rsidRPr="00F2555E" w:rsidRDefault="00E3438A" w:rsidP="00E3438A"/>
    <w:p w:rsidR="00E3438A" w:rsidRDefault="00E3438A" w:rsidP="00E3438A"/>
    <w:p w:rsidR="00E3438A" w:rsidRDefault="00E3438A" w:rsidP="00E3438A"/>
    <w:p w:rsidR="00E3438A" w:rsidRPr="001F532C" w:rsidRDefault="00F52E72" w:rsidP="00E3438A">
      <w:pPr>
        <w:rPr>
          <w:sz w:val="16"/>
          <w:szCs w:val="16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102235</wp:posOffset>
                </wp:positionV>
                <wp:extent cx="1409700" cy="575310"/>
                <wp:effectExtent l="19050" t="16510" r="19050" b="17780"/>
                <wp:wrapNone/>
                <wp:docPr id="1193" name="Rectangle 1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438A" w:rsidRPr="00404768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E3438A" w:rsidRPr="00CB0BD9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E3438A" w:rsidRPr="00CC71A7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6" o:spid="_x0000_s1099" style="position:absolute;margin-left:128.25pt;margin-top:8.05pt;width:111pt;height:45.3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" strokeweight="2.5pt">
                <v:shadow color="#868686"/>
                <v:textbox>
                  <w:txbxContent>
                    <w:p w:rsidR="00E3438A" w:rsidRPr="00404768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E3438A" w:rsidRPr="00CB0BD9" w:rsidRDefault="00E3438A" w:rsidP="00E3438A">
                      <w:pPr>
                        <w:rPr>
                          <w:szCs w:val="28"/>
                        </w:rPr>
                      </w:pPr>
                    </w:p>
                    <w:p w:rsidR="00E3438A" w:rsidRPr="00CC71A7" w:rsidRDefault="00E3438A" w:rsidP="00E3438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3438A">
        <w:rPr>
          <w:noProof/>
          <w:lang w:eastAsia="tr-TR"/>
        </w:rPr>
        <w:drawing>
          <wp:anchor distT="0" distB="0" distL="114300" distR="114300" simplePos="0" relativeHeight="251826688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55245</wp:posOffset>
            </wp:positionV>
            <wp:extent cx="1552575" cy="1828800"/>
            <wp:effectExtent l="19050" t="0" r="9525" b="0"/>
            <wp:wrapNone/>
            <wp:docPr id="21" name="Resim 1121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 descr="erk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-2540</wp:posOffset>
                </wp:positionV>
                <wp:extent cx="3124200" cy="1943100"/>
                <wp:effectExtent l="38100" t="35560" r="38100" b="40640"/>
                <wp:wrapNone/>
                <wp:docPr id="1192" name="Rectangle 1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3" o:spid="_x0000_s1026" style="position:absolute;margin-left:0;margin-top:-.2pt;width:246pt;height:153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E3438A" w:rsidRPr="00F2555E" w:rsidRDefault="00E3438A" w:rsidP="00E3438A">
      <w:r>
        <w:rPr>
          <w:noProof/>
          <w:lang w:eastAsia="tr-TR"/>
        </w:rPr>
        <w:drawing>
          <wp:anchor distT="0" distB="0" distL="114300" distR="114300" simplePos="0" relativeHeight="251831808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163830</wp:posOffset>
            </wp:positionV>
            <wp:extent cx="1676400" cy="1828800"/>
            <wp:effectExtent l="19050" t="0" r="0" b="0"/>
            <wp:wrapNone/>
            <wp:docPr id="22" name="Resim 112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6" descr="er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91" name="Rectangle 1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7" o:spid="_x0000_s1026" style="position:absolute;margin-left:280.5pt;margin-top:9pt;width:246pt;height:153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190" name="Rectangle 1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438A" w:rsidRPr="00404768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E3438A" w:rsidRPr="00CB0BD9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E3438A" w:rsidRPr="00CC71A7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9" o:spid="_x0000_s1100" style="position:absolute;margin-left:408.75pt;margin-top:3.45pt;width:111pt;height:45.3pt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" strokeweight="2.5pt">
                <v:shadow color="#868686"/>
                <v:textbox>
                  <w:txbxContent>
                    <w:p w:rsidR="00E3438A" w:rsidRPr="00404768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E3438A" w:rsidRPr="00CB0BD9" w:rsidRDefault="00E3438A" w:rsidP="00E3438A">
                      <w:pPr>
                        <w:rPr>
                          <w:szCs w:val="28"/>
                        </w:rPr>
                      </w:pPr>
                    </w:p>
                    <w:p w:rsidR="00E3438A" w:rsidRPr="00CC71A7" w:rsidRDefault="00E3438A" w:rsidP="00E3438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3438A" w:rsidRPr="00F2555E" w:rsidRDefault="00E3438A" w:rsidP="00E3438A"/>
    <w:p w:rsidR="00E3438A" w:rsidRPr="00F2555E" w:rsidRDefault="00E3438A" w:rsidP="00E3438A"/>
    <w:p w:rsidR="00E3438A" w:rsidRPr="00F2555E" w:rsidRDefault="00F4721C" w:rsidP="00E3438A">
      <w:r>
        <w:rPr>
          <w:noProof/>
        </w:rPr>
        <w:pict>
          <v:shape id="_x0000_s2349" type="#_x0000_t136" style="position:absolute;margin-left:109.5pt;margin-top:7.35pt;width:132pt;height:60.8pt;z-index:251828736" fillcolor="#002060" strokecolor="yellow">
            <v:shadow color="#868686"/>
            <v:textpath style="font-family:&quot;Arial Black&quot;;font-size:18pt;font-weight:bold;font-style:italic;v-text-kern:t" trim="t" fitpath="t" string="YUSUF MERT&#10;TÜRE"/>
          </v:shape>
        </w:pict>
      </w:r>
    </w:p>
    <w:p w:rsidR="00E3438A" w:rsidRPr="00F2555E" w:rsidRDefault="00F4721C" w:rsidP="00E3438A">
      <w:r>
        <w:rPr>
          <w:noProof/>
        </w:rPr>
        <w:pict>
          <v:shape id="_x0000_s2352" type="#_x0000_t136" style="position:absolute;margin-left:408.75pt;margin-top:12.9pt;width:99.75pt;height:55.2pt;z-index:251832832" fillcolor="#002060" strokecolor="yellow">
            <v:shadow color="#868686"/>
            <v:textpath style="font-family:&quot;Arial Black&quot;;font-size:14pt;font-weight:bold;font-style:italic;v-text-kern:t" trim="t" fitpath="t" string="ALİ RIFAT&#10;TAŞAN"/>
          </v:shape>
        </w:pict>
      </w:r>
    </w:p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95885</wp:posOffset>
                </wp:positionV>
                <wp:extent cx="781050" cy="419100"/>
                <wp:effectExtent l="0" t="635" r="0" b="0"/>
                <wp:wrapNone/>
                <wp:docPr id="1189" name="Text Box 1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38A" w:rsidRPr="004457AF" w:rsidRDefault="00E3438A" w:rsidP="00E3438A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E3438A" w:rsidRDefault="00E3438A" w:rsidP="00E343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24" o:spid="_x0000_s1101" type="#_x0000_t202" style="position:absolute;margin-left:33.75pt;margin-top:7.55pt;width:61.5pt;height:33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" stroked="f">
                <v:textbox>
                  <w:txbxContent>
                    <w:p w:rsidR="00E3438A" w:rsidRPr="004457AF" w:rsidRDefault="00E3438A" w:rsidP="00E3438A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E3438A" w:rsidRDefault="00E3438A" w:rsidP="00E3438A"/>
                  </w:txbxContent>
                </v:textbox>
              </v:shape>
            </w:pict>
          </mc:Fallback>
        </mc:AlternateContent>
      </w:r>
    </w:p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156210</wp:posOffset>
                </wp:positionV>
                <wp:extent cx="781050" cy="419100"/>
                <wp:effectExtent l="0" t="3810" r="0" b="0"/>
                <wp:wrapNone/>
                <wp:docPr id="1188" name="Text Box 1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38A" w:rsidRPr="004457AF" w:rsidRDefault="00E3438A" w:rsidP="00E3438A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E3438A" w:rsidRDefault="00E3438A" w:rsidP="00E343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30" o:spid="_x0000_s1102" type="#_x0000_t202" style="position:absolute;margin-left:316.5pt;margin-top:12.3pt;width:61.5pt;height:33pt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" stroked="f">
                <v:textbox>
                  <w:txbxContent>
                    <w:p w:rsidR="00E3438A" w:rsidRPr="004457AF" w:rsidRDefault="00E3438A" w:rsidP="00E3438A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E3438A" w:rsidRDefault="00E3438A" w:rsidP="00E3438A"/>
                  </w:txbxContent>
                </v:textbox>
              </v:shape>
            </w:pict>
          </mc:Fallback>
        </mc:AlternateContent>
      </w:r>
    </w:p>
    <w:p w:rsidR="00E3438A" w:rsidRPr="00F2555E" w:rsidRDefault="00E3438A" w:rsidP="00E3438A"/>
    <w:p w:rsidR="00E3438A" w:rsidRPr="00F2555E" w:rsidRDefault="00E3438A" w:rsidP="00E3438A"/>
    <w:p w:rsidR="00E3438A" w:rsidRPr="00F2555E" w:rsidRDefault="00E3438A" w:rsidP="00E3438A"/>
    <w:p w:rsidR="00E3438A" w:rsidRDefault="00E3438A" w:rsidP="00E3438A"/>
    <w:p w:rsidR="00E3438A" w:rsidRDefault="00E3438A" w:rsidP="00E3438A"/>
    <w:p w:rsidR="00E3438A" w:rsidRPr="001F532C" w:rsidRDefault="00E3438A" w:rsidP="00E3438A">
      <w:pPr>
        <w:rPr>
          <w:sz w:val="16"/>
          <w:szCs w:val="16"/>
        </w:rPr>
      </w:pPr>
    </w:p>
    <w:p w:rsidR="00E3438A" w:rsidRPr="00F2555E" w:rsidRDefault="00E3438A" w:rsidP="00E3438A">
      <w:r>
        <w:rPr>
          <w:noProof/>
          <w:lang w:eastAsia="tr-TR"/>
        </w:rPr>
        <w:drawing>
          <wp:anchor distT="0" distB="0" distL="114300" distR="114300" simplePos="0" relativeHeight="251842048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163830</wp:posOffset>
            </wp:positionV>
            <wp:extent cx="1676400" cy="1828800"/>
            <wp:effectExtent l="19050" t="0" r="0" b="0"/>
            <wp:wrapNone/>
            <wp:docPr id="24" name="Resim 1126" descr="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6" descr="erk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87" name="Rectangle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35" o:spid="_x0000_s1026" style="position:absolute;margin-left:280.5pt;margin-top:9pt;width:246pt;height:153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186" name="Rectangle 1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3438A" w:rsidRPr="00404768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E3438A" w:rsidRPr="00A67D30" w:rsidRDefault="00E3438A" w:rsidP="00E3438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E3438A" w:rsidRPr="00CB0BD9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E3438A" w:rsidRPr="00CC71A7" w:rsidRDefault="00E3438A" w:rsidP="00E3438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37" o:spid="_x0000_s1103" style="position:absolute;margin-left:408.75pt;margin-top:3.45pt;width:111pt;height:45.3pt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" strokeweight="2.5pt">
                <v:shadow color="#868686"/>
                <v:textbox>
                  <w:txbxContent>
                    <w:p w:rsidR="00E3438A" w:rsidRPr="00404768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E3438A" w:rsidRPr="00A67D30" w:rsidRDefault="00E3438A" w:rsidP="00E3438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E3438A" w:rsidRPr="00CB0BD9" w:rsidRDefault="00E3438A" w:rsidP="00E3438A">
                      <w:pPr>
                        <w:rPr>
                          <w:szCs w:val="28"/>
                        </w:rPr>
                      </w:pPr>
                    </w:p>
                    <w:p w:rsidR="00E3438A" w:rsidRPr="00CC71A7" w:rsidRDefault="00E3438A" w:rsidP="00E3438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3438A" w:rsidRPr="00F2555E" w:rsidRDefault="00E3438A" w:rsidP="00E3438A"/>
    <w:p w:rsidR="00E3438A" w:rsidRPr="00F2555E" w:rsidRDefault="00E3438A" w:rsidP="00E3438A"/>
    <w:p w:rsidR="00E3438A" w:rsidRPr="00F2555E" w:rsidRDefault="00E3438A" w:rsidP="00E3438A"/>
    <w:p w:rsidR="00E3438A" w:rsidRPr="00F2555E" w:rsidRDefault="00F4721C" w:rsidP="00E3438A">
      <w:r>
        <w:rPr>
          <w:noProof/>
        </w:rPr>
        <w:pict>
          <v:shape id="_x0000_s2360" type="#_x0000_t136" style="position:absolute;margin-left:408.75pt;margin-top:12.9pt;width:99.75pt;height:55.2pt;z-index:251843072" fillcolor="#002060" strokecolor="yellow">
            <v:shadow color="#868686"/>
            <v:textpath style="font-family:&quot;Arial Black&quot;;font-size:14pt;font-weight:bold;font-style:italic;v-text-kern:t" trim="t" fitpath="t" string="ALİ RIFAT&#10;TAŞAN"/>
          </v:shape>
        </w:pict>
      </w:r>
    </w:p>
    <w:p w:rsidR="00E3438A" w:rsidRPr="00F2555E" w:rsidRDefault="00E3438A" w:rsidP="00E3438A"/>
    <w:p w:rsidR="00E3438A" w:rsidRPr="00F2555E" w:rsidRDefault="00F52E72" w:rsidP="00E3438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156210</wp:posOffset>
                </wp:positionV>
                <wp:extent cx="781050" cy="419100"/>
                <wp:effectExtent l="0" t="3810" r="0" b="0"/>
                <wp:wrapNone/>
                <wp:docPr id="1185" name="Text Box 1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38A" w:rsidRPr="004457AF" w:rsidRDefault="00E3438A" w:rsidP="00E3438A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4457AF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E3438A" w:rsidRDefault="00E3438A" w:rsidP="00E343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38" o:spid="_x0000_s1104" type="#_x0000_t202" style="position:absolute;margin-left:316.5pt;margin-top:12.3pt;width:61.5pt;height:33pt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" stroked="f">
                <v:textbox>
                  <w:txbxContent>
                    <w:p w:rsidR="00E3438A" w:rsidRPr="004457AF" w:rsidRDefault="00E3438A" w:rsidP="00E3438A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4457AF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E3438A" w:rsidRDefault="00E3438A" w:rsidP="00E3438A"/>
                  </w:txbxContent>
                </v:textbox>
              </v:shape>
            </w:pict>
          </mc:Fallback>
        </mc:AlternateContent>
      </w:r>
    </w:p>
    <w:p w:rsidR="00E3438A" w:rsidRPr="00F2555E" w:rsidRDefault="00E3438A" w:rsidP="00E3438A"/>
    <w:p w:rsidR="00E3438A" w:rsidRPr="00F2555E" w:rsidRDefault="00E3438A" w:rsidP="00E3438A"/>
    <w:p w:rsidR="00E3438A" w:rsidRPr="00F2555E" w:rsidRDefault="00E3438A" w:rsidP="00E3438A"/>
    <w:p w:rsidR="00E3438A" w:rsidRDefault="00E3438A" w:rsidP="00E3438A"/>
    <w:p w:rsidR="00E3438A" w:rsidRDefault="00E3438A" w:rsidP="00E3438A"/>
    <w:p w:rsidR="00E3438A" w:rsidRDefault="00E3438A" w:rsidP="00E3438A"/>
    <w:p w:rsidR="00E13FA4" w:rsidRPr="00F2555E" w:rsidRDefault="00E13FA4" w:rsidP="00E13FA4"/>
    <w:p w:rsidR="00E13FA4" w:rsidRPr="00F2555E" w:rsidRDefault="00E13FA4" w:rsidP="00E13FA4"/>
    <w:p w:rsidR="00E13FA4" w:rsidRPr="00F2555E" w:rsidRDefault="00E13FA4" w:rsidP="00E13FA4"/>
    <w:p w:rsidR="001F532C" w:rsidRDefault="001F532C" w:rsidP="00F2555E">
      <w:pPr>
        <w:sectPr w:rsidR="001F532C" w:rsidSect="001F532C">
          <w:type w:val="continuous"/>
          <w:pgSz w:w="11906" w:h="16838"/>
          <w:pgMar w:top="180" w:right="284" w:bottom="0" w:left="480" w:header="709" w:footer="709" w:gutter="0"/>
          <w:cols w:num="2" w:space="709"/>
          <w:docGrid w:linePitch="360"/>
        </w:sectPr>
      </w:pPr>
    </w:p>
    <w:p w:rsidR="00CC71A7" w:rsidRDefault="00CC71A7" w:rsidP="00F2555E">
      <w:pPr>
        <w:sectPr w:rsidR="00CC71A7" w:rsidSect="00CC71A7">
          <w:type w:val="continuous"/>
          <w:pgSz w:w="11906" w:h="16838"/>
          <w:pgMar w:top="180" w:right="284" w:bottom="0" w:left="480" w:header="709" w:footer="709" w:gutter="0"/>
          <w:cols w:space="709"/>
          <w:docGrid w:linePitch="360"/>
        </w:sectPr>
      </w:pPr>
    </w:p>
    <w:p w:rsidR="006C538E" w:rsidRDefault="006C538E" w:rsidP="00F2555E"/>
    <w:p w:rsidR="000B5A90" w:rsidRDefault="000B5A90" w:rsidP="00F2555E"/>
    <w:p w:rsidR="000B5A90" w:rsidRPr="00F2555E" w:rsidRDefault="00367625" w:rsidP="000B5A90">
      <w:r>
        <w:rPr>
          <w:noProof/>
          <w:lang w:eastAsia="tr-TR"/>
        </w:rPr>
        <w:drawing>
          <wp:anchor distT="0" distB="0" distL="114300" distR="114300" simplePos="0" relativeHeight="251703808" behindDoc="0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76200</wp:posOffset>
            </wp:positionV>
            <wp:extent cx="1409700" cy="1828800"/>
            <wp:effectExtent l="19050" t="0" r="0" b="0"/>
            <wp:wrapNone/>
            <wp:docPr id="1206" name="Resim 1206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6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5856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40005</wp:posOffset>
                </wp:positionV>
                <wp:extent cx="3124200" cy="1943100"/>
                <wp:effectExtent l="38100" t="40005" r="38100" b="36195"/>
                <wp:wrapNone/>
                <wp:docPr id="1184" name="Rectangle 1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8" o:spid="_x0000_s1026" style="position:absolute;margin-left:-5.25pt;margin-top:3.15pt;width:246pt;height:153pt;z-index:-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0B5A90" w:rsidRPr="00F2555E" w:rsidRDefault="00F52E72" w:rsidP="000B5A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40005</wp:posOffset>
                </wp:positionV>
                <wp:extent cx="1409700" cy="575310"/>
                <wp:effectExtent l="19050" t="20955" r="19050" b="22860"/>
                <wp:wrapNone/>
                <wp:docPr id="1183" name="Rectangle 1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8F6014" w:rsidRDefault="001F532C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5" o:spid="_x0000_s1105" style="position:absolute;margin-left:5.25pt;margin-top:3.15pt;width:111pt;height:45.3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1F532C" w:rsidRPr="008F6014" w:rsidRDefault="001F532C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F2555E" w:rsidRDefault="00F4721C" w:rsidP="000B5A90">
      <w:r>
        <w:rPr>
          <w:noProof/>
        </w:rPr>
        <w:pict>
          <v:shape id="_x0000_s2228" type="#_x0000_t136" style="position:absolute;margin-left:9.75pt;margin-top:6.5pt;width:117.75pt;height:70.5pt;z-index:251701760" fillcolor="#002060" strokecolor="yellow">
            <v:shadow color="#868686"/>
            <v:textpath style="font-family:&quot;Arial Black&quot;;font-size:12pt;font-weight:bold;font-style:italic;v-text-kern:t" trim="t" fitpath="t" string="IRMAK&#10;SANLI"/>
          </v:shape>
        </w:pict>
      </w:r>
    </w:p>
    <w:p w:rsidR="000B5A90" w:rsidRPr="00F2555E" w:rsidRDefault="000B5A90" w:rsidP="000B5A90"/>
    <w:p w:rsidR="000B5A90" w:rsidRPr="00F2555E" w:rsidRDefault="00F52E72" w:rsidP="000B5A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89535</wp:posOffset>
                </wp:positionV>
                <wp:extent cx="714375" cy="415925"/>
                <wp:effectExtent l="0" t="3810" r="0" b="0"/>
                <wp:wrapNone/>
                <wp:docPr id="1182" name="Text Box 1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ED75D0" w:rsidRDefault="001F532C" w:rsidP="000B5A90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 w:rsidR="008F6014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0B5A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07" o:spid="_x0000_s1106" type="#_x0000_t202" style="position:absolute;margin-left:153.75pt;margin-top:7.05pt;width:56.25pt;height:32.7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" stroked="f">
                <v:textbox>
                  <w:txbxContent>
                    <w:p w:rsidR="001F532C" w:rsidRPr="00ED75D0" w:rsidRDefault="001F532C" w:rsidP="000B5A90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 w:rsidR="008F6014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0B5A90"/>
                  </w:txbxContent>
                </v:textbox>
              </v:shape>
            </w:pict>
          </mc:Fallback>
        </mc:AlternateConten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371C35" w:rsidRDefault="000B5A90" w:rsidP="000B5A90"/>
    <w:p w:rsidR="000B5A90" w:rsidRPr="00371C35" w:rsidRDefault="000B5A90" w:rsidP="000B5A90"/>
    <w:p w:rsidR="000B5A90" w:rsidRPr="00F2555E" w:rsidRDefault="00F52E72" w:rsidP="000B5A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161925</wp:posOffset>
                </wp:positionV>
                <wp:extent cx="1409700" cy="575310"/>
                <wp:effectExtent l="19050" t="19050" r="19050" b="24765"/>
                <wp:wrapNone/>
                <wp:docPr id="1181" name="Rectangle 1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8F6014" w:rsidRDefault="001F532C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0" o:spid="_x0000_s1107" style="position:absolute;margin-left:5.25pt;margin-top:12.75pt;width:111pt;height:45.3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1F532C" w:rsidRPr="008F6014" w:rsidRDefault="001F532C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67625">
        <w:rPr>
          <w:noProof/>
          <w:lang w:eastAsia="tr-TR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167640</wp:posOffset>
            </wp:positionV>
            <wp:extent cx="1409700" cy="1828800"/>
            <wp:effectExtent l="19050" t="0" r="0" b="0"/>
            <wp:wrapNone/>
            <wp:docPr id="1141" name="Resim 1141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1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80" name="Rectangle 1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8" o:spid="_x0000_s1026" style="position:absolute;margin-left:0;margin-top:9pt;width:246pt;height:153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F2555E" w:rsidRDefault="00F4721C" w:rsidP="000B5A90">
      <w:r>
        <w:rPr>
          <w:noProof/>
        </w:rPr>
        <w:pict>
          <v:shape id="_x0000_s2163" type="#_x0000_t136" style="position:absolute;margin-left:6pt;margin-top:6.45pt;width:117.75pt;height:70.5pt;z-index:251643392" fillcolor="#002060" strokecolor="yellow">
            <v:shadow color="#868686"/>
            <v:textpath style="font-family:&quot;Arial Black&quot;;font-size:12pt;font-style:italic;v-text-kern:t" trim="t" fitpath="t" string="MİNEL DUHA&#10;ÖZALP"/>
          </v:shape>
        </w:pic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F52E72" w:rsidP="000B5A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36195</wp:posOffset>
                </wp:positionV>
                <wp:extent cx="714375" cy="415925"/>
                <wp:effectExtent l="0" t="0" r="0" b="0"/>
                <wp:wrapNone/>
                <wp:docPr id="1179" name="Text Box 1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ED75D0" w:rsidRDefault="001F532C" w:rsidP="000B5A90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 w:rsidR="008F6014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0B5A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42" o:spid="_x0000_s1108" type="#_x0000_t202" style="position:absolute;margin-left:150.75pt;margin-top:2.85pt;width:56.25pt;height:32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" stroked="f">
                <v:textbox>
                  <w:txbxContent>
                    <w:p w:rsidR="001F532C" w:rsidRPr="00ED75D0" w:rsidRDefault="001F532C" w:rsidP="000B5A90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 w:rsidR="008F6014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0B5A90"/>
                  </w:txbxContent>
                </v:textbox>
              </v:shape>
            </w:pict>
          </mc:Fallback>
        </mc:AlternateConten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Default="000B5A90" w:rsidP="000B5A90"/>
    <w:p w:rsidR="000B5A90" w:rsidRPr="00F2555E" w:rsidRDefault="00367625" w:rsidP="000B5A90">
      <w:r>
        <w:rPr>
          <w:noProof/>
          <w:lang w:eastAsia="tr-TR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161925</wp:posOffset>
            </wp:positionV>
            <wp:extent cx="1409700" cy="1828800"/>
            <wp:effectExtent l="19050" t="0" r="0" b="0"/>
            <wp:wrapNone/>
            <wp:docPr id="1146" name="Resim 1146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6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78" name="Rectangle 1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3" o:spid="_x0000_s1026" style="position:absolute;margin-left:0;margin-top:9pt;width:246pt;height:15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A1gwGr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0B5A90" w:rsidRPr="00F2555E" w:rsidRDefault="00F52E72" w:rsidP="000B5A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177" name="Rectangle 1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8F6014" w:rsidRDefault="001F532C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5" o:spid="_x0000_s1109" style="position:absolute;margin-left:5.25pt;margin-top:3.45pt;width:111pt;height:45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1F532C" w:rsidRPr="008F6014" w:rsidRDefault="001F532C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F2555E" w:rsidRDefault="00F4721C" w:rsidP="000B5A90">
      <w:r>
        <w:rPr>
          <w:noProof/>
        </w:rPr>
        <w:pict>
          <v:shape id="_x0000_s2168" type="#_x0000_t136" style="position:absolute;margin-left:11.25pt;margin-top:10.5pt;width:117.75pt;height:70.5pt;z-index:251648512" fillcolor="#002060" strokecolor="yellow">
            <v:shadow color="#868686"/>
            <v:textpath style="font-family:&quot;Arial Black&quot;;font-size:12pt;font-weight:bold;font-style:italic;v-text-kern:t" trim="t" fitpath="t" string="HATİCE HEJA&#10;ALTUĞ"/>
          </v:shape>
        </w:pic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F52E72" w:rsidP="000B5A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36195</wp:posOffset>
                </wp:positionV>
                <wp:extent cx="714375" cy="415925"/>
                <wp:effectExtent l="0" t="0" r="0" b="0"/>
                <wp:wrapNone/>
                <wp:docPr id="1176" name="Text Box 1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ED75D0" w:rsidRDefault="001F532C" w:rsidP="000B5A90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 w:rsidR="008F6014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0B5A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47" o:spid="_x0000_s1110" type="#_x0000_t202" style="position:absolute;margin-left:150.75pt;margin-top:2.85pt;width:56.25pt;height:32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" stroked="f">
                <v:textbox>
                  <w:txbxContent>
                    <w:p w:rsidR="001F532C" w:rsidRPr="00ED75D0" w:rsidRDefault="001F532C" w:rsidP="000B5A90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 w:rsidR="008F6014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0B5A90"/>
                  </w:txbxContent>
                </v:textbox>
              </v:shape>
            </w:pict>
          </mc:Fallback>
        </mc:AlternateConten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Default="000B5A90" w:rsidP="000B5A90"/>
    <w:p w:rsidR="000B5A90" w:rsidRDefault="000B5A90" w:rsidP="000B5A90"/>
    <w:p w:rsidR="000B5A90" w:rsidRPr="00F2555E" w:rsidRDefault="00367625" w:rsidP="000B5A90">
      <w:r>
        <w:rPr>
          <w:noProof/>
          <w:lang w:eastAsia="tr-TR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167640</wp:posOffset>
            </wp:positionV>
            <wp:extent cx="1409700" cy="1828800"/>
            <wp:effectExtent l="19050" t="0" r="0" b="0"/>
            <wp:wrapNone/>
            <wp:docPr id="1151" name="Resim 1151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1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75" name="Rectangle 1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8" o:spid="_x0000_s1026" style="position:absolute;margin-left:0;margin-top:9pt;width:246pt;height:15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AxvCTF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0B5A90" w:rsidRPr="00F2555E" w:rsidRDefault="00F52E72" w:rsidP="000B5A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174" name="Rectangle 1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8F6014" w:rsidRDefault="001F532C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0" o:spid="_x0000_s1111" style="position:absolute;margin-left:7.5pt;margin-top:3.45pt;width:111pt;height:45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1F532C" w:rsidRPr="008F6014" w:rsidRDefault="001F532C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F2555E" w:rsidRDefault="00F4721C" w:rsidP="000B5A90">
      <w:r>
        <w:rPr>
          <w:noProof/>
        </w:rPr>
        <w:pict>
          <v:shape id="_x0000_s2173" type="#_x0000_t136" style="position:absolute;margin-left:4.5pt;margin-top:7.35pt;width:114pt;height:70.5pt;z-index:251653632" fillcolor="#002060" strokecolor="yellow">
            <v:shadow color="#868686"/>
            <v:textpath style="font-family:&quot;Arial Black&quot;;font-size:12pt;font-style:italic;v-text-kern:t" trim="t" fitpath="t" string="ASİYE BUĞLEM&#10;POLAT"/>
          </v:shape>
        </w:pic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F52E72" w:rsidP="000B5A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36195</wp:posOffset>
                </wp:positionV>
                <wp:extent cx="714375" cy="415925"/>
                <wp:effectExtent l="0" t="0" r="0" b="0"/>
                <wp:wrapNone/>
                <wp:docPr id="1173" name="Text Box 1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ED75D0" w:rsidRDefault="001F532C" w:rsidP="000B5A90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 w:rsidR="008F6014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0B5A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52" o:spid="_x0000_s1112" type="#_x0000_t202" style="position:absolute;margin-left:150.75pt;margin-top:2.85pt;width:56.25pt;height:3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" stroked="f">
                <v:textbox>
                  <w:txbxContent>
                    <w:p w:rsidR="001F532C" w:rsidRPr="00ED75D0" w:rsidRDefault="001F532C" w:rsidP="000B5A90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 w:rsidR="008F6014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0B5A90"/>
                  </w:txbxContent>
                </v:textbox>
              </v:shape>
            </w:pict>
          </mc:Fallback>
        </mc:AlternateContent>
      </w:r>
    </w:p>
    <w:p w:rsidR="000B5A90" w:rsidRPr="00F2555E" w:rsidRDefault="000B5A90" w:rsidP="000B5A90"/>
    <w:p w:rsidR="000B5A90" w:rsidRDefault="000B5A90" w:rsidP="000B5A90"/>
    <w:p w:rsidR="000B5A90" w:rsidRDefault="000B5A90" w:rsidP="000B5A90"/>
    <w:p w:rsidR="000B5A90" w:rsidRDefault="000B5A90" w:rsidP="000B5A90"/>
    <w:p w:rsidR="000B5A90" w:rsidRDefault="000B5A90" w:rsidP="000B5A90"/>
    <w:p w:rsidR="000B5A90" w:rsidRDefault="000B5A90" w:rsidP="000B5A90"/>
    <w:p w:rsidR="008F6014" w:rsidRDefault="008F6014" w:rsidP="000B5A90"/>
    <w:p w:rsidR="008F6014" w:rsidRDefault="008F6014" w:rsidP="000B5A90"/>
    <w:p w:rsidR="000B5A90" w:rsidRPr="00F2555E" w:rsidRDefault="00F52E72" w:rsidP="000B5A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72" name="Rectangle 1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3" o:spid="_x0000_s1026" style="position:absolute;margin-left:0;margin-top:9pt;width:246pt;height:15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BzmtrQ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0B5A90" w:rsidRPr="00F2555E" w:rsidRDefault="00F52E72" w:rsidP="000B5A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40005</wp:posOffset>
                </wp:positionV>
                <wp:extent cx="1409700" cy="575310"/>
                <wp:effectExtent l="19050" t="20955" r="19050" b="22860"/>
                <wp:wrapNone/>
                <wp:docPr id="1170" name="Rectangle 1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8F6014" w:rsidRDefault="001F532C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5" o:spid="_x0000_s1113" style="position:absolute;margin-left:5.25pt;margin-top:3.15pt;width:111pt;height:4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1F532C" w:rsidRPr="008F6014" w:rsidRDefault="001F532C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67625">
        <w:rPr>
          <w:noProof/>
          <w:lang w:eastAsia="tr-TR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5715</wp:posOffset>
            </wp:positionV>
            <wp:extent cx="1409700" cy="1828800"/>
            <wp:effectExtent l="19050" t="0" r="0" b="0"/>
            <wp:wrapNone/>
            <wp:docPr id="1156" name="Resim 1156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6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F2555E" w:rsidRDefault="00F4721C" w:rsidP="000B5A90">
      <w:r>
        <w:rPr>
          <w:noProof/>
        </w:rPr>
        <w:pict>
          <v:shape id="_x0000_s2178" type="#_x0000_t136" style="position:absolute;margin-left:9.75pt;margin-top:6.5pt;width:117.75pt;height:70.5pt;z-index:251658752" fillcolor="#002060" strokecolor="yellow">
            <v:shadow color="#868686"/>
            <v:textpath style="font-family:&quot;Arial Black&quot;;font-size:12pt;font-style:italic;v-text-kern:t" trim="t" fitpath="t" string="DAMLA AY"/>
          </v:shape>
        </w:pic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F52E72" w:rsidP="000B5A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36195</wp:posOffset>
                </wp:positionV>
                <wp:extent cx="714375" cy="415925"/>
                <wp:effectExtent l="0" t="0" r="0" b="0"/>
                <wp:wrapNone/>
                <wp:docPr id="1169" name="Text Box 1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ED75D0" w:rsidRDefault="001F532C" w:rsidP="000B5A90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 w:rsidR="008F6014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0B5A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57" o:spid="_x0000_s1114" type="#_x0000_t202" style="position:absolute;margin-left:153.75pt;margin-top:2.85pt;width:56.25pt;height:32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" stroked="f">
                <v:textbox>
                  <w:txbxContent>
                    <w:p w:rsidR="001F532C" w:rsidRPr="00ED75D0" w:rsidRDefault="001F532C" w:rsidP="000B5A90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 w:rsidR="008F6014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0B5A90"/>
                  </w:txbxContent>
                </v:textbox>
              </v:shape>
            </w:pict>
          </mc:Fallback>
        </mc:AlternateConten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Default="000B5A90" w:rsidP="000B5A90"/>
    <w:p w:rsidR="000B5A90" w:rsidRPr="00F2555E" w:rsidRDefault="00367625" w:rsidP="000B5A90">
      <w:r>
        <w:rPr>
          <w:noProof/>
          <w:lang w:eastAsia="tr-TR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161925</wp:posOffset>
            </wp:positionV>
            <wp:extent cx="1409700" cy="1828800"/>
            <wp:effectExtent l="19050" t="0" r="0" b="0"/>
            <wp:wrapNone/>
            <wp:docPr id="1161" name="Resim 1161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1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68" name="Rectangle 1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8" o:spid="_x0000_s1026" style="position:absolute;margin-left:0;margin-top:9pt;width:246pt;height:15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A7uWNr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0B5A90" w:rsidRPr="00F2555E" w:rsidRDefault="00F52E72" w:rsidP="000B5A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167" name="Rectangle 1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8F6014" w:rsidRDefault="001F532C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0" o:spid="_x0000_s1115" style="position:absolute;margin-left:5.25pt;margin-top:3.45pt;width:111pt;height:45.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1F532C" w:rsidRPr="008F6014" w:rsidRDefault="001F532C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F2555E" w:rsidRDefault="00F4721C" w:rsidP="000B5A90">
      <w:r>
        <w:rPr>
          <w:noProof/>
        </w:rPr>
        <w:pict>
          <v:shape id="_x0000_s2183" type="#_x0000_t136" style="position:absolute;margin-left:9pt;margin-top:2.25pt;width:117.75pt;height:70.5pt;z-index:251663872" fillcolor="#002060" strokecolor="yellow">
            <v:shadow color="#868686"/>
            <v:textpath style="font-family:&quot;Arial Black&quot;;font-size:12pt;font-weight:bold;font-style:italic;v-text-kern:t" trim="t" fitpath="t" string="TUBA ERGİN"/>
          </v:shape>
        </w:pic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F52E72" w:rsidP="000B5A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36195</wp:posOffset>
                </wp:positionV>
                <wp:extent cx="714375" cy="415925"/>
                <wp:effectExtent l="0" t="0" r="0" b="0"/>
                <wp:wrapNone/>
                <wp:docPr id="1165" name="Text Box 1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ED75D0" w:rsidRDefault="001F532C" w:rsidP="000B5A90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 w:rsidR="008F6014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0B5A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62" o:spid="_x0000_s1116" type="#_x0000_t202" style="position:absolute;margin-left:148.5pt;margin-top:2.85pt;width:56.25pt;height:32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" stroked="f">
                <v:textbox>
                  <w:txbxContent>
                    <w:p w:rsidR="001F532C" w:rsidRPr="00ED75D0" w:rsidRDefault="001F532C" w:rsidP="000B5A90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 w:rsidR="008F6014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0B5A90"/>
                  </w:txbxContent>
                </v:textbox>
              </v:shape>
            </w:pict>
          </mc:Fallback>
        </mc:AlternateContent>
      </w:r>
    </w:p>
    <w:p w:rsidR="000B5A90" w:rsidRPr="00F2555E" w:rsidRDefault="000B5A90" w:rsidP="000B5A90"/>
    <w:p w:rsidR="000B5A90" w:rsidRDefault="000B5A90" w:rsidP="000B5A90"/>
    <w:p w:rsidR="000B5A90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F2555E" w:rsidRDefault="00405428" w:rsidP="000B5A90">
      <w:r>
        <w:rPr>
          <w:noProof/>
          <w:lang w:eastAsia="tr-TR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43815</wp:posOffset>
            </wp:positionV>
            <wp:extent cx="1409700" cy="1781175"/>
            <wp:effectExtent l="19050" t="0" r="0" b="0"/>
            <wp:wrapNone/>
            <wp:docPr id="1166" name="Resim 1166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6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164" name="Rectangle 1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8F6014" w:rsidRDefault="001F532C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5" o:spid="_x0000_s1117" style="position:absolute;margin-left:5.25pt;margin-top:3.45pt;width:111pt;height:45.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1F532C" w:rsidRPr="008F6014" w:rsidRDefault="001F532C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-7620</wp:posOffset>
                </wp:positionV>
                <wp:extent cx="3124200" cy="1943100"/>
                <wp:effectExtent l="38100" t="40005" r="38100" b="36195"/>
                <wp:wrapNone/>
                <wp:docPr id="1163" name="Rectangle 1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3" o:spid="_x0000_s1026" style="position:absolute;margin-left:0;margin-top:-.6pt;width:246pt;height:15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F2555E" w:rsidRDefault="00F4721C" w:rsidP="000B5A90">
      <w:r>
        <w:rPr>
          <w:noProof/>
        </w:rPr>
        <w:pict>
          <v:shape id="_x0000_s2188" type="#_x0000_t136" style="position:absolute;margin-left:5.25pt;margin-top:.8pt;width:117.75pt;height:76.2pt;z-index:251668992" fillcolor="#002060" strokecolor="yellow">
            <v:shadow color="#868686"/>
            <v:textpath style="font-family:&quot;Arial Black&quot;;font-size:12pt;font-weight:bold;font-style:italic;v-text-kern:t" trim="t" fitpath="t" string="ZEYNEP ASMİN&#10;DURALI"/>
          </v:shape>
        </w:pic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F52E72" w:rsidP="000B5A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36195</wp:posOffset>
                </wp:positionV>
                <wp:extent cx="714375" cy="415925"/>
                <wp:effectExtent l="0" t="0" r="0" b="0"/>
                <wp:wrapNone/>
                <wp:docPr id="1162" name="Text Box 1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ED75D0" w:rsidRDefault="001F532C" w:rsidP="000B5A90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 w:rsidR="008F6014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0B5A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67" o:spid="_x0000_s1118" type="#_x0000_t202" style="position:absolute;margin-left:153.75pt;margin-top:2.85pt;width:56.25pt;height:32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52diAIAABw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" stroked="f">
                <v:textbox>
                  <w:txbxContent>
                    <w:p w:rsidR="001F532C" w:rsidRPr="00ED75D0" w:rsidRDefault="001F532C" w:rsidP="000B5A90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 w:rsidR="008F6014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0B5A90"/>
                  </w:txbxContent>
                </v:textbox>
              </v:shape>
            </w:pict>
          </mc:Fallback>
        </mc:AlternateConten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Default="000B5A90" w:rsidP="000B5A90"/>
    <w:p w:rsidR="000B5A90" w:rsidRPr="00F2555E" w:rsidRDefault="00367625" w:rsidP="000B5A90">
      <w:r>
        <w:rPr>
          <w:noProof/>
          <w:lang w:eastAsia="tr-TR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167640</wp:posOffset>
            </wp:positionV>
            <wp:extent cx="1409700" cy="1828800"/>
            <wp:effectExtent l="19050" t="0" r="0" b="0"/>
            <wp:wrapNone/>
            <wp:docPr id="1171" name="Resim 1171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1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60" name="Rectangle 1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8" o:spid="_x0000_s1026" style="position:absolute;margin-left:0;margin-top:9pt;width:246pt;height:15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0B5A90" w:rsidRPr="00F2555E" w:rsidRDefault="00F52E72" w:rsidP="000B5A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159" name="Rectangle 1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1F532C" w:rsidRPr="008F6014" w:rsidRDefault="001F532C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0" o:spid="_x0000_s1119" style="position:absolute;margin-left:5.25pt;margin-top:3.45pt;width:111pt;height:45.3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1F532C" w:rsidRPr="008F6014" w:rsidRDefault="001F532C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0B5A90" w:rsidP="000B5A90"/>
    <w:p w:rsidR="000B5A90" w:rsidRPr="00F2555E" w:rsidRDefault="00F4721C" w:rsidP="000B5A90">
      <w:r>
        <w:rPr>
          <w:noProof/>
        </w:rPr>
        <w:pict>
          <v:shape id="_x0000_s2193" type="#_x0000_t136" style="position:absolute;margin-left:9pt;margin-top:3.35pt;width:124.5pt;height:77.65pt;z-index:251674112" fillcolor="#002060" strokecolor="yellow">
            <v:shadow color="#868686"/>
            <v:textpath style="font-family:&quot;Arial Black&quot;;font-size:12pt;font-style:italic;v-text-kern:t" trim="t" fitpath="t" string="ASMİN MİNA &#10;ERSALI"/>
          </v:shape>
        </w:pict>
      </w:r>
    </w:p>
    <w:p w:rsidR="000B5A90" w:rsidRPr="00F2555E" w:rsidRDefault="000B5A90" w:rsidP="000B5A90"/>
    <w:p w:rsidR="000B5A90" w:rsidRPr="00F2555E" w:rsidRDefault="000B5A90" w:rsidP="000B5A90"/>
    <w:p w:rsidR="000B5A90" w:rsidRPr="00F2555E" w:rsidRDefault="00F52E72" w:rsidP="000B5A9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36195</wp:posOffset>
                </wp:positionV>
                <wp:extent cx="714375" cy="415925"/>
                <wp:effectExtent l="0" t="0" r="0" b="0"/>
                <wp:wrapNone/>
                <wp:docPr id="1158" name="Text Box 1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32C" w:rsidRPr="00ED75D0" w:rsidRDefault="001F532C" w:rsidP="000B5A90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 w:rsidR="008F6014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1F532C" w:rsidRDefault="001F532C" w:rsidP="000B5A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72" o:spid="_x0000_s1120" type="#_x0000_t202" style="position:absolute;margin-left:153.75pt;margin-top:2.85pt;width:56.25pt;height:32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" stroked="f">
                <v:textbox>
                  <w:txbxContent>
                    <w:p w:rsidR="001F532C" w:rsidRPr="00ED75D0" w:rsidRDefault="001F532C" w:rsidP="000B5A90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 w:rsidR="008F6014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1F532C" w:rsidRDefault="001F532C" w:rsidP="000B5A90"/>
                  </w:txbxContent>
                </v:textbox>
              </v:shape>
            </w:pict>
          </mc:Fallback>
        </mc:AlternateContent>
      </w:r>
    </w:p>
    <w:p w:rsidR="000B5A90" w:rsidRPr="00F2555E" w:rsidRDefault="000B5A90" w:rsidP="000B5A90"/>
    <w:p w:rsidR="000B5A90" w:rsidRPr="00F2555E" w:rsidRDefault="000B5A90" w:rsidP="000B5A90"/>
    <w:p w:rsidR="000B5A90" w:rsidRDefault="000B5A90" w:rsidP="000B5A90"/>
    <w:p w:rsidR="000B5A90" w:rsidRDefault="000B5A90" w:rsidP="000B5A90"/>
    <w:p w:rsidR="000B5A90" w:rsidRDefault="000B5A90" w:rsidP="000B5A90"/>
    <w:p w:rsidR="00132C94" w:rsidRDefault="00132C94" w:rsidP="000B5A90"/>
    <w:p w:rsidR="000B5A90" w:rsidRDefault="000B5A90" w:rsidP="00F2555E"/>
    <w:p w:rsidR="008F6014" w:rsidRDefault="008F6014" w:rsidP="00F2555E"/>
    <w:p w:rsidR="008F6014" w:rsidRDefault="008F6014" w:rsidP="008F6014"/>
    <w:p w:rsidR="008F6014" w:rsidRDefault="008F6014" w:rsidP="008F6014"/>
    <w:p w:rsidR="008F6014" w:rsidRPr="00F2555E" w:rsidRDefault="008F6014" w:rsidP="008F6014">
      <w:r>
        <w:rPr>
          <w:noProof/>
          <w:lang w:eastAsia="tr-TR"/>
        </w:rPr>
        <w:drawing>
          <wp:anchor distT="0" distB="0" distL="114300" distR="114300" simplePos="0" relativeHeight="251910656" behindDoc="0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76200</wp:posOffset>
            </wp:positionV>
            <wp:extent cx="1409700" cy="1828800"/>
            <wp:effectExtent l="19050" t="0" r="0" b="0"/>
            <wp:wrapNone/>
            <wp:docPr id="26" name="Resim 1206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6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12704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40005</wp:posOffset>
                </wp:positionV>
                <wp:extent cx="3124200" cy="1943100"/>
                <wp:effectExtent l="38100" t="40005" r="38100" b="36195"/>
                <wp:wrapNone/>
                <wp:docPr id="1157" name="Rectangle 1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0" o:spid="_x0000_s1026" style="position:absolute;margin-left:-5.25pt;margin-top:3.15pt;width:246pt;height:153pt;z-index:-25140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09632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40005</wp:posOffset>
                </wp:positionV>
                <wp:extent cx="1409700" cy="575310"/>
                <wp:effectExtent l="19050" t="20955" r="19050" b="22860"/>
                <wp:wrapNone/>
                <wp:docPr id="1155" name="Rectangle 1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8F6014" w:rsidRPr="008F6014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8" o:spid="_x0000_s1121" style="position:absolute;margin-left:5.25pt;margin-top:3.15pt;width:111pt;height:45.3pt;z-index:25190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8F6014" w:rsidRPr="008F6014" w:rsidRDefault="008F6014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F4721C" w:rsidP="008F6014">
      <w:r>
        <w:rPr>
          <w:noProof/>
        </w:rPr>
        <w:pict>
          <v:shape id="_x0000_s2411" type="#_x0000_t136" style="position:absolute;margin-left:9.75pt;margin-top:6.5pt;width:117.75pt;height:70.5pt;z-index:251908608" fillcolor="#002060" strokecolor="yellow">
            <v:shadow color="#868686"/>
            <v:textpath style="font-family:&quot;Arial Black&quot;;font-size:12pt;font-weight:bold;font-style:italic;v-text-kern:t" trim="t" fitpath="t" string="MELESA RANA&#10;KALKAN"/>
          </v:shape>
        </w:pict>
      </w:r>
    </w:p>
    <w:p w:rsidR="008F6014" w:rsidRPr="00F2555E" w:rsidRDefault="008F6014" w:rsidP="008F6014"/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11680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89535</wp:posOffset>
                </wp:positionV>
                <wp:extent cx="714375" cy="415925"/>
                <wp:effectExtent l="0" t="3810" r="0" b="0"/>
                <wp:wrapNone/>
                <wp:docPr id="1154" name="Text Box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014" w:rsidRPr="00ED75D0" w:rsidRDefault="008F6014" w:rsidP="008F601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8F6014" w:rsidRDefault="008F6014" w:rsidP="008F60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89" o:spid="_x0000_s1122" type="#_x0000_t202" style="position:absolute;margin-left:153.75pt;margin-top:7.05pt;width:56.25pt;height:32.75pt;z-index:25191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" stroked="f">
                <v:textbox>
                  <w:txbxContent>
                    <w:p w:rsidR="008F6014" w:rsidRPr="00ED75D0" w:rsidRDefault="008F6014" w:rsidP="008F601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8F6014" w:rsidRDefault="008F6014" w:rsidP="008F6014"/>
                  </w:txbxContent>
                </v:textbox>
              </v:shape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371C35" w:rsidRDefault="008F6014" w:rsidP="008F6014"/>
    <w:p w:rsidR="008F6014" w:rsidRPr="00371C35" w:rsidRDefault="008F6014" w:rsidP="008F6014"/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7481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161925</wp:posOffset>
                </wp:positionV>
                <wp:extent cx="1409700" cy="575310"/>
                <wp:effectExtent l="19050" t="19050" r="19050" b="24765"/>
                <wp:wrapNone/>
                <wp:docPr id="1153" name="Rectangle 1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8F6014" w:rsidRPr="008F6014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1" o:spid="_x0000_s1123" style="position:absolute;margin-left:5.25pt;margin-top:12.75pt;width:111pt;height:45.3pt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8F6014" w:rsidRPr="008F6014" w:rsidRDefault="008F6014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F6014">
        <w:rPr>
          <w:noProof/>
          <w:lang w:eastAsia="tr-TR"/>
        </w:rPr>
        <w:drawing>
          <wp:anchor distT="0" distB="0" distL="114300" distR="114300" simplePos="0" relativeHeight="251875840" behindDoc="0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167640</wp:posOffset>
            </wp:positionV>
            <wp:extent cx="1409700" cy="1828800"/>
            <wp:effectExtent l="19050" t="0" r="0" b="0"/>
            <wp:wrapNone/>
            <wp:docPr id="27" name="Resim 1141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1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72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52" name="Rectangle 1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9" o:spid="_x0000_s1026" style="position:absolute;margin-left:0;margin-top:9pt;width:246pt;height:153pt;z-index:25187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C6yyz9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F4721C" w:rsidP="008F6014">
      <w:r>
        <w:rPr>
          <w:noProof/>
        </w:rPr>
        <w:pict>
          <v:shape id="_x0000_s2384" type="#_x0000_t136" style="position:absolute;margin-left:6pt;margin-top:6.45pt;width:117.75pt;height:70.5pt;z-index:251873792" fillcolor="#002060" strokecolor="yellow">
            <v:shadow color="#868686"/>
            <v:textpath style="font-family:&quot;Arial Black&quot;;font-size:12pt;font-style:italic;v-text-kern:t" trim="t" fitpath="t" string="MİNA&#10;TAŞKIN"/>
          </v:shape>
        </w:pic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76864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36195</wp:posOffset>
                </wp:positionV>
                <wp:extent cx="714375" cy="415925"/>
                <wp:effectExtent l="0" t="0" r="0" b="0"/>
                <wp:wrapNone/>
                <wp:docPr id="1150" name="Text Box 1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014" w:rsidRPr="00ED75D0" w:rsidRDefault="008F6014" w:rsidP="008F601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8F6014" w:rsidRDefault="008F6014" w:rsidP="008F60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62" o:spid="_x0000_s1124" type="#_x0000_t202" style="position:absolute;margin-left:150.75pt;margin-top:2.85pt;width:56.25pt;height:32.75pt;z-index:25187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" stroked="f">
                <v:textbox>
                  <w:txbxContent>
                    <w:p w:rsidR="008F6014" w:rsidRPr="00ED75D0" w:rsidRDefault="008F6014" w:rsidP="008F601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8F6014" w:rsidRDefault="008F6014" w:rsidP="008F6014"/>
                  </w:txbxContent>
                </v:textbox>
              </v:shape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Default="008F6014" w:rsidP="008F6014"/>
    <w:p w:rsidR="008F6014" w:rsidRPr="00F2555E" w:rsidRDefault="008F6014" w:rsidP="008F6014">
      <w:r>
        <w:rPr>
          <w:noProof/>
          <w:lang w:eastAsia="tr-TR"/>
        </w:rPr>
        <w:drawing>
          <wp:anchor distT="0" distB="0" distL="114300" distR="114300" simplePos="0" relativeHeight="251880960" behindDoc="0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161925</wp:posOffset>
            </wp:positionV>
            <wp:extent cx="1409700" cy="1828800"/>
            <wp:effectExtent l="19050" t="0" r="0" b="0"/>
            <wp:wrapNone/>
            <wp:docPr id="28" name="Resim 1146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6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49" name="Rectangle 1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3" o:spid="_x0000_s1026" style="position:absolute;margin-left:0;margin-top:9pt;width:246pt;height:153pt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DH2o+Q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148" name="Rectangle 1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8F6014" w:rsidRPr="008F6014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5" o:spid="_x0000_s1125" style="position:absolute;margin-left:5.25pt;margin-top:3.45pt;width:111pt;height:45.3pt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8F6014" w:rsidRPr="008F6014" w:rsidRDefault="008F6014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F4721C" w:rsidP="008F6014">
      <w:r>
        <w:rPr>
          <w:noProof/>
        </w:rPr>
        <w:pict>
          <v:shape id="_x0000_s2388" type="#_x0000_t136" style="position:absolute;margin-left:11.25pt;margin-top:10.5pt;width:117.75pt;height:70.5pt;z-index:251878912" fillcolor="#002060" strokecolor="yellow">
            <v:shadow color="#868686"/>
            <v:textpath style="font-family:&quot;Arial Black&quot;;font-size:12pt;font-weight:bold;font-style:italic;v-text-kern:t" trim="t" fitpath="t" string="SULTAN SİMA&#10;YAMAN"/>
          </v:shape>
        </w:pic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36195</wp:posOffset>
                </wp:positionV>
                <wp:extent cx="714375" cy="415925"/>
                <wp:effectExtent l="0" t="0" r="0" b="0"/>
                <wp:wrapNone/>
                <wp:docPr id="1147" name="Text Box 1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014" w:rsidRPr="00ED75D0" w:rsidRDefault="008F6014" w:rsidP="008F601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8F6014" w:rsidRDefault="008F6014" w:rsidP="008F60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66" o:spid="_x0000_s1126" type="#_x0000_t202" style="position:absolute;margin-left:150.75pt;margin-top:2.85pt;width:56.25pt;height:32.75pt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" stroked="f">
                <v:textbox>
                  <w:txbxContent>
                    <w:p w:rsidR="008F6014" w:rsidRPr="00ED75D0" w:rsidRDefault="008F6014" w:rsidP="008F601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8F6014" w:rsidRDefault="008F6014" w:rsidP="008F6014"/>
                  </w:txbxContent>
                </v:textbox>
              </v:shape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Default="008F6014" w:rsidP="008F6014"/>
    <w:p w:rsidR="008F6014" w:rsidRDefault="008F6014" w:rsidP="008F6014"/>
    <w:p w:rsidR="008F6014" w:rsidRPr="00F2555E" w:rsidRDefault="008F6014" w:rsidP="008F6014">
      <w:r>
        <w:rPr>
          <w:noProof/>
          <w:lang w:eastAsia="tr-TR"/>
        </w:rPr>
        <w:drawing>
          <wp:anchor distT="0" distB="0" distL="114300" distR="114300" simplePos="0" relativeHeight="251886080" behindDoc="0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167640</wp:posOffset>
            </wp:positionV>
            <wp:extent cx="1409700" cy="1828800"/>
            <wp:effectExtent l="19050" t="0" r="0" b="0"/>
            <wp:wrapNone/>
            <wp:docPr id="29" name="Resim 1151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1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83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45" name="Rectangle 1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7" o:spid="_x0000_s1026" style="position:absolute;margin-left:0;margin-top:9pt;width:246pt;height:153pt;z-index:25188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BQDA97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85056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144" name="Rectangle 1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8F6014" w:rsidRPr="008F6014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9" o:spid="_x0000_s1127" style="position:absolute;margin-left:7.5pt;margin-top:3.45pt;width:111pt;height:45.3pt;z-index:25188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8F6014" w:rsidRPr="008F6014" w:rsidRDefault="008F6014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F4721C" w:rsidP="008F6014">
      <w:r>
        <w:rPr>
          <w:noProof/>
        </w:rPr>
        <w:pict>
          <v:shape id="_x0000_s2392" type="#_x0000_t136" style="position:absolute;margin-left:8.25pt;margin-top:7.35pt;width:117.75pt;height:70.5pt;z-index:251884032" fillcolor="#002060" strokecolor="yellow">
            <v:shadow color="#868686"/>
            <v:textpath style="font-family:&quot;Arial Black&quot;;font-size:12pt;font-style:italic;v-text-kern:t" trim="t" fitpath="t" string="SİTİ&#10;TÜZÜN"/>
          </v:shape>
        </w:pic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87104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36195</wp:posOffset>
                </wp:positionV>
                <wp:extent cx="714375" cy="415925"/>
                <wp:effectExtent l="0" t="0" r="0" b="0"/>
                <wp:wrapNone/>
                <wp:docPr id="1143" name="Text Box 1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014" w:rsidRPr="00ED75D0" w:rsidRDefault="008F6014" w:rsidP="008F601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8F6014" w:rsidRDefault="008F6014" w:rsidP="008F60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70" o:spid="_x0000_s1128" type="#_x0000_t202" style="position:absolute;margin-left:150.75pt;margin-top:2.85pt;width:56.25pt;height:32.75pt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5/5igIAAB0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" stroked="f">
                <v:textbox>
                  <w:txbxContent>
                    <w:p w:rsidR="008F6014" w:rsidRPr="00ED75D0" w:rsidRDefault="008F6014" w:rsidP="008F601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8F6014" w:rsidRDefault="008F6014" w:rsidP="008F6014"/>
                  </w:txbxContent>
                </v:textbox>
              </v:shape>
            </w:pict>
          </mc:Fallback>
        </mc:AlternateContent>
      </w:r>
    </w:p>
    <w:p w:rsidR="008F6014" w:rsidRPr="00F2555E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405428" w:rsidRDefault="00405428" w:rsidP="008F6014"/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88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42" name="Rectangle 1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1" o:spid="_x0000_s1026" style="position:absolute;margin-left:0;margin-top:9pt;width:246pt;height:153pt;z-index:2518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BwU2ig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017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40005</wp:posOffset>
                </wp:positionV>
                <wp:extent cx="1409700" cy="575310"/>
                <wp:effectExtent l="19050" t="20955" r="19050" b="22860"/>
                <wp:wrapNone/>
                <wp:docPr id="1140" name="Rectangle 1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8F6014" w:rsidRPr="008F6014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3" o:spid="_x0000_s1129" style="position:absolute;margin-left:5.25pt;margin-top:3.15pt;width:111pt;height:45.3pt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8F6014" w:rsidRPr="008F6014" w:rsidRDefault="008F6014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F6014">
        <w:rPr>
          <w:noProof/>
          <w:lang w:eastAsia="tr-TR"/>
        </w:rPr>
        <w:drawing>
          <wp:anchor distT="0" distB="0" distL="114300" distR="114300" simplePos="0" relativeHeight="251891200" behindDoc="0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5715</wp:posOffset>
            </wp:positionV>
            <wp:extent cx="1409700" cy="1828800"/>
            <wp:effectExtent l="19050" t="0" r="0" b="0"/>
            <wp:wrapNone/>
            <wp:docPr id="30" name="Resim 1156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6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F4721C" w:rsidP="008F6014">
      <w:r>
        <w:rPr>
          <w:noProof/>
        </w:rPr>
        <w:pict>
          <v:shape id="_x0000_s2396" type="#_x0000_t136" style="position:absolute;margin-left:9.75pt;margin-top:.9pt;width:117.75pt;height:76.1pt;z-index:251889152" fillcolor="#002060" strokecolor="yellow">
            <v:shadow color="#868686"/>
            <v:textpath style="font-family:&quot;Arial Black&quot;;font-size:12pt;font-style:italic;v-text-kern:t" trim="t" fitpath="t" string="MİSAL MİNA&#10;BÜLBÜL"/>
          </v:shape>
        </w:pic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2224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36195</wp:posOffset>
                </wp:positionV>
                <wp:extent cx="714375" cy="415925"/>
                <wp:effectExtent l="0" t="0" r="0" b="0"/>
                <wp:wrapNone/>
                <wp:docPr id="1139" name="Text Box 1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014" w:rsidRPr="00ED75D0" w:rsidRDefault="008F6014" w:rsidP="008F601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8F6014" w:rsidRDefault="008F6014" w:rsidP="008F60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74" o:spid="_x0000_s1130" type="#_x0000_t202" style="position:absolute;margin-left:153.75pt;margin-top:2.85pt;width:56.25pt;height:32.75pt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" stroked="f">
                <v:textbox>
                  <w:txbxContent>
                    <w:p w:rsidR="008F6014" w:rsidRPr="00ED75D0" w:rsidRDefault="008F6014" w:rsidP="008F601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8F6014" w:rsidRDefault="008F6014" w:rsidP="008F6014"/>
                  </w:txbxContent>
                </v:textbox>
              </v:shape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Default="008F6014" w:rsidP="008F6014"/>
    <w:p w:rsidR="008F6014" w:rsidRPr="00F2555E" w:rsidRDefault="008F6014" w:rsidP="008F6014">
      <w:r>
        <w:rPr>
          <w:noProof/>
          <w:lang w:eastAsia="tr-TR"/>
        </w:rPr>
        <w:drawing>
          <wp:anchor distT="0" distB="0" distL="114300" distR="114300" simplePos="0" relativeHeight="251896320" behindDoc="0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161925</wp:posOffset>
            </wp:positionV>
            <wp:extent cx="1409700" cy="1828800"/>
            <wp:effectExtent l="19050" t="0" r="0" b="0"/>
            <wp:wrapNone/>
            <wp:docPr id="31" name="Resim 1161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1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3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38" name="Rectangle 1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5" o:spid="_x0000_s1026" style="position:absolute;margin-left:0;margin-top:9pt;width:246pt;height:153pt;z-index:25189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AaCnTm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529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137" name="Rectangle 1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8F6014" w:rsidRPr="008F6014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7" o:spid="_x0000_s1131" style="position:absolute;margin-left:5.25pt;margin-top:3.45pt;width:111pt;height:45.3pt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8F6014" w:rsidRPr="008F6014" w:rsidRDefault="008F6014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F4721C" w:rsidP="008F6014">
      <w:r>
        <w:rPr>
          <w:noProof/>
        </w:rPr>
        <w:pict>
          <v:shape id="_x0000_s2400" type="#_x0000_t136" style="position:absolute;margin-left:9pt;margin-top:2.25pt;width:117.75pt;height:70.5pt;z-index:251894272" fillcolor="#002060" strokecolor="yellow">
            <v:shadow color="#868686"/>
            <v:textpath style="font-family:&quot;Arial Black&quot;;font-size:12pt;font-weight:bold;font-style:italic;v-text-kern:t" trim="t" fitpath="t" string="ÖZGE CENGİZ"/>
          </v:shape>
        </w:pic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36195</wp:posOffset>
                </wp:positionV>
                <wp:extent cx="714375" cy="415925"/>
                <wp:effectExtent l="0" t="0" r="0" b="0"/>
                <wp:wrapNone/>
                <wp:docPr id="1136" name="Text Box 1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014" w:rsidRPr="00ED75D0" w:rsidRDefault="008F6014" w:rsidP="008F601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8F6014" w:rsidRDefault="008F6014" w:rsidP="008F60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78" o:spid="_x0000_s1132" type="#_x0000_t202" style="position:absolute;margin-left:148.5pt;margin-top:2.85pt;width:56.25pt;height:32.75pt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" stroked="f">
                <v:textbox>
                  <w:txbxContent>
                    <w:p w:rsidR="008F6014" w:rsidRPr="00ED75D0" w:rsidRDefault="008F6014" w:rsidP="008F601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8F6014" w:rsidRDefault="008F6014" w:rsidP="008F6014"/>
                  </w:txbxContent>
                </v:textbox>
              </v:shape>
            </w:pict>
          </mc:Fallback>
        </mc:AlternateContent>
      </w:r>
    </w:p>
    <w:p w:rsidR="008F6014" w:rsidRPr="00F2555E" w:rsidRDefault="008F6014" w:rsidP="008F6014"/>
    <w:p w:rsidR="008F6014" w:rsidRDefault="008F6014" w:rsidP="008F6014"/>
    <w:p w:rsidR="008F6014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>
      <w:r>
        <w:rPr>
          <w:noProof/>
          <w:lang w:eastAsia="tr-TR"/>
        </w:rPr>
        <w:drawing>
          <wp:anchor distT="0" distB="0" distL="114300" distR="114300" simplePos="0" relativeHeight="251901440" behindDoc="0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167640</wp:posOffset>
            </wp:positionV>
            <wp:extent cx="1409700" cy="1828800"/>
            <wp:effectExtent l="19050" t="0" r="0" b="0"/>
            <wp:wrapNone/>
            <wp:docPr id="1120" name="Resim 1166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6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0041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167640</wp:posOffset>
                </wp:positionV>
                <wp:extent cx="1409700" cy="575310"/>
                <wp:effectExtent l="19050" t="24765" r="19050" b="19050"/>
                <wp:wrapNone/>
                <wp:docPr id="1135" name="Rectangle 1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8F6014" w:rsidRPr="008F6014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1" o:spid="_x0000_s1133" style="position:absolute;margin-left:5.25pt;margin-top:13.2pt;width:111pt;height:45.3pt;z-index:25190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8F6014" w:rsidRPr="008F6014" w:rsidRDefault="008F6014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8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34" name="Rectangle 1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9" o:spid="_x0000_s1026" style="position:absolute;margin-left:0;margin-top:9pt;width:246pt;height:153pt;z-index:2518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BdukGa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F4721C" w:rsidP="008F6014">
      <w:r>
        <w:rPr>
          <w:noProof/>
        </w:rPr>
        <w:pict>
          <v:shape id="_x0000_s2404" type="#_x0000_t136" style="position:absolute;margin-left:9pt;margin-top:6.5pt;width:117.75pt;height:70.5pt;z-index:251899392" fillcolor="#002060" strokecolor="yellow">
            <v:shadow color="#868686"/>
            <v:textpath style="font-family:&quot;Arial Black&quot;;font-size:12pt;font-weight:bold;font-style:italic;v-text-kern:t" trim="t" fitpath="t" string="RANA&#10;ALINAK"/>
          </v:shape>
        </w:pic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02464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36195</wp:posOffset>
                </wp:positionV>
                <wp:extent cx="714375" cy="415925"/>
                <wp:effectExtent l="0" t="0" r="0" b="0"/>
                <wp:wrapNone/>
                <wp:docPr id="1133" name="Text Box 1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014" w:rsidRPr="00ED75D0" w:rsidRDefault="008F6014" w:rsidP="008F601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8F6014" w:rsidRDefault="008F6014" w:rsidP="008F60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82" o:spid="_x0000_s1134" type="#_x0000_t202" style="position:absolute;margin-left:153.75pt;margin-top:2.85pt;width:56.25pt;height:32.75pt;z-index:2519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" stroked="f">
                <v:textbox>
                  <w:txbxContent>
                    <w:p w:rsidR="008F6014" w:rsidRPr="00ED75D0" w:rsidRDefault="008F6014" w:rsidP="008F601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8F6014" w:rsidRDefault="008F6014" w:rsidP="008F6014"/>
                  </w:txbxContent>
                </v:textbox>
              </v:shape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Default="008F6014" w:rsidP="008F6014"/>
    <w:p w:rsidR="008F6014" w:rsidRPr="00F2555E" w:rsidRDefault="008F6014" w:rsidP="008F6014">
      <w:r>
        <w:rPr>
          <w:noProof/>
          <w:lang w:eastAsia="tr-TR"/>
        </w:rPr>
        <w:drawing>
          <wp:anchor distT="0" distB="0" distL="114300" distR="114300" simplePos="0" relativeHeight="251906560" behindDoc="0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167640</wp:posOffset>
            </wp:positionV>
            <wp:extent cx="1409700" cy="1828800"/>
            <wp:effectExtent l="19050" t="0" r="0" b="0"/>
            <wp:wrapNone/>
            <wp:docPr id="1122" name="Resim 1171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1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03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32" name="Rectangle 1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3" o:spid="_x0000_s1026" style="position:absolute;margin-left:0;margin-top:9pt;width:246pt;height:153pt;z-index:25190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AnN9f6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0553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43815</wp:posOffset>
                </wp:positionV>
                <wp:extent cx="1409700" cy="575310"/>
                <wp:effectExtent l="19050" t="24765" r="19050" b="19050"/>
                <wp:wrapNone/>
                <wp:docPr id="1131" name="Rectangle 1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8F6014" w:rsidRPr="008F6014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5" o:spid="_x0000_s1135" style="position:absolute;margin-left:5.25pt;margin-top:3.45pt;width:111pt;height:45.3pt;z-index:25190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8F6014" w:rsidRPr="008F6014" w:rsidRDefault="008F6014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F4721C" w:rsidP="008F6014">
      <w:r>
        <w:rPr>
          <w:noProof/>
        </w:rPr>
        <w:pict>
          <v:shape id="_x0000_s2408" type="#_x0000_t136" style="position:absolute;margin-left:9pt;margin-top:10.5pt;width:117.75pt;height:70.5pt;z-index:251904512" fillcolor="#002060" strokecolor="yellow">
            <v:shadow color="#868686"/>
            <v:textpath style="font-family:&quot;Arial Black&quot;;font-size:12pt;font-style:italic;v-text-kern:t" trim="t" fitpath="t" string="TUĞÇE&#10;DAYIOĞLU"/>
          </v:shape>
        </w:pic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07584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36195</wp:posOffset>
                </wp:positionV>
                <wp:extent cx="714375" cy="415925"/>
                <wp:effectExtent l="0" t="0" r="0" b="0"/>
                <wp:wrapNone/>
                <wp:docPr id="1130" name="Text Box 1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014" w:rsidRPr="00ED75D0" w:rsidRDefault="008F6014" w:rsidP="008F601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8F6014" w:rsidRDefault="008F6014" w:rsidP="008F60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86" o:spid="_x0000_s1136" type="#_x0000_t202" style="position:absolute;margin-left:153.75pt;margin-top:2.85pt;width:56.25pt;height:32.75pt;z-index:25190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" stroked="f">
                <v:textbox>
                  <w:txbxContent>
                    <w:p w:rsidR="008F6014" w:rsidRPr="00ED75D0" w:rsidRDefault="008F6014" w:rsidP="008F601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8F6014" w:rsidRDefault="008F6014" w:rsidP="008F6014"/>
                  </w:txbxContent>
                </v:textbox>
              </v:shape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Pr="00F2555E" w:rsidRDefault="008F6014" w:rsidP="008F6014">
      <w:r>
        <w:rPr>
          <w:noProof/>
          <w:lang w:eastAsia="tr-TR"/>
        </w:rPr>
        <w:drawing>
          <wp:anchor distT="0" distB="0" distL="114300" distR="114300" simplePos="0" relativeHeight="251952640" behindDoc="0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76200</wp:posOffset>
            </wp:positionV>
            <wp:extent cx="1409700" cy="1828800"/>
            <wp:effectExtent l="19050" t="0" r="0" b="0"/>
            <wp:wrapNone/>
            <wp:docPr id="1123" name="Resim 1206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6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2E7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54688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40005</wp:posOffset>
                </wp:positionV>
                <wp:extent cx="3124200" cy="1943100"/>
                <wp:effectExtent l="38100" t="40005" r="38100" b="36195"/>
                <wp:wrapNone/>
                <wp:docPr id="1129" name="Rectangle 1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2" o:spid="_x0000_s1026" style="position:absolute;margin-left:-5.25pt;margin-top:3.15pt;width:246pt;height:153pt;z-index:-25136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5161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40005</wp:posOffset>
                </wp:positionV>
                <wp:extent cx="1409700" cy="575310"/>
                <wp:effectExtent l="19050" t="20955" r="19050" b="22860"/>
                <wp:wrapNone/>
                <wp:docPr id="1127" name="Rectangle 1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8F6014" w:rsidRPr="008F6014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0" o:spid="_x0000_s1137" style="position:absolute;margin-left:5.25pt;margin-top:3.15pt;width:111pt;height:45.3pt;z-index:25195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8F6014" w:rsidRPr="008F6014" w:rsidRDefault="008F6014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F4721C" w:rsidP="008F6014">
      <w:r>
        <w:rPr>
          <w:noProof/>
        </w:rPr>
        <w:pict>
          <v:shape id="_x0000_s2443" type="#_x0000_t136" style="position:absolute;margin-left:9.75pt;margin-top:6.5pt;width:117.75pt;height:70.5pt;z-index:251950592" fillcolor="#002060" strokecolor="yellow">
            <v:shadow color="#868686"/>
            <v:textpath style="font-family:&quot;Arial Black&quot;;font-size:12pt;font-weight:bold;font-style:italic;v-text-kern:t" trim="t" fitpath="t" string="ZEYNEP&#10;PİLATİN"/>
          </v:shape>
        </w:pict>
      </w:r>
    </w:p>
    <w:p w:rsidR="008F6014" w:rsidRPr="00F2555E" w:rsidRDefault="008F6014" w:rsidP="008F6014"/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53664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89535</wp:posOffset>
                </wp:positionV>
                <wp:extent cx="714375" cy="415925"/>
                <wp:effectExtent l="0" t="3810" r="0" b="0"/>
                <wp:wrapNone/>
                <wp:docPr id="1126" name="Text Box 1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014" w:rsidRPr="00ED75D0" w:rsidRDefault="008F6014" w:rsidP="008F601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8F6014" w:rsidRDefault="008F6014" w:rsidP="008F60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21" o:spid="_x0000_s1138" type="#_x0000_t202" style="position:absolute;margin-left:153.75pt;margin-top:7.05pt;width:56.25pt;height:32.75pt;z-index:2519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" stroked="f">
                <v:textbox>
                  <w:txbxContent>
                    <w:p w:rsidR="008F6014" w:rsidRPr="00ED75D0" w:rsidRDefault="008F6014" w:rsidP="008F601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8F6014" w:rsidRDefault="008F6014" w:rsidP="008F6014"/>
                  </w:txbxContent>
                </v:textbox>
              </v:shape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371C35" w:rsidRDefault="008F6014" w:rsidP="008F6014"/>
    <w:p w:rsidR="008F6014" w:rsidRPr="00371C35" w:rsidRDefault="008F6014" w:rsidP="008F6014"/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16800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161925</wp:posOffset>
                </wp:positionV>
                <wp:extent cx="1409700" cy="575310"/>
                <wp:effectExtent l="19050" t="19050" r="19050" b="24765"/>
                <wp:wrapNone/>
                <wp:docPr id="1125" name="Rectangle 1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8F6014" w:rsidRPr="008F6014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3" o:spid="_x0000_s1139" style="position:absolute;margin-left:5.25pt;margin-top:12.75pt;width:111pt;height:45.3pt;z-index:25191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8F6014" w:rsidRPr="008F6014" w:rsidRDefault="008F6014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F6014">
        <w:rPr>
          <w:noProof/>
          <w:lang w:eastAsia="tr-TR"/>
        </w:rPr>
        <w:drawing>
          <wp:anchor distT="0" distB="0" distL="114300" distR="114300" simplePos="0" relativeHeight="251917824" behindDoc="0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167640</wp:posOffset>
            </wp:positionV>
            <wp:extent cx="1409700" cy="1828800"/>
            <wp:effectExtent l="19050" t="0" r="0" b="0"/>
            <wp:wrapNone/>
            <wp:docPr id="1124" name="Resim 1141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1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14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1121" name="Rectangle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1" o:spid="_x0000_s1026" style="position:absolute;margin-left:0;margin-top:9pt;width:246pt;height:153pt;z-index:25191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F4721C" w:rsidP="008F6014">
      <w:r>
        <w:rPr>
          <w:noProof/>
        </w:rPr>
        <w:pict>
          <v:shape id="_x0000_s2416" type="#_x0000_t136" style="position:absolute;margin-left:6pt;margin-top:6.45pt;width:117.75pt;height:70.5pt;z-index:251915776" fillcolor="#002060" strokecolor="yellow">
            <v:shadow color="#868686"/>
            <v:textpath style="font-family:&quot;Arial Black&quot;;font-size:12pt;font-style:italic;v-text-kern:t" trim="t" fitpath="t" string="CEREN&#10;BOZYİĞİT"/>
          </v:shape>
        </w:pic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18848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36195</wp:posOffset>
                </wp:positionV>
                <wp:extent cx="714375" cy="415925"/>
                <wp:effectExtent l="0" t="0" r="0" b="0"/>
                <wp:wrapNone/>
                <wp:docPr id="25" name="Text Box 1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014" w:rsidRPr="00ED75D0" w:rsidRDefault="008F6014" w:rsidP="008F601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8F6014" w:rsidRDefault="008F6014" w:rsidP="008F60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94" o:spid="_x0000_s1140" type="#_x0000_t202" style="position:absolute;margin-left:150.75pt;margin-top:2.85pt;width:56.25pt;height:32.75pt;z-index:25191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" stroked="f">
                <v:textbox>
                  <w:txbxContent>
                    <w:p w:rsidR="008F6014" w:rsidRPr="00ED75D0" w:rsidRDefault="008F6014" w:rsidP="008F601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8F6014" w:rsidRDefault="008F6014" w:rsidP="008F6014"/>
                  </w:txbxContent>
                </v:textbox>
              </v:shape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Default="008F6014" w:rsidP="008F6014"/>
    <w:p w:rsidR="008F6014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>
      <w:bookmarkStart w:id="0" w:name="_GoBack"/>
      <w:bookmarkEnd w:id="0"/>
    </w:p>
    <w:p w:rsidR="008F6014" w:rsidRPr="00F2555E" w:rsidRDefault="008F6014" w:rsidP="008F6014"/>
    <w:p w:rsidR="008F6014" w:rsidRPr="00F2555E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8F6014" w:rsidRDefault="008F6014" w:rsidP="008F6014"/>
    <w:p w:rsidR="00F9492B" w:rsidRPr="00F9492B" w:rsidRDefault="00F9492B" w:rsidP="008F6014">
      <w:pPr>
        <w:rPr>
          <w:sz w:val="16"/>
          <w:szCs w:val="16"/>
        </w:rPr>
      </w:pPr>
    </w:p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0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124200" cy="1943100"/>
                <wp:effectExtent l="38100" t="38100" r="38100" b="38100"/>
                <wp:wrapNone/>
                <wp:docPr id="23" name="Rectangle 1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03" o:spid="_x0000_s1026" style="position:absolute;margin-left:0;margin-top:9pt;width:246pt;height:153pt;z-index:25193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" strokecolor="#4f81bd" strokeweight="5pt">
                <v:stroke linestyle="thickThin"/>
                <v:shadow color="#868686"/>
              </v:rect>
            </w:pict>
          </mc:Fallback>
        </mc:AlternateContent>
      </w:r>
    </w:p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2160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40005</wp:posOffset>
                </wp:positionV>
                <wp:extent cx="1409700" cy="575310"/>
                <wp:effectExtent l="19050" t="20955" r="19050" b="22860"/>
                <wp:wrapNone/>
                <wp:docPr id="6" name="Rectangle 1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014" w:rsidRPr="00404768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İMKB BELDE</w:t>
                            </w:r>
                          </w:p>
                          <w:p w:rsidR="008F6014" w:rsidRPr="00A67D30" w:rsidRDefault="008F6014" w:rsidP="008F601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67D30">
                              <w:rPr>
                                <w:rFonts w:asciiTheme="majorHAnsi" w:hAnsiTheme="maj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</w:rPr>
                              <w:t>İLKOKULU</w:t>
                            </w:r>
                          </w:p>
                          <w:p w:rsidR="008F6014" w:rsidRPr="00CB0BD9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8F6014" w:rsidRPr="008F6014" w:rsidRDefault="008F6014" w:rsidP="008F601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05" o:spid="_x0000_s1141" style="position:absolute;margin-left:5.25pt;margin-top:3.15pt;width:111pt;height:45.3pt;z-index:25193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" strokeweight="2.5pt">
                <v:shadow color="#868686"/>
                <v:textbox>
                  <w:txbxContent>
                    <w:p w:rsidR="008F6014" w:rsidRPr="00404768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10"/>
                          <w:szCs w:val="10"/>
                        </w:rPr>
                      </w:pP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i/>
                          <w:color w:val="FF0000"/>
                          <w:sz w:val="22"/>
                          <w:szCs w:val="22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İMKB BELDE</w:t>
                      </w:r>
                    </w:p>
                    <w:p w:rsidR="008F6014" w:rsidRPr="00A67D30" w:rsidRDefault="008F6014" w:rsidP="008F601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67D30">
                        <w:rPr>
                          <w:rFonts w:asciiTheme="majorHAnsi" w:hAnsiTheme="majorHAnsi"/>
                          <w:b/>
                          <w:i/>
                          <w:color w:val="FF0000"/>
                          <w:sz w:val="22"/>
                          <w:szCs w:val="22"/>
                        </w:rPr>
                        <w:t>İLKOKULU</w:t>
                      </w:r>
                    </w:p>
                    <w:p w:rsidR="008F6014" w:rsidRPr="00CB0BD9" w:rsidRDefault="008F6014" w:rsidP="008F6014">
                      <w:pPr>
                        <w:rPr>
                          <w:szCs w:val="28"/>
                        </w:rPr>
                      </w:pPr>
                    </w:p>
                    <w:p w:rsidR="008F6014" w:rsidRPr="008F6014" w:rsidRDefault="008F6014" w:rsidP="008F601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F6014">
        <w:rPr>
          <w:noProof/>
          <w:lang w:eastAsia="tr-TR"/>
        </w:rPr>
        <w:drawing>
          <wp:anchor distT="0" distB="0" distL="114300" distR="114300" simplePos="0" relativeHeight="251933184" behindDoc="0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5715</wp:posOffset>
            </wp:positionV>
            <wp:extent cx="1409700" cy="1828800"/>
            <wp:effectExtent l="19050" t="0" r="0" b="0"/>
            <wp:wrapNone/>
            <wp:docPr id="1128" name="Resim 1156" descr="k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6" descr="kiz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F4721C" w:rsidP="008F6014">
      <w:r>
        <w:rPr>
          <w:noProof/>
        </w:rPr>
        <w:pict>
          <v:shape id="_x0000_s2428" type="#_x0000_t136" style="position:absolute;margin-left:9.75pt;margin-top:6.5pt;width:117.75pt;height:70.5pt;z-index:251931136" fillcolor="#002060" strokecolor="yellow">
            <v:shadow color="#868686"/>
            <v:textpath style="font-family:&quot;Arial Black&quot;;font-size:12pt;font-style:italic;v-text-kern:t" trim="t" fitpath="t" string="ELANUR&#10;FERGER"/>
          </v:shape>
        </w:pic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F52E72" w:rsidP="008F601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4208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36195</wp:posOffset>
                </wp:positionV>
                <wp:extent cx="714375" cy="415925"/>
                <wp:effectExtent l="0" t="0" r="0" b="0"/>
                <wp:wrapNone/>
                <wp:docPr id="1" name="Text Box 1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014" w:rsidRPr="00ED75D0" w:rsidRDefault="008F6014" w:rsidP="008F6014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</w:pPr>
                            <w:r w:rsidRPr="00ED75D0"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1-</w:t>
                            </w:r>
                            <w:r>
                              <w:rPr>
                                <w:rFonts w:ascii="Arial Black" w:hAnsi="Arial Black"/>
                                <w:color w:val="C0504D" w:themeColor="accent2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:rsidR="008F6014" w:rsidRDefault="008F6014" w:rsidP="008F60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06" o:spid="_x0000_s1142" type="#_x0000_t202" style="position:absolute;margin-left:153.75pt;margin-top:2.85pt;width:56.25pt;height:32.75pt;z-index:25193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" stroked="f">
                <v:textbox>
                  <w:txbxContent>
                    <w:p w:rsidR="008F6014" w:rsidRPr="00ED75D0" w:rsidRDefault="008F6014" w:rsidP="008F6014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</w:pPr>
                      <w:r w:rsidRPr="00ED75D0"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1-</w:t>
                      </w:r>
                      <w:r>
                        <w:rPr>
                          <w:rFonts w:ascii="Arial Black" w:hAnsi="Arial Black"/>
                          <w:color w:val="C0504D" w:themeColor="accent2"/>
                          <w:sz w:val="44"/>
                          <w:szCs w:val="44"/>
                        </w:rPr>
                        <w:t>F</w:t>
                      </w:r>
                    </w:p>
                    <w:p w:rsidR="008F6014" w:rsidRDefault="008F6014" w:rsidP="008F6014"/>
                  </w:txbxContent>
                </v:textbox>
              </v:shape>
            </w:pict>
          </mc:Fallback>
        </mc:AlternateContent>
      </w:r>
    </w:p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Default="008F6014" w:rsidP="008F6014"/>
    <w:p w:rsidR="008F6014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8F6014" w:rsidRPr="00F2555E" w:rsidRDefault="008F6014" w:rsidP="008F6014"/>
    <w:p w:rsidR="00F9492B" w:rsidRDefault="00F9492B" w:rsidP="00F2555E"/>
    <w:sectPr w:rsidR="00F9492B" w:rsidSect="00CC71A7">
      <w:type w:val="continuous"/>
      <w:pgSz w:w="11906" w:h="16838"/>
      <w:pgMar w:top="180" w:right="284" w:bottom="0" w:left="480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21C" w:rsidRDefault="00F4721C" w:rsidP="003766DF">
      <w:r>
        <w:separator/>
      </w:r>
    </w:p>
  </w:endnote>
  <w:endnote w:type="continuationSeparator" w:id="0">
    <w:p w:rsidR="00F4721C" w:rsidRDefault="00F4721C" w:rsidP="00376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21C" w:rsidRDefault="00F4721C" w:rsidP="003766DF">
      <w:r>
        <w:separator/>
      </w:r>
    </w:p>
  </w:footnote>
  <w:footnote w:type="continuationSeparator" w:id="0">
    <w:p w:rsidR="00F4721C" w:rsidRDefault="00F4721C" w:rsidP="00376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5B1"/>
    <w:rsid w:val="00020F46"/>
    <w:rsid w:val="00022D69"/>
    <w:rsid w:val="000301AF"/>
    <w:rsid w:val="000348D5"/>
    <w:rsid w:val="00040524"/>
    <w:rsid w:val="0007376D"/>
    <w:rsid w:val="00094307"/>
    <w:rsid w:val="000B5A90"/>
    <w:rsid w:val="000D7142"/>
    <w:rsid w:val="00132C94"/>
    <w:rsid w:val="00137655"/>
    <w:rsid w:val="00147B5C"/>
    <w:rsid w:val="00152878"/>
    <w:rsid w:val="00192DEF"/>
    <w:rsid w:val="001F07C3"/>
    <w:rsid w:val="001F532C"/>
    <w:rsid w:val="00212D31"/>
    <w:rsid w:val="0022577C"/>
    <w:rsid w:val="00294738"/>
    <w:rsid w:val="002F1520"/>
    <w:rsid w:val="002F1BB4"/>
    <w:rsid w:val="002F2E43"/>
    <w:rsid w:val="00367625"/>
    <w:rsid w:val="003766DF"/>
    <w:rsid w:val="003B707E"/>
    <w:rsid w:val="003F4716"/>
    <w:rsid w:val="00404768"/>
    <w:rsid w:val="00404B6A"/>
    <w:rsid w:val="00405428"/>
    <w:rsid w:val="004457AF"/>
    <w:rsid w:val="00450E8D"/>
    <w:rsid w:val="004E7A18"/>
    <w:rsid w:val="00506E54"/>
    <w:rsid w:val="005674A3"/>
    <w:rsid w:val="00581335"/>
    <w:rsid w:val="00587813"/>
    <w:rsid w:val="0059152A"/>
    <w:rsid w:val="0062087C"/>
    <w:rsid w:val="006419BF"/>
    <w:rsid w:val="0065635D"/>
    <w:rsid w:val="00657B8F"/>
    <w:rsid w:val="006957B6"/>
    <w:rsid w:val="006C538E"/>
    <w:rsid w:val="00721061"/>
    <w:rsid w:val="00724083"/>
    <w:rsid w:val="007400AF"/>
    <w:rsid w:val="007645B1"/>
    <w:rsid w:val="00780E4A"/>
    <w:rsid w:val="007A2035"/>
    <w:rsid w:val="007F138A"/>
    <w:rsid w:val="007F2C3C"/>
    <w:rsid w:val="007F3453"/>
    <w:rsid w:val="0085515C"/>
    <w:rsid w:val="008B36C3"/>
    <w:rsid w:val="008C1855"/>
    <w:rsid w:val="008D455F"/>
    <w:rsid w:val="008E4231"/>
    <w:rsid w:val="008F6014"/>
    <w:rsid w:val="009E090F"/>
    <w:rsid w:val="009F18DA"/>
    <w:rsid w:val="00A03F20"/>
    <w:rsid w:val="00A40564"/>
    <w:rsid w:val="00A53215"/>
    <w:rsid w:val="00A67D30"/>
    <w:rsid w:val="00AA5F01"/>
    <w:rsid w:val="00B27AFA"/>
    <w:rsid w:val="00B63E61"/>
    <w:rsid w:val="00BC0E3A"/>
    <w:rsid w:val="00BE3CB0"/>
    <w:rsid w:val="00C2533D"/>
    <w:rsid w:val="00C57A1C"/>
    <w:rsid w:val="00C86BD2"/>
    <w:rsid w:val="00C86BD5"/>
    <w:rsid w:val="00CB0BD9"/>
    <w:rsid w:val="00CB7D35"/>
    <w:rsid w:val="00CC71A7"/>
    <w:rsid w:val="00CE1CCA"/>
    <w:rsid w:val="00CF1450"/>
    <w:rsid w:val="00D205F5"/>
    <w:rsid w:val="00D756E7"/>
    <w:rsid w:val="00D76EEF"/>
    <w:rsid w:val="00D90A60"/>
    <w:rsid w:val="00DC7C95"/>
    <w:rsid w:val="00DF5640"/>
    <w:rsid w:val="00DF5C33"/>
    <w:rsid w:val="00E13FA4"/>
    <w:rsid w:val="00E201E1"/>
    <w:rsid w:val="00E2459F"/>
    <w:rsid w:val="00E3438A"/>
    <w:rsid w:val="00EC53AB"/>
    <w:rsid w:val="00ED4486"/>
    <w:rsid w:val="00ED75D0"/>
    <w:rsid w:val="00EF6F5F"/>
    <w:rsid w:val="00F14093"/>
    <w:rsid w:val="00F2555E"/>
    <w:rsid w:val="00F4721C"/>
    <w:rsid w:val="00F52E72"/>
    <w:rsid w:val="00F9492B"/>
    <w:rsid w:val="00F9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44" fill="f" fillcolor="white" stroke="f">
      <v:fill color="white" on="f"/>
      <v:stroke on="f"/>
    </o:shapedefaults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142"/>
    <w:rPr>
      <w:rFonts w:ascii="Times New Roman" w:eastAsia="SimSun" w:hAnsi="Times New Roman"/>
      <w:sz w:val="24"/>
      <w:szCs w:val="24"/>
      <w:lang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E4231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8E4231"/>
    <w:rPr>
      <w:rFonts w:ascii="Tahoma" w:eastAsia="SimSun" w:hAnsi="Tahoma" w:cs="Tahoma"/>
      <w:sz w:val="16"/>
      <w:szCs w:val="16"/>
      <w:lang w:eastAsia="zh-CN"/>
    </w:rPr>
  </w:style>
  <w:style w:type="paragraph" w:styleId="stbilgi">
    <w:name w:val="header"/>
    <w:basedOn w:val="Normal"/>
    <w:link w:val="stbilgiChar"/>
    <w:uiPriority w:val="99"/>
    <w:unhideWhenUsed/>
    <w:rsid w:val="003766D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766DF"/>
    <w:rPr>
      <w:rFonts w:ascii="Times New Roman" w:eastAsia="SimSun" w:hAnsi="Times New Roman"/>
      <w:sz w:val="24"/>
      <w:szCs w:val="24"/>
      <w:lang w:eastAsia="zh-CN"/>
    </w:rPr>
  </w:style>
  <w:style w:type="paragraph" w:styleId="Altbilgi">
    <w:name w:val="footer"/>
    <w:basedOn w:val="Normal"/>
    <w:link w:val="AltbilgiChar"/>
    <w:uiPriority w:val="99"/>
    <w:unhideWhenUsed/>
    <w:rsid w:val="003766D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3766DF"/>
    <w:rPr>
      <w:rFonts w:ascii="Times New Roman" w:eastAsia="SimSun" w:hAnsi="Times New Roman"/>
      <w:sz w:val="24"/>
      <w:szCs w:val="24"/>
      <w:lang w:eastAsia="zh-CN"/>
    </w:rPr>
  </w:style>
  <w:style w:type="character" w:styleId="Kpr">
    <w:name w:val="Hyperlink"/>
    <w:basedOn w:val="VarsaylanParagrafYazTipi"/>
    <w:uiPriority w:val="99"/>
    <w:unhideWhenUsed/>
    <w:rsid w:val="00F52E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142"/>
    <w:rPr>
      <w:rFonts w:ascii="Times New Roman" w:eastAsia="SimSun" w:hAnsi="Times New Roman"/>
      <w:sz w:val="24"/>
      <w:szCs w:val="24"/>
      <w:lang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E4231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8E4231"/>
    <w:rPr>
      <w:rFonts w:ascii="Tahoma" w:eastAsia="SimSun" w:hAnsi="Tahoma" w:cs="Tahoma"/>
      <w:sz w:val="16"/>
      <w:szCs w:val="16"/>
      <w:lang w:eastAsia="zh-CN"/>
    </w:rPr>
  </w:style>
  <w:style w:type="paragraph" w:styleId="stbilgi">
    <w:name w:val="header"/>
    <w:basedOn w:val="Normal"/>
    <w:link w:val="stbilgiChar"/>
    <w:uiPriority w:val="99"/>
    <w:unhideWhenUsed/>
    <w:rsid w:val="003766D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766DF"/>
    <w:rPr>
      <w:rFonts w:ascii="Times New Roman" w:eastAsia="SimSun" w:hAnsi="Times New Roman"/>
      <w:sz w:val="24"/>
      <w:szCs w:val="24"/>
      <w:lang w:eastAsia="zh-CN"/>
    </w:rPr>
  </w:style>
  <w:style w:type="paragraph" w:styleId="Altbilgi">
    <w:name w:val="footer"/>
    <w:basedOn w:val="Normal"/>
    <w:link w:val="AltbilgiChar"/>
    <w:uiPriority w:val="99"/>
    <w:unhideWhenUsed/>
    <w:rsid w:val="003766D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3766DF"/>
    <w:rPr>
      <w:rFonts w:ascii="Times New Roman" w:eastAsia="SimSun" w:hAnsi="Times New Roman"/>
      <w:sz w:val="24"/>
      <w:szCs w:val="24"/>
      <w:lang w:eastAsia="zh-CN"/>
    </w:rPr>
  </w:style>
  <w:style w:type="character" w:styleId="Kpr">
    <w:name w:val="Hyperlink"/>
    <w:basedOn w:val="VarsaylanParagrafYazTipi"/>
    <w:uiPriority w:val="99"/>
    <w:unhideWhenUsed/>
    <w:rsid w:val="00F52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gan\Desktop\YAKA%20KARTLARI.dot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YAKA KARTLARI</Template>
  <TotalTime>1</TotalTime>
  <Pages>7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ÖZGEYASİN</dc:creator>
  <cp:lastModifiedBy>Buro</cp:lastModifiedBy>
  <cp:revision>4</cp:revision>
  <cp:lastPrinted>2014-09-08T23:22:00Z</cp:lastPrinted>
  <dcterms:created xsi:type="dcterms:W3CDTF">2020-09-21T05:22:00Z</dcterms:created>
  <dcterms:modified xsi:type="dcterms:W3CDTF">2020-09-21T11:57:00Z</dcterms:modified>
</cp:coreProperties>
</file>